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27" w:type="dxa"/>
        <w:tblLayout w:type="fixed"/>
        <w:tblCellMar>
          <w:left w:w="70" w:type="dxa"/>
          <w:right w:w="70" w:type="dxa"/>
        </w:tblCellMar>
        <w:tblLook w:val="0000" w:firstRow="0" w:lastRow="0" w:firstColumn="0" w:lastColumn="0" w:noHBand="0" w:noVBand="0"/>
      </w:tblPr>
      <w:tblGrid>
        <w:gridCol w:w="4465"/>
        <w:gridCol w:w="6662"/>
      </w:tblGrid>
      <w:tr w:rsidR="00DC4148">
        <w:tc>
          <w:tcPr>
            <w:tcW w:w="4465" w:type="dxa"/>
            <w:tcBorders>
              <w:right w:val="single" w:sz="2" w:space="0" w:color="000080"/>
            </w:tcBorders>
          </w:tcPr>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6F6F29">
            <w:pPr>
              <w:jc w:val="center"/>
              <w:rPr>
                <w:color w:val="000080"/>
                <w:sz w:val="16"/>
              </w:rPr>
            </w:pPr>
            <w:r>
              <w:rPr>
                <w:noProof/>
              </w:rPr>
              <w:drawing>
                <wp:inline distT="0" distB="0" distL="0" distR="0">
                  <wp:extent cx="1962150" cy="514350"/>
                  <wp:effectExtent l="0" t="0" r="0" b="0"/>
                  <wp:docPr id="1" name="Immagine 1" descr="CADIT_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DIT_R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62150" cy="514350"/>
                          </a:xfrm>
                          <a:prstGeom prst="rect">
                            <a:avLst/>
                          </a:prstGeom>
                          <a:noFill/>
                          <a:ln>
                            <a:noFill/>
                          </a:ln>
                        </pic:spPr>
                      </pic:pic>
                    </a:graphicData>
                  </a:graphic>
                </wp:inline>
              </w:drawing>
            </w: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Pr="005B5620" w:rsidRDefault="00DC4148">
            <w:pPr>
              <w:ind w:right="780"/>
              <w:jc w:val="right"/>
              <w:rPr>
                <w:color w:val="000080"/>
                <w:sz w:val="16"/>
              </w:rPr>
            </w:pPr>
            <w:r w:rsidRPr="005B5620">
              <w:rPr>
                <w:color w:val="000080"/>
                <w:sz w:val="16"/>
              </w:rPr>
              <w:t>CAD IT S.p.A.</w:t>
            </w:r>
          </w:p>
          <w:p w:rsidR="00DC4148" w:rsidRDefault="00DC4148">
            <w:pPr>
              <w:ind w:right="780"/>
              <w:jc w:val="right"/>
              <w:rPr>
                <w:color w:val="000080"/>
                <w:sz w:val="16"/>
              </w:rPr>
            </w:pPr>
            <w:r>
              <w:rPr>
                <w:color w:val="000080"/>
                <w:sz w:val="16"/>
              </w:rPr>
              <w:t>Via Torricelli, 44/a</w:t>
            </w:r>
          </w:p>
          <w:p w:rsidR="00DC4148" w:rsidRDefault="00DC4148">
            <w:pPr>
              <w:ind w:right="780"/>
              <w:jc w:val="right"/>
              <w:rPr>
                <w:color w:val="000080"/>
                <w:sz w:val="16"/>
              </w:rPr>
            </w:pPr>
            <w:r>
              <w:rPr>
                <w:color w:val="000080"/>
                <w:sz w:val="16"/>
              </w:rPr>
              <w:t>37136 Verona</w:t>
            </w:r>
          </w:p>
          <w:p w:rsidR="00DC4148" w:rsidRDefault="00DC4148">
            <w:pPr>
              <w:ind w:right="780"/>
              <w:jc w:val="right"/>
              <w:rPr>
                <w:color w:val="000080"/>
                <w:sz w:val="16"/>
              </w:rPr>
            </w:pPr>
            <w:proofErr w:type="spellStart"/>
            <w:r>
              <w:rPr>
                <w:color w:val="000080"/>
                <w:sz w:val="16"/>
              </w:rPr>
              <w:t>Tel</w:t>
            </w:r>
            <w:proofErr w:type="spellEnd"/>
            <w:r>
              <w:rPr>
                <w:color w:val="000080"/>
                <w:sz w:val="16"/>
              </w:rPr>
              <w:t xml:space="preserve"> 045 – 8211111</w:t>
            </w:r>
          </w:p>
          <w:p w:rsidR="00DC4148" w:rsidRDefault="00DC4148">
            <w:pPr>
              <w:ind w:right="780"/>
              <w:jc w:val="right"/>
              <w:rPr>
                <w:color w:val="000080"/>
                <w:sz w:val="16"/>
              </w:rPr>
            </w:pPr>
            <w:r>
              <w:rPr>
                <w:color w:val="000080"/>
                <w:sz w:val="16"/>
              </w:rPr>
              <w:t>Fax 045 - 8211110</w:t>
            </w:r>
          </w:p>
          <w:p w:rsidR="00DC4148" w:rsidRDefault="00DC4148">
            <w:pPr>
              <w:ind w:right="780"/>
              <w:jc w:val="right"/>
              <w:rPr>
                <w:color w:val="000080"/>
                <w:sz w:val="16"/>
              </w:rPr>
            </w:pPr>
            <w:r>
              <w:rPr>
                <w:color w:val="000080"/>
                <w:sz w:val="16"/>
              </w:rPr>
              <w:t>www.cadit.it</w:t>
            </w:r>
          </w:p>
          <w:p w:rsidR="00DC4148" w:rsidRDefault="00DC4148">
            <w:pPr>
              <w:ind w:right="780"/>
              <w:jc w:val="right"/>
              <w:rPr>
                <w:color w:val="000080"/>
                <w:sz w:val="16"/>
              </w:rPr>
            </w:pPr>
            <w:r>
              <w:rPr>
                <w:color w:val="000080"/>
                <w:sz w:val="16"/>
              </w:rPr>
              <w:t>cadit@cadit.it</w:t>
            </w:r>
          </w:p>
          <w:p w:rsidR="00DC4148" w:rsidRDefault="00DC4148">
            <w:pPr>
              <w:jc w:val="center"/>
            </w:pPr>
          </w:p>
        </w:tc>
        <w:tc>
          <w:tcPr>
            <w:tcW w:w="6662" w:type="dxa"/>
          </w:tcPr>
          <w:p w:rsidR="00DC4148" w:rsidRDefault="00DC4148">
            <w:pPr>
              <w:keepNext/>
              <w:ind w:left="497"/>
              <w:rPr>
                <w:color w:val="000080"/>
              </w:rPr>
            </w:pPr>
            <w:bookmarkStart w:id="0" w:name="Copertina"/>
            <w:bookmarkEnd w:id="0"/>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ind w:left="497"/>
              <w:rPr>
                <w:color w:val="000080"/>
                <w:sz w:val="52"/>
              </w:rPr>
            </w:pPr>
            <w:r>
              <w:rPr>
                <w:color w:val="000080"/>
                <w:sz w:val="52"/>
              </w:rPr>
              <w:fldChar w:fldCharType="begin"/>
            </w:r>
            <w:r>
              <w:rPr>
                <w:color w:val="000080"/>
                <w:sz w:val="52"/>
              </w:rPr>
              <w:instrText xml:space="preserve"> SUBJECT  \* MERGEFORMAT </w:instrText>
            </w:r>
            <w:r>
              <w:rPr>
                <w:color w:val="000080"/>
                <w:sz w:val="52"/>
              </w:rPr>
              <w:fldChar w:fldCharType="separate"/>
            </w:r>
            <w:r>
              <w:rPr>
                <w:color w:val="000080"/>
                <w:sz w:val="52"/>
              </w:rPr>
              <w:t>S E T</w:t>
            </w:r>
          </w:p>
          <w:p w:rsidR="00DC4148" w:rsidRDefault="00DC4148">
            <w:pPr>
              <w:ind w:left="497"/>
              <w:rPr>
                <w:color w:val="000080"/>
                <w:sz w:val="52"/>
              </w:rPr>
            </w:pPr>
            <w:r>
              <w:rPr>
                <w:color w:val="000080"/>
                <w:sz w:val="52"/>
              </w:rPr>
              <w:t xml:space="preserve">Sistema Esazione Tributi </w:t>
            </w:r>
            <w:r>
              <w:rPr>
                <w:color w:val="000080"/>
                <w:sz w:val="52"/>
              </w:rPr>
              <w:fldChar w:fldCharType="end"/>
            </w:r>
          </w:p>
          <w:p w:rsidR="00DC4148" w:rsidRDefault="00DC4148">
            <w:pPr>
              <w:keepNext/>
              <w:ind w:left="497"/>
              <w:rPr>
                <w:color w:val="000080"/>
              </w:rPr>
            </w:pPr>
          </w:p>
          <w:p w:rsidR="00DC4148" w:rsidRDefault="00DC4148">
            <w:pPr>
              <w:keepNext/>
              <w:ind w:left="497"/>
              <w:rPr>
                <w:color w:val="000080"/>
              </w:rPr>
            </w:pPr>
          </w:p>
          <w:p w:rsidR="00DC4148" w:rsidRDefault="00DC4148">
            <w:pPr>
              <w:pStyle w:val="Rientrocorpodeltesto"/>
              <w:ind w:left="497"/>
              <w:rPr>
                <w:rFonts w:ascii="Times New Roman" w:hAnsi="Times New Roman"/>
                <w:sz w:val="40"/>
              </w:rPr>
            </w:pPr>
            <w:r>
              <w:rPr>
                <w:rFonts w:ascii="Times New Roman" w:hAnsi="Times New Roman"/>
                <w:b/>
                <w:sz w:val="40"/>
              </w:rPr>
              <w:fldChar w:fldCharType="begin"/>
            </w:r>
            <w:r>
              <w:rPr>
                <w:rFonts w:ascii="Times New Roman" w:hAnsi="Times New Roman"/>
                <w:b/>
                <w:sz w:val="40"/>
              </w:rPr>
              <w:instrText xml:space="preserve"> TITLE  \* MERGEFORMAT </w:instrText>
            </w:r>
            <w:r>
              <w:rPr>
                <w:rFonts w:ascii="Times New Roman" w:hAnsi="Times New Roman"/>
                <w:b/>
                <w:sz w:val="40"/>
              </w:rPr>
              <w:fldChar w:fldCharType="separate"/>
            </w:r>
            <w:r w:rsidR="007F7604">
              <w:rPr>
                <w:rFonts w:ascii="Times New Roman" w:hAnsi="Times New Roman"/>
                <w:b/>
                <w:sz w:val="40"/>
              </w:rPr>
              <w:t xml:space="preserve">Manuale Utente </w:t>
            </w:r>
            <w:r w:rsidR="00A3769C">
              <w:rPr>
                <w:rFonts w:ascii="Times New Roman" w:hAnsi="Times New Roman"/>
                <w:b/>
                <w:sz w:val="40"/>
              </w:rPr>
              <w:t>City</w:t>
            </w:r>
            <w:r>
              <w:rPr>
                <w:rFonts w:ascii="Times New Roman" w:hAnsi="Times New Roman"/>
                <w:b/>
                <w:sz w:val="40"/>
              </w:rPr>
              <w:fldChar w:fldCharType="end"/>
            </w:r>
          </w:p>
          <w:p w:rsidR="00DC4148" w:rsidRDefault="00DC4148">
            <w:pPr>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tc>
      </w:tr>
    </w:tbl>
    <w:p w:rsidR="00DC4148" w:rsidRDefault="00DC4148">
      <w:pPr>
        <w:jc w:val="left"/>
      </w:pPr>
    </w:p>
    <w:p w:rsidR="00DC4148" w:rsidRDefault="00DC4148">
      <w:pPr>
        <w:jc w:val="center"/>
        <w:rPr>
          <w:sz w:val="24"/>
        </w:rPr>
      </w:pPr>
    </w:p>
    <w:p w:rsidR="00DC4148" w:rsidRDefault="00DC4148">
      <w:pPr>
        <w:jc w:val="center"/>
        <w:rPr>
          <w:sz w:val="24"/>
        </w:rPr>
      </w:pPr>
    </w:p>
    <w:p w:rsidR="00DC4148" w:rsidRDefault="00DC4148">
      <w:pPr>
        <w:jc w:val="center"/>
        <w:rPr>
          <w:sz w:val="24"/>
        </w:rPr>
      </w:pPr>
    </w:p>
    <w:p w:rsidR="00DC4148" w:rsidRDefault="00DC4148">
      <w:pPr>
        <w:sectPr w:rsidR="00DC4148">
          <w:headerReference w:type="even" r:id="rId9"/>
          <w:headerReference w:type="default" r:id="rId10"/>
          <w:footerReference w:type="even" r:id="rId11"/>
          <w:footerReference w:type="default" r:id="rId12"/>
          <w:pgSz w:w="11907" w:h="16840" w:code="9"/>
          <w:pgMar w:top="851" w:right="567" w:bottom="567" w:left="454" w:header="720" w:footer="284" w:gutter="0"/>
          <w:pgNumType w:fmt="upperLetter" w:start="13"/>
          <w:cols w:space="720"/>
          <w:titlePg/>
        </w:sectPr>
      </w:pPr>
    </w:p>
    <w:p w:rsidR="00DC4148" w:rsidRDefault="00DC4148">
      <w:pPr>
        <w:pStyle w:val="titoloNoNum"/>
      </w:pPr>
      <w:bookmarkStart w:id="1" w:name="_Toc417376683"/>
      <w:r>
        <w:lastRenderedPageBreak/>
        <w:t>RIEPILOGO INFORMAZIONI</w:t>
      </w:r>
      <w:bookmarkStart w:id="2" w:name="RiepilogoInfo"/>
      <w:bookmarkEnd w:id="1"/>
      <w:bookmarkEnd w:id="2"/>
    </w:p>
    <w:tbl>
      <w:tblPr>
        <w:tblW w:w="0" w:type="auto"/>
        <w:tblBorders>
          <w:top w:val="single" w:sz="4" w:space="0" w:color="FFFF00"/>
          <w:left w:val="single" w:sz="4" w:space="0" w:color="FFFF00"/>
          <w:bottom w:val="single" w:sz="4" w:space="0" w:color="FFFF00"/>
          <w:right w:val="single" w:sz="4" w:space="0" w:color="FFFF00"/>
          <w:insideH w:val="single" w:sz="6" w:space="0" w:color="FFFF00"/>
          <w:insideV w:val="single" w:sz="6" w:space="0" w:color="FFFF00"/>
        </w:tblBorders>
        <w:tblLayout w:type="fixed"/>
        <w:tblCellMar>
          <w:left w:w="70" w:type="dxa"/>
          <w:right w:w="70" w:type="dxa"/>
        </w:tblCellMar>
        <w:tblLook w:val="0000" w:firstRow="0" w:lastRow="0" w:firstColumn="0" w:lastColumn="0" w:noHBand="0" w:noVBand="0"/>
      </w:tblPr>
      <w:tblGrid>
        <w:gridCol w:w="3402"/>
        <w:gridCol w:w="4536"/>
      </w:tblGrid>
      <w:tr w:rsidR="00DC4148">
        <w:trPr>
          <w:cantSplit/>
        </w:trPr>
        <w:tc>
          <w:tcPr>
            <w:tcW w:w="3402" w:type="dxa"/>
          </w:tcPr>
          <w:p w:rsidR="00DC4148" w:rsidRDefault="00DC4148">
            <w:pPr>
              <w:pStyle w:val="Indice1"/>
              <w:spacing w:before="120" w:after="120"/>
              <w:rPr>
                <w:smallCaps/>
                <w:color w:val="000080"/>
              </w:rPr>
            </w:pPr>
            <w:r>
              <w:rPr>
                <w:smallCaps/>
                <w:color w:val="000080"/>
              </w:rPr>
              <w:t xml:space="preserve">Titolo </w:t>
            </w:r>
          </w:p>
        </w:tc>
        <w:tc>
          <w:tcPr>
            <w:tcW w:w="4536" w:type="dxa"/>
          </w:tcPr>
          <w:p w:rsidR="00DC4148" w:rsidRDefault="00DC108A" w:rsidP="00407551">
            <w:pPr>
              <w:spacing w:before="120" w:after="120"/>
              <w:rPr>
                <w:color w:val="000080"/>
              </w:rPr>
            </w:pPr>
            <w:r>
              <w:rPr>
                <w:color w:val="000080"/>
              </w:rPr>
              <w:t>M</w:t>
            </w:r>
            <w:r w:rsidR="007F7604">
              <w:rPr>
                <w:color w:val="000080"/>
              </w:rPr>
              <w:t xml:space="preserve">anuale </w:t>
            </w:r>
            <w:r w:rsidR="00407551">
              <w:rPr>
                <w:color w:val="000080"/>
              </w:rPr>
              <w:t>U</w:t>
            </w:r>
            <w:r w:rsidR="007F7604">
              <w:rPr>
                <w:color w:val="000080"/>
              </w:rPr>
              <w:t>tente City</w:t>
            </w:r>
          </w:p>
        </w:tc>
      </w:tr>
      <w:tr w:rsidR="00DC4148">
        <w:trPr>
          <w:cantSplit/>
        </w:trPr>
        <w:tc>
          <w:tcPr>
            <w:tcW w:w="3402" w:type="dxa"/>
          </w:tcPr>
          <w:p w:rsidR="00DC4148" w:rsidRDefault="00DC4148">
            <w:pPr>
              <w:spacing w:before="120" w:after="120"/>
              <w:rPr>
                <w:smallCaps/>
                <w:color w:val="000080"/>
                <w:lang w:val="en-US"/>
              </w:rPr>
            </w:pPr>
            <w:proofErr w:type="spellStart"/>
            <w:r>
              <w:rPr>
                <w:smallCaps/>
                <w:color w:val="000080"/>
                <w:lang w:val="en-US"/>
              </w:rPr>
              <w:t>Autore</w:t>
            </w:r>
            <w:proofErr w:type="spellEnd"/>
          </w:p>
        </w:tc>
        <w:tc>
          <w:tcPr>
            <w:tcW w:w="4536" w:type="dxa"/>
          </w:tcPr>
          <w:p w:rsidR="00DC4148" w:rsidRDefault="00DC4148">
            <w:pPr>
              <w:spacing w:before="120" w:after="120"/>
              <w:rPr>
                <w:color w:val="000080"/>
                <w:lang w:val="en-US"/>
              </w:rPr>
            </w:pPr>
            <w:r>
              <w:rPr>
                <w:color w:val="000080"/>
              </w:rPr>
              <w:fldChar w:fldCharType="begin"/>
            </w:r>
            <w:r>
              <w:rPr>
                <w:color w:val="000080"/>
                <w:lang w:val="en-US"/>
              </w:rPr>
              <w:instrText>\AUTHOR</w:instrText>
            </w:r>
            <w:r>
              <w:rPr>
                <w:color w:val="000080"/>
              </w:rPr>
              <w:fldChar w:fldCharType="separate"/>
            </w:r>
            <w:r>
              <w:rPr>
                <w:noProof/>
                <w:color w:val="000080"/>
                <w:lang w:val="en-US"/>
              </w:rPr>
              <w:t>CAD IT</w:t>
            </w:r>
            <w:r>
              <w:rPr>
                <w:color w:val="000080"/>
              </w:rPr>
              <w:fldChar w:fldCharType="end"/>
            </w:r>
          </w:p>
        </w:tc>
      </w:tr>
      <w:tr w:rsidR="00DC4148">
        <w:trPr>
          <w:cantSplit/>
        </w:trPr>
        <w:tc>
          <w:tcPr>
            <w:tcW w:w="3402" w:type="dxa"/>
          </w:tcPr>
          <w:p w:rsidR="00DC4148" w:rsidRDefault="00DC4148">
            <w:pPr>
              <w:spacing w:before="120" w:after="120"/>
              <w:rPr>
                <w:smallCaps/>
                <w:color w:val="000080"/>
              </w:rPr>
            </w:pPr>
            <w:r>
              <w:rPr>
                <w:smallCaps/>
                <w:color w:val="000080"/>
              </w:rPr>
              <w:t>Versione del</w:t>
            </w:r>
          </w:p>
        </w:tc>
        <w:tc>
          <w:tcPr>
            <w:tcW w:w="4536" w:type="dxa"/>
          </w:tcPr>
          <w:p w:rsidR="00DC4148" w:rsidRDefault="007F7604" w:rsidP="007F7604">
            <w:pPr>
              <w:tabs>
                <w:tab w:val="left" w:pos="993"/>
              </w:tabs>
              <w:spacing w:before="120" w:after="120"/>
              <w:rPr>
                <w:b/>
                <w:color w:val="000080"/>
              </w:rPr>
            </w:pPr>
            <w:r>
              <w:rPr>
                <w:b/>
                <w:color w:val="000080"/>
              </w:rPr>
              <w:t>05</w:t>
            </w:r>
            <w:r w:rsidR="0024496E">
              <w:rPr>
                <w:b/>
                <w:color w:val="000080"/>
              </w:rPr>
              <w:t>.0</w:t>
            </w:r>
            <w:r>
              <w:rPr>
                <w:b/>
                <w:color w:val="000080"/>
              </w:rPr>
              <w:t>9</w:t>
            </w:r>
            <w:r w:rsidR="0024496E">
              <w:rPr>
                <w:b/>
                <w:color w:val="000080"/>
              </w:rPr>
              <w:t>.2014</w:t>
            </w:r>
            <w:r w:rsidR="00DC4148">
              <w:rPr>
                <w:b/>
                <w:color w:val="000080"/>
              </w:rPr>
              <w:fldChar w:fldCharType="begin"/>
            </w:r>
            <w:r w:rsidR="00DC4148">
              <w:rPr>
                <w:b/>
                <w:color w:val="000080"/>
              </w:rPr>
              <w:instrText>\COMMENTS</w:instrText>
            </w:r>
            <w:r w:rsidR="00DC4148">
              <w:rPr>
                <w:b/>
                <w:color w:val="000080"/>
              </w:rPr>
              <w:fldChar w:fldCharType="end"/>
            </w:r>
          </w:p>
        </w:tc>
      </w:tr>
      <w:tr w:rsidR="00DC4148">
        <w:trPr>
          <w:cantSplit/>
        </w:trPr>
        <w:tc>
          <w:tcPr>
            <w:tcW w:w="3402" w:type="dxa"/>
          </w:tcPr>
          <w:p w:rsidR="00DC4148" w:rsidRDefault="00DC4148">
            <w:pPr>
              <w:spacing w:before="120" w:after="120"/>
              <w:rPr>
                <w:smallCaps/>
                <w:color w:val="000080"/>
              </w:rPr>
            </w:pPr>
            <w:r>
              <w:rPr>
                <w:smallCaps/>
                <w:color w:val="000080"/>
              </w:rPr>
              <w:t>Nome del File</w:t>
            </w:r>
          </w:p>
        </w:tc>
        <w:tc>
          <w:tcPr>
            <w:tcW w:w="4536" w:type="dxa"/>
          </w:tcPr>
          <w:p w:rsidR="00DC4148" w:rsidRDefault="00DC4148">
            <w:pPr>
              <w:spacing w:before="120" w:after="120"/>
              <w:jc w:val="left"/>
              <w:rPr>
                <w:color w:val="000080"/>
                <w:lang w:val="de-DE"/>
              </w:rPr>
            </w:pPr>
            <w:r>
              <w:rPr>
                <w:color w:val="000080"/>
              </w:rPr>
              <w:fldChar w:fldCharType="begin"/>
            </w:r>
            <w:r>
              <w:rPr>
                <w:color w:val="000080"/>
                <w:lang w:val="de-DE"/>
              </w:rPr>
              <w:instrText xml:space="preserve"> FILENAME \p  \* MERGEFORMAT </w:instrText>
            </w:r>
            <w:r>
              <w:rPr>
                <w:color w:val="000080"/>
              </w:rPr>
              <w:fldChar w:fldCharType="separate"/>
            </w:r>
            <w:r w:rsidR="00407551">
              <w:rPr>
                <w:noProof/>
                <w:color w:val="000080"/>
                <w:lang w:val="de-DE"/>
              </w:rPr>
              <w:t>D:\EquitaliaServizi\NuoviProgetti\SET_DocumentazioneSistema\Documentazione_descrittiva\06_02_ManualeUtenteCity.docx</w:t>
            </w:r>
            <w:r>
              <w:rPr>
                <w:color w:val="000080"/>
              </w:rPr>
              <w:fldChar w:fldCharType="end"/>
            </w:r>
          </w:p>
        </w:tc>
      </w:tr>
      <w:tr w:rsidR="00DC4148">
        <w:trPr>
          <w:cantSplit/>
        </w:trPr>
        <w:tc>
          <w:tcPr>
            <w:tcW w:w="3402" w:type="dxa"/>
          </w:tcPr>
          <w:p w:rsidR="00DC4148" w:rsidRDefault="00DC4148">
            <w:pPr>
              <w:spacing w:before="120" w:after="120"/>
              <w:rPr>
                <w:smallCaps/>
                <w:color w:val="000080"/>
              </w:rPr>
            </w:pPr>
            <w:r>
              <w:rPr>
                <w:smallCaps/>
                <w:color w:val="000080"/>
              </w:rPr>
              <w:t>Modello Impiegato</w:t>
            </w:r>
          </w:p>
        </w:tc>
        <w:tc>
          <w:tcPr>
            <w:tcW w:w="4536" w:type="dxa"/>
          </w:tcPr>
          <w:p w:rsidR="00DC4148" w:rsidRDefault="00DC4148">
            <w:pPr>
              <w:spacing w:before="120" w:after="120"/>
              <w:rPr>
                <w:color w:val="000080"/>
              </w:rPr>
            </w:pPr>
            <w:r>
              <w:rPr>
                <w:color w:val="000080"/>
              </w:rPr>
              <w:fldChar w:fldCharType="begin"/>
            </w:r>
            <w:r>
              <w:rPr>
                <w:color w:val="000080"/>
              </w:rPr>
              <w:instrText>\TEMPLATE</w:instrText>
            </w:r>
            <w:r>
              <w:rPr>
                <w:color w:val="000080"/>
              </w:rPr>
              <w:fldChar w:fldCharType="separate"/>
            </w:r>
            <w:r>
              <w:rPr>
                <w:noProof/>
                <w:color w:val="000080"/>
              </w:rPr>
              <w:t>CADITOPE.DOT</w:t>
            </w:r>
            <w:r>
              <w:rPr>
                <w:color w:val="000080"/>
              </w:rPr>
              <w:fldChar w:fldCharType="end"/>
            </w:r>
          </w:p>
        </w:tc>
      </w:tr>
      <w:tr w:rsidR="00DC4148">
        <w:trPr>
          <w:cantSplit/>
        </w:trPr>
        <w:tc>
          <w:tcPr>
            <w:tcW w:w="3402" w:type="dxa"/>
          </w:tcPr>
          <w:p w:rsidR="00DC4148" w:rsidRDefault="00DC4148">
            <w:pPr>
              <w:spacing w:before="120" w:after="120"/>
              <w:rPr>
                <w:smallCaps/>
                <w:color w:val="000080"/>
              </w:rPr>
            </w:pPr>
            <w:r>
              <w:rPr>
                <w:smallCaps/>
                <w:color w:val="000080"/>
              </w:rPr>
              <w:t>Data di Creazione</w:t>
            </w:r>
          </w:p>
        </w:tc>
        <w:tc>
          <w:tcPr>
            <w:tcW w:w="4536" w:type="dxa"/>
          </w:tcPr>
          <w:p w:rsidR="00DC4148" w:rsidRDefault="00DC4148" w:rsidP="00407551">
            <w:pPr>
              <w:spacing w:before="120" w:after="120"/>
              <w:rPr>
                <w:color w:val="000080"/>
              </w:rPr>
            </w:pPr>
            <w:r>
              <w:rPr>
                <w:color w:val="000080"/>
              </w:rPr>
              <w:fldChar w:fldCharType="begin"/>
            </w:r>
            <w:r>
              <w:rPr>
                <w:color w:val="000080"/>
              </w:rPr>
              <w:instrText xml:space="preserve"> CREATEDATE \@ "dd/MM/yyyy" \* MERGEFORMAT </w:instrText>
            </w:r>
            <w:r>
              <w:rPr>
                <w:color w:val="000080"/>
              </w:rPr>
              <w:fldChar w:fldCharType="separate"/>
            </w:r>
            <w:r w:rsidR="00407551">
              <w:rPr>
                <w:noProof/>
                <w:color w:val="000080"/>
              </w:rPr>
              <w:t>05/09/2014</w:t>
            </w:r>
            <w:r>
              <w:rPr>
                <w:color w:val="000080"/>
              </w:rPr>
              <w:fldChar w:fldCharType="end"/>
            </w:r>
          </w:p>
        </w:tc>
      </w:tr>
      <w:tr w:rsidR="00DC4148">
        <w:trPr>
          <w:cantSplit/>
        </w:trPr>
        <w:tc>
          <w:tcPr>
            <w:tcW w:w="3402" w:type="dxa"/>
          </w:tcPr>
          <w:p w:rsidR="00DC4148" w:rsidRDefault="00DC4148">
            <w:pPr>
              <w:spacing w:before="120" w:after="120"/>
              <w:rPr>
                <w:smallCaps/>
                <w:color w:val="000080"/>
              </w:rPr>
            </w:pPr>
            <w:r>
              <w:rPr>
                <w:smallCaps/>
                <w:color w:val="000080"/>
              </w:rPr>
              <w:t>Approvato da</w:t>
            </w:r>
          </w:p>
        </w:tc>
        <w:tc>
          <w:tcPr>
            <w:tcW w:w="4536" w:type="dxa"/>
          </w:tcPr>
          <w:p w:rsidR="00DC4148" w:rsidRDefault="00DC4148">
            <w:pPr>
              <w:spacing w:before="120" w:after="120"/>
              <w:rPr>
                <w:color w:val="000080"/>
              </w:rPr>
            </w:pPr>
          </w:p>
        </w:tc>
      </w:tr>
      <w:tr w:rsidR="00DC4148">
        <w:trPr>
          <w:cantSplit/>
        </w:trPr>
        <w:tc>
          <w:tcPr>
            <w:tcW w:w="3402" w:type="dxa"/>
          </w:tcPr>
          <w:p w:rsidR="00DC4148" w:rsidRDefault="00DC4148">
            <w:pPr>
              <w:spacing w:before="120" w:after="120"/>
              <w:rPr>
                <w:smallCaps/>
                <w:color w:val="000080"/>
              </w:rPr>
            </w:pPr>
            <w:r>
              <w:rPr>
                <w:smallCaps/>
                <w:color w:val="000080"/>
              </w:rPr>
              <w:t xml:space="preserve">Firma Responsabile </w:t>
            </w:r>
          </w:p>
        </w:tc>
        <w:tc>
          <w:tcPr>
            <w:tcW w:w="4536" w:type="dxa"/>
          </w:tcPr>
          <w:p w:rsidR="00DC4148" w:rsidRDefault="00DC4148">
            <w:pPr>
              <w:spacing w:before="120" w:after="120"/>
              <w:rPr>
                <w:color w:val="000080"/>
              </w:rPr>
            </w:pPr>
          </w:p>
        </w:tc>
      </w:tr>
    </w:tbl>
    <w:p w:rsidR="00DC4148" w:rsidRDefault="00DC4148">
      <w:pPr>
        <w:jc w:val="left"/>
      </w:pPr>
    </w:p>
    <w:p w:rsidR="00DC4148" w:rsidRDefault="00DC4148">
      <w:pPr>
        <w:jc w:val="left"/>
        <w:sectPr w:rsidR="00DC4148">
          <w:headerReference w:type="even" r:id="rId13"/>
          <w:headerReference w:type="default" r:id="rId14"/>
          <w:footerReference w:type="even" r:id="rId15"/>
          <w:footerReference w:type="default" r:id="rId16"/>
          <w:type w:val="oddPage"/>
          <w:pgSz w:w="11907" w:h="16840" w:code="9"/>
          <w:pgMar w:top="1418" w:right="851" w:bottom="1701" w:left="851" w:header="720" w:footer="284" w:gutter="567"/>
          <w:pgNumType w:fmt="lowerRoman" w:start="1"/>
          <w:cols w:space="720"/>
        </w:sectPr>
      </w:pPr>
    </w:p>
    <w:p w:rsidR="00DC108A" w:rsidRDefault="00DC108A" w:rsidP="00DC108A">
      <w:pPr>
        <w:pStyle w:val="titoloNoNum"/>
        <w:keepLines/>
      </w:pPr>
      <w:bookmarkStart w:id="3" w:name="_Toc471215335"/>
      <w:bookmarkStart w:id="4" w:name="_Toc391907779"/>
      <w:bookmarkStart w:id="5" w:name="_Toc64971056"/>
      <w:r>
        <w:lastRenderedPageBreak/>
        <w:t>INDICE</w:t>
      </w:r>
    </w:p>
    <w:p w:rsidR="00AD1873" w:rsidRDefault="00DC108A">
      <w:pPr>
        <w:pStyle w:val="Sommario1"/>
        <w:rPr>
          <w:rFonts w:asciiTheme="minorHAnsi" w:eastAsiaTheme="minorEastAsia" w:hAnsiTheme="minorHAnsi" w:cstheme="minorBidi"/>
          <w:noProof/>
          <w:szCs w:val="22"/>
        </w:rPr>
      </w:pPr>
      <w:r>
        <w:fldChar w:fldCharType="begin"/>
      </w:r>
      <w:r>
        <w:instrText xml:space="preserve"> TOC \o "2-5" \t "Heading 1;Titolo 1" </w:instrText>
      </w:r>
      <w:r>
        <w:fldChar w:fldCharType="separate"/>
      </w:r>
      <w:r w:rsidR="00AD1873">
        <w:rPr>
          <w:noProof/>
        </w:rPr>
        <w:t>1</w:t>
      </w:r>
      <w:r w:rsidR="00AD1873">
        <w:rPr>
          <w:rFonts w:asciiTheme="minorHAnsi" w:eastAsiaTheme="minorEastAsia" w:hAnsiTheme="minorHAnsi" w:cstheme="minorBidi"/>
          <w:noProof/>
          <w:szCs w:val="22"/>
        </w:rPr>
        <w:tab/>
      </w:r>
      <w:r w:rsidR="00AD1873">
        <w:rPr>
          <w:noProof/>
        </w:rPr>
        <w:t>INTRODUZIONE</w:t>
      </w:r>
      <w:r w:rsidR="00AD1873">
        <w:rPr>
          <w:noProof/>
        </w:rPr>
        <w:tab/>
      </w:r>
      <w:r w:rsidR="00AD1873">
        <w:rPr>
          <w:noProof/>
        </w:rPr>
        <w:fldChar w:fldCharType="begin"/>
      </w:r>
      <w:r w:rsidR="00AD1873">
        <w:rPr>
          <w:noProof/>
        </w:rPr>
        <w:instrText xml:space="preserve"> PAGEREF _Toc397613654 \h </w:instrText>
      </w:r>
      <w:r w:rsidR="00AD1873">
        <w:rPr>
          <w:noProof/>
        </w:rPr>
      </w:r>
      <w:r w:rsidR="00AD1873">
        <w:rPr>
          <w:noProof/>
        </w:rPr>
        <w:fldChar w:fldCharType="separate"/>
      </w:r>
      <w:r w:rsidR="00AD1873">
        <w:rPr>
          <w:noProof/>
        </w:rPr>
        <w:t>1</w:t>
      </w:r>
      <w:r w:rsidR="00AD1873">
        <w:rPr>
          <w:noProof/>
        </w:rPr>
        <w:fldChar w:fldCharType="end"/>
      </w:r>
    </w:p>
    <w:p w:rsidR="00AD1873" w:rsidRDefault="00AD1873">
      <w:pPr>
        <w:pStyle w:val="Sommario1"/>
        <w:rPr>
          <w:rFonts w:asciiTheme="minorHAnsi" w:eastAsiaTheme="minorEastAsia" w:hAnsiTheme="minorHAnsi" w:cstheme="minorBidi"/>
          <w:noProof/>
          <w:szCs w:val="22"/>
        </w:rPr>
      </w:pPr>
      <w:r>
        <w:rPr>
          <w:noProof/>
        </w:rPr>
        <w:t>2</w:t>
      </w:r>
      <w:r>
        <w:rPr>
          <w:rFonts w:asciiTheme="minorHAnsi" w:eastAsiaTheme="minorEastAsia" w:hAnsiTheme="minorHAnsi" w:cstheme="minorBidi"/>
          <w:noProof/>
          <w:szCs w:val="22"/>
        </w:rPr>
        <w:tab/>
      </w:r>
      <w:r>
        <w:rPr>
          <w:noProof/>
        </w:rPr>
        <w:t>Organizzazione del manuale</w:t>
      </w:r>
      <w:r>
        <w:rPr>
          <w:noProof/>
        </w:rPr>
        <w:tab/>
      </w:r>
      <w:r>
        <w:rPr>
          <w:noProof/>
        </w:rPr>
        <w:fldChar w:fldCharType="begin"/>
      </w:r>
      <w:r>
        <w:rPr>
          <w:noProof/>
        </w:rPr>
        <w:instrText xml:space="preserve"> PAGEREF _Toc397613655 \h </w:instrText>
      </w:r>
      <w:r>
        <w:rPr>
          <w:noProof/>
        </w:rPr>
      </w:r>
      <w:r>
        <w:rPr>
          <w:noProof/>
        </w:rPr>
        <w:fldChar w:fldCharType="separate"/>
      </w:r>
      <w:r>
        <w:rPr>
          <w:noProof/>
        </w:rPr>
        <w:t>2</w:t>
      </w:r>
      <w:r>
        <w:rPr>
          <w:noProof/>
        </w:rPr>
        <w:fldChar w:fldCharType="end"/>
      </w:r>
    </w:p>
    <w:p w:rsidR="00AD1873" w:rsidRDefault="00AD1873">
      <w:pPr>
        <w:pStyle w:val="Sommario2"/>
        <w:tabs>
          <w:tab w:val="left" w:pos="1134"/>
        </w:tabs>
        <w:rPr>
          <w:rFonts w:asciiTheme="minorHAnsi" w:eastAsiaTheme="minorEastAsia" w:hAnsiTheme="minorHAnsi" w:cstheme="minorBidi"/>
          <w:noProof/>
          <w:szCs w:val="22"/>
        </w:rPr>
      </w:pPr>
      <w:r>
        <w:rPr>
          <w:noProof/>
        </w:rPr>
        <w:t>2.1</w:t>
      </w:r>
      <w:r>
        <w:rPr>
          <w:rFonts w:asciiTheme="minorHAnsi" w:eastAsiaTheme="minorEastAsia" w:hAnsiTheme="minorHAnsi" w:cstheme="minorBidi"/>
          <w:noProof/>
          <w:szCs w:val="22"/>
        </w:rPr>
        <w:tab/>
      </w:r>
      <w:r>
        <w:rPr>
          <w:noProof/>
        </w:rPr>
        <w:t>Schede funzionali</w:t>
      </w:r>
      <w:r>
        <w:rPr>
          <w:noProof/>
        </w:rPr>
        <w:tab/>
      </w:r>
      <w:r>
        <w:rPr>
          <w:noProof/>
        </w:rPr>
        <w:fldChar w:fldCharType="begin"/>
      </w:r>
      <w:r>
        <w:rPr>
          <w:noProof/>
        </w:rPr>
        <w:instrText xml:space="preserve"> PAGEREF _Toc397613656 \h </w:instrText>
      </w:r>
      <w:r>
        <w:rPr>
          <w:noProof/>
        </w:rPr>
      </w:r>
      <w:r>
        <w:rPr>
          <w:noProof/>
        </w:rPr>
        <w:fldChar w:fldCharType="separate"/>
      </w:r>
      <w:r>
        <w:rPr>
          <w:noProof/>
        </w:rPr>
        <w:t>2</w:t>
      </w:r>
      <w:r>
        <w:rPr>
          <w:noProof/>
        </w:rPr>
        <w:fldChar w:fldCharType="end"/>
      </w:r>
    </w:p>
    <w:p w:rsidR="00AD1873" w:rsidRDefault="00AD1873">
      <w:pPr>
        <w:pStyle w:val="Sommario2"/>
        <w:tabs>
          <w:tab w:val="left" w:pos="1134"/>
        </w:tabs>
        <w:rPr>
          <w:rFonts w:asciiTheme="minorHAnsi" w:eastAsiaTheme="minorEastAsia" w:hAnsiTheme="minorHAnsi" w:cstheme="minorBidi"/>
          <w:noProof/>
          <w:szCs w:val="22"/>
        </w:rPr>
      </w:pPr>
      <w:r>
        <w:rPr>
          <w:noProof/>
        </w:rPr>
        <w:t>2.2</w:t>
      </w:r>
      <w:r>
        <w:rPr>
          <w:rFonts w:asciiTheme="minorHAnsi" w:eastAsiaTheme="minorEastAsia" w:hAnsiTheme="minorHAnsi" w:cstheme="minorBidi"/>
          <w:noProof/>
          <w:szCs w:val="22"/>
        </w:rPr>
        <w:tab/>
      </w:r>
      <w:r>
        <w:rPr>
          <w:noProof/>
        </w:rPr>
        <w:t>Visualizzazione delle mappe video</w:t>
      </w:r>
      <w:r>
        <w:rPr>
          <w:noProof/>
        </w:rPr>
        <w:tab/>
      </w:r>
      <w:r>
        <w:rPr>
          <w:noProof/>
        </w:rPr>
        <w:fldChar w:fldCharType="begin"/>
      </w:r>
      <w:r>
        <w:rPr>
          <w:noProof/>
        </w:rPr>
        <w:instrText xml:space="preserve"> PAGEREF _Toc397613657 \h </w:instrText>
      </w:r>
      <w:r>
        <w:rPr>
          <w:noProof/>
        </w:rPr>
      </w:r>
      <w:r>
        <w:rPr>
          <w:noProof/>
        </w:rPr>
        <w:fldChar w:fldCharType="separate"/>
      </w:r>
      <w:r>
        <w:rPr>
          <w:noProof/>
        </w:rPr>
        <w:t>3</w:t>
      </w:r>
      <w:r>
        <w:rPr>
          <w:noProof/>
        </w:rPr>
        <w:fldChar w:fldCharType="end"/>
      </w:r>
    </w:p>
    <w:p w:rsidR="00AD1873" w:rsidRDefault="00AD1873">
      <w:pPr>
        <w:pStyle w:val="Sommario2"/>
        <w:tabs>
          <w:tab w:val="left" w:pos="1134"/>
        </w:tabs>
        <w:rPr>
          <w:rFonts w:asciiTheme="minorHAnsi" w:eastAsiaTheme="minorEastAsia" w:hAnsiTheme="minorHAnsi" w:cstheme="minorBidi"/>
          <w:noProof/>
          <w:szCs w:val="22"/>
        </w:rPr>
      </w:pPr>
      <w:r>
        <w:rPr>
          <w:noProof/>
        </w:rPr>
        <w:t>2.3</w:t>
      </w:r>
      <w:r>
        <w:rPr>
          <w:rFonts w:asciiTheme="minorHAnsi" w:eastAsiaTheme="minorEastAsia" w:hAnsiTheme="minorHAnsi" w:cstheme="minorBidi"/>
          <w:noProof/>
          <w:szCs w:val="22"/>
        </w:rPr>
        <w:tab/>
      </w:r>
      <w:r>
        <w:rPr>
          <w:noProof/>
        </w:rPr>
        <w:t>Descrizione dei campi</w:t>
      </w:r>
      <w:r>
        <w:rPr>
          <w:noProof/>
        </w:rPr>
        <w:tab/>
      </w:r>
      <w:r>
        <w:rPr>
          <w:noProof/>
        </w:rPr>
        <w:fldChar w:fldCharType="begin"/>
      </w:r>
      <w:r>
        <w:rPr>
          <w:noProof/>
        </w:rPr>
        <w:instrText xml:space="preserve"> PAGEREF _Toc397613658 \h </w:instrText>
      </w:r>
      <w:r>
        <w:rPr>
          <w:noProof/>
        </w:rPr>
      </w:r>
      <w:r>
        <w:rPr>
          <w:noProof/>
        </w:rPr>
        <w:fldChar w:fldCharType="separate"/>
      </w:r>
      <w:r>
        <w:rPr>
          <w:noProof/>
        </w:rPr>
        <w:t>3</w:t>
      </w:r>
      <w:r>
        <w:rPr>
          <w:noProof/>
        </w:rPr>
        <w:fldChar w:fldCharType="end"/>
      </w:r>
    </w:p>
    <w:p w:rsidR="00AD1873" w:rsidRDefault="00AD1873">
      <w:pPr>
        <w:pStyle w:val="Sommario1"/>
        <w:rPr>
          <w:rFonts w:asciiTheme="minorHAnsi" w:eastAsiaTheme="minorEastAsia" w:hAnsiTheme="minorHAnsi" w:cstheme="minorBidi"/>
          <w:noProof/>
          <w:szCs w:val="22"/>
        </w:rPr>
      </w:pPr>
      <w:r>
        <w:rPr>
          <w:noProof/>
        </w:rPr>
        <w:t>3</w:t>
      </w:r>
      <w:r>
        <w:rPr>
          <w:rFonts w:asciiTheme="minorHAnsi" w:eastAsiaTheme="minorEastAsia" w:hAnsiTheme="minorHAnsi" w:cstheme="minorBidi"/>
          <w:noProof/>
          <w:szCs w:val="22"/>
        </w:rPr>
        <w:tab/>
      </w:r>
      <w:r>
        <w:rPr>
          <w:noProof/>
        </w:rPr>
        <w:t>Generalità sulle funzioni</w:t>
      </w:r>
      <w:r>
        <w:rPr>
          <w:noProof/>
        </w:rPr>
        <w:tab/>
      </w:r>
      <w:r>
        <w:rPr>
          <w:noProof/>
        </w:rPr>
        <w:fldChar w:fldCharType="begin"/>
      </w:r>
      <w:r>
        <w:rPr>
          <w:noProof/>
        </w:rPr>
        <w:instrText xml:space="preserve"> PAGEREF _Toc397613659 \h </w:instrText>
      </w:r>
      <w:r>
        <w:rPr>
          <w:noProof/>
        </w:rPr>
      </w:r>
      <w:r>
        <w:rPr>
          <w:noProof/>
        </w:rPr>
        <w:fldChar w:fldCharType="separate"/>
      </w:r>
      <w:r>
        <w:rPr>
          <w:noProof/>
        </w:rPr>
        <w:t>5</w:t>
      </w:r>
      <w:r>
        <w:rPr>
          <w:noProof/>
        </w:rPr>
        <w:fldChar w:fldCharType="end"/>
      </w:r>
    </w:p>
    <w:p w:rsidR="00AD1873" w:rsidRDefault="00AD1873">
      <w:pPr>
        <w:pStyle w:val="Sommario2"/>
        <w:tabs>
          <w:tab w:val="left" w:pos="1134"/>
        </w:tabs>
        <w:rPr>
          <w:rFonts w:asciiTheme="minorHAnsi" w:eastAsiaTheme="minorEastAsia" w:hAnsiTheme="minorHAnsi" w:cstheme="minorBidi"/>
          <w:noProof/>
          <w:szCs w:val="22"/>
        </w:rPr>
      </w:pPr>
      <w:r>
        <w:rPr>
          <w:noProof/>
        </w:rPr>
        <w:t>3.1</w:t>
      </w:r>
      <w:r>
        <w:rPr>
          <w:rFonts w:asciiTheme="minorHAnsi" w:eastAsiaTheme="minorEastAsia" w:hAnsiTheme="minorHAnsi" w:cstheme="minorBidi"/>
          <w:noProof/>
          <w:szCs w:val="22"/>
        </w:rPr>
        <w:tab/>
      </w:r>
      <w:r>
        <w:rPr>
          <w:noProof/>
        </w:rPr>
        <w:t>Identificazione delle funzioni</w:t>
      </w:r>
      <w:r>
        <w:rPr>
          <w:noProof/>
        </w:rPr>
        <w:tab/>
      </w:r>
      <w:r>
        <w:rPr>
          <w:noProof/>
        </w:rPr>
        <w:fldChar w:fldCharType="begin"/>
      </w:r>
      <w:r>
        <w:rPr>
          <w:noProof/>
        </w:rPr>
        <w:instrText xml:space="preserve"> PAGEREF _Toc397613660 \h </w:instrText>
      </w:r>
      <w:r>
        <w:rPr>
          <w:noProof/>
        </w:rPr>
      </w:r>
      <w:r>
        <w:rPr>
          <w:noProof/>
        </w:rPr>
        <w:fldChar w:fldCharType="separate"/>
      </w:r>
      <w:r>
        <w:rPr>
          <w:noProof/>
        </w:rPr>
        <w:t>5</w:t>
      </w:r>
      <w:r>
        <w:rPr>
          <w:noProof/>
        </w:rPr>
        <w:fldChar w:fldCharType="end"/>
      </w:r>
    </w:p>
    <w:p w:rsidR="00AD1873" w:rsidRDefault="00AD1873">
      <w:pPr>
        <w:pStyle w:val="Sommario2"/>
        <w:tabs>
          <w:tab w:val="left" w:pos="1134"/>
        </w:tabs>
        <w:rPr>
          <w:rFonts w:asciiTheme="minorHAnsi" w:eastAsiaTheme="minorEastAsia" w:hAnsiTheme="minorHAnsi" w:cstheme="minorBidi"/>
          <w:noProof/>
          <w:szCs w:val="22"/>
        </w:rPr>
      </w:pPr>
      <w:r>
        <w:rPr>
          <w:noProof/>
        </w:rPr>
        <w:t>3.2</w:t>
      </w:r>
      <w:r>
        <w:rPr>
          <w:rFonts w:asciiTheme="minorHAnsi" w:eastAsiaTheme="minorEastAsia" w:hAnsiTheme="minorHAnsi" w:cstheme="minorBidi"/>
          <w:noProof/>
          <w:szCs w:val="22"/>
        </w:rPr>
        <w:tab/>
      </w:r>
      <w:r>
        <w:rPr>
          <w:noProof/>
        </w:rPr>
        <w:t>Interfaccia utente</w:t>
      </w:r>
      <w:r>
        <w:rPr>
          <w:noProof/>
        </w:rPr>
        <w:tab/>
      </w:r>
      <w:r>
        <w:rPr>
          <w:noProof/>
        </w:rPr>
        <w:fldChar w:fldCharType="begin"/>
      </w:r>
      <w:r>
        <w:rPr>
          <w:noProof/>
        </w:rPr>
        <w:instrText xml:space="preserve"> PAGEREF _Toc397613661 \h </w:instrText>
      </w:r>
      <w:r>
        <w:rPr>
          <w:noProof/>
        </w:rPr>
      </w:r>
      <w:r>
        <w:rPr>
          <w:noProof/>
        </w:rPr>
        <w:fldChar w:fldCharType="separate"/>
      </w:r>
      <w:r>
        <w:rPr>
          <w:noProof/>
        </w:rPr>
        <w:t>5</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3.2.1</w:t>
      </w:r>
      <w:r>
        <w:rPr>
          <w:rFonts w:asciiTheme="minorHAnsi" w:eastAsiaTheme="minorEastAsia" w:hAnsiTheme="minorHAnsi" w:cstheme="minorBidi"/>
          <w:noProof/>
          <w:szCs w:val="22"/>
        </w:rPr>
        <w:tab/>
      </w:r>
      <w:r>
        <w:rPr>
          <w:noProof/>
        </w:rPr>
        <w:t>Configurazione Video</w:t>
      </w:r>
      <w:r>
        <w:rPr>
          <w:noProof/>
        </w:rPr>
        <w:tab/>
      </w:r>
      <w:r>
        <w:rPr>
          <w:noProof/>
        </w:rPr>
        <w:fldChar w:fldCharType="begin"/>
      </w:r>
      <w:r>
        <w:rPr>
          <w:noProof/>
        </w:rPr>
        <w:instrText xml:space="preserve"> PAGEREF _Toc397613662 \h </w:instrText>
      </w:r>
      <w:r>
        <w:rPr>
          <w:noProof/>
        </w:rPr>
      </w:r>
      <w:r>
        <w:rPr>
          <w:noProof/>
        </w:rPr>
        <w:fldChar w:fldCharType="separate"/>
      </w:r>
      <w:r>
        <w:rPr>
          <w:noProof/>
        </w:rPr>
        <w:t>5</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3.2.2</w:t>
      </w:r>
      <w:r>
        <w:rPr>
          <w:rFonts w:asciiTheme="minorHAnsi" w:eastAsiaTheme="minorEastAsia" w:hAnsiTheme="minorHAnsi" w:cstheme="minorBidi"/>
          <w:noProof/>
          <w:szCs w:val="22"/>
        </w:rPr>
        <w:tab/>
      </w:r>
      <w:r>
        <w:rPr>
          <w:noProof/>
        </w:rPr>
        <w:t>Tasti funzionali</w:t>
      </w:r>
      <w:r>
        <w:rPr>
          <w:noProof/>
        </w:rPr>
        <w:tab/>
      </w:r>
      <w:r>
        <w:rPr>
          <w:noProof/>
        </w:rPr>
        <w:fldChar w:fldCharType="begin"/>
      </w:r>
      <w:r>
        <w:rPr>
          <w:noProof/>
        </w:rPr>
        <w:instrText xml:space="preserve"> PAGEREF _Toc397613663 \h </w:instrText>
      </w:r>
      <w:r>
        <w:rPr>
          <w:noProof/>
        </w:rPr>
      </w:r>
      <w:r>
        <w:rPr>
          <w:noProof/>
        </w:rPr>
        <w:fldChar w:fldCharType="separate"/>
      </w:r>
      <w:r>
        <w:rPr>
          <w:noProof/>
        </w:rPr>
        <w:t>6</w:t>
      </w:r>
      <w:r>
        <w:rPr>
          <w:noProof/>
        </w:rPr>
        <w:fldChar w:fldCharType="end"/>
      </w:r>
    </w:p>
    <w:p w:rsidR="00AD1873" w:rsidRDefault="00AD1873">
      <w:pPr>
        <w:pStyle w:val="Sommario1"/>
        <w:rPr>
          <w:rFonts w:asciiTheme="minorHAnsi" w:eastAsiaTheme="minorEastAsia" w:hAnsiTheme="minorHAnsi" w:cstheme="minorBidi"/>
          <w:noProof/>
          <w:szCs w:val="22"/>
        </w:rPr>
      </w:pPr>
      <w:r>
        <w:rPr>
          <w:noProof/>
        </w:rPr>
        <w:t>4</w:t>
      </w:r>
      <w:r>
        <w:rPr>
          <w:rFonts w:asciiTheme="minorHAnsi" w:eastAsiaTheme="minorEastAsia" w:hAnsiTheme="minorHAnsi" w:cstheme="minorBidi"/>
          <w:noProof/>
          <w:szCs w:val="22"/>
        </w:rPr>
        <w:tab/>
      </w:r>
      <w:r>
        <w:rPr>
          <w:noProof/>
        </w:rPr>
        <w:t>Sessioni logiche di lavoro</w:t>
      </w:r>
      <w:r>
        <w:rPr>
          <w:noProof/>
        </w:rPr>
        <w:tab/>
      </w:r>
      <w:r>
        <w:rPr>
          <w:noProof/>
        </w:rPr>
        <w:fldChar w:fldCharType="begin"/>
      </w:r>
      <w:r>
        <w:rPr>
          <w:noProof/>
        </w:rPr>
        <w:instrText xml:space="preserve"> PAGEREF _Toc397613664 \h </w:instrText>
      </w:r>
      <w:r>
        <w:rPr>
          <w:noProof/>
        </w:rPr>
      </w:r>
      <w:r>
        <w:rPr>
          <w:noProof/>
        </w:rPr>
        <w:fldChar w:fldCharType="separate"/>
      </w:r>
      <w:r>
        <w:rPr>
          <w:noProof/>
        </w:rPr>
        <w:t>8</w:t>
      </w:r>
      <w:r>
        <w:rPr>
          <w:noProof/>
        </w:rPr>
        <w:fldChar w:fldCharType="end"/>
      </w:r>
    </w:p>
    <w:p w:rsidR="00AD1873" w:rsidRDefault="00AD1873">
      <w:pPr>
        <w:pStyle w:val="Sommario2"/>
        <w:tabs>
          <w:tab w:val="left" w:pos="1134"/>
        </w:tabs>
        <w:rPr>
          <w:rFonts w:asciiTheme="minorHAnsi" w:eastAsiaTheme="minorEastAsia" w:hAnsiTheme="minorHAnsi" w:cstheme="minorBidi"/>
          <w:noProof/>
          <w:szCs w:val="22"/>
        </w:rPr>
      </w:pPr>
      <w:r>
        <w:rPr>
          <w:noProof/>
        </w:rPr>
        <w:t>4.1</w:t>
      </w:r>
      <w:r>
        <w:rPr>
          <w:rFonts w:asciiTheme="minorHAnsi" w:eastAsiaTheme="minorEastAsia" w:hAnsiTheme="minorHAnsi" w:cstheme="minorBidi"/>
          <w:noProof/>
          <w:szCs w:val="22"/>
        </w:rPr>
        <w:tab/>
      </w:r>
      <w:r>
        <w:rPr>
          <w:noProof/>
        </w:rPr>
        <w:t>Apertura sessione</w:t>
      </w:r>
      <w:r>
        <w:rPr>
          <w:noProof/>
        </w:rPr>
        <w:tab/>
      </w:r>
      <w:r>
        <w:rPr>
          <w:noProof/>
        </w:rPr>
        <w:fldChar w:fldCharType="begin"/>
      </w:r>
      <w:r>
        <w:rPr>
          <w:noProof/>
        </w:rPr>
        <w:instrText xml:space="preserve"> PAGEREF _Toc397613665 \h </w:instrText>
      </w:r>
      <w:r>
        <w:rPr>
          <w:noProof/>
        </w:rPr>
      </w:r>
      <w:r>
        <w:rPr>
          <w:noProof/>
        </w:rPr>
        <w:fldChar w:fldCharType="separate"/>
      </w:r>
      <w:r>
        <w:rPr>
          <w:noProof/>
        </w:rPr>
        <w:t>8</w:t>
      </w:r>
      <w:r>
        <w:rPr>
          <w:noProof/>
        </w:rPr>
        <w:fldChar w:fldCharType="end"/>
      </w:r>
    </w:p>
    <w:p w:rsidR="00AD1873" w:rsidRDefault="00AD1873">
      <w:pPr>
        <w:pStyle w:val="Sommario2"/>
        <w:tabs>
          <w:tab w:val="left" w:pos="1134"/>
        </w:tabs>
        <w:rPr>
          <w:rFonts w:asciiTheme="minorHAnsi" w:eastAsiaTheme="minorEastAsia" w:hAnsiTheme="minorHAnsi" w:cstheme="minorBidi"/>
          <w:noProof/>
          <w:szCs w:val="22"/>
        </w:rPr>
      </w:pPr>
      <w:r>
        <w:rPr>
          <w:noProof/>
        </w:rPr>
        <w:t>4.2</w:t>
      </w:r>
      <w:r>
        <w:rPr>
          <w:rFonts w:asciiTheme="minorHAnsi" w:eastAsiaTheme="minorEastAsia" w:hAnsiTheme="minorHAnsi" w:cstheme="minorBidi"/>
          <w:noProof/>
          <w:szCs w:val="22"/>
        </w:rPr>
        <w:tab/>
      </w:r>
      <w:r>
        <w:rPr>
          <w:noProof/>
        </w:rPr>
        <w:t>Cambio sessione</w:t>
      </w:r>
      <w:r>
        <w:rPr>
          <w:noProof/>
        </w:rPr>
        <w:tab/>
      </w:r>
      <w:r>
        <w:rPr>
          <w:noProof/>
        </w:rPr>
        <w:fldChar w:fldCharType="begin"/>
      </w:r>
      <w:r>
        <w:rPr>
          <w:noProof/>
        </w:rPr>
        <w:instrText xml:space="preserve"> PAGEREF _Toc397613666 \h </w:instrText>
      </w:r>
      <w:r>
        <w:rPr>
          <w:noProof/>
        </w:rPr>
      </w:r>
      <w:r>
        <w:rPr>
          <w:noProof/>
        </w:rPr>
        <w:fldChar w:fldCharType="separate"/>
      </w:r>
      <w:r>
        <w:rPr>
          <w:noProof/>
        </w:rPr>
        <w:t>8</w:t>
      </w:r>
      <w:r>
        <w:rPr>
          <w:noProof/>
        </w:rPr>
        <w:fldChar w:fldCharType="end"/>
      </w:r>
    </w:p>
    <w:p w:rsidR="00AD1873" w:rsidRDefault="00AD1873">
      <w:pPr>
        <w:pStyle w:val="Sommario2"/>
        <w:tabs>
          <w:tab w:val="left" w:pos="1134"/>
        </w:tabs>
        <w:rPr>
          <w:rFonts w:asciiTheme="minorHAnsi" w:eastAsiaTheme="minorEastAsia" w:hAnsiTheme="minorHAnsi" w:cstheme="minorBidi"/>
          <w:noProof/>
          <w:szCs w:val="22"/>
        </w:rPr>
      </w:pPr>
      <w:r>
        <w:rPr>
          <w:noProof/>
        </w:rPr>
        <w:t>4.3</w:t>
      </w:r>
      <w:r>
        <w:rPr>
          <w:rFonts w:asciiTheme="minorHAnsi" w:eastAsiaTheme="minorEastAsia" w:hAnsiTheme="minorHAnsi" w:cstheme="minorBidi"/>
          <w:noProof/>
          <w:szCs w:val="22"/>
        </w:rPr>
        <w:tab/>
      </w:r>
      <w:r>
        <w:rPr>
          <w:noProof/>
        </w:rPr>
        <w:t>Chiusura sessione</w:t>
      </w:r>
      <w:r>
        <w:rPr>
          <w:noProof/>
        </w:rPr>
        <w:tab/>
      </w:r>
      <w:r>
        <w:rPr>
          <w:noProof/>
        </w:rPr>
        <w:fldChar w:fldCharType="begin"/>
      </w:r>
      <w:r>
        <w:rPr>
          <w:noProof/>
        </w:rPr>
        <w:instrText xml:space="preserve"> PAGEREF _Toc397613667 \h </w:instrText>
      </w:r>
      <w:r>
        <w:rPr>
          <w:noProof/>
        </w:rPr>
      </w:r>
      <w:r>
        <w:rPr>
          <w:noProof/>
        </w:rPr>
        <w:fldChar w:fldCharType="separate"/>
      </w:r>
      <w:r>
        <w:rPr>
          <w:noProof/>
        </w:rPr>
        <w:t>8</w:t>
      </w:r>
      <w:r>
        <w:rPr>
          <w:noProof/>
        </w:rPr>
        <w:fldChar w:fldCharType="end"/>
      </w:r>
    </w:p>
    <w:p w:rsidR="00AD1873" w:rsidRDefault="00AD1873">
      <w:pPr>
        <w:pStyle w:val="Sommario1"/>
        <w:rPr>
          <w:rFonts w:asciiTheme="minorHAnsi" w:eastAsiaTheme="minorEastAsia" w:hAnsiTheme="minorHAnsi" w:cstheme="minorBidi"/>
          <w:noProof/>
          <w:szCs w:val="22"/>
        </w:rPr>
      </w:pPr>
      <w:r>
        <w:rPr>
          <w:noProof/>
        </w:rPr>
        <w:t>5</w:t>
      </w:r>
      <w:r>
        <w:rPr>
          <w:rFonts w:asciiTheme="minorHAnsi" w:eastAsiaTheme="minorEastAsia" w:hAnsiTheme="minorHAnsi" w:cstheme="minorBidi"/>
          <w:noProof/>
          <w:szCs w:val="22"/>
        </w:rPr>
        <w:tab/>
      </w:r>
      <w:r>
        <w:rPr>
          <w:noProof/>
        </w:rPr>
        <w:t>Elenco delle funzioni</w:t>
      </w:r>
      <w:r>
        <w:rPr>
          <w:noProof/>
        </w:rPr>
        <w:tab/>
      </w:r>
      <w:r>
        <w:rPr>
          <w:noProof/>
        </w:rPr>
        <w:fldChar w:fldCharType="begin"/>
      </w:r>
      <w:r>
        <w:rPr>
          <w:noProof/>
        </w:rPr>
        <w:instrText xml:space="preserve"> PAGEREF _Toc397613668 \h </w:instrText>
      </w:r>
      <w:r>
        <w:rPr>
          <w:noProof/>
        </w:rPr>
      </w:r>
      <w:r>
        <w:rPr>
          <w:noProof/>
        </w:rPr>
        <w:fldChar w:fldCharType="separate"/>
      </w:r>
      <w:r>
        <w:rPr>
          <w:noProof/>
        </w:rPr>
        <w:t>9</w:t>
      </w:r>
      <w:r>
        <w:rPr>
          <w:noProof/>
        </w:rPr>
        <w:fldChar w:fldCharType="end"/>
      </w:r>
    </w:p>
    <w:p w:rsidR="00AD1873" w:rsidRDefault="00AD1873">
      <w:pPr>
        <w:pStyle w:val="Sommario2"/>
        <w:tabs>
          <w:tab w:val="left" w:pos="1134"/>
        </w:tabs>
        <w:rPr>
          <w:rFonts w:asciiTheme="minorHAnsi" w:eastAsiaTheme="minorEastAsia" w:hAnsiTheme="minorHAnsi" w:cstheme="minorBidi"/>
          <w:noProof/>
          <w:szCs w:val="22"/>
        </w:rPr>
      </w:pPr>
      <w:r>
        <w:rPr>
          <w:noProof/>
        </w:rPr>
        <w:t>5.1</w:t>
      </w:r>
      <w:r>
        <w:rPr>
          <w:rFonts w:asciiTheme="minorHAnsi" w:eastAsiaTheme="minorEastAsia" w:hAnsiTheme="minorHAnsi" w:cstheme="minorBidi"/>
          <w:noProof/>
          <w:szCs w:val="22"/>
        </w:rPr>
        <w:tab/>
      </w:r>
      <w:r>
        <w:rPr>
          <w:noProof/>
        </w:rPr>
        <w:t>Gestione Associazione Stampanti (APRT)</w:t>
      </w:r>
      <w:r>
        <w:rPr>
          <w:noProof/>
        </w:rPr>
        <w:tab/>
      </w:r>
      <w:r>
        <w:rPr>
          <w:noProof/>
        </w:rPr>
        <w:fldChar w:fldCharType="begin"/>
      </w:r>
      <w:r>
        <w:rPr>
          <w:noProof/>
        </w:rPr>
        <w:instrText xml:space="preserve"> PAGEREF _Toc397613669 \h </w:instrText>
      </w:r>
      <w:r>
        <w:rPr>
          <w:noProof/>
        </w:rPr>
      </w:r>
      <w:r>
        <w:rPr>
          <w:noProof/>
        </w:rPr>
        <w:fldChar w:fldCharType="separate"/>
      </w:r>
      <w:r>
        <w:rPr>
          <w:noProof/>
        </w:rPr>
        <w:t>10</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5.1.1</w:t>
      </w:r>
      <w:r>
        <w:rPr>
          <w:rFonts w:asciiTheme="minorHAnsi" w:eastAsiaTheme="minorEastAsia" w:hAnsiTheme="minorHAnsi" w:cstheme="minorBidi"/>
          <w:noProof/>
          <w:szCs w:val="22"/>
        </w:rPr>
        <w:tab/>
      </w:r>
      <w:r>
        <w:rPr>
          <w:noProof/>
        </w:rPr>
        <w:t>Utilizzo della transazione</w:t>
      </w:r>
      <w:r>
        <w:rPr>
          <w:noProof/>
        </w:rPr>
        <w:tab/>
      </w:r>
      <w:r>
        <w:rPr>
          <w:noProof/>
        </w:rPr>
        <w:fldChar w:fldCharType="begin"/>
      </w:r>
      <w:r>
        <w:rPr>
          <w:noProof/>
        </w:rPr>
        <w:instrText xml:space="preserve"> PAGEREF _Toc397613670 \h </w:instrText>
      </w:r>
      <w:r>
        <w:rPr>
          <w:noProof/>
        </w:rPr>
      </w:r>
      <w:r>
        <w:rPr>
          <w:noProof/>
        </w:rPr>
        <w:fldChar w:fldCharType="separate"/>
      </w:r>
      <w:r>
        <w:rPr>
          <w:noProof/>
        </w:rPr>
        <w:t>10</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5.1.2</w:t>
      </w:r>
      <w:r>
        <w:rPr>
          <w:rFonts w:asciiTheme="minorHAnsi" w:eastAsiaTheme="minorEastAsia" w:hAnsiTheme="minorHAnsi" w:cstheme="minorBidi"/>
          <w:noProof/>
          <w:szCs w:val="22"/>
        </w:rPr>
        <w:tab/>
      </w:r>
      <w:r>
        <w:rPr>
          <w:noProof/>
        </w:rPr>
        <w:t>Interfaccia utente</w:t>
      </w:r>
      <w:r>
        <w:rPr>
          <w:noProof/>
        </w:rPr>
        <w:tab/>
      </w:r>
      <w:r>
        <w:rPr>
          <w:noProof/>
        </w:rPr>
        <w:fldChar w:fldCharType="begin"/>
      </w:r>
      <w:r>
        <w:rPr>
          <w:noProof/>
        </w:rPr>
        <w:instrText xml:space="preserve"> PAGEREF _Toc397613671 \h </w:instrText>
      </w:r>
      <w:r>
        <w:rPr>
          <w:noProof/>
        </w:rPr>
      </w:r>
      <w:r>
        <w:rPr>
          <w:noProof/>
        </w:rPr>
        <w:fldChar w:fldCharType="separate"/>
      </w:r>
      <w:r>
        <w:rPr>
          <w:noProof/>
        </w:rPr>
        <w:t>11</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5.1.3</w:t>
      </w:r>
      <w:r>
        <w:rPr>
          <w:rFonts w:asciiTheme="minorHAnsi" w:eastAsiaTheme="minorEastAsia" w:hAnsiTheme="minorHAnsi" w:cstheme="minorBidi"/>
          <w:noProof/>
          <w:szCs w:val="22"/>
        </w:rPr>
        <w:tab/>
      </w:r>
      <w:r>
        <w:rPr>
          <w:noProof/>
        </w:rPr>
        <w:t>Funzioni associate</w:t>
      </w:r>
      <w:r>
        <w:rPr>
          <w:noProof/>
        </w:rPr>
        <w:tab/>
      </w:r>
      <w:r>
        <w:rPr>
          <w:noProof/>
        </w:rPr>
        <w:fldChar w:fldCharType="begin"/>
      </w:r>
      <w:r>
        <w:rPr>
          <w:noProof/>
        </w:rPr>
        <w:instrText xml:space="preserve"> PAGEREF _Toc397613672 \h </w:instrText>
      </w:r>
      <w:r>
        <w:rPr>
          <w:noProof/>
        </w:rPr>
      </w:r>
      <w:r>
        <w:rPr>
          <w:noProof/>
        </w:rPr>
        <w:fldChar w:fldCharType="separate"/>
      </w:r>
      <w:r>
        <w:rPr>
          <w:noProof/>
        </w:rPr>
        <w:t>12</w:t>
      </w:r>
      <w:r>
        <w:rPr>
          <w:noProof/>
        </w:rPr>
        <w:fldChar w:fldCharType="end"/>
      </w:r>
    </w:p>
    <w:p w:rsidR="00AD1873" w:rsidRDefault="00AD1873">
      <w:pPr>
        <w:pStyle w:val="Sommario2"/>
        <w:tabs>
          <w:tab w:val="left" w:pos="1134"/>
        </w:tabs>
        <w:rPr>
          <w:rFonts w:asciiTheme="minorHAnsi" w:eastAsiaTheme="minorEastAsia" w:hAnsiTheme="minorHAnsi" w:cstheme="minorBidi"/>
          <w:noProof/>
          <w:szCs w:val="22"/>
        </w:rPr>
      </w:pPr>
      <w:r>
        <w:rPr>
          <w:noProof/>
        </w:rPr>
        <w:t>5.2</w:t>
      </w:r>
      <w:r>
        <w:rPr>
          <w:rFonts w:asciiTheme="minorHAnsi" w:eastAsiaTheme="minorEastAsia" w:hAnsiTheme="minorHAnsi" w:cstheme="minorBidi"/>
          <w:noProof/>
          <w:szCs w:val="22"/>
        </w:rPr>
        <w:tab/>
      </w:r>
      <w:r>
        <w:rPr>
          <w:noProof/>
        </w:rPr>
        <w:t>Controllo Associazione Stampanti (CPRT)</w:t>
      </w:r>
      <w:r>
        <w:rPr>
          <w:noProof/>
        </w:rPr>
        <w:tab/>
      </w:r>
      <w:r>
        <w:rPr>
          <w:noProof/>
        </w:rPr>
        <w:fldChar w:fldCharType="begin"/>
      </w:r>
      <w:r>
        <w:rPr>
          <w:noProof/>
        </w:rPr>
        <w:instrText xml:space="preserve"> PAGEREF _Toc397613673 \h </w:instrText>
      </w:r>
      <w:r>
        <w:rPr>
          <w:noProof/>
        </w:rPr>
      </w:r>
      <w:r>
        <w:rPr>
          <w:noProof/>
        </w:rPr>
        <w:fldChar w:fldCharType="separate"/>
      </w:r>
      <w:r>
        <w:rPr>
          <w:noProof/>
        </w:rPr>
        <w:t>13</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5.2.1</w:t>
      </w:r>
      <w:r>
        <w:rPr>
          <w:rFonts w:asciiTheme="minorHAnsi" w:eastAsiaTheme="minorEastAsia" w:hAnsiTheme="minorHAnsi" w:cstheme="minorBidi"/>
          <w:noProof/>
          <w:szCs w:val="22"/>
        </w:rPr>
        <w:tab/>
      </w:r>
      <w:r>
        <w:rPr>
          <w:noProof/>
        </w:rPr>
        <w:t>Utilizzo della transazione</w:t>
      </w:r>
      <w:r>
        <w:rPr>
          <w:noProof/>
        </w:rPr>
        <w:tab/>
      </w:r>
      <w:r>
        <w:rPr>
          <w:noProof/>
        </w:rPr>
        <w:fldChar w:fldCharType="begin"/>
      </w:r>
      <w:r>
        <w:rPr>
          <w:noProof/>
        </w:rPr>
        <w:instrText xml:space="preserve"> PAGEREF _Toc397613674 \h </w:instrText>
      </w:r>
      <w:r>
        <w:rPr>
          <w:noProof/>
        </w:rPr>
      </w:r>
      <w:r>
        <w:rPr>
          <w:noProof/>
        </w:rPr>
        <w:fldChar w:fldCharType="separate"/>
      </w:r>
      <w:r>
        <w:rPr>
          <w:noProof/>
        </w:rPr>
        <w:t>13</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5.2.2</w:t>
      </w:r>
      <w:r>
        <w:rPr>
          <w:rFonts w:asciiTheme="minorHAnsi" w:eastAsiaTheme="minorEastAsia" w:hAnsiTheme="minorHAnsi" w:cstheme="minorBidi"/>
          <w:noProof/>
          <w:szCs w:val="22"/>
        </w:rPr>
        <w:tab/>
      </w:r>
      <w:r>
        <w:rPr>
          <w:noProof/>
        </w:rPr>
        <w:t>Interfaccia utente</w:t>
      </w:r>
      <w:r>
        <w:rPr>
          <w:noProof/>
        </w:rPr>
        <w:tab/>
      </w:r>
      <w:r>
        <w:rPr>
          <w:noProof/>
        </w:rPr>
        <w:fldChar w:fldCharType="begin"/>
      </w:r>
      <w:r>
        <w:rPr>
          <w:noProof/>
        </w:rPr>
        <w:instrText xml:space="preserve"> PAGEREF _Toc397613675 \h </w:instrText>
      </w:r>
      <w:r>
        <w:rPr>
          <w:noProof/>
        </w:rPr>
      </w:r>
      <w:r>
        <w:rPr>
          <w:noProof/>
        </w:rPr>
        <w:fldChar w:fldCharType="separate"/>
      </w:r>
      <w:r>
        <w:rPr>
          <w:noProof/>
        </w:rPr>
        <w:t>13</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5.2.3</w:t>
      </w:r>
      <w:r>
        <w:rPr>
          <w:rFonts w:asciiTheme="minorHAnsi" w:eastAsiaTheme="minorEastAsia" w:hAnsiTheme="minorHAnsi" w:cstheme="minorBidi"/>
          <w:noProof/>
          <w:szCs w:val="22"/>
        </w:rPr>
        <w:tab/>
      </w:r>
      <w:r>
        <w:rPr>
          <w:noProof/>
        </w:rPr>
        <w:t>Funzioni associate</w:t>
      </w:r>
      <w:r>
        <w:rPr>
          <w:noProof/>
        </w:rPr>
        <w:tab/>
      </w:r>
      <w:r>
        <w:rPr>
          <w:noProof/>
        </w:rPr>
        <w:fldChar w:fldCharType="begin"/>
      </w:r>
      <w:r>
        <w:rPr>
          <w:noProof/>
        </w:rPr>
        <w:instrText xml:space="preserve"> PAGEREF _Toc397613676 \h </w:instrText>
      </w:r>
      <w:r>
        <w:rPr>
          <w:noProof/>
        </w:rPr>
      </w:r>
      <w:r>
        <w:rPr>
          <w:noProof/>
        </w:rPr>
        <w:fldChar w:fldCharType="separate"/>
      </w:r>
      <w:r>
        <w:rPr>
          <w:noProof/>
        </w:rPr>
        <w:t>14</w:t>
      </w:r>
      <w:r>
        <w:rPr>
          <w:noProof/>
        </w:rPr>
        <w:fldChar w:fldCharType="end"/>
      </w:r>
    </w:p>
    <w:p w:rsidR="00AD1873" w:rsidRDefault="00AD1873">
      <w:pPr>
        <w:pStyle w:val="Sommario2"/>
        <w:tabs>
          <w:tab w:val="left" w:pos="1134"/>
        </w:tabs>
        <w:rPr>
          <w:rFonts w:asciiTheme="minorHAnsi" w:eastAsiaTheme="minorEastAsia" w:hAnsiTheme="minorHAnsi" w:cstheme="minorBidi"/>
          <w:noProof/>
          <w:szCs w:val="22"/>
        </w:rPr>
      </w:pPr>
      <w:r>
        <w:rPr>
          <w:noProof/>
        </w:rPr>
        <w:t>5.3</w:t>
      </w:r>
      <w:r>
        <w:rPr>
          <w:rFonts w:asciiTheme="minorHAnsi" w:eastAsiaTheme="minorEastAsia" w:hAnsiTheme="minorHAnsi" w:cstheme="minorBidi"/>
          <w:noProof/>
          <w:szCs w:val="22"/>
        </w:rPr>
        <w:tab/>
      </w:r>
      <w:r>
        <w:rPr>
          <w:noProof/>
        </w:rPr>
        <w:t>Gestione Associazione Istituti (GAIR)</w:t>
      </w:r>
      <w:r>
        <w:rPr>
          <w:noProof/>
        </w:rPr>
        <w:tab/>
      </w:r>
      <w:r>
        <w:rPr>
          <w:noProof/>
        </w:rPr>
        <w:fldChar w:fldCharType="begin"/>
      </w:r>
      <w:r>
        <w:rPr>
          <w:noProof/>
        </w:rPr>
        <w:instrText xml:space="preserve"> PAGEREF _Toc397613677 \h </w:instrText>
      </w:r>
      <w:r>
        <w:rPr>
          <w:noProof/>
        </w:rPr>
      </w:r>
      <w:r>
        <w:rPr>
          <w:noProof/>
        </w:rPr>
        <w:fldChar w:fldCharType="separate"/>
      </w:r>
      <w:r>
        <w:rPr>
          <w:noProof/>
        </w:rPr>
        <w:t>14</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5.3.1</w:t>
      </w:r>
      <w:r>
        <w:rPr>
          <w:rFonts w:asciiTheme="minorHAnsi" w:eastAsiaTheme="minorEastAsia" w:hAnsiTheme="minorHAnsi" w:cstheme="minorBidi"/>
          <w:noProof/>
          <w:szCs w:val="22"/>
        </w:rPr>
        <w:tab/>
      </w:r>
      <w:r>
        <w:rPr>
          <w:noProof/>
        </w:rPr>
        <w:t>Utilizzo della transazione</w:t>
      </w:r>
      <w:r>
        <w:rPr>
          <w:noProof/>
        </w:rPr>
        <w:tab/>
      </w:r>
      <w:r>
        <w:rPr>
          <w:noProof/>
        </w:rPr>
        <w:fldChar w:fldCharType="begin"/>
      </w:r>
      <w:r>
        <w:rPr>
          <w:noProof/>
        </w:rPr>
        <w:instrText xml:space="preserve"> PAGEREF _Toc397613678 \h </w:instrText>
      </w:r>
      <w:r>
        <w:rPr>
          <w:noProof/>
        </w:rPr>
      </w:r>
      <w:r>
        <w:rPr>
          <w:noProof/>
        </w:rPr>
        <w:fldChar w:fldCharType="separate"/>
      </w:r>
      <w:r>
        <w:rPr>
          <w:noProof/>
        </w:rPr>
        <w:t>14</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5.3.2</w:t>
      </w:r>
      <w:r>
        <w:rPr>
          <w:rFonts w:asciiTheme="minorHAnsi" w:eastAsiaTheme="minorEastAsia" w:hAnsiTheme="minorHAnsi" w:cstheme="minorBidi"/>
          <w:noProof/>
          <w:szCs w:val="22"/>
        </w:rPr>
        <w:tab/>
      </w:r>
      <w:r>
        <w:rPr>
          <w:noProof/>
        </w:rPr>
        <w:t>Interfaccia utente</w:t>
      </w:r>
      <w:r>
        <w:rPr>
          <w:noProof/>
        </w:rPr>
        <w:tab/>
      </w:r>
      <w:r>
        <w:rPr>
          <w:noProof/>
        </w:rPr>
        <w:fldChar w:fldCharType="begin"/>
      </w:r>
      <w:r>
        <w:rPr>
          <w:noProof/>
        </w:rPr>
        <w:instrText xml:space="preserve"> PAGEREF _Toc397613679 \h </w:instrText>
      </w:r>
      <w:r>
        <w:rPr>
          <w:noProof/>
        </w:rPr>
      </w:r>
      <w:r>
        <w:rPr>
          <w:noProof/>
        </w:rPr>
        <w:fldChar w:fldCharType="separate"/>
      </w:r>
      <w:r>
        <w:rPr>
          <w:noProof/>
        </w:rPr>
        <w:t>14</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5.3.3</w:t>
      </w:r>
      <w:r>
        <w:rPr>
          <w:rFonts w:asciiTheme="minorHAnsi" w:eastAsiaTheme="minorEastAsia" w:hAnsiTheme="minorHAnsi" w:cstheme="minorBidi"/>
          <w:noProof/>
          <w:szCs w:val="22"/>
        </w:rPr>
        <w:tab/>
      </w:r>
      <w:r>
        <w:rPr>
          <w:noProof/>
        </w:rPr>
        <w:t>Funzioni associate</w:t>
      </w:r>
      <w:r>
        <w:rPr>
          <w:noProof/>
        </w:rPr>
        <w:tab/>
      </w:r>
      <w:r>
        <w:rPr>
          <w:noProof/>
        </w:rPr>
        <w:fldChar w:fldCharType="begin"/>
      </w:r>
      <w:r>
        <w:rPr>
          <w:noProof/>
        </w:rPr>
        <w:instrText xml:space="preserve"> PAGEREF _Toc397613680 \h </w:instrText>
      </w:r>
      <w:r>
        <w:rPr>
          <w:noProof/>
        </w:rPr>
      </w:r>
      <w:r>
        <w:rPr>
          <w:noProof/>
        </w:rPr>
        <w:fldChar w:fldCharType="separate"/>
      </w:r>
      <w:r>
        <w:rPr>
          <w:noProof/>
        </w:rPr>
        <w:t>16</w:t>
      </w:r>
      <w:r>
        <w:rPr>
          <w:noProof/>
        </w:rPr>
        <w:fldChar w:fldCharType="end"/>
      </w:r>
    </w:p>
    <w:p w:rsidR="00AD1873" w:rsidRDefault="00AD1873">
      <w:pPr>
        <w:pStyle w:val="Sommario2"/>
        <w:tabs>
          <w:tab w:val="left" w:pos="1134"/>
        </w:tabs>
        <w:rPr>
          <w:rFonts w:asciiTheme="minorHAnsi" w:eastAsiaTheme="minorEastAsia" w:hAnsiTheme="minorHAnsi" w:cstheme="minorBidi"/>
          <w:noProof/>
          <w:szCs w:val="22"/>
        </w:rPr>
      </w:pPr>
      <w:r>
        <w:rPr>
          <w:noProof/>
        </w:rPr>
        <w:t>5.4</w:t>
      </w:r>
      <w:r>
        <w:rPr>
          <w:rFonts w:asciiTheme="minorHAnsi" w:eastAsiaTheme="minorEastAsia" w:hAnsiTheme="minorHAnsi" w:cstheme="minorBidi"/>
          <w:noProof/>
          <w:szCs w:val="22"/>
        </w:rPr>
        <w:tab/>
      </w:r>
      <w:r>
        <w:rPr>
          <w:noProof/>
        </w:rPr>
        <w:t>Gestione Autorizzazioni (GAUT)</w:t>
      </w:r>
      <w:r>
        <w:rPr>
          <w:noProof/>
        </w:rPr>
        <w:tab/>
      </w:r>
      <w:r>
        <w:rPr>
          <w:noProof/>
        </w:rPr>
        <w:fldChar w:fldCharType="begin"/>
      </w:r>
      <w:r>
        <w:rPr>
          <w:noProof/>
        </w:rPr>
        <w:instrText xml:space="preserve"> PAGEREF _Toc397613681 \h </w:instrText>
      </w:r>
      <w:r>
        <w:rPr>
          <w:noProof/>
        </w:rPr>
      </w:r>
      <w:r>
        <w:rPr>
          <w:noProof/>
        </w:rPr>
        <w:fldChar w:fldCharType="separate"/>
      </w:r>
      <w:r>
        <w:rPr>
          <w:noProof/>
        </w:rPr>
        <w:t>17</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5.4.1</w:t>
      </w:r>
      <w:r>
        <w:rPr>
          <w:rFonts w:asciiTheme="minorHAnsi" w:eastAsiaTheme="minorEastAsia" w:hAnsiTheme="minorHAnsi" w:cstheme="minorBidi"/>
          <w:noProof/>
          <w:szCs w:val="22"/>
        </w:rPr>
        <w:tab/>
      </w:r>
      <w:r>
        <w:rPr>
          <w:noProof/>
        </w:rPr>
        <w:t>Utilizzo della transazione</w:t>
      </w:r>
      <w:r>
        <w:rPr>
          <w:noProof/>
        </w:rPr>
        <w:tab/>
      </w:r>
      <w:r>
        <w:rPr>
          <w:noProof/>
        </w:rPr>
        <w:fldChar w:fldCharType="begin"/>
      </w:r>
      <w:r>
        <w:rPr>
          <w:noProof/>
        </w:rPr>
        <w:instrText xml:space="preserve"> PAGEREF _Toc397613682 \h </w:instrText>
      </w:r>
      <w:r>
        <w:rPr>
          <w:noProof/>
        </w:rPr>
      </w:r>
      <w:r>
        <w:rPr>
          <w:noProof/>
        </w:rPr>
        <w:fldChar w:fldCharType="separate"/>
      </w:r>
      <w:r>
        <w:rPr>
          <w:noProof/>
        </w:rPr>
        <w:t>17</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5.4.2</w:t>
      </w:r>
      <w:r>
        <w:rPr>
          <w:rFonts w:asciiTheme="minorHAnsi" w:eastAsiaTheme="minorEastAsia" w:hAnsiTheme="minorHAnsi" w:cstheme="minorBidi"/>
          <w:noProof/>
          <w:szCs w:val="22"/>
        </w:rPr>
        <w:tab/>
      </w:r>
      <w:r>
        <w:rPr>
          <w:noProof/>
        </w:rPr>
        <w:t>Interfaccia utente</w:t>
      </w:r>
      <w:r>
        <w:rPr>
          <w:noProof/>
        </w:rPr>
        <w:tab/>
      </w:r>
      <w:r>
        <w:rPr>
          <w:noProof/>
        </w:rPr>
        <w:fldChar w:fldCharType="begin"/>
      </w:r>
      <w:r>
        <w:rPr>
          <w:noProof/>
        </w:rPr>
        <w:instrText xml:space="preserve"> PAGEREF _Toc397613683 \h </w:instrText>
      </w:r>
      <w:r>
        <w:rPr>
          <w:noProof/>
        </w:rPr>
      </w:r>
      <w:r>
        <w:rPr>
          <w:noProof/>
        </w:rPr>
        <w:fldChar w:fldCharType="separate"/>
      </w:r>
      <w:r>
        <w:rPr>
          <w:noProof/>
        </w:rPr>
        <w:t>17</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5.4.3</w:t>
      </w:r>
      <w:r>
        <w:rPr>
          <w:rFonts w:asciiTheme="minorHAnsi" w:eastAsiaTheme="minorEastAsia" w:hAnsiTheme="minorHAnsi" w:cstheme="minorBidi"/>
          <w:noProof/>
          <w:szCs w:val="22"/>
        </w:rPr>
        <w:tab/>
      </w:r>
      <w:r>
        <w:rPr>
          <w:noProof/>
        </w:rPr>
        <w:t>Funzioni associate</w:t>
      </w:r>
      <w:r>
        <w:rPr>
          <w:noProof/>
        </w:rPr>
        <w:tab/>
      </w:r>
      <w:r>
        <w:rPr>
          <w:noProof/>
        </w:rPr>
        <w:fldChar w:fldCharType="begin"/>
      </w:r>
      <w:r>
        <w:rPr>
          <w:noProof/>
        </w:rPr>
        <w:instrText xml:space="preserve"> PAGEREF _Toc397613684 \h </w:instrText>
      </w:r>
      <w:r>
        <w:rPr>
          <w:noProof/>
        </w:rPr>
      </w:r>
      <w:r>
        <w:rPr>
          <w:noProof/>
        </w:rPr>
        <w:fldChar w:fldCharType="separate"/>
      </w:r>
      <w:r>
        <w:rPr>
          <w:noProof/>
        </w:rPr>
        <w:t>19</w:t>
      </w:r>
      <w:r>
        <w:rPr>
          <w:noProof/>
        </w:rPr>
        <w:fldChar w:fldCharType="end"/>
      </w:r>
    </w:p>
    <w:p w:rsidR="00AD1873" w:rsidRDefault="00AD1873">
      <w:pPr>
        <w:pStyle w:val="Sommario2"/>
        <w:tabs>
          <w:tab w:val="left" w:pos="1134"/>
        </w:tabs>
        <w:rPr>
          <w:rFonts w:asciiTheme="minorHAnsi" w:eastAsiaTheme="minorEastAsia" w:hAnsiTheme="minorHAnsi" w:cstheme="minorBidi"/>
          <w:noProof/>
          <w:szCs w:val="22"/>
        </w:rPr>
      </w:pPr>
      <w:r>
        <w:rPr>
          <w:noProof/>
        </w:rPr>
        <w:t>5.5</w:t>
      </w:r>
      <w:r>
        <w:rPr>
          <w:rFonts w:asciiTheme="minorHAnsi" w:eastAsiaTheme="minorEastAsia" w:hAnsiTheme="minorHAnsi" w:cstheme="minorBidi"/>
          <w:noProof/>
          <w:szCs w:val="22"/>
        </w:rPr>
        <w:tab/>
      </w:r>
      <w:r>
        <w:rPr>
          <w:noProof/>
        </w:rPr>
        <w:t>Gestione Dipendenze (GDIP)</w:t>
      </w:r>
      <w:r>
        <w:rPr>
          <w:noProof/>
        </w:rPr>
        <w:tab/>
      </w:r>
      <w:r>
        <w:rPr>
          <w:noProof/>
        </w:rPr>
        <w:fldChar w:fldCharType="begin"/>
      </w:r>
      <w:r>
        <w:rPr>
          <w:noProof/>
        </w:rPr>
        <w:instrText xml:space="preserve"> PAGEREF _Toc397613685 \h </w:instrText>
      </w:r>
      <w:r>
        <w:rPr>
          <w:noProof/>
        </w:rPr>
      </w:r>
      <w:r>
        <w:rPr>
          <w:noProof/>
        </w:rPr>
        <w:fldChar w:fldCharType="separate"/>
      </w:r>
      <w:r>
        <w:rPr>
          <w:noProof/>
        </w:rPr>
        <w:t>20</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5.5.1</w:t>
      </w:r>
      <w:r>
        <w:rPr>
          <w:rFonts w:asciiTheme="minorHAnsi" w:eastAsiaTheme="minorEastAsia" w:hAnsiTheme="minorHAnsi" w:cstheme="minorBidi"/>
          <w:noProof/>
          <w:szCs w:val="22"/>
        </w:rPr>
        <w:tab/>
      </w:r>
      <w:r>
        <w:rPr>
          <w:noProof/>
        </w:rPr>
        <w:t>Utilizzo della transazione</w:t>
      </w:r>
      <w:r>
        <w:rPr>
          <w:noProof/>
        </w:rPr>
        <w:tab/>
      </w:r>
      <w:r>
        <w:rPr>
          <w:noProof/>
        </w:rPr>
        <w:fldChar w:fldCharType="begin"/>
      </w:r>
      <w:r>
        <w:rPr>
          <w:noProof/>
        </w:rPr>
        <w:instrText xml:space="preserve"> PAGEREF _Toc397613686 \h </w:instrText>
      </w:r>
      <w:r>
        <w:rPr>
          <w:noProof/>
        </w:rPr>
      </w:r>
      <w:r>
        <w:rPr>
          <w:noProof/>
        </w:rPr>
        <w:fldChar w:fldCharType="separate"/>
      </w:r>
      <w:r>
        <w:rPr>
          <w:noProof/>
        </w:rPr>
        <w:t>20</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5.5.2</w:t>
      </w:r>
      <w:r>
        <w:rPr>
          <w:rFonts w:asciiTheme="minorHAnsi" w:eastAsiaTheme="minorEastAsia" w:hAnsiTheme="minorHAnsi" w:cstheme="minorBidi"/>
          <w:noProof/>
          <w:szCs w:val="22"/>
        </w:rPr>
        <w:tab/>
      </w:r>
      <w:r>
        <w:rPr>
          <w:noProof/>
        </w:rPr>
        <w:t>Interfaccia utente</w:t>
      </w:r>
      <w:r>
        <w:rPr>
          <w:noProof/>
        </w:rPr>
        <w:tab/>
      </w:r>
      <w:r>
        <w:rPr>
          <w:noProof/>
        </w:rPr>
        <w:fldChar w:fldCharType="begin"/>
      </w:r>
      <w:r>
        <w:rPr>
          <w:noProof/>
        </w:rPr>
        <w:instrText xml:space="preserve"> PAGEREF _Toc397613687 \h </w:instrText>
      </w:r>
      <w:r>
        <w:rPr>
          <w:noProof/>
        </w:rPr>
      </w:r>
      <w:r>
        <w:rPr>
          <w:noProof/>
        </w:rPr>
        <w:fldChar w:fldCharType="separate"/>
      </w:r>
      <w:r>
        <w:rPr>
          <w:noProof/>
        </w:rPr>
        <w:t>20</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5.5.3</w:t>
      </w:r>
      <w:r>
        <w:rPr>
          <w:rFonts w:asciiTheme="minorHAnsi" w:eastAsiaTheme="minorEastAsia" w:hAnsiTheme="minorHAnsi" w:cstheme="minorBidi"/>
          <w:noProof/>
          <w:szCs w:val="22"/>
        </w:rPr>
        <w:tab/>
      </w:r>
      <w:r>
        <w:rPr>
          <w:noProof/>
        </w:rPr>
        <w:t>Funzioni associate</w:t>
      </w:r>
      <w:r>
        <w:rPr>
          <w:noProof/>
        </w:rPr>
        <w:tab/>
      </w:r>
      <w:r>
        <w:rPr>
          <w:noProof/>
        </w:rPr>
        <w:fldChar w:fldCharType="begin"/>
      </w:r>
      <w:r>
        <w:rPr>
          <w:noProof/>
        </w:rPr>
        <w:instrText xml:space="preserve"> PAGEREF _Toc397613688 \h </w:instrText>
      </w:r>
      <w:r>
        <w:rPr>
          <w:noProof/>
        </w:rPr>
      </w:r>
      <w:r>
        <w:rPr>
          <w:noProof/>
        </w:rPr>
        <w:fldChar w:fldCharType="separate"/>
      </w:r>
      <w:r>
        <w:rPr>
          <w:noProof/>
        </w:rPr>
        <w:t>22</w:t>
      </w:r>
      <w:r>
        <w:rPr>
          <w:noProof/>
        </w:rPr>
        <w:fldChar w:fldCharType="end"/>
      </w:r>
    </w:p>
    <w:p w:rsidR="00AD1873" w:rsidRDefault="00AD1873">
      <w:pPr>
        <w:pStyle w:val="Sommario2"/>
        <w:tabs>
          <w:tab w:val="left" w:pos="1134"/>
        </w:tabs>
        <w:rPr>
          <w:rFonts w:asciiTheme="minorHAnsi" w:eastAsiaTheme="minorEastAsia" w:hAnsiTheme="minorHAnsi" w:cstheme="minorBidi"/>
          <w:noProof/>
          <w:szCs w:val="22"/>
        </w:rPr>
      </w:pPr>
      <w:r>
        <w:rPr>
          <w:noProof/>
        </w:rPr>
        <w:lastRenderedPageBreak/>
        <w:t>5.6</w:t>
      </w:r>
      <w:r>
        <w:rPr>
          <w:rFonts w:asciiTheme="minorHAnsi" w:eastAsiaTheme="minorEastAsia" w:hAnsiTheme="minorHAnsi" w:cstheme="minorBidi"/>
          <w:noProof/>
          <w:szCs w:val="22"/>
        </w:rPr>
        <w:tab/>
      </w:r>
      <w:r>
        <w:rPr>
          <w:noProof/>
        </w:rPr>
        <w:t>Gestione Istituti (GIST)</w:t>
      </w:r>
      <w:r>
        <w:rPr>
          <w:noProof/>
        </w:rPr>
        <w:tab/>
      </w:r>
      <w:r>
        <w:rPr>
          <w:noProof/>
        </w:rPr>
        <w:fldChar w:fldCharType="begin"/>
      </w:r>
      <w:r>
        <w:rPr>
          <w:noProof/>
        </w:rPr>
        <w:instrText xml:space="preserve"> PAGEREF _Toc397613689 \h </w:instrText>
      </w:r>
      <w:r>
        <w:rPr>
          <w:noProof/>
        </w:rPr>
      </w:r>
      <w:r>
        <w:rPr>
          <w:noProof/>
        </w:rPr>
        <w:fldChar w:fldCharType="separate"/>
      </w:r>
      <w:r>
        <w:rPr>
          <w:noProof/>
        </w:rPr>
        <w:t>23</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5.6.1</w:t>
      </w:r>
      <w:r>
        <w:rPr>
          <w:rFonts w:asciiTheme="minorHAnsi" w:eastAsiaTheme="minorEastAsia" w:hAnsiTheme="minorHAnsi" w:cstheme="minorBidi"/>
          <w:noProof/>
          <w:szCs w:val="22"/>
        </w:rPr>
        <w:tab/>
      </w:r>
      <w:r>
        <w:rPr>
          <w:noProof/>
        </w:rPr>
        <w:t>Utilizzo della transazione</w:t>
      </w:r>
      <w:r>
        <w:rPr>
          <w:noProof/>
        </w:rPr>
        <w:tab/>
      </w:r>
      <w:r>
        <w:rPr>
          <w:noProof/>
        </w:rPr>
        <w:fldChar w:fldCharType="begin"/>
      </w:r>
      <w:r>
        <w:rPr>
          <w:noProof/>
        </w:rPr>
        <w:instrText xml:space="preserve"> PAGEREF _Toc397613690 \h </w:instrText>
      </w:r>
      <w:r>
        <w:rPr>
          <w:noProof/>
        </w:rPr>
      </w:r>
      <w:r>
        <w:rPr>
          <w:noProof/>
        </w:rPr>
        <w:fldChar w:fldCharType="separate"/>
      </w:r>
      <w:r>
        <w:rPr>
          <w:noProof/>
        </w:rPr>
        <w:t>23</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5.6.2</w:t>
      </w:r>
      <w:r>
        <w:rPr>
          <w:rFonts w:asciiTheme="minorHAnsi" w:eastAsiaTheme="minorEastAsia" w:hAnsiTheme="minorHAnsi" w:cstheme="minorBidi"/>
          <w:noProof/>
          <w:szCs w:val="22"/>
        </w:rPr>
        <w:tab/>
      </w:r>
      <w:r>
        <w:rPr>
          <w:noProof/>
        </w:rPr>
        <w:t>Interfaccia utente</w:t>
      </w:r>
      <w:r>
        <w:rPr>
          <w:noProof/>
        </w:rPr>
        <w:tab/>
      </w:r>
      <w:r>
        <w:rPr>
          <w:noProof/>
        </w:rPr>
        <w:fldChar w:fldCharType="begin"/>
      </w:r>
      <w:r>
        <w:rPr>
          <w:noProof/>
        </w:rPr>
        <w:instrText xml:space="preserve"> PAGEREF _Toc397613691 \h </w:instrText>
      </w:r>
      <w:r>
        <w:rPr>
          <w:noProof/>
        </w:rPr>
      </w:r>
      <w:r>
        <w:rPr>
          <w:noProof/>
        </w:rPr>
        <w:fldChar w:fldCharType="separate"/>
      </w:r>
      <w:r>
        <w:rPr>
          <w:noProof/>
        </w:rPr>
        <w:t>23</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5.6.3</w:t>
      </w:r>
      <w:r>
        <w:rPr>
          <w:rFonts w:asciiTheme="minorHAnsi" w:eastAsiaTheme="minorEastAsia" w:hAnsiTheme="minorHAnsi" w:cstheme="minorBidi"/>
          <w:noProof/>
          <w:szCs w:val="22"/>
        </w:rPr>
        <w:tab/>
      </w:r>
      <w:r>
        <w:rPr>
          <w:noProof/>
        </w:rPr>
        <w:t>Funzioni associate</w:t>
      </w:r>
      <w:r>
        <w:rPr>
          <w:noProof/>
        </w:rPr>
        <w:tab/>
      </w:r>
      <w:r>
        <w:rPr>
          <w:noProof/>
        </w:rPr>
        <w:fldChar w:fldCharType="begin"/>
      </w:r>
      <w:r>
        <w:rPr>
          <w:noProof/>
        </w:rPr>
        <w:instrText xml:space="preserve"> PAGEREF _Toc397613692 \h </w:instrText>
      </w:r>
      <w:r>
        <w:rPr>
          <w:noProof/>
        </w:rPr>
      </w:r>
      <w:r>
        <w:rPr>
          <w:noProof/>
        </w:rPr>
        <w:fldChar w:fldCharType="separate"/>
      </w:r>
      <w:r>
        <w:rPr>
          <w:noProof/>
        </w:rPr>
        <w:t>25</w:t>
      </w:r>
      <w:r>
        <w:rPr>
          <w:noProof/>
        </w:rPr>
        <w:fldChar w:fldCharType="end"/>
      </w:r>
    </w:p>
    <w:p w:rsidR="00AD1873" w:rsidRDefault="00AD1873">
      <w:pPr>
        <w:pStyle w:val="Sommario2"/>
        <w:tabs>
          <w:tab w:val="left" w:pos="1134"/>
        </w:tabs>
        <w:rPr>
          <w:rFonts w:asciiTheme="minorHAnsi" w:eastAsiaTheme="minorEastAsia" w:hAnsiTheme="minorHAnsi" w:cstheme="minorBidi"/>
          <w:noProof/>
          <w:szCs w:val="22"/>
        </w:rPr>
      </w:pPr>
      <w:r>
        <w:rPr>
          <w:noProof/>
        </w:rPr>
        <w:t>5.7</w:t>
      </w:r>
      <w:r>
        <w:rPr>
          <w:rFonts w:asciiTheme="minorHAnsi" w:eastAsiaTheme="minorEastAsia" w:hAnsiTheme="minorHAnsi" w:cstheme="minorBidi"/>
          <w:noProof/>
          <w:szCs w:val="22"/>
        </w:rPr>
        <w:tab/>
      </w:r>
      <w:r>
        <w:rPr>
          <w:noProof/>
        </w:rPr>
        <w:t>Gestione Modelli Di Stampa (GMDL)</w:t>
      </w:r>
      <w:r>
        <w:rPr>
          <w:noProof/>
        </w:rPr>
        <w:tab/>
      </w:r>
      <w:r>
        <w:rPr>
          <w:noProof/>
        </w:rPr>
        <w:fldChar w:fldCharType="begin"/>
      </w:r>
      <w:r>
        <w:rPr>
          <w:noProof/>
        </w:rPr>
        <w:instrText xml:space="preserve"> PAGEREF _Toc397613693 \h </w:instrText>
      </w:r>
      <w:r>
        <w:rPr>
          <w:noProof/>
        </w:rPr>
      </w:r>
      <w:r>
        <w:rPr>
          <w:noProof/>
        </w:rPr>
        <w:fldChar w:fldCharType="separate"/>
      </w:r>
      <w:r>
        <w:rPr>
          <w:noProof/>
        </w:rPr>
        <w:t>26</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5.7.1</w:t>
      </w:r>
      <w:r>
        <w:rPr>
          <w:rFonts w:asciiTheme="minorHAnsi" w:eastAsiaTheme="minorEastAsia" w:hAnsiTheme="minorHAnsi" w:cstheme="minorBidi"/>
          <w:noProof/>
          <w:szCs w:val="22"/>
        </w:rPr>
        <w:tab/>
      </w:r>
      <w:r>
        <w:rPr>
          <w:noProof/>
        </w:rPr>
        <w:t>Utilizzo della transazione</w:t>
      </w:r>
      <w:r>
        <w:rPr>
          <w:noProof/>
        </w:rPr>
        <w:tab/>
      </w:r>
      <w:r>
        <w:rPr>
          <w:noProof/>
        </w:rPr>
        <w:fldChar w:fldCharType="begin"/>
      </w:r>
      <w:r>
        <w:rPr>
          <w:noProof/>
        </w:rPr>
        <w:instrText xml:space="preserve"> PAGEREF _Toc397613694 \h </w:instrText>
      </w:r>
      <w:r>
        <w:rPr>
          <w:noProof/>
        </w:rPr>
      </w:r>
      <w:r>
        <w:rPr>
          <w:noProof/>
        </w:rPr>
        <w:fldChar w:fldCharType="separate"/>
      </w:r>
      <w:r>
        <w:rPr>
          <w:noProof/>
        </w:rPr>
        <w:t>26</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5.7.2</w:t>
      </w:r>
      <w:r>
        <w:rPr>
          <w:rFonts w:asciiTheme="minorHAnsi" w:eastAsiaTheme="minorEastAsia" w:hAnsiTheme="minorHAnsi" w:cstheme="minorBidi"/>
          <w:noProof/>
          <w:szCs w:val="22"/>
        </w:rPr>
        <w:tab/>
      </w:r>
      <w:r>
        <w:rPr>
          <w:noProof/>
        </w:rPr>
        <w:t>Interfaccia utente</w:t>
      </w:r>
      <w:r>
        <w:rPr>
          <w:noProof/>
        </w:rPr>
        <w:tab/>
      </w:r>
      <w:r>
        <w:rPr>
          <w:noProof/>
        </w:rPr>
        <w:fldChar w:fldCharType="begin"/>
      </w:r>
      <w:r>
        <w:rPr>
          <w:noProof/>
        </w:rPr>
        <w:instrText xml:space="preserve"> PAGEREF _Toc397613695 \h </w:instrText>
      </w:r>
      <w:r>
        <w:rPr>
          <w:noProof/>
        </w:rPr>
      </w:r>
      <w:r>
        <w:rPr>
          <w:noProof/>
        </w:rPr>
        <w:fldChar w:fldCharType="separate"/>
      </w:r>
      <w:r>
        <w:rPr>
          <w:noProof/>
        </w:rPr>
        <w:t>26</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5.7.3</w:t>
      </w:r>
      <w:r>
        <w:rPr>
          <w:rFonts w:asciiTheme="minorHAnsi" w:eastAsiaTheme="minorEastAsia" w:hAnsiTheme="minorHAnsi" w:cstheme="minorBidi"/>
          <w:noProof/>
          <w:szCs w:val="22"/>
        </w:rPr>
        <w:tab/>
      </w:r>
      <w:r>
        <w:rPr>
          <w:noProof/>
        </w:rPr>
        <w:t>Funzioni associate</w:t>
      </w:r>
      <w:r>
        <w:rPr>
          <w:noProof/>
        </w:rPr>
        <w:tab/>
      </w:r>
      <w:r>
        <w:rPr>
          <w:noProof/>
        </w:rPr>
        <w:fldChar w:fldCharType="begin"/>
      </w:r>
      <w:r>
        <w:rPr>
          <w:noProof/>
        </w:rPr>
        <w:instrText xml:space="preserve"> PAGEREF _Toc397613696 \h </w:instrText>
      </w:r>
      <w:r>
        <w:rPr>
          <w:noProof/>
        </w:rPr>
      </w:r>
      <w:r>
        <w:rPr>
          <w:noProof/>
        </w:rPr>
        <w:fldChar w:fldCharType="separate"/>
      </w:r>
      <w:r>
        <w:rPr>
          <w:noProof/>
        </w:rPr>
        <w:t>28</w:t>
      </w:r>
      <w:r>
        <w:rPr>
          <w:noProof/>
        </w:rPr>
        <w:fldChar w:fldCharType="end"/>
      </w:r>
    </w:p>
    <w:p w:rsidR="00AD1873" w:rsidRDefault="00AD1873">
      <w:pPr>
        <w:pStyle w:val="Sommario2"/>
        <w:tabs>
          <w:tab w:val="left" w:pos="1134"/>
        </w:tabs>
        <w:rPr>
          <w:rFonts w:asciiTheme="minorHAnsi" w:eastAsiaTheme="minorEastAsia" w:hAnsiTheme="minorHAnsi" w:cstheme="minorBidi"/>
          <w:noProof/>
          <w:szCs w:val="22"/>
        </w:rPr>
      </w:pPr>
      <w:r>
        <w:rPr>
          <w:noProof/>
        </w:rPr>
        <w:t>5.8</w:t>
      </w:r>
      <w:r>
        <w:rPr>
          <w:rFonts w:asciiTheme="minorHAnsi" w:eastAsiaTheme="minorEastAsia" w:hAnsiTheme="minorHAnsi" w:cstheme="minorBidi"/>
          <w:noProof/>
          <w:szCs w:val="22"/>
        </w:rPr>
        <w:tab/>
      </w:r>
      <w:r>
        <w:rPr>
          <w:noProof/>
        </w:rPr>
        <w:t>Gestione Menù (GMEN)</w:t>
      </w:r>
      <w:r>
        <w:rPr>
          <w:noProof/>
        </w:rPr>
        <w:tab/>
      </w:r>
      <w:r>
        <w:rPr>
          <w:noProof/>
        </w:rPr>
        <w:fldChar w:fldCharType="begin"/>
      </w:r>
      <w:r>
        <w:rPr>
          <w:noProof/>
        </w:rPr>
        <w:instrText xml:space="preserve"> PAGEREF _Toc397613697 \h </w:instrText>
      </w:r>
      <w:r>
        <w:rPr>
          <w:noProof/>
        </w:rPr>
      </w:r>
      <w:r>
        <w:rPr>
          <w:noProof/>
        </w:rPr>
        <w:fldChar w:fldCharType="separate"/>
      </w:r>
      <w:r>
        <w:rPr>
          <w:noProof/>
        </w:rPr>
        <w:t>29</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5.8.1</w:t>
      </w:r>
      <w:r>
        <w:rPr>
          <w:rFonts w:asciiTheme="minorHAnsi" w:eastAsiaTheme="minorEastAsia" w:hAnsiTheme="minorHAnsi" w:cstheme="minorBidi"/>
          <w:noProof/>
          <w:szCs w:val="22"/>
        </w:rPr>
        <w:tab/>
      </w:r>
      <w:r>
        <w:rPr>
          <w:noProof/>
        </w:rPr>
        <w:t>Utilizzo della Transazione</w:t>
      </w:r>
      <w:r>
        <w:rPr>
          <w:noProof/>
        </w:rPr>
        <w:tab/>
      </w:r>
      <w:r>
        <w:rPr>
          <w:noProof/>
        </w:rPr>
        <w:fldChar w:fldCharType="begin"/>
      </w:r>
      <w:r>
        <w:rPr>
          <w:noProof/>
        </w:rPr>
        <w:instrText xml:space="preserve"> PAGEREF _Toc397613698 \h </w:instrText>
      </w:r>
      <w:r>
        <w:rPr>
          <w:noProof/>
        </w:rPr>
      </w:r>
      <w:r>
        <w:rPr>
          <w:noProof/>
        </w:rPr>
        <w:fldChar w:fldCharType="separate"/>
      </w:r>
      <w:r>
        <w:rPr>
          <w:noProof/>
        </w:rPr>
        <w:t>29</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5.8.2</w:t>
      </w:r>
      <w:r>
        <w:rPr>
          <w:rFonts w:asciiTheme="minorHAnsi" w:eastAsiaTheme="minorEastAsia" w:hAnsiTheme="minorHAnsi" w:cstheme="minorBidi"/>
          <w:noProof/>
          <w:szCs w:val="22"/>
        </w:rPr>
        <w:tab/>
      </w:r>
      <w:r>
        <w:rPr>
          <w:noProof/>
        </w:rPr>
        <w:t>Interfaccia utente</w:t>
      </w:r>
      <w:r>
        <w:rPr>
          <w:noProof/>
        </w:rPr>
        <w:tab/>
      </w:r>
      <w:r>
        <w:rPr>
          <w:noProof/>
        </w:rPr>
        <w:fldChar w:fldCharType="begin"/>
      </w:r>
      <w:r>
        <w:rPr>
          <w:noProof/>
        </w:rPr>
        <w:instrText xml:space="preserve"> PAGEREF _Toc397613699 \h </w:instrText>
      </w:r>
      <w:r>
        <w:rPr>
          <w:noProof/>
        </w:rPr>
      </w:r>
      <w:r>
        <w:rPr>
          <w:noProof/>
        </w:rPr>
        <w:fldChar w:fldCharType="separate"/>
      </w:r>
      <w:r>
        <w:rPr>
          <w:noProof/>
        </w:rPr>
        <w:t>29</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5.8.3</w:t>
      </w:r>
      <w:r>
        <w:rPr>
          <w:rFonts w:asciiTheme="minorHAnsi" w:eastAsiaTheme="minorEastAsia" w:hAnsiTheme="minorHAnsi" w:cstheme="minorBidi"/>
          <w:noProof/>
          <w:szCs w:val="22"/>
        </w:rPr>
        <w:tab/>
      </w:r>
      <w:r>
        <w:rPr>
          <w:noProof/>
        </w:rPr>
        <w:t>Funzioni associate</w:t>
      </w:r>
      <w:r>
        <w:rPr>
          <w:noProof/>
        </w:rPr>
        <w:tab/>
      </w:r>
      <w:r>
        <w:rPr>
          <w:noProof/>
        </w:rPr>
        <w:fldChar w:fldCharType="begin"/>
      </w:r>
      <w:r>
        <w:rPr>
          <w:noProof/>
        </w:rPr>
        <w:instrText xml:space="preserve"> PAGEREF _Toc397613700 \h </w:instrText>
      </w:r>
      <w:r>
        <w:rPr>
          <w:noProof/>
        </w:rPr>
      </w:r>
      <w:r>
        <w:rPr>
          <w:noProof/>
        </w:rPr>
        <w:fldChar w:fldCharType="separate"/>
      </w:r>
      <w:r>
        <w:rPr>
          <w:noProof/>
        </w:rPr>
        <w:t>36</w:t>
      </w:r>
      <w:r>
        <w:rPr>
          <w:noProof/>
        </w:rPr>
        <w:fldChar w:fldCharType="end"/>
      </w:r>
    </w:p>
    <w:p w:rsidR="00AD1873" w:rsidRDefault="00AD1873">
      <w:pPr>
        <w:pStyle w:val="Sommario2"/>
        <w:tabs>
          <w:tab w:val="left" w:pos="1134"/>
        </w:tabs>
        <w:rPr>
          <w:rFonts w:asciiTheme="minorHAnsi" w:eastAsiaTheme="minorEastAsia" w:hAnsiTheme="minorHAnsi" w:cstheme="minorBidi"/>
          <w:noProof/>
          <w:szCs w:val="22"/>
        </w:rPr>
      </w:pPr>
      <w:r>
        <w:rPr>
          <w:noProof/>
        </w:rPr>
        <w:t>5.9</w:t>
      </w:r>
      <w:r>
        <w:rPr>
          <w:rFonts w:asciiTheme="minorHAnsi" w:eastAsiaTheme="minorEastAsia" w:hAnsiTheme="minorHAnsi" w:cstheme="minorBidi"/>
          <w:noProof/>
          <w:szCs w:val="22"/>
        </w:rPr>
        <w:tab/>
      </w:r>
      <w:r>
        <w:rPr>
          <w:noProof/>
        </w:rPr>
        <w:t>Gestione Moduli di Sicurezza (GMOD)</w:t>
      </w:r>
      <w:r>
        <w:rPr>
          <w:noProof/>
        </w:rPr>
        <w:tab/>
      </w:r>
      <w:r>
        <w:rPr>
          <w:noProof/>
        </w:rPr>
        <w:fldChar w:fldCharType="begin"/>
      </w:r>
      <w:r>
        <w:rPr>
          <w:noProof/>
        </w:rPr>
        <w:instrText xml:space="preserve"> PAGEREF _Toc397613701 \h </w:instrText>
      </w:r>
      <w:r>
        <w:rPr>
          <w:noProof/>
        </w:rPr>
      </w:r>
      <w:r>
        <w:rPr>
          <w:noProof/>
        </w:rPr>
        <w:fldChar w:fldCharType="separate"/>
      </w:r>
      <w:r>
        <w:rPr>
          <w:noProof/>
        </w:rPr>
        <w:t>37</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5.9.1</w:t>
      </w:r>
      <w:r>
        <w:rPr>
          <w:rFonts w:asciiTheme="minorHAnsi" w:eastAsiaTheme="minorEastAsia" w:hAnsiTheme="minorHAnsi" w:cstheme="minorBidi"/>
          <w:noProof/>
          <w:szCs w:val="22"/>
        </w:rPr>
        <w:tab/>
      </w:r>
      <w:r>
        <w:rPr>
          <w:noProof/>
        </w:rPr>
        <w:t>Utilizzo della transazione</w:t>
      </w:r>
      <w:r>
        <w:rPr>
          <w:noProof/>
        </w:rPr>
        <w:tab/>
      </w:r>
      <w:r>
        <w:rPr>
          <w:noProof/>
        </w:rPr>
        <w:fldChar w:fldCharType="begin"/>
      </w:r>
      <w:r>
        <w:rPr>
          <w:noProof/>
        </w:rPr>
        <w:instrText xml:space="preserve"> PAGEREF _Toc397613702 \h </w:instrText>
      </w:r>
      <w:r>
        <w:rPr>
          <w:noProof/>
        </w:rPr>
      </w:r>
      <w:r>
        <w:rPr>
          <w:noProof/>
        </w:rPr>
        <w:fldChar w:fldCharType="separate"/>
      </w:r>
      <w:r>
        <w:rPr>
          <w:noProof/>
        </w:rPr>
        <w:t>37</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5.9.2</w:t>
      </w:r>
      <w:r>
        <w:rPr>
          <w:rFonts w:asciiTheme="minorHAnsi" w:eastAsiaTheme="minorEastAsia" w:hAnsiTheme="minorHAnsi" w:cstheme="minorBidi"/>
          <w:noProof/>
          <w:szCs w:val="22"/>
        </w:rPr>
        <w:tab/>
      </w:r>
      <w:r>
        <w:rPr>
          <w:noProof/>
        </w:rPr>
        <w:t>Interfaccia utente</w:t>
      </w:r>
      <w:r>
        <w:rPr>
          <w:noProof/>
        </w:rPr>
        <w:tab/>
      </w:r>
      <w:r>
        <w:rPr>
          <w:noProof/>
        </w:rPr>
        <w:fldChar w:fldCharType="begin"/>
      </w:r>
      <w:r>
        <w:rPr>
          <w:noProof/>
        </w:rPr>
        <w:instrText xml:space="preserve"> PAGEREF _Toc397613703 \h </w:instrText>
      </w:r>
      <w:r>
        <w:rPr>
          <w:noProof/>
        </w:rPr>
      </w:r>
      <w:r>
        <w:rPr>
          <w:noProof/>
        </w:rPr>
        <w:fldChar w:fldCharType="separate"/>
      </w:r>
      <w:r>
        <w:rPr>
          <w:noProof/>
        </w:rPr>
        <w:t>37</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5.9.3</w:t>
      </w:r>
      <w:r>
        <w:rPr>
          <w:rFonts w:asciiTheme="minorHAnsi" w:eastAsiaTheme="minorEastAsia" w:hAnsiTheme="minorHAnsi" w:cstheme="minorBidi"/>
          <w:noProof/>
          <w:szCs w:val="22"/>
        </w:rPr>
        <w:tab/>
      </w:r>
      <w:r>
        <w:rPr>
          <w:noProof/>
        </w:rPr>
        <w:t>Funzioni associate</w:t>
      </w:r>
      <w:r>
        <w:rPr>
          <w:noProof/>
        </w:rPr>
        <w:tab/>
      </w:r>
      <w:r>
        <w:rPr>
          <w:noProof/>
        </w:rPr>
        <w:fldChar w:fldCharType="begin"/>
      </w:r>
      <w:r>
        <w:rPr>
          <w:noProof/>
        </w:rPr>
        <w:instrText xml:space="preserve"> PAGEREF _Toc397613704 \h </w:instrText>
      </w:r>
      <w:r>
        <w:rPr>
          <w:noProof/>
        </w:rPr>
      </w:r>
      <w:r>
        <w:rPr>
          <w:noProof/>
        </w:rPr>
        <w:fldChar w:fldCharType="separate"/>
      </w:r>
      <w:r>
        <w:rPr>
          <w:noProof/>
        </w:rPr>
        <w:t>39</w:t>
      </w:r>
      <w:r>
        <w:rPr>
          <w:noProof/>
        </w:rPr>
        <w:fldChar w:fldCharType="end"/>
      </w:r>
    </w:p>
    <w:p w:rsidR="00AD1873" w:rsidRDefault="00AD1873">
      <w:pPr>
        <w:pStyle w:val="Sommario2"/>
        <w:tabs>
          <w:tab w:val="left" w:pos="1985"/>
        </w:tabs>
        <w:rPr>
          <w:rFonts w:asciiTheme="minorHAnsi" w:eastAsiaTheme="minorEastAsia" w:hAnsiTheme="minorHAnsi" w:cstheme="minorBidi"/>
          <w:noProof/>
          <w:szCs w:val="22"/>
        </w:rPr>
      </w:pPr>
      <w:r>
        <w:rPr>
          <w:noProof/>
        </w:rPr>
        <w:t>5.10</w:t>
      </w:r>
      <w:r>
        <w:rPr>
          <w:rFonts w:asciiTheme="minorHAnsi" w:eastAsiaTheme="minorEastAsia" w:hAnsiTheme="minorHAnsi" w:cstheme="minorBidi"/>
          <w:noProof/>
          <w:szCs w:val="22"/>
        </w:rPr>
        <w:tab/>
      </w:r>
      <w:r>
        <w:rPr>
          <w:noProof/>
        </w:rPr>
        <w:t>Gestione Messaggi (GMSG)</w:t>
      </w:r>
      <w:r>
        <w:rPr>
          <w:noProof/>
        </w:rPr>
        <w:tab/>
      </w:r>
      <w:r>
        <w:rPr>
          <w:noProof/>
        </w:rPr>
        <w:fldChar w:fldCharType="begin"/>
      </w:r>
      <w:r>
        <w:rPr>
          <w:noProof/>
        </w:rPr>
        <w:instrText xml:space="preserve"> PAGEREF _Toc397613705 \h </w:instrText>
      </w:r>
      <w:r>
        <w:rPr>
          <w:noProof/>
        </w:rPr>
      </w:r>
      <w:r>
        <w:rPr>
          <w:noProof/>
        </w:rPr>
        <w:fldChar w:fldCharType="separate"/>
      </w:r>
      <w:r>
        <w:rPr>
          <w:noProof/>
        </w:rPr>
        <w:t>40</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5.10.1</w:t>
      </w:r>
      <w:r>
        <w:rPr>
          <w:rFonts w:asciiTheme="minorHAnsi" w:eastAsiaTheme="minorEastAsia" w:hAnsiTheme="minorHAnsi" w:cstheme="minorBidi"/>
          <w:noProof/>
          <w:szCs w:val="22"/>
        </w:rPr>
        <w:tab/>
      </w:r>
      <w:r>
        <w:rPr>
          <w:noProof/>
        </w:rPr>
        <w:t>Utilizzo della Transazione</w:t>
      </w:r>
      <w:r>
        <w:rPr>
          <w:noProof/>
        </w:rPr>
        <w:tab/>
      </w:r>
      <w:r>
        <w:rPr>
          <w:noProof/>
        </w:rPr>
        <w:fldChar w:fldCharType="begin"/>
      </w:r>
      <w:r>
        <w:rPr>
          <w:noProof/>
        </w:rPr>
        <w:instrText xml:space="preserve"> PAGEREF _Toc397613706 \h </w:instrText>
      </w:r>
      <w:r>
        <w:rPr>
          <w:noProof/>
        </w:rPr>
      </w:r>
      <w:r>
        <w:rPr>
          <w:noProof/>
        </w:rPr>
        <w:fldChar w:fldCharType="separate"/>
      </w:r>
      <w:r>
        <w:rPr>
          <w:noProof/>
        </w:rPr>
        <w:t>40</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5.10.2</w:t>
      </w:r>
      <w:r>
        <w:rPr>
          <w:rFonts w:asciiTheme="minorHAnsi" w:eastAsiaTheme="minorEastAsia" w:hAnsiTheme="minorHAnsi" w:cstheme="minorBidi"/>
          <w:noProof/>
          <w:szCs w:val="22"/>
        </w:rPr>
        <w:tab/>
      </w:r>
      <w:r>
        <w:rPr>
          <w:noProof/>
        </w:rPr>
        <w:t>Interfaccia utente</w:t>
      </w:r>
      <w:r>
        <w:rPr>
          <w:noProof/>
        </w:rPr>
        <w:tab/>
      </w:r>
      <w:r>
        <w:rPr>
          <w:noProof/>
        </w:rPr>
        <w:fldChar w:fldCharType="begin"/>
      </w:r>
      <w:r>
        <w:rPr>
          <w:noProof/>
        </w:rPr>
        <w:instrText xml:space="preserve"> PAGEREF _Toc397613707 \h </w:instrText>
      </w:r>
      <w:r>
        <w:rPr>
          <w:noProof/>
        </w:rPr>
      </w:r>
      <w:r>
        <w:rPr>
          <w:noProof/>
        </w:rPr>
        <w:fldChar w:fldCharType="separate"/>
      </w:r>
      <w:r>
        <w:rPr>
          <w:noProof/>
        </w:rPr>
        <w:t>40</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5.10.3</w:t>
      </w:r>
      <w:r>
        <w:rPr>
          <w:rFonts w:asciiTheme="minorHAnsi" w:eastAsiaTheme="minorEastAsia" w:hAnsiTheme="minorHAnsi" w:cstheme="minorBidi"/>
          <w:noProof/>
          <w:szCs w:val="22"/>
        </w:rPr>
        <w:tab/>
      </w:r>
      <w:r>
        <w:rPr>
          <w:noProof/>
        </w:rPr>
        <w:t>Funzioni associate</w:t>
      </w:r>
      <w:r>
        <w:rPr>
          <w:noProof/>
        </w:rPr>
        <w:tab/>
      </w:r>
      <w:r>
        <w:rPr>
          <w:noProof/>
        </w:rPr>
        <w:fldChar w:fldCharType="begin"/>
      </w:r>
      <w:r>
        <w:rPr>
          <w:noProof/>
        </w:rPr>
        <w:instrText xml:space="preserve"> PAGEREF _Toc397613708 \h </w:instrText>
      </w:r>
      <w:r>
        <w:rPr>
          <w:noProof/>
        </w:rPr>
      </w:r>
      <w:r>
        <w:rPr>
          <w:noProof/>
        </w:rPr>
        <w:fldChar w:fldCharType="separate"/>
      </w:r>
      <w:r>
        <w:rPr>
          <w:noProof/>
        </w:rPr>
        <w:t>42</w:t>
      </w:r>
      <w:r>
        <w:rPr>
          <w:noProof/>
        </w:rPr>
        <w:fldChar w:fldCharType="end"/>
      </w:r>
    </w:p>
    <w:p w:rsidR="00AD1873" w:rsidRDefault="00AD1873">
      <w:pPr>
        <w:pStyle w:val="Sommario2"/>
        <w:tabs>
          <w:tab w:val="left" w:pos="1985"/>
        </w:tabs>
        <w:rPr>
          <w:rFonts w:asciiTheme="minorHAnsi" w:eastAsiaTheme="minorEastAsia" w:hAnsiTheme="minorHAnsi" w:cstheme="minorBidi"/>
          <w:noProof/>
          <w:szCs w:val="22"/>
        </w:rPr>
      </w:pPr>
      <w:r>
        <w:rPr>
          <w:noProof/>
        </w:rPr>
        <w:t>5.11</w:t>
      </w:r>
      <w:r>
        <w:rPr>
          <w:rFonts w:asciiTheme="minorHAnsi" w:eastAsiaTheme="minorEastAsia" w:hAnsiTheme="minorHAnsi" w:cstheme="minorBidi"/>
          <w:noProof/>
          <w:szCs w:val="22"/>
        </w:rPr>
        <w:tab/>
      </w:r>
      <w:r>
        <w:rPr>
          <w:noProof/>
        </w:rPr>
        <w:t>Gestione Operatori (GOPR)</w:t>
      </w:r>
      <w:r>
        <w:rPr>
          <w:noProof/>
        </w:rPr>
        <w:tab/>
      </w:r>
      <w:r>
        <w:rPr>
          <w:noProof/>
        </w:rPr>
        <w:fldChar w:fldCharType="begin"/>
      </w:r>
      <w:r>
        <w:rPr>
          <w:noProof/>
        </w:rPr>
        <w:instrText xml:space="preserve"> PAGEREF _Toc397613709 \h </w:instrText>
      </w:r>
      <w:r>
        <w:rPr>
          <w:noProof/>
        </w:rPr>
      </w:r>
      <w:r>
        <w:rPr>
          <w:noProof/>
        </w:rPr>
        <w:fldChar w:fldCharType="separate"/>
      </w:r>
      <w:r>
        <w:rPr>
          <w:noProof/>
        </w:rPr>
        <w:t>43</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5.11.1</w:t>
      </w:r>
      <w:r>
        <w:rPr>
          <w:rFonts w:asciiTheme="minorHAnsi" w:eastAsiaTheme="minorEastAsia" w:hAnsiTheme="minorHAnsi" w:cstheme="minorBidi"/>
          <w:noProof/>
          <w:szCs w:val="22"/>
        </w:rPr>
        <w:tab/>
      </w:r>
      <w:r>
        <w:rPr>
          <w:noProof/>
        </w:rPr>
        <w:t>Utilizzo della Transazione</w:t>
      </w:r>
      <w:r>
        <w:rPr>
          <w:noProof/>
        </w:rPr>
        <w:tab/>
      </w:r>
      <w:r>
        <w:rPr>
          <w:noProof/>
        </w:rPr>
        <w:fldChar w:fldCharType="begin"/>
      </w:r>
      <w:r>
        <w:rPr>
          <w:noProof/>
        </w:rPr>
        <w:instrText xml:space="preserve"> PAGEREF _Toc397613710 \h </w:instrText>
      </w:r>
      <w:r>
        <w:rPr>
          <w:noProof/>
        </w:rPr>
      </w:r>
      <w:r>
        <w:rPr>
          <w:noProof/>
        </w:rPr>
        <w:fldChar w:fldCharType="separate"/>
      </w:r>
      <w:r>
        <w:rPr>
          <w:noProof/>
        </w:rPr>
        <w:t>43</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5.11.2</w:t>
      </w:r>
      <w:r>
        <w:rPr>
          <w:rFonts w:asciiTheme="minorHAnsi" w:eastAsiaTheme="minorEastAsia" w:hAnsiTheme="minorHAnsi" w:cstheme="minorBidi"/>
          <w:noProof/>
          <w:szCs w:val="22"/>
        </w:rPr>
        <w:tab/>
      </w:r>
      <w:r>
        <w:rPr>
          <w:noProof/>
        </w:rPr>
        <w:t>Interfaccia utente</w:t>
      </w:r>
      <w:r>
        <w:rPr>
          <w:noProof/>
        </w:rPr>
        <w:tab/>
      </w:r>
      <w:r>
        <w:rPr>
          <w:noProof/>
        </w:rPr>
        <w:fldChar w:fldCharType="begin"/>
      </w:r>
      <w:r>
        <w:rPr>
          <w:noProof/>
        </w:rPr>
        <w:instrText xml:space="preserve"> PAGEREF _Toc397613711 \h </w:instrText>
      </w:r>
      <w:r>
        <w:rPr>
          <w:noProof/>
        </w:rPr>
      </w:r>
      <w:r>
        <w:rPr>
          <w:noProof/>
        </w:rPr>
        <w:fldChar w:fldCharType="separate"/>
      </w:r>
      <w:r>
        <w:rPr>
          <w:noProof/>
        </w:rPr>
        <w:t>43</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5.11.3</w:t>
      </w:r>
      <w:r>
        <w:rPr>
          <w:rFonts w:asciiTheme="minorHAnsi" w:eastAsiaTheme="minorEastAsia" w:hAnsiTheme="minorHAnsi" w:cstheme="minorBidi"/>
          <w:noProof/>
          <w:szCs w:val="22"/>
        </w:rPr>
        <w:tab/>
      </w:r>
      <w:r>
        <w:rPr>
          <w:noProof/>
        </w:rPr>
        <w:t>Funzioni associate</w:t>
      </w:r>
      <w:r>
        <w:rPr>
          <w:noProof/>
        </w:rPr>
        <w:tab/>
      </w:r>
      <w:r>
        <w:rPr>
          <w:noProof/>
        </w:rPr>
        <w:fldChar w:fldCharType="begin"/>
      </w:r>
      <w:r>
        <w:rPr>
          <w:noProof/>
        </w:rPr>
        <w:instrText xml:space="preserve"> PAGEREF _Toc397613712 \h </w:instrText>
      </w:r>
      <w:r>
        <w:rPr>
          <w:noProof/>
        </w:rPr>
      </w:r>
      <w:r>
        <w:rPr>
          <w:noProof/>
        </w:rPr>
        <w:fldChar w:fldCharType="separate"/>
      </w:r>
      <w:r>
        <w:rPr>
          <w:noProof/>
        </w:rPr>
        <w:t>46</w:t>
      </w:r>
      <w:r>
        <w:rPr>
          <w:noProof/>
        </w:rPr>
        <w:fldChar w:fldCharType="end"/>
      </w:r>
    </w:p>
    <w:p w:rsidR="00AD1873" w:rsidRDefault="00AD1873">
      <w:pPr>
        <w:pStyle w:val="Sommario2"/>
        <w:tabs>
          <w:tab w:val="left" w:pos="1985"/>
        </w:tabs>
        <w:rPr>
          <w:rFonts w:asciiTheme="minorHAnsi" w:eastAsiaTheme="minorEastAsia" w:hAnsiTheme="minorHAnsi" w:cstheme="minorBidi"/>
          <w:noProof/>
          <w:szCs w:val="22"/>
        </w:rPr>
      </w:pPr>
      <w:r>
        <w:rPr>
          <w:noProof/>
        </w:rPr>
        <w:t>5.12</w:t>
      </w:r>
      <w:r>
        <w:rPr>
          <w:rFonts w:asciiTheme="minorHAnsi" w:eastAsiaTheme="minorEastAsia" w:hAnsiTheme="minorHAnsi" w:cstheme="minorBidi"/>
          <w:noProof/>
          <w:szCs w:val="22"/>
        </w:rPr>
        <w:tab/>
      </w:r>
      <w:r>
        <w:rPr>
          <w:noProof/>
        </w:rPr>
        <w:t>Gestione Profili (GPRF).</w:t>
      </w:r>
      <w:r>
        <w:rPr>
          <w:noProof/>
        </w:rPr>
        <w:tab/>
      </w:r>
      <w:r>
        <w:rPr>
          <w:noProof/>
        </w:rPr>
        <w:fldChar w:fldCharType="begin"/>
      </w:r>
      <w:r>
        <w:rPr>
          <w:noProof/>
        </w:rPr>
        <w:instrText xml:space="preserve"> PAGEREF _Toc397613713 \h </w:instrText>
      </w:r>
      <w:r>
        <w:rPr>
          <w:noProof/>
        </w:rPr>
      </w:r>
      <w:r>
        <w:rPr>
          <w:noProof/>
        </w:rPr>
        <w:fldChar w:fldCharType="separate"/>
      </w:r>
      <w:r>
        <w:rPr>
          <w:noProof/>
        </w:rPr>
        <w:t>47</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5.12.1</w:t>
      </w:r>
      <w:r>
        <w:rPr>
          <w:rFonts w:asciiTheme="minorHAnsi" w:eastAsiaTheme="minorEastAsia" w:hAnsiTheme="minorHAnsi" w:cstheme="minorBidi"/>
          <w:noProof/>
          <w:szCs w:val="22"/>
        </w:rPr>
        <w:tab/>
      </w:r>
      <w:r>
        <w:rPr>
          <w:noProof/>
        </w:rPr>
        <w:t>Utilizzo della transazione</w:t>
      </w:r>
      <w:r>
        <w:rPr>
          <w:noProof/>
        </w:rPr>
        <w:tab/>
      </w:r>
      <w:r>
        <w:rPr>
          <w:noProof/>
        </w:rPr>
        <w:fldChar w:fldCharType="begin"/>
      </w:r>
      <w:r>
        <w:rPr>
          <w:noProof/>
        </w:rPr>
        <w:instrText xml:space="preserve"> PAGEREF _Toc397613714 \h </w:instrText>
      </w:r>
      <w:r>
        <w:rPr>
          <w:noProof/>
        </w:rPr>
      </w:r>
      <w:r>
        <w:rPr>
          <w:noProof/>
        </w:rPr>
        <w:fldChar w:fldCharType="separate"/>
      </w:r>
      <w:r>
        <w:rPr>
          <w:noProof/>
        </w:rPr>
        <w:t>47</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5.12.2</w:t>
      </w:r>
      <w:r>
        <w:rPr>
          <w:rFonts w:asciiTheme="minorHAnsi" w:eastAsiaTheme="minorEastAsia" w:hAnsiTheme="minorHAnsi" w:cstheme="minorBidi"/>
          <w:noProof/>
          <w:szCs w:val="22"/>
        </w:rPr>
        <w:tab/>
      </w:r>
      <w:r>
        <w:rPr>
          <w:noProof/>
        </w:rPr>
        <w:t>Interfaccia utente</w:t>
      </w:r>
      <w:r>
        <w:rPr>
          <w:noProof/>
        </w:rPr>
        <w:tab/>
      </w:r>
      <w:r>
        <w:rPr>
          <w:noProof/>
        </w:rPr>
        <w:fldChar w:fldCharType="begin"/>
      </w:r>
      <w:r>
        <w:rPr>
          <w:noProof/>
        </w:rPr>
        <w:instrText xml:space="preserve"> PAGEREF _Toc397613715 \h </w:instrText>
      </w:r>
      <w:r>
        <w:rPr>
          <w:noProof/>
        </w:rPr>
      </w:r>
      <w:r>
        <w:rPr>
          <w:noProof/>
        </w:rPr>
        <w:fldChar w:fldCharType="separate"/>
      </w:r>
      <w:r>
        <w:rPr>
          <w:noProof/>
        </w:rPr>
        <w:t>47</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5.12.3</w:t>
      </w:r>
      <w:r>
        <w:rPr>
          <w:rFonts w:asciiTheme="minorHAnsi" w:eastAsiaTheme="minorEastAsia" w:hAnsiTheme="minorHAnsi" w:cstheme="minorBidi"/>
          <w:noProof/>
          <w:szCs w:val="22"/>
        </w:rPr>
        <w:tab/>
      </w:r>
      <w:r>
        <w:rPr>
          <w:noProof/>
        </w:rPr>
        <w:t>Funzioni associate</w:t>
      </w:r>
      <w:r>
        <w:rPr>
          <w:noProof/>
        </w:rPr>
        <w:tab/>
      </w:r>
      <w:r>
        <w:rPr>
          <w:noProof/>
        </w:rPr>
        <w:fldChar w:fldCharType="begin"/>
      </w:r>
      <w:r>
        <w:rPr>
          <w:noProof/>
        </w:rPr>
        <w:instrText xml:space="preserve"> PAGEREF _Toc397613716 \h </w:instrText>
      </w:r>
      <w:r>
        <w:rPr>
          <w:noProof/>
        </w:rPr>
      </w:r>
      <w:r>
        <w:rPr>
          <w:noProof/>
        </w:rPr>
        <w:fldChar w:fldCharType="separate"/>
      </w:r>
      <w:r>
        <w:rPr>
          <w:noProof/>
        </w:rPr>
        <w:t>48</w:t>
      </w:r>
      <w:r>
        <w:rPr>
          <w:noProof/>
        </w:rPr>
        <w:fldChar w:fldCharType="end"/>
      </w:r>
    </w:p>
    <w:p w:rsidR="00AD1873" w:rsidRDefault="00AD1873">
      <w:pPr>
        <w:pStyle w:val="Sommario2"/>
        <w:tabs>
          <w:tab w:val="left" w:pos="1985"/>
        </w:tabs>
        <w:rPr>
          <w:rFonts w:asciiTheme="minorHAnsi" w:eastAsiaTheme="minorEastAsia" w:hAnsiTheme="minorHAnsi" w:cstheme="minorBidi"/>
          <w:noProof/>
          <w:szCs w:val="22"/>
        </w:rPr>
      </w:pPr>
      <w:r>
        <w:rPr>
          <w:noProof/>
        </w:rPr>
        <w:t>5.13</w:t>
      </w:r>
      <w:r>
        <w:rPr>
          <w:rFonts w:asciiTheme="minorHAnsi" w:eastAsiaTheme="minorEastAsia" w:hAnsiTheme="minorHAnsi" w:cstheme="minorBidi"/>
          <w:noProof/>
          <w:szCs w:val="22"/>
        </w:rPr>
        <w:tab/>
      </w:r>
      <w:r>
        <w:rPr>
          <w:noProof/>
        </w:rPr>
        <w:t>Gestione delle Stampe Spool (GSPO)</w:t>
      </w:r>
      <w:r>
        <w:rPr>
          <w:noProof/>
        </w:rPr>
        <w:tab/>
      </w:r>
      <w:r>
        <w:rPr>
          <w:noProof/>
        </w:rPr>
        <w:fldChar w:fldCharType="begin"/>
      </w:r>
      <w:r>
        <w:rPr>
          <w:noProof/>
        </w:rPr>
        <w:instrText xml:space="preserve"> PAGEREF _Toc397613717 \h </w:instrText>
      </w:r>
      <w:r>
        <w:rPr>
          <w:noProof/>
        </w:rPr>
      </w:r>
      <w:r>
        <w:rPr>
          <w:noProof/>
        </w:rPr>
        <w:fldChar w:fldCharType="separate"/>
      </w:r>
      <w:r>
        <w:rPr>
          <w:noProof/>
        </w:rPr>
        <w:t>49</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5.13.1</w:t>
      </w:r>
      <w:r>
        <w:rPr>
          <w:rFonts w:asciiTheme="minorHAnsi" w:eastAsiaTheme="minorEastAsia" w:hAnsiTheme="minorHAnsi" w:cstheme="minorBidi"/>
          <w:noProof/>
          <w:szCs w:val="22"/>
        </w:rPr>
        <w:tab/>
      </w:r>
      <w:r>
        <w:rPr>
          <w:noProof/>
        </w:rPr>
        <w:t>Utilizzo della Transazione.</w:t>
      </w:r>
      <w:r>
        <w:rPr>
          <w:noProof/>
        </w:rPr>
        <w:tab/>
      </w:r>
      <w:r>
        <w:rPr>
          <w:noProof/>
        </w:rPr>
        <w:fldChar w:fldCharType="begin"/>
      </w:r>
      <w:r>
        <w:rPr>
          <w:noProof/>
        </w:rPr>
        <w:instrText xml:space="preserve"> PAGEREF _Toc397613718 \h </w:instrText>
      </w:r>
      <w:r>
        <w:rPr>
          <w:noProof/>
        </w:rPr>
      </w:r>
      <w:r>
        <w:rPr>
          <w:noProof/>
        </w:rPr>
        <w:fldChar w:fldCharType="separate"/>
      </w:r>
      <w:r>
        <w:rPr>
          <w:noProof/>
        </w:rPr>
        <w:t>49</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5.13.2</w:t>
      </w:r>
      <w:r>
        <w:rPr>
          <w:rFonts w:asciiTheme="minorHAnsi" w:eastAsiaTheme="minorEastAsia" w:hAnsiTheme="minorHAnsi" w:cstheme="minorBidi"/>
          <w:noProof/>
          <w:szCs w:val="22"/>
        </w:rPr>
        <w:tab/>
      </w:r>
      <w:r>
        <w:rPr>
          <w:noProof/>
        </w:rPr>
        <w:t>Interfaccia utente</w:t>
      </w:r>
      <w:r>
        <w:rPr>
          <w:noProof/>
        </w:rPr>
        <w:tab/>
      </w:r>
      <w:r>
        <w:rPr>
          <w:noProof/>
        </w:rPr>
        <w:fldChar w:fldCharType="begin"/>
      </w:r>
      <w:r>
        <w:rPr>
          <w:noProof/>
        </w:rPr>
        <w:instrText xml:space="preserve"> PAGEREF _Toc397613719 \h </w:instrText>
      </w:r>
      <w:r>
        <w:rPr>
          <w:noProof/>
        </w:rPr>
      </w:r>
      <w:r>
        <w:rPr>
          <w:noProof/>
        </w:rPr>
        <w:fldChar w:fldCharType="separate"/>
      </w:r>
      <w:r>
        <w:rPr>
          <w:noProof/>
        </w:rPr>
        <w:t>49</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5.13.3</w:t>
      </w:r>
      <w:r>
        <w:rPr>
          <w:rFonts w:asciiTheme="minorHAnsi" w:eastAsiaTheme="minorEastAsia" w:hAnsiTheme="minorHAnsi" w:cstheme="minorBidi"/>
          <w:noProof/>
          <w:szCs w:val="22"/>
        </w:rPr>
        <w:tab/>
      </w:r>
      <w:r>
        <w:rPr>
          <w:noProof/>
        </w:rPr>
        <w:t>Funzioni associate</w:t>
      </w:r>
      <w:r>
        <w:rPr>
          <w:noProof/>
        </w:rPr>
        <w:tab/>
      </w:r>
      <w:r>
        <w:rPr>
          <w:noProof/>
        </w:rPr>
        <w:fldChar w:fldCharType="begin"/>
      </w:r>
      <w:r>
        <w:rPr>
          <w:noProof/>
        </w:rPr>
        <w:instrText xml:space="preserve"> PAGEREF _Toc397613720 \h </w:instrText>
      </w:r>
      <w:r>
        <w:rPr>
          <w:noProof/>
        </w:rPr>
      </w:r>
      <w:r>
        <w:rPr>
          <w:noProof/>
        </w:rPr>
        <w:fldChar w:fldCharType="separate"/>
      </w:r>
      <w:r>
        <w:rPr>
          <w:noProof/>
        </w:rPr>
        <w:t>52</w:t>
      </w:r>
      <w:r>
        <w:rPr>
          <w:noProof/>
        </w:rPr>
        <w:fldChar w:fldCharType="end"/>
      </w:r>
    </w:p>
    <w:p w:rsidR="00AD1873" w:rsidRDefault="00AD1873">
      <w:pPr>
        <w:pStyle w:val="Sommario2"/>
        <w:tabs>
          <w:tab w:val="left" w:pos="1985"/>
        </w:tabs>
        <w:rPr>
          <w:rFonts w:asciiTheme="minorHAnsi" w:eastAsiaTheme="minorEastAsia" w:hAnsiTheme="minorHAnsi" w:cstheme="minorBidi"/>
          <w:noProof/>
          <w:szCs w:val="22"/>
        </w:rPr>
      </w:pPr>
      <w:r>
        <w:rPr>
          <w:noProof/>
        </w:rPr>
        <w:t>5.14</w:t>
      </w:r>
      <w:r>
        <w:rPr>
          <w:rFonts w:asciiTheme="minorHAnsi" w:eastAsiaTheme="minorEastAsia" w:hAnsiTheme="minorHAnsi" w:cstheme="minorBidi"/>
          <w:noProof/>
          <w:szCs w:val="22"/>
        </w:rPr>
        <w:tab/>
      </w:r>
      <w:r>
        <w:rPr>
          <w:noProof/>
        </w:rPr>
        <w:t>Gestione Terminali (GTER)</w:t>
      </w:r>
      <w:r>
        <w:rPr>
          <w:noProof/>
        </w:rPr>
        <w:tab/>
      </w:r>
      <w:r>
        <w:rPr>
          <w:noProof/>
        </w:rPr>
        <w:fldChar w:fldCharType="begin"/>
      </w:r>
      <w:r>
        <w:rPr>
          <w:noProof/>
        </w:rPr>
        <w:instrText xml:space="preserve"> PAGEREF _Toc397613721 \h </w:instrText>
      </w:r>
      <w:r>
        <w:rPr>
          <w:noProof/>
        </w:rPr>
      </w:r>
      <w:r>
        <w:rPr>
          <w:noProof/>
        </w:rPr>
        <w:fldChar w:fldCharType="separate"/>
      </w:r>
      <w:r>
        <w:rPr>
          <w:noProof/>
        </w:rPr>
        <w:t>52</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5.14.1</w:t>
      </w:r>
      <w:r>
        <w:rPr>
          <w:rFonts w:asciiTheme="minorHAnsi" w:eastAsiaTheme="minorEastAsia" w:hAnsiTheme="minorHAnsi" w:cstheme="minorBidi"/>
          <w:noProof/>
          <w:szCs w:val="22"/>
        </w:rPr>
        <w:tab/>
      </w:r>
      <w:r>
        <w:rPr>
          <w:noProof/>
        </w:rPr>
        <w:t>Utilizzo della Transazione</w:t>
      </w:r>
      <w:r>
        <w:rPr>
          <w:noProof/>
        </w:rPr>
        <w:tab/>
      </w:r>
      <w:r>
        <w:rPr>
          <w:noProof/>
        </w:rPr>
        <w:fldChar w:fldCharType="begin"/>
      </w:r>
      <w:r>
        <w:rPr>
          <w:noProof/>
        </w:rPr>
        <w:instrText xml:space="preserve"> PAGEREF _Toc397613722 \h </w:instrText>
      </w:r>
      <w:r>
        <w:rPr>
          <w:noProof/>
        </w:rPr>
      </w:r>
      <w:r>
        <w:rPr>
          <w:noProof/>
        </w:rPr>
        <w:fldChar w:fldCharType="separate"/>
      </w:r>
      <w:r>
        <w:rPr>
          <w:noProof/>
        </w:rPr>
        <w:t>52</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5.14.2</w:t>
      </w:r>
      <w:r>
        <w:rPr>
          <w:rFonts w:asciiTheme="minorHAnsi" w:eastAsiaTheme="minorEastAsia" w:hAnsiTheme="minorHAnsi" w:cstheme="minorBidi"/>
          <w:noProof/>
          <w:szCs w:val="22"/>
        </w:rPr>
        <w:tab/>
      </w:r>
      <w:r>
        <w:rPr>
          <w:noProof/>
        </w:rPr>
        <w:t>Interfaccia utente</w:t>
      </w:r>
      <w:r>
        <w:rPr>
          <w:noProof/>
        </w:rPr>
        <w:tab/>
      </w:r>
      <w:r>
        <w:rPr>
          <w:noProof/>
        </w:rPr>
        <w:fldChar w:fldCharType="begin"/>
      </w:r>
      <w:r>
        <w:rPr>
          <w:noProof/>
        </w:rPr>
        <w:instrText xml:space="preserve"> PAGEREF _Toc397613723 \h </w:instrText>
      </w:r>
      <w:r>
        <w:rPr>
          <w:noProof/>
        </w:rPr>
      </w:r>
      <w:r>
        <w:rPr>
          <w:noProof/>
        </w:rPr>
        <w:fldChar w:fldCharType="separate"/>
      </w:r>
      <w:r>
        <w:rPr>
          <w:noProof/>
        </w:rPr>
        <w:t>52</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5.14.3</w:t>
      </w:r>
      <w:r>
        <w:rPr>
          <w:rFonts w:asciiTheme="minorHAnsi" w:eastAsiaTheme="minorEastAsia" w:hAnsiTheme="minorHAnsi" w:cstheme="minorBidi"/>
          <w:noProof/>
          <w:szCs w:val="22"/>
        </w:rPr>
        <w:tab/>
      </w:r>
      <w:r>
        <w:rPr>
          <w:noProof/>
        </w:rPr>
        <w:t>Funzioni associate</w:t>
      </w:r>
      <w:r>
        <w:rPr>
          <w:noProof/>
        </w:rPr>
        <w:tab/>
      </w:r>
      <w:r>
        <w:rPr>
          <w:noProof/>
        </w:rPr>
        <w:fldChar w:fldCharType="begin"/>
      </w:r>
      <w:r>
        <w:rPr>
          <w:noProof/>
        </w:rPr>
        <w:instrText xml:space="preserve"> PAGEREF _Toc397613724 \h </w:instrText>
      </w:r>
      <w:r>
        <w:rPr>
          <w:noProof/>
        </w:rPr>
      </w:r>
      <w:r>
        <w:rPr>
          <w:noProof/>
        </w:rPr>
        <w:fldChar w:fldCharType="separate"/>
      </w:r>
      <w:r>
        <w:rPr>
          <w:noProof/>
        </w:rPr>
        <w:t>54</w:t>
      </w:r>
      <w:r>
        <w:rPr>
          <w:noProof/>
        </w:rPr>
        <w:fldChar w:fldCharType="end"/>
      </w:r>
    </w:p>
    <w:p w:rsidR="00AD1873" w:rsidRDefault="00AD1873">
      <w:pPr>
        <w:pStyle w:val="Sommario2"/>
        <w:tabs>
          <w:tab w:val="left" w:pos="1985"/>
        </w:tabs>
        <w:rPr>
          <w:rFonts w:asciiTheme="minorHAnsi" w:eastAsiaTheme="minorEastAsia" w:hAnsiTheme="minorHAnsi" w:cstheme="minorBidi"/>
          <w:noProof/>
          <w:szCs w:val="22"/>
        </w:rPr>
      </w:pPr>
      <w:r>
        <w:rPr>
          <w:noProof/>
        </w:rPr>
        <w:t>5.15</w:t>
      </w:r>
      <w:r>
        <w:rPr>
          <w:rFonts w:asciiTheme="minorHAnsi" w:eastAsiaTheme="minorEastAsia" w:hAnsiTheme="minorHAnsi" w:cstheme="minorBidi"/>
          <w:noProof/>
          <w:szCs w:val="22"/>
        </w:rPr>
        <w:tab/>
      </w:r>
      <w:r>
        <w:rPr>
          <w:noProof/>
        </w:rPr>
        <w:t>Gestione Transazioni (GTRX).</w:t>
      </w:r>
      <w:r>
        <w:rPr>
          <w:noProof/>
        </w:rPr>
        <w:tab/>
      </w:r>
      <w:r>
        <w:rPr>
          <w:noProof/>
        </w:rPr>
        <w:fldChar w:fldCharType="begin"/>
      </w:r>
      <w:r>
        <w:rPr>
          <w:noProof/>
        </w:rPr>
        <w:instrText xml:space="preserve"> PAGEREF _Toc397613725 \h </w:instrText>
      </w:r>
      <w:r>
        <w:rPr>
          <w:noProof/>
        </w:rPr>
      </w:r>
      <w:r>
        <w:rPr>
          <w:noProof/>
        </w:rPr>
        <w:fldChar w:fldCharType="separate"/>
      </w:r>
      <w:r>
        <w:rPr>
          <w:noProof/>
        </w:rPr>
        <w:t>55</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lastRenderedPageBreak/>
        <w:t>5.15.1</w:t>
      </w:r>
      <w:r>
        <w:rPr>
          <w:rFonts w:asciiTheme="minorHAnsi" w:eastAsiaTheme="minorEastAsia" w:hAnsiTheme="minorHAnsi" w:cstheme="minorBidi"/>
          <w:noProof/>
          <w:szCs w:val="22"/>
        </w:rPr>
        <w:tab/>
      </w:r>
      <w:r>
        <w:rPr>
          <w:noProof/>
        </w:rPr>
        <w:t>Utilizzo della Transazione</w:t>
      </w:r>
      <w:r>
        <w:rPr>
          <w:noProof/>
        </w:rPr>
        <w:tab/>
      </w:r>
      <w:r>
        <w:rPr>
          <w:noProof/>
        </w:rPr>
        <w:fldChar w:fldCharType="begin"/>
      </w:r>
      <w:r>
        <w:rPr>
          <w:noProof/>
        </w:rPr>
        <w:instrText xml:space="preserve"> PAGEREF _Toc397613726 \h </w:instrText>
      </w:r>
      <w:r>
        <w:rPr>
          <w:noProof/>
        </w:rPr>
      </w:r>
      <w:r>
        <w:rPr>
          <w:noProof/>
        </w:rPr>
        <w:fldChar w:fldCharType="separate"/>
      </w:r>
      <w:r>
        <w:rPr>
          <w:noProof/>
        </w:rPr>
        <w:t>55</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5.15.2</w:t>
      </w:r>
      <w:r>
        <w:rPr>
          <w:rFonts w:asciiTheme="minorHAnsi" w:eastAsiaTheme="minorEastAsia" w:hAnsiTheme="minorHAnsi" w:cstheme="minorBidi"/>
          <w:noProof/>
          <w:szCs w:val="22"/>
        </w:rPr>
        <w:tab/>
      </w:r>
      <w:r>
        <w:rPr>
          <w:noProof/>
        </w:rPr>
        <w:t>Interfaccia utente</w:t>
      </w:r>
      <w:r>
        <w:rPr>
          <w:noProof/>
        </w:rPr>
        <w:tab/>
      </w:r>
      <w:r>
        <w:rPr>
          <w:noProof/>
        </w:rPr>
        <w:fldChar w:fldCharType="begin"/>
      </w:r>
      <w:r>
        <w:rPr>
          <w:noProof/>
        </w:rPr>
        <w:instrText xml:space="preserve"> PAGEREF _Toc397613727 \h </w:instrText>
      </w:r>
      <w:r>
        <w:rPr>
          <w:noProof/>
        </w:rPr>
      </w:r>
      <w:r>
        <w:rPr>
          <w:noProof/>
        </w:rPr>
        <w:fldChar w:fldCharType="separate"/>
      </w:r>
      <w:r>
        <w:rPr>
          <w:noProof/>
        </w:rPr>
        <w:t>55</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5.15.3</w:t>
      </w:r>
      <w:r>
        <w:rPr>
          <w:rFonts w:asciiTheme="minorHAnsi" w:eastAsiaTheme="minorEastAsia" w:hAnsiTheme="minorHAnsi" w:cstheme="minorBidi"/>
          <w:noProof/>
          <w:szCs w:val="22"/>
        </w:rPr>
        <w:tab/>
      </w:r>
      <w:r>
        <w:rPr>
          <w:noProof/>
        </w:rPr>
        <w:t>Funzioni associate</w:t>
      </w:r>
      <w:r>
        <w:rPr>
          <w:noProof/>
        </w:rPr>
        <w:tab/>
      </w:r>
      <w:r>
        <w:rPr>
          <w:noProof/>
        </w:rPr>
        <w:fldChar w:fldCharType="begin"/>
      </w:r>
      <w:r>
        <w:rPr>
          <w:noProof/>
        </w:rPr>
        <w:instrText xml:space="preserve"> PAGEREF _Toc397613728 \h </w:instrText>
      </w:r>
      <w:r>
        <w:rPr>
          <w:noProof/>
        </w:rPr>
      </w:r>
      <w:r>
        <w:rPr>
          <w:noProof/>
        </w:rPr>
        <w:fldChar w:fldCharType="separate"/>
      </w:r>
      <w:r>
        <w:rPr>
          <w:noProof/>
        </w:rPr>
        <w:t>58</w:t>
      </w:r>
      <w:r>
        <w:rPr>
          <w:noProof/>
        </w:rPr>
        <w:fldChar w:fldCharType="end"/>
      </w:r>
    </w:p>
    <w:p w:rsidR="00AD1873" w:rsidRDefault="00AD1873">
      <w:pPr>
        <w:pStyle w:val="Sommario2"/>
        <w:tabs>
          <w:tab w:val="left" w:pos="1985"/>
        </w:tabs>
        <w:rPr>
          <w:rFonts w:asciiTheme="minorHAnsi" w:eastAsiaTheme="minorEastAsia" w:hAnsiTheme="minorHAnsi" w:cstheme="minorBidi"/>
          <w:noProof/>
          <w:szCs w:val="22"/>
        </w:rPr>
      </w:pPr>
      <w:r>
        <w:rPr>
          <w:noProof/>
        </w:rPr>
        <w:t>5.16</w:t>
      </w:r>
      <w:r>
        <w:rPr>
          <w:rFonts w:asciiTheme="minorHAnsi" w:eastAsiaTheme="minorEastAsia" w:hAnsiTheme="minorHAnsi" w:cstheme="minorBidi"/>
          <w:noProof/>
          <w:szCs w:val="22"/>
        </w:rPr>
        <w:tab/>
      </w:r>
      <w:r>
        <w:rPr>
          <w:noProof/>
        </w:rPr>
        <w:t>Gestione Tipi Terminali (GTTE)</w:t>
      </w:r>
      <w:r>
        <w:rPr>
          <w:noProof/>
        </w:rPr>
        <w:tab/>
      </w:r>
      <w:r>
        <w:rPr>
          <w:noProof/>
        </w:rPr>
        <w:fldChar w:fldCharType="begin"/>
      </w:r>
      <w:r>
        <w:rPr>
          <w:noProof/>
        </w:rPr>
        <w:instrText xml:space="preserve"> PAGEREF _Toc397613729 \h </w:instrText>
      </w:r>
      <w:r>
        <w:rPr>
          <w:noProof/>
        </w:rPr>
      </w:r>
      <w:r>
        <w:rPr>
          <w:noProof/>
        </w:rPr>
        <w:fldChar w:fldCharType="separate"/>
      </w:r>
      <w:r>
        <w:rPr>
          <w:noProof/>
        </w:rPr>
        <w:t>58</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5.16.1</w:t>
      </w:r>
      <w:r>
        <w:rPr>
          <w:rFonts w:asciiTheme="minorHAnsi" w:eastAsiaTheme="minorEastAsia" w:hAnsiTheme="minorHAnsi" w:cstheme="minorBidi"/>
          <w:noProof/>
          <w:szCs w:val="22"/>
        </w:rPr>
        <w:tab/>
      </w:r>
      <w:r>
        <w:rPr>
          <w:noProof/>
        </w:rPr>
        <w:t>Utilizzo della transazione</w:t>
      </w:r>
      <w:r>
        <w:rPr>
          <w:noProof/>
        </w:rPr>
        <w:tab/>
      </w:r>
      <w:r>
        <w:rPr>
          <w:noProof/>
        </w:rPr>
        <w:fldChar w:fldCharType="begin"/>
      </w:r>
      <w:r>
        <w:rPr>
          <w:noProof/>
        </w:rPr>
        <w:instrText xml:space="preserve"> PAGEREF _Toc397613730 \h </w:instrText>
      </w:r>
      <w:r>
        <w:rPr>
          <w:noProof/>
        </w:rPr>
      </w:r>
      <w:r>
        <w:rPr>
          <w:noProof/>
        </w:rPr>
        <w:fldChar w:fldCharType="separate"/>
      </w:r>
      <w:r>
        <w:rPr>
          <w:noProof/>
        </w:rPr>
        <w:t>58</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5.16.2</w:t>
      </w:r>
      <w:r>
        <w:rPr>
          <w:rFonts w:asciiTheme="minorHAnsi" w:eastAsiaTheme="minorEastAsia" w:hAnsiTheme="minorHAnsi" w:cstheme="minorBidi"/>
          <w:noProof/>
          <w:szCs w:val="22"/>
        </w:rPr>
        <w:tab/>
      </w:r>
      <w:r>
        <w:rPr>
          <w:noProof/>
        </w:rPr>
        <w:t>Interfaccia utente</w:t>
      </w:r>
      <w:r>
        <w:rPr>
          <w:noProof/>
        </w:rPr>
        <w:tab/>
      </w:r>
      <w:r>
        <w:rPr>
          <w:noProof/>
        </w:rPr>
        <w:fldChar w:fldCharType="begin"/>
      </w:r>
      <w:r>
        <w:rPr>
          <w:noProof/>
        </w:rPr>
        <w:instrText xml:space="preserve"> PAGEREF _Toc397613731 \h </w:instrText>
      </w:r>
      <w:r>
        <w:rPr>
          <w:noProof/>
        </w:rPr>
      </w:r>
      <w:r>
        <w:rPr>
          <w:noProof/>
        </w:rPr>
        <w:fldChar w:fldCharType="separate"/>
      </w:r>
      <w:r>
        <w:rPr>
          <w:noProof/>
        </w:rPr>
        <w:t>59</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5.16.3</w:t>
      </w:r>
      <w:r>
        <w:rPr>
          <w:rFonts w:asciiTheme="minorHAnsi" w:eastAsiaTheme="minorEastAsia" w:hAnsiTheme="minorHAnsi" w:cstheme="minorBidi"/>
          <w:noProof/>
          <w:szCs w:val="22"/>
        </w:rPr>
        <w:tab/>
      </w:r>
      <w:r>
        <w:rPr>
          <w:noProof/>
        </w:rPr>
        <w:t>Funzioni associate</w:t>
      </w:r>
      <w:r>
        <w:rPr>
          <w:noProof/>
        </w:rPr>
        <w:tab/>
      </w:r>
      <w:r>
        <w:rPr>
          <w:noProof/>
        </w:rPr>
        <w:fldChar w:fldCharType="begin"/>
      </w:r>
      <w:r>
        <w:rPr>
          <w:noProof/>
        </w:rPr>
        <w:instrText xml:space="preserve"> PAGEREF _Toc397613732 \h </w:instrText>
      </w:r>
      <w:r>
        <w:rPr>
          <w:noProof/>
        </w:rPr>
      </w:r>
      <w:r>
        <w:rPr>
          <w:noProof/>
        </w:rPr>
        <w:fldChar w:fldCharType="separate"/>
      </w:r>
      <w:r>
        <w:rPr>
          <w:noProof/>
        </w:rPr>
        <w:t>62</w:t>
      </w:r>
      <w:r>
        <w:rPr>
          <w:noProof/>
        </w:rPr>
        <w:fldChar w:fldCharType="end"/>
      </w:r>
    </w:p>
    <w:p w:rsidR="00AD1873" w:rsidRDefault="00AD1873">
      <w:pPr>
        <w:pStyle w:val="Sommario2"/>
        <w:tabs>
          <w:tab w:val="left" w:pos="1985"/>
        </w:tabs>
        <w:rPr>
          <w:rFonts w:asciiTheme="minorHAnsi" w:eastAsiaTheme="minorEastAsia" w:hAnsiTheme="minorHAnsi" w:cstheme="minorBidi"/>
          <w:noProof/>
          <w:szCs w:val="22"/>
        </w:rPr>
      </w:pPr>
      <w:r>
        <w:rPr>
          <w:noProof/>
        </w:rPr>
        <w:t>5.17</w:t>
      </w:r>
      <w:r>
        <w:rPr>
          <w:rFonts w:asciiTheme="minorHAnsi" w:eastAsiaTheme="minorEastAsia" w:hAnsiTheme="minorHAnsi" w:cstheme="minorBidi"/>
          <w:noProof/>
          <w:szCs w:val="22"/>
        </w:rPr>
        <w:tab/>
      </w:r>
      <w:r>
        <w:rPr>
          <w:noProof/>
        </w:rPr>
        <w:t>Inquiry Associazioni Istituti di Riferimento (IAIR)</w:t>
      </w:r>
      <w:r>
        <w:rPr>
          <w:noProof/>
        </w:rPr>
        <w:tab/>
      </w:r>
      <w:r>
        <w:rPr>
          <w:noProof/>
        </w:rPr>
        <w:fldChar w:fldCharType="begin"/>
      </w:r>
      <w:r>
        <w:rPr>
          <w:noProof/>
        </w:rPr>
        <w:instrText xml:space="preserve"> PAGEREF _Toc397613733 \h </w:instrText>
      </w:r>
      <w:r>
        <w:rPr>
          <w:noProof/>
        </w:rPr>
      </w:r>
      <w:r>
        <w:rPr>
          <w:noProof/>
        </w:rPr>
        <w:fldChar w:fldCharType="separate"/>
      </w:r>
      <w:r>
        <w:rPr>
          <w:noProof/>
        </w:rPr>
        <w:t>62</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5.17.1</w:t>
      </w:r>
      <w:r>
        <w:rPr>
          <w:rFonts w:asciiTheme="minorHAnsi" w:eastAsiaTheme="minorEastAsia" w:hAnsiTheme="minorHAnsi" w:cstheme="minorBidi"/>
          <w:noProof/>
          <w:szCs w:val="22"/>
        </w:rPr>
        <w:tab/>
      </w:r>
      <w:r>
        <w:rPr>
          <w:noProof/>
        </w:rPr>
        <w:t>Utilizzo della transazione</w:t>
      </w:r>
      <w:r>
        <w:rPr>
          <w:noProof/>
        </w:rPr>
        <w:tab/>
      </w:r>
      <w:r>
        <w:rPr>
          <w:noProof/>
        </w:rPr>
        <w:fldChar w:fldCharType="begin"/>
      </w:r>
      <w:r>
        <w:rPr>
          <w:noProof/>
        </w:rPr>
        <w:instrText xml:space="preserve"> PAGEREF _Toc397613734 \h </w:instrText>
      </w:r>
      <w:r>
        <w:rPr>
          <w:noProof/>
        </w:rPr>
      </w:r>
      <w:r>
        <w:rPr>
          <w:noProof/>
        </w:rPr>
        <w:fldChar w:fldCharType="separate"/>
      </w:r>
      <w:r>
        <w:rPr>
          <w:noProof/>
        </w:rPr>
        <w:t>62</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5.17.2</w:t>
      </w:r>
      <w:r>
        <w:rPr>
          <w:rFonts w:asciiTheme="minorHAnsi" w:eastAsiaTheme="minorEastAsia" w:hAnsiTheme="minorHAnsi" w:cstheme="minorBidi"/>
          <w:noProof/>
          <w:szCs w:val="22"/>
        </w:rPr>
        <w:tab/>
      </w:r>
      <w:r>
        <w:rPr>
          <w:noProof/>
        </w:rPr>
        <w:t>Interfaccia utente</w:t>
      </w:r>
      <w:r>
        <w:rPr>
          <w:noProof/>
        </w:rPr>
        <w:tab/>
      </w:r>
      <w:r>
        <w:rPr>
          <w:noProof/>
        </w:rPr>
        <w:fldChar w:fldCharType="begin"/>
      </w:r>
      <w:r>
        <w:rPr>
          <w:noProof/>
        </w:rPr>
        <w:instrText xml:space="preserve"> PAGEREF _Toc397613735 \h </w:instrText>
      </w:r>
      <w:r>
        <w:rPr>
          <w:noProof/>
        </w:rPr>
      </w:r>
      <w:r>
        <w:rPr>
          <w:noProof/>
        </w:rPr>
        <w:fldChar w:fldCharType="separate"/>
      </w:r>
      <w:r>
        <w:rPr>
          <w:noProof/>
        </w:rPr>
        <w:t>62</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5.17.3</w:t>
      </w:r>
      <w:r>
        <w:rPr>
          <w:rFonts w:asciiTheme="minorHAnsi" w:eastAsiaTheme="minorEastAsia" w:hAnsiTheme="minorHAnsi" w:cstheme="minorBidi"/>
          <w:noProof/>
          <w:szCs w:val="22"/>
        </w:rPr>
        <w:tab/>
      </w:r>
      <w:r>
        <w:rPr>
          <w:noProof/>
        </w:rPr>
        <w:t>Funzioni associate</w:t>
      </w:r>
      <w:r>
        <w:rPr>
          <w:noProof/>
        </w:rPr>
        <w:tab/>
      </w:r>
      <w:r>
        <w:rPr>
          <w:noProof/>
        </w:rPr>
        <w:fldChar w:fldCharType="begin"/>
      </w:r>
      <w:r>
        <w:rPr>
          <w:noProof/>
        </w:rPr>
        <w:instrText xml:space="preserve"> PAGEREF _Toc397613736 \h </w:instrText>
      </w:r>
      <w:r>
        <w:rPr>
          <w:noProof/>
        </w:rPr>
      </w:r>
      <w:r>
        <w:rPr>
          <w:noProof/>
        </w:rPr>
        <w:fldChar w:fldCharType="separate"/>
      </w:r>
      <w:r>
        <w:rPr>
          <w:noProof/>
        </w:rPr>
        <w:t>63</w:t>
      </w:r>
      <w:r>
        <w:rPr>
          <w:noProof/>
        </w:rPr>
        <w:fldChar w:fldCharType="end"/>
      </w:r>
    </w:p>
    <w:p w:rsidR="00AD1873" w:rsidRDefault="00AD1873">
      <w:pPr>
        <w:pStyle w:val="Sommario2"/>
        <w:tabs>
          <w:tab w:val="left" w:pos="1985"/>
        </w:tabs>
        <w:rPr>
          <w:rFonts w:asciiTheme="minorHAnsi" w:eastAsiaTheme="minorEastAsia" w:hAnsiTheme="minorHAnsi" w:cstheme="minorBidi"/>
          <w:noProof/>
          <w:szCs w:val="22"/>
        </w:rPr>
      </w:pPr>
      <w:r>
        <w:rPr>
          <w:noProof/>
        </w:rPr>
        <w:t>5.18</w:t>
      </w:r>
      <w:r>
        <w:rPr>
          <w:rFonts w:asciiTheme="minorHAnsi" w:eastAsiaTheme="minorEastAsia" w:hAnsiTheme="minorHAnsi" w:cstheme="minorBidi"/>
          <w:noProof/>
          <w:szCs w:val="22"/>
        </w:rPr>
        <w:tab/>
      </w:r>
      <w:r>
        <w:rPr>
          <w:noProof/>
        </w:rPr>
        <w:t>Inquiry Dipendenze (IDIP)</w:t>
      </w:r>
      <w:r>
        <w:rPr>
          <w:noProof/>
        </w:rPr>
        <w:tab/>
      </w:r>
      <w:r>
        <w:rPr>
          <w:noProof/>
        </w:rPr>
        <w:fldChar w:fldCharType="begin"/>
      </w:r>
      <w:r>
        <w:rPr>
          <w:noProof/>
        </w:rPr>
        <w:instrText xml:space="preserve"> PAGEREF _Toc397613737 \h </w:instrText>
      </w:r>
      <w:r>
        <w:rPr>
          <w:noProof/>
        </w:rPr>
      </w:r>
      <w:r>
        <w:rPr>
          <w:noProof/>
        </w:rPr>
        <w:fldChar w:fldCharType="separate"/>
      </w:r>
      <w:r>
        <w:rPr>
          <w:noProof/>
        </w:rPr>
        <w:t>64</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5.18.1</w:t>
      </w:r>
      <w:r>
        <w:rPr>
          <w:rFonts w:asciiTheme="minorHAnsi" w:eastAsiaTheme="minorEastAsia" w:hAnsiTheme="minorHAnsi" w:cstheme="minorBidi"/>
          <w:noProof/>
          <w:szCs w:val="22"/>
        </w:rPr>
        <w:tab/>
      </w:r>
      <w:r>
        <w:rPr>
          <w:noProof/>
        </w:rPr>
        <w:t>Utilizzo della transazione</w:t>
      </w:r>
      <w:r>
        <w:rPr>
          <w:noProof/>
        </w:rPr>
        <w:tab/>
      </w:r>
      <w:r>
        <w:rPr>
          <w:noProof/>
        </w:rPr>
        <w:fldChar w:fldCharType="begin"/>
      </w:r>
      <w:r>
        <w:rPr>
          <w:noProof/>
        </w:rPr>
        <w:instrText xml:space="preserve"> PAGEREF _Toc397613738 \h </w:instrText>
      </w:r>
      <w:r>
        <w:rPr>
          <w:noProof/>
        </w:rPr>
      </w:r>
      <w:r>
        <w:rPr>
          <w:noProof/>
        </w:rPr>
        <w:fldChar w:fldCharType="separate"/>
      </w:r>
      <w:r>
        <w:rPr>
          <w:noProof/>
        </w:rPr>
        <w:t>64</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5.18.2</w:t>
      </w:r>
      <w:r>
        <w:rPr>
          <w:rFonts w:asciiTheme="minorHAnsi" w:eastAsiaTheme="minorEastAsia" w:hAnsiTheme="minorHAnsi" w:cstheme="minorBidi"/>
          <w:noProof/>
          <w:szCs w:val="22"/>
        </w:rPr>
        <w:tab/>
      </w:r>
      <w:r>
        <w:rPr>
          <w:noProof/>
        </w:rPr>
        <w:t>Interfaccia utente</w:t>
      </w:r>
      <w:r>
        <w:rPr>
          <w:noProof/>
        </w:rPr>
        <w:tab/>
      </w:r>
      <w:r>
        <w:rPr>
          <w:noProof/>
        </w:rPr>
        <w:fldChar w:fldCharType="begin"/>
      </w:r>
      <w:r>
        <w:rPr>
          <w:noProof/>
        </w:rPr>
        <w:instrText xml:space="preserve"> PAGEREF _Toc397613739 \h </w:instrText>
      </w:r>
      <w:r>
        <w:rPr>
          <w:noProof/>
        </w:rPr>
      </w:r>
      <w:r>
        <w:rPr>
          <w:noProof/>
        </w:rPr>
        <w:fldChar w:fldCharType="separate"/>
      </w:r>
      <w:r>
        <w:rPr>
          <w:noProof/>
        </w:rPr>
        <w:t>64</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5.18.3</w:t>
      </w:r>
      <w:r>
        <w:rPr>
          <w:rFonts w:asciiTheme="minorHAnsi" w:eastAsiaTheme="minorEastAsia" w:hAnsiTheme="minorHAnsi" w:cstheme="minorBidi"/>
          <w:noProof/>
          <w:szCs w:val="22"/>
        </w:rPr>
        <w:tab/>
      </w:r>
      <w:r>
        <w:rPr>
          <w:noProof/>
        </w:rPr>
        <w:t>Funzioni associate</w:t>
      </w:r>
      <w:r>
        <w:rPr>
          <w:noProof/>
        </w:rPr>
        <w:tab/>
      </w:r>
      <w:r>
        <w:rPr>
          <w:noProof/>
        </w:rPr>
        <w:fldChar w:fldCharType="begin"/>
      </w:r>
      <w:r>
        <w:rPr>
          <w:noProof/>
        </w:rPr>
        <w:instrText xml:space="preserve"> PAGEREF _Toc397613740 \h </w:instrText>
      </w:r>
      <w:r>
        <w:rPr>
          <w:noProof/>
        </w:rPr>
      </w:r>
      <w:r>
        <w:rPr>
          <w:noProof/>
        </w:rPr>
        <w:fldChar w:fldCharType="separate"/>
      </w:r>
      <w:r>
        <w:rPr>
          <w:noProof/>
        </w:rPr>
        <w:t>67</w:t>
      </w:r>
      <w:r>
        <w:rPr>
          <w:noProof/>
        </w:rPr>
        <w:fldChar w:fldCharType="end"/>
      </w:r>
    </w:p>
    <w:p w:rsidR="00AD1873" w:rsidRDefault="00AD1873">
      <w:pPr>
        <w:pStyle w:val="Sommario2"/>
        <w:tabs>
          <w:tab w:val="left" w:pos="1985"/>
        </w:tabs>
        <w:rPr>
          <w:rFonts w:asciiTheme="minorHAnsi" w:eastAsiaTheme="minorEastAsia" w:hAnsiTheme="minorHAnsi" w:cstheme="minorBidi"/>
          <w:noProof/>
          <w:szCs w:val="22"/>
        </w:rPr>
      </w:pPr>
      <w:r>
        <w:rPr>
          <w:noProof/>
        </w:rPr>
        <w:t>5.19</w:t>
      </w:r>
      <w:r>
        <w:rPr>
          <w:rFonts w:asciiTheme="minorHAnsi" w:eastAsiaTheme="minorEastAsia" w:hAnsiTheme="minorHAnsi" w:cstheme="minorBidi"/>
          <w:noProof/>
          <w:szCs w:val="22"/>
        </w:rPr>
        <w:tab/>
      </w:r>
      <w:r>
        <w:rPr>
          <w:noProof/>
        </w:rPr>
        <w:t>Inquiry Funzioni (IFUN)</w:t>
      </w:r>
      <w:r>
        <w:rPr>
          <w:noProof/>
        </w:rPr>
        <w:tab/>
      </w:r>
      <w:r>
        <w:rPr>
          <w:noProof/>
        </w:rPr>
        <w:fldChar w:fldCharType="begin"/>
      </w:r>
      <w:r>
        <w:rPr>
          <w:noProof/>
        </w:rPr>
        <w:instrText xml:space="preserve"> PAGEREF _Toc397613741 \h </w:instrText>
      </w:r>
      <w:r>
        <w:rPr>
          <w:noProof/>
        </w:rPr>
      </w:r>
      <w:r>
        <w:rPr>
          <w:noProof/>
        </w:rPr>
        <w:fldChar w:fldCharType="separate"/>
      </w:r>
      <w:r>
        <w:rPr>
          <w:noProof/>
        </w:rPr>
        <w:t>68</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5.19.1</w:t>
      </w:r>
      <w:r>
        <w:rPr>
          <w:rFonts w:asciiTheme="minorHAnsi" w:eastAsiaTheme="minorEastAsia" w:hAnsiTheme="minorHAnsi" w:cstheme="minorBidi"/>
          <w:noProof/>
          <w:szCs w:val="22"/>
        </w:rPr>
        <w:tab/>
      </w:r>
      <w:r>
        <w:rPr>
          <w:noProof/>
        </w:rPr>
        <w:t>Utilizzo della transazione</w:t>
      </w:r>
      <w:r>
        <w:rPr>
          <w:noProof/>
        </w:rPr>
        <w:tab/>
      </w:r>
      <w:r>
        <w:rPr>
          <w:noProof/>
        </w:rPr>
        <w:fldChar w:fldCharType="begin"/>
      </w:r>
      <w:r>
        <w:rPr>
          <w:noProof/>
        </w:rPr>
        <w:instrText xml:space="preserve"> PAGEREF _Toc397613742 \h </w:instrText>
      </w:r>
      <w:r>
        <w:rPr>
          <w:noProof/>
        </w:rPr>
      </w:r>
      <w:r>
        <w:rPr>
          <w:noProof/>
        </w:rPr>
        <w:fldChar w:fldCharType="separate"/>
      </w:r>
      <w:r>
        <w:rPr>
          <w:noProof/>
        </w:rPr>
        <w:t>68</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5.19.2</w:t>
      </w:r>
      <w:r>
        <w:rPr>
          <w:rFonts w:asciiTheme="minorHAnsi" w:eastAsiaTheme="minorEastAsia" w:hAnsiTheme="minorHAnsi" w:cstheme="minorBidi"/>
          <w:noProof/>
          <w:szCs w:val="22"/>
        </w:rPr>
        <w:tab/>
      </w:r>
      <w:r>
        <w:rPr>
          <w:noProof/>
        </w:rPr>
        <w:t>Interfaccia utente</w:t>
      </w:r>
      <w:r>
        <w:rPr>
          <w:noProof/>
        </w:rPr>
        <w:tab/>
      </w:r>
      <w:r>
        <w:rPr>
          <w:noProof/>
        </w:rPr>
        <w:fldChar w:fldCharType="begin"/>
      </w:r>
      <w:r>
        <w:rPr>
          <w:noProof/>
        </w:rPr>
        <w:instrText xml:space="preserve"> PAGEREF _Toc397613743 \h </w:instrText>
      </w:r>
      <w:r>
        <w:rPr>
          <w:noProof/>
        </w:rPr>
      </w:r>
      <w:r>
        <w:rPr>
          <w:noProof/>
        </w:rPr>
        <w:fldChar w:fldCharType="separate"/>
      </w:r>
      <w:r>
        <w:rPr>
          <w:noProof/>
        </w:rPr>
        <w:t>68</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5.19.3</w:t>
      </w:r>
      <w:r>
        <w:rPr>
          <w:rFonts w:asciiTheme="minorHAnsi" w:eastAsiaTheme="minorEastAsia" w:hAnsiTheme="minorHAnsi" w:cstheme="minorBidi"/>
          <w:noProof/>
          <w:szCs w:val="22"/>
        </w:rPr>
        <w:tab/>
      </w:r>
      <w:r>
        <w:rPr>
          <w:noProof/>
        </w:rPr>
        <w:t>Funzioni associate</w:t>
      </w:r>
      <w:r>
        <w:rPr>
          <w:noProof/>
        </w:rPr>
        <w:tab/>
      </w:r>
      <w:r>
        <w:rPr>
          <w:noProof/>
        </w:rPr>
        <w:fldChar w:fldCharType="begin"/>
      </w:r>
      <w:r>
        <w:rPr>
          <w:noProof/>
        </w:rPr>
        <w:instrText xml:space="preserve"> PAGEREF _Toc397613744 \h </w:instrText>
      </w:r>
      <w:r>
        <w:rPr>
          <w:noProof/>
        </w:rPr>
      </w:r>
      <w:r>
        <w:rPr>
          <w:noProof/>
        </w:rPr>
        <w:fldChar w:fldCharType="separate"/>
      </w:r>
      <w:r>
        <w:rPr>
          <w:noProof/>
        </w:rPr>
        <w:t>73</w:t>
      </w:r>
      <w:r>
        <w:rPr>
          <w:noProof/>
        </w:rPr>
        <w:fldChar w:fldCharType="end"/>
      </w:r>
    </w:p>
    <w:p w:rsidR="00AD1873" w:rsidRDefault="00AD1873">
      <w:pPr>
        <w:pStyle w:val="Sommario2"/>
        <w:tabs>
          <w:tab w:val="left" w:pos="1985"/>
        </w:tabs>
        <w:rPr>
          <w:rFonts w:asciiTheme="minorHAnsi" w:eastAsiaTheme="minorEastAsia" w:hAnsiTheme="minorHAnsi" w:cstheme="minorBidi"/>
          <w:noProof/>
          <w:szCs w:val="22"/>
        </w:rPr>
      </w:pPr>
      <w:r>
        <w:rPr>
          <w:noProof/>
        </w:rPr>
        <w:t>5.20</w:t>
      </w:r>
      <w:r>
        <w:rPr>
          <w:rFonts w:asciiTheme="minorHAnsi" w:eastAsiaTheme="minorEastAsia" w:hAnsiTheme="minorHAnsi" w:cstheme="minorBidi"/>
          <w:noProof/>
          <w:szCs w:val="22"/>
        </w:rPr>
        <w:tab/>
      </w:r>
      <w:r>
        <w:rPr>
          <w:noProof/>
        </w:rPr>
        <w:t>Inquiry Istituti (IIST)</w:t>
      </w:r>
      <w:r>
        <w:rPr>
          <w:noProof/>
        </w:rPr>
        <w:tab/>
      </w:r>
      <w:r>
        <w:rPr>
          <w:noProof/>
        </w:rPr>
        <w:fldChar w:fldCharType="begin"/>
      </w:r>
      <w:r>
        <w:rPr>
          <w:noProof/>
        </w:rPr>
        <w:instrText xml:space="preserve"> PAGEREF _Toc397613745 \h </w:instrText>
      </w:r>
      <w:r>
        <w:rPr>
          <w:noProof/>
        </w:rPr>
      </w:r>
      <w:r>
        <w:rPr>
          <w:noProof/>
        </w:rPr>
        <w:fldChar w:fldCharType="separate"/>
      </w:r>
      <w:r>
        <w:rPr>
          <w:noProof/>
        </w:rPr>
        <w:t>74</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5.20.1</w:t>
      </w:r>
      <w:r>
        <w:rPr>
          <w:rFonts w:asciiTheme="minorHAnsi" w:eastAsiaTheme="minorEastAsia" w:hAnsiTheme="minorHAnsi" w:cstheme="minorBidi"/>
          <w:noProof/>
          <w:szCs w:val="22"/>
        </w:rPr>
        <w:tab/>
      </w:r>
      <w:r>
        <w:rPr>
          <w:noProof/>
        </w:rPr>
        <w:t>Utilizzo della transazione</w:t>
      </w:r>
      <w:r>
        <w:rPr>
          <w:noProof/>
        </w:rPr>
        <w:tab/>
      </w:r>
      <w:r>
        <w:rPr>
          <w:noProof/>
        </w:rPr>
        <w:fldChar w:fldCharType="begin"/>
      </w:r>
      <w:r>
        <w:rPr>
          <w:noProof/>
        </w:rPr>
        <w:instrText xml:space="preserve"> PAGEREF _Toc397613746 \h </w:instrText>
      </w:r>
      <w:r>
        <w:rPr>
          <w:noProof/>
        </w:rPr>
      </w:r>
      <w:r>
        <w:rPr>
          <w:noProof/>
        </w:rPr>
        <w:fldChar w:fldCharType="separate"/>
      </w:r>
      <w:r>
        <w:rPr>
          <w:noProof/>
        </w:rPr>
        <w:t>74</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5.20.2</w:t>
      </w:r>
      <w:r>
        <w:rPr>
          <w:rFonts w:asciiTheme="minorHAnsi" w:eastAsiaTheme="minorEastAsia" w:hAnsiTheme="minorHAnsi" w:cstheme="minorBidi"/>
          <w:noProof/>
          <w:szCs w:val="22"/>
        </w:rPr>
        <w:tab/>
      </w:r>
      <w:r>
        <w:rPr>
          <w:noProof/>
        </w:rPr>
        <w:t>Interfaccia utente</w:t>
      </w:r>
      <w:r>
        <w:rPr>
          <w:noProof/>
        </w:rPr>
        <w:tab/>
      </w:r>
      <w:r>
        <w:rPr>
          <w:noProof/>
        </w:rPr>
        <w:fldChar w:fldCharType="begin"/>
      </w:r>
      <w:r>
        <w:rPr>
          <w:noProof/>
        </w:rPr>
        <w:instrText xml:space="preserve"> PAGEREF _Toc397613747 \h </w:instrText>
      </w:r>
      <w:r>
        <w:rPr>
          <w:noProof/>
        </w:rPr>
      </w:r>
      <w:r>
        <w:rPr>
          <w:noProof/>
        </w:rPr>
        <w:fldChar w:fldCharType="separate"/>
      </w:r>
      <w:r>
        <w:rPr>
          <w:noProof/>
        </w:rPr>
        <w:t>74</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5.20.3</w:t>
      </w:r>
      <w:r>
        <w:rPr>
          <w:rFonts w:asciiTheme="minorHAnsi" w:eastAsiaTheme="minorEastAsia" w:hAnsiTheme="minorHAnsi" w:cstheme="minorBidi"/>
          <w:noProof/>
          <w:szCs w:val="22"/>
        </w:rPr>
        <w:tab/>
      </w:r>
      <w:r>
        <w:rPr>
          <w:noProof/>
        </w:rPr>
        <w:t>Funzioni associate</w:t>
      </w:r>
      <w:r>
        <w:rPr>
          <w:noProof/>
        </w:rPr>
        <w:tab/>
      </w:r>
      <w:r>
        <w:rPr>
          <w:noProof/>
        </w:rPr>
        <w:fldChar w:fldCharType="begin"/>
      </w:r>
      <w:r>
        <w:rPr>
          <w:noProof/>
        </w:rPr>
        <w:instrText xml:space="preserve"> PAGEREF _Toc397613748 \h </w:instrText>
      </w:r>
      <w:r>
        <w:rPr>
          <w:noProof/>
        </w:rPr>
      </w:r>
      <w:r>
        <w:rPr>
          <w:noProof/>
        </w:rPr>
        <w:fldChar w:fldCharType="separate"/>
      </w:r>
      <w:r>
        <w:rPr>
          <w:noProof/>
        </w:rPr>
        <w:t>78</w:t>
      </w:r>
      <w:r>
        <w:rPr>
          <w:noProof/>
        </w:rPr>
        <w:fldChar w:fldCharType="end"/>
      </w:r>
    </w:p>
    <w:p w:rsidR="00AD1873" w:rsidRDefault="00AD1873">
      <w:pPr>
        <w:pStyle w:val="Sommario2"/>
        <w:tabs>
          <w:tab w:val="left" w:pos="1985"/>
        </w:tabs>
        <w:rPr>
          <w:rFonts w:asciiTheme="minorHAnsi" w:eastAsiaTheme="minorEastAsia" w:hAnsiTheme="minorHAnsi" w:cstheme="minorBidi"/>
          <w:noProof/>
          <w:szCs w:val="22"/>
        </w:rPr>
      </w:pPr>
      <w:r>
        <w:rPr>
          <w:noProof/>
        </w:rPr>
        <w:t>5.21</w:t>
      </w:r>
      <w:r>
        <w:rPr>
          <w:rFonts w:asciiTheme="minorHAnsi" w:eastAsiaTheme="minorEastAsia" w:hAnsiTheme="minorHAnsi" w:cstheme="minorBidi"/>
          <w:noProof/>
          <w:szCs w:val="22"/>
        </w:rPr>
        <w:tab/>
      </w:r>
      <w:r>
        <w:rPr>
          <w:noProof/>
        </w:rPr>
        <w:t>Inquiry modelli di stampa (IMDL)</w:t>
      </w:r>
      <w:r>
        <w:rPr>
          <w:noProof/>
        </w:rPr>
        <w:tab/>
      </w:r>
      <w:r>
        <w:rPr>
          <w:noProof/>
        </w:rPr>
        <w:fldChar w:fldCharType="begin"/>
      </w:r>
      <w:r>
        <w:rPr>
          <w:noProof/>
        </w:rPr>
        <w:instrText xml:space="preserve"> PAGEREF _Toc397613749 \h </w:instrText>
      </w:r>
      <w:r>
        <w:rPr>
          <w:noProof/>
        </w:rPr>
      </w:r>
      <w:r>
        <w:rPr>
          <w:noProof/>
        </w:rPr>
        <w:fldChar w:fldCharType="separate"/>
      </w:r>
      <w:r>
        <w:rPr>
          <w:noProof/>
        </w:rPr>
        <w:t>79</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5.21.1</w:t>
      </w:r>
      <w:r>
        <w:rPr>
          <w:rFonts w:asciiTheme="minorHAnsi" w:eastAsiaTheme="minorEastAsia" w:hAnsiTheme="minorHAnsi" w:cstheme="minorBidi"/>
          <w:noProof/>
          <w:szCs w:val="22"/>
        </w:rPr>
        <w:tab/>
      </w:r>
      <w:r>
        <w:rPr>
          <w:noProof/>
        </w:rPr>
        <w:t>Utilizzo della transazione</w:t>
      </w:r>
      <w:r>
        <w:rPr>
          <w:noProof/>
        </w:rPr>
        <w:tab/>
      </w:r>
      <w:r>
        <w:rPr>
          <w:noProof/>
        </w:rPr>
        <w:fldChar w:fldCharType="begin"/>
      </w:r>
      <w:r>
        <w:rPr>
          <w:noProof/>
        </w:rPr>
        <w:instrText xml:space="preserve"> PAGEREF _Toc397613750 \h </w:instrText>
      </w:r>
      <w:r>
        <w:rPr>
          <w:noProof/>
        </w:rPr>
      </w:r>
      <w:r>
        <w:rPr>
          <w:noProof/>
        </w:rPr>
        <w:fldChar w:fldCharType="separate"/>
      </w:r>
      <w:r>
        <w:rPr>
          <w:noProof/>
        </w:rPr>
        <w:t>79</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5.21.2</w:t>
      </w:r>
      <w:r>
        <w:rPr>
          <w:rFonts w:asciiTheme="minorHAnsi" w:eastAsiaTheme="minorEastAsia" w:hAnsiTheme="minorHAnsi" w:cstheme="minorBidi"/>
          <w:noProof/>
          <w:szCs w:val="22"/>
        </w:rPr>
        <w:tab/>
      </w:r>
      <w:r>
        <w:rPr>
          <w:noProof/>
        </w:rPr>
        <w:t>Interfaccia utente</w:t>
      </w:r>
      <w:r>
        <w:rPr>
          <w:noProof/>
        </w:rPr>
        <w:tab/>
      </w:r>
      <w:r>
        <w:rPr>
          <w:noProof/>
        </w:rPr>
        <w:fldChar w:fldCharType="begin"/>
      </w:r>
      <w:r>
        <w:rPr>
          <w:noProof/>
        </w:rPr>
        <w:instrText xml:space="preserve"> PAGEREF _Toc397613751 \h </w:instrText>
      </w:r>
      <w:r>
        <w:rPr>
          <w:noProof/>
        </w:rPr>
      </w:r>
      <w:r>
        <w:rPr>
          <w:noProof/>
        </w:rPr>
        <w:fldChar w:fldCharType="separate"/>
      </w:r>
      <w:r>
        <w:rPr>
          <w:noProof/>
        </w:rPr>
        <w:t>79</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5.21.3</w:t>
      </w:r>
      <w:r>
        <w:rPr>
          <w:rFonts w:asciiTheme="minorHAnsi" w:eastAsiaTheme="minorEastAsia" w:hAnsiTheme="minorHAnsi" w:cstheme="minorBidi"/>
          <w:noProof/>
          <w:szCs w:val="22"/>
        </w:rPr>
        <w:tab/>
      </w:r>
      <w:r>
        <w:rPr>
          <w:noProof/>
        </w:rPr>
        <w:t>Funzioni associate</w:t>
      </w:r>
      <w:r>
        <w:rPr>
          <w:noProof/>
        </w:rPr>
        <w:tab/>
      </w:r>
      <w:r>
        <w:rPr>
          <w:noProof/>
        </w:rPr>
        <w:fldChar w:fldCharType="begin"/>
      </w:r>
      <w:r>
        <w:rPr>
          <w:noProof/>
        </w:rPr>
        <w:instrText xml:space="preserve"> PAGEREF _Toc397613752 \h </w:instrText>
      </w:r>
      <w:r>
        <w:rPr>
          <w:noProof/>
        </w:rPr>
      </w:r>
      <w:r>
        <w:rPr>
          <w:noProof/>
        </w:rPr>
        <w:fldChar w:fldCharType="separate"/>
      </w:r>
      <w:r>
        <w:rPr>
          <w:noProof/>
        </w:rPr>
        <w:t>80</w:t>
      </w:r>
      <w:r>
        <w:rPr>
          <w:noProof/>
        </w:rPr>
        <w:fldChar w:fldCharType="end"/>
      </w:r>
    </w:p>
    <w:p w:rsidR="00AD1873" w:rsidRDefault="00AD1873">
      <w:pPr>
        <w:pStyle w:val="Sommario2"/>
        <w:tabs>
          <w:tab w:val="left" w:pos="1985"/>
        </w:tabs>
        <w:rPr>
          <w:rFonts w:asciiTheme="minorHAnsi" w:eastAsiaTheme="minorEastAsia" w:hAnsiTheme="minorHAnsi" w:cstheme="minorBidi"/>
          <w:noProof/>
          <w:szCs w:val="22"/>
        </w:rPr>
      </w:pPr>
      <w:r>
        <w:rPr>
          <w:noProof/>
        </w:rPr>
        <w:t>5.22</w:t>
      </w:r>
      <w:r>
        <w:rPr>
          <w:rFonts w:asciiTheme="minorHAnsi" w:eastAsiaTheme="minorEastAsia" w:hAnsiTheme="minorHAnsi" w:cstheme="minorBidi"/>
          <w:noProof/>
          <w:szCs w:val="22"/>
        </w:rPr>
        <w:tab/>
      </w:r>
      <w:r>
        <w:rPr>
          <w:noProof/>
        </w:rPr>
        <w:t>Inquiry Menù (IMEN)</w:t>
      </w:r>
      <w:r>
        <w:rPr>
          <w:noProof/>
        </w:rPr>
        <w:tab/>
      </w:r>
      <w:r>
        <w:rPr>
          <w:noProof/>
        </w:rPr>
        <w:fldChar w:fldCharType="begin"/>
      </w:r>
      <w:r>
        <w:rPr>
          <w:noProof/>
        </w:rPr>
        <w:instrText xml:space="preserve"> PAGEREF _Toc397613753 \h </w:instrText>
      </w:r>
      <w:r>
        <w:rPr>
          <w:noProof/>
        </w:rPr>
      </w:r>
      <w:r>
        <w:rPr>
          <w:noProof/>
        </w:rPr>
        <w:fldChar w:fldCharType="separate"/>
      </w:r>
      <w:r>
        <w:rPr>
          <w:noProof/>
        </w:rPr>
        <w:t>81</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5.22.1</w:t>
      </w:r>
      <w:r>
        <w:rPr>
          <w:rFonts w:asciiTheme="minorHAnsi" w:eastAsiaTheme="minorEastAsia" w:hAnsiTheme="minorHAnsi" w:cstheme="minorBidi"/>
          <w:noProof/>
          <w:szCs w:val="22"/>
        </w:rPr>
        <w:tab/>
      </w:r>
      <w:r>
        <w:rPr>
          <w:noProof/>
        </w:rPr>
        <w:t>Utilizzo della transazione</w:t>
      </w:r>
      <w:r>
        <w:rPr>
          <w:noProof/>
        </w:rPr>
        <w:tab/>
      </w:r>
      <w:r>
        <w:rPr>
          <w:noProof/>
        </w:rPr>
        <w:fldChar w:fldCharType="begin"/>
      </w:r>
      <w:r>
        <w:rPr>
          <w:noProof/>
        </w:rPr>
        <w:instrText xml:space="preserve"> PAGEREF _Toc397613754 \h </w:instrText>
      </w:r>
      <w:r>
        <w:rPr>
          <w:noProof/>
        </w:rPr>
      </w:r>
      <w:r>
        <w:rPr>
          <w:noProof/>
        </w:rPr>
        <w:fldChar w:fldCharType="separate"/>
      </w:r>
      <w:r>
        <w:rPr>
          <w:noProof/>
        </w:rPr>
        <w:t>81</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5.22.2</w:t>
      </w:r>
      <w:r>
        <w:rPr>
          <w:rFonts w:asciiTheme="minorHAnsi" w:eastAsiaTheme="minorEastAsia" w:hAnsiTheme="minorHAnsi" w:cstheme="minorBidi"/>
          <w:noProof/>
          <w:szCs w:val="22"/>
        </w:rPr>
        <w:tab/>
      </w:r>
      <w:r>
        <w:rPr>
          <w:noProof/>
        </w:rPr>
        <w:t>Interfaccia utente</w:t>
      </w:r>
      <w:r>
        <w:rPr>
          <w:noProof/>
        </w:rPr>
        <w:tab/>
      </w:r>
      <w:r>
        <w:rPr>
          <w:noProof/>
        </w:rPr>
        <w:fldChar w:fldCharType="begin"/>
      </w:r>
      <w:r>
        <w:rPr>
          <w:noProof/>
        </w:rPr>
        <w:instrText xml:space="preserve"> PAGEREF _Toc397613755 \h </w:instrText>
      </w:r>
      <w:r>
        <w:rPr>
          <w:noProof/>
        </w:rPr>
      </w:r>
      <w:r>
        <w:rPr>
          <w:noProof/>
        </w:rPr>
        <w:fldChar w:fldCharType="separate"/>
      </w:r>
      <w:r>
        <w:rPr>
          <w:noProof/>
        </w:rPr>
        <w:t>81</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5.22.3</w:t>
      </w:r>
      <w:r>
        <w:rPr>
          <w:rFonts w:asciiTheme="minorHAnsi" w:eastAsiaTheme="minorEastAsia" w:hAnsiTheme="minorHAnsi" w:cstheme="minorBidi"/>
          <w:noProof/>
          <w:szCs w:val="22"/>
        </w:rPr>
        <w:tab/>
      </w:r>
      <w:r>
        <w:rPr>
          <w:noProof/>
        </w:rPr>
        <w:t>Funzioni associate</w:t>
      </w:r>
      <w:r>
        <w:rPr>
          <w:noProof/>
        </w:rPr>
        <w:tab/>
      </w:r>
      <w:r>
        <w:rPr>
          <w:noProof/>
        </w:rPr>
        <w:fldChar w:fldCharType="begin"/>
      </w:r>
      <w:r>
        <w:rPr>
          <w:noProof/>
        </w:rPr>
        <w:instrText xml:space="preserve"> PAGEREF _Toc397613756 \h </w:instrText>
      </w:r>
      <w:r>
        <w:rPr>
          <w:noProof/>
        </w:rPr>
      </w:r>
      <w:r>
        <w:rPr>
          <w:noProof/>
        </w:rPr>
        <w:fldChar w:fldCharType="separate"/>
      </w:r>
      <w:r>
        <w:rPr>
          <w:noProof/>
        </w:rPr>
        <w:t>88</w:t>
      </w:r>
      <w:r>
        <w:rPr>
          <w:noProof/>
        </w:rPr>
        <w:fldChar w:fldCharType="end"/>
      </w:r>
    </w:p>
    <w:p w:rsidR="00AD1873" w:rsidRDefault="00AD1873">
      <w:pPr>
        <w:pStyle w:val="Sommario2"/>
        <w:tabs>
          <w:tab w:val="left" w:pos="1985"/>
        </w:tabs>
        <w:rPr>
          <w:rFonts w:asciiTheme="minorHAnsi" w:eastAsiaTheme="minorEastAsia" w:hAnsiTheme="minorHAnsi" w:cstheme="minorBidi"/>
          <w:noProof/>
          <w:szCs w:val="22"/>
        </w:rPr>
      </w:pPr>
      <w:r>
        <w:rPr>
          <w:noProof/>
        </w:rPr>
        <w:t>5.23</w:t>
      </w:r>
      <w:r>
        <w:rPr>
          <w:rFonts w:asciiTheme="minorHAnsi" w:eastAsiaTheme="minorEastAsia" w:hAnsiTheme="minorHAnsi" w:cstheme="minorBidi"/>
          <w:noProof/>
          <w:szCs w:val="22"/>
        </w:rPr>
        <w:tab/>
      </w:r>
      <w:r>
        <w:rPr>
          <w:noProof/>
        </w:rPr>
        <w:t>Inquiry Moduli di sicurezza (IMOD).</w:t>
      </w:r>
      <w:r>
        <w:rPr>
          <w:noProof/>
        </w:rPr>
        <w:tab/>
      </w:r>
      <w:r>
        <w:rPr>
          <w:noProof/>
        </w:rPr>
        <w:fldChar w:fldCharType="begin"/>
      </w:r>
      <w:r>
        <w:rPr>
          <w:noProof/>
        </w:rPr>
        <w:instrText xml:space="preserve"> PAGEREF _Toc397613757 \h </w:instrText>
      </w:r>
      <w:r>
        <w:rPr>
          <w:noProof/>
        </w:rPr>
      </w:r>
      <w:r>
        <w:rPr>
          <w:noProof/>
        </w:rPr>
        <w:fldChar w:fldCharType="separate"/>
      </w:r>
      <w:r>
        <w:rPr>
          <w:noProof/>
        </w:rPr>
        <w:t>89</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5.23.1</w:t>
      </w:r>
      <w:r>
        <w:rPr>
          <w:rFonts w:asciiTheme="minorHAnsi" w:eastAsiaTheme="minorEastAsia" w:hAnsiTheme="minorHAnsi" w:cstheme="minorBidi"/>
          <w:noProof/>
          <w:szCs w:val="22"/>
        </w:rPr>
        <w:tab/>
      </w:r>
      <w:r>
        <w:rPr>
          <w:noProof/>
        </w:rPr>
        <w:t>Utilizzo della transazione.</w:t>
      </w:r>
      <w:r>
        <w:rPr>
          <w:noProof/>
        </w:rPr>
        <w:tab/>
      </w:r>
      <w:r>
        <w:rPr>
          <w:noProof/>
        </w:rPr>
        <w:fldChar w:fldCharType="begin"/>
      </w:r>
      <w:r>
        <w:rPr>
          <w:noProof/>
        </w:rPr>
        <w:instrText xml:space="preserve"> PAGEREF _Toc397613758 \h </w:instrText>
      </w:r>
      <w:r>
        <w:rPr>
          <w:noProof/>
        </w:rPr>
      </w:r>
      <w:r>
        <w:rPr>
          <w:noProof/>
        </w:rPr>
        <w:fldChar w:fldCharType="separate"/>
      </w:r>
      <w:r>
        <w:rPr>
          <w:noProof/>
        </w:rPr>
        <w:t>89</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5.23.2</w:t>
      </w:r>
      <w:r>
        <w:rPr>
          <w:rFonts w:asciiTheme="minorHAnsi" w:eastAsiaTheme="minorEastAsia" w:hAnsiTheme="minorHAnsi" w:cstheme="minorBidi"/>
          <w:noProof/>
          <w:szCs w:val="22"/>
        </w:rPr>
        <w:tab/>
      </w:r>
      <w:r>
        <w:rPr>
          <w:noProof/>
        </w:rPr>
        <w:t>Interfaccia utente</w:t>
      </w:r>
      <w:r>
        <w:rPr>
          <w:noProof/>
        </w:rPr>
        <w:tab/>
      </w:r>
      <w:r>
        <w:rPr>
          <w:noProof/>
        </w:rPr>
        <w:fldChar w:fldCharType="begin"/>
      </w:r>
      <w:r>
        <w:rPr>
          <w:noProof/>
        </w:rPr>
        <w:instrText xml:space="preserve"> PAGEREF _Toc397613759 \h </w:instrText>
      </w:r>
      <w:r>
        <w:rPr>
          <w:noProof/>
        </w:rPr>
      </w:r>
      <w:r>
        <w:rPr>
          <w:noProof/>
        </w:rPr>
        <w:fldChar w:fldCharType="separate"/>
      </w:r>
      <w:r>
        <w:rPr>
          <w:noProof/>
        </w:rPr>
        <w:t>89</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5.23.3</w:t>
      </w:r>
      <w:r>
        <w:rPr>
          <w:rFonts w:asciiTheme="minorHAnsi" w:eastAsiaTheme="minorEastAsia" w:hAnsiTheme="minorHAnsi" w:cstheme="minorBidi"/>
          <w:noProof/>
          <w:szCs w:val="22"/>
        </w:rPr>
        <w:tab/>
      </w:r>
      <w:r>
        <w:rPr>
          <w:noProof/>
        </w:rPr>
        <w:t>Funzioni associate</w:t>
      </w:r>
      <w:r>
        <w:rPr>
          <w:noProof/>
        </w:rPr>
        <w:tab/>
      </w:r>
      <w:r>
        <w:rPr>
          <w:noProof/>
        </w:rPr>
        <w:fldChar w:fldCharType="begin"/>
      </w:r>
      <w:r>
        <w:rPr>
          <w:noProof/>
        </w:rPr>
        <w:instrText xml:space="preserve"> PAGEREF _Toc397613760 \h </w:instrText>
      </w:r>
      <w:r>
        <w:rPr>
          <w:noProof/>
        </w:rPr>
      </w:r>
      <w:r>
        <w:rPr>
          <w:noProof/>
        </w:rPr>
        <w:fldChar w:fldCharType="separate"/>
      </w:r>
      <w:r>
        <w:rPr>
          <w:noProof/>
        </w:rPr>
        <w:t>92</w:t>
      </w:r>
      <w:r>
        <w:rPr>
          <w:noProof/>
        </w:rPr>
        <w:fldChar w:fldCharType="end"/>
      </w:r>
    </w:p>
    <w:p w:rsidR="00AD1873" w:rsidRDefault="00AD1873">
      <w:pPr>
        <w:pStyle w:val="Sommario2"/>
        <w:tabs>
          <w:tab w:val="left" w:pos="1985"/>
        </w:tabs>
        <w:rPr>
          <w:rFonts w:asciiTheme="minorHAnsi" w:eastAsiaTheme="minorEastAsia" w:hAnsiTheme="minorHAnsi" w:cstheme="minorBidi"/>
          <w:noProof/>
          <w:szCs w:val="22"/>
        </w:rPr>
      </w:pPr>
      <w:r>
        <w:rPr>
          <w:noProof/>
        </w:rPr>
        <w:t>5.24</w:t>
      </w:r>
      <w:r>
        <w:rPr>
          <w:rFonts w:asciiTheme="minorHAnsi" w:eastAsiaTheme="minorEastAsia" w:hAnsiTheme="minorHAnsi" w:cstheme="minorBidi"/>
          <w:noProof/>
          <w:szCs w:val="22"/>
        </w:rPr>
        <w:tab/>
      </w:r>
      <w:r>
        <w:rPr>
          <w:noProof/>
        </w:rPr>
        <w:t>Inquiry Messaggi (IMSG)</w:t>
      </w:r>
      <w:r>
        <w:rPr>
          <w:noProof/>
        </w:rPr>
        <w:tab/>
      </w:r>
      <w:r>
        <w:rPr>
          <w:noProof/>
        </w:rPr>
        <w:fldChar w:fldCharType="begin"/>
      </w:r>
      <w:r>
        <w:rPr>
          <w:noProof/>
        </w:rPr>
        <w:instrText xml:space="preserve"> PAGEREF _Toc397613761 \h </w:instrText>
      </w:r>
      <w:r>
        <w:rPr>
          <w:noProof/>
        </w:rPr>
      </w:r>
      <w:r>
        <w:rPr>
          <w:noProof/>
        </w:rPr>
        <w:fldChar w:fldCharType="separate"/>
      </w:r>
      <w:r>
        <w:rPr>
          <w:noProof/>
        </w:rPr>
        <w:t>93</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5.24.1</w:t>
      </w:r>
      <w:r>
        <w:rPr>
          <w:rFonts w:asciiTheme="minorHAnsi" w:eastAsiaTheme="minorEastAsia" w:hAnsiTheme="minorHAnsi" w:cstheme="minorBidi"/>
          <w:noProof/>
          <w:szCs w:val="22"/>
        </w:rPr>
        <w:tab/>
      </w:r>
      <w:r>
        <w:rPr>
          <w:noProof/>
        </w:rPr>
        <w:t>Utilizzo della transazione</w:t>
      </w:r>
      <w:r>
        <w:rPr>
          <w:noProof/>
        </w:rPr>
        <w:tab/>
      </w:r>
      <w:r>
        <w:rPr>
          <w:noProof/>
        </w:rPr>
        <w:fldChar w:fldCharType="begin"/>
      </w:r>
      <w:r>
        <w:rPr>
          <w:noProof/>
        </w:rPr>
        <w:instrText xml:space="preserve"> PAGEREF _Toc397613762 \h </w:instrText>
      </w:r>
      <w:r>
        <w:rPr>
          <w:noProof/>
        </w:rPr>
      </w:r>
      <w:r>
        <w:rPr>
          <w:noProof/>
        </w:rPr>
        <w:fldChar w:fldCharType="separate"/>
      </w:r>
      <w:r>
        <w:rPr>
          <w:noProof/>
        </w:rPr>
        <w:t>93</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lastRenderedPageBreak/>
        <w:t>5.24.2</w:t>
      </w:r>
      <w:r>
        <w:rPr>
          <w:rFonts w:asciiTheme="minorHAnsi" w:eastAsiaTheme="minorEastAsia" w:hAnsiTheme="minorHAnsi" w:cstheme="minorBidi"/>
          <w:noProof/>
          <w:szCs w:val="22"/>
        </w:rPr>
        <w:tab/>
      </w:r>
      <w:r>
        <w:rPr>
          <w:noProof/>
        </w:rPr>
        <w:t>Interfaccia utente</w:t>
      </w:r>
      <w:r>
        <w:rPr>
          <w:noProof/>
        </w:rPr>
        <w:tab/>
      </w:r>
      <w:r>
        <w:rPr>
          <w:noProof/>
        </w:rPr>
        <w:fldChar w:fldCharType="begin"/>
      </w:r>
      <w:r>
        <w:rPr>
          <w:noProof/>
        </w:rPr>
        <w:instrText xml:space="preserve"> PAGEREF _Toc397613763 \h </w:instrText>
      </w:r>
      <w:r>
        <w:rPr>
          <w:noProof/>
        </w:rPr>
      </w:r>
      <w:r>
        <w:rPr>
          <w:noProof/>
        </w:rPr>
        <w:fldChar w:fldCharType="separate"/>
      </w:r>
      <w:r>
        <w:rPr>
          <w:noProof/>
        </w:rPr>
        <w:t>93</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5.24.3</w:t>
      </w:r>
      <w:r>
        <w:rPr>
          <w:rFonts w:asciiTheme="minorHAnsi" w:eastAsiaTheme="minorEastAsia" w:hAnsiTheme="minorHAnsi" w:cstheme="minorBidi"/>
          <w:noProof/>
          <w:szCs w:val="22"/>
        </w:rPr>
        <w:tab/>
      </w:r>
      <w:r>
        <w:rPr>
          <w:noProof/>
        </w:rPr>
        <w:t>Funzioni associate</w:t>
      </w:r>
      <w:r>
        <w:rPr>
          <w:noProof/>
        </w:rPr>
        <w:tab/>
      </w:r>
      <w:r>
        <w:rPr>
          <w:noProof/>
        </w:rPr>
        <w:fldChar w:fldCharType="begin"/>
      </w:r>
      <w:r>
        <w:rPr>
          <w:noProof/>
        </w:rPr>
        <w:instrText xml:space="preserve"> PAGEREF _Toc397613764 \h </w:instrText>
      </w:r>
      <w:r>
        <w:rPr>
          <w:noProof/>
        </w:rPr>
      </w:r>
      <w:r>
        <w:rPr>
          <w:noProof/>
        </w:rPr>
        <w:fldChar w:fldCharType="separate"/>
      </w:r>
      <w:r>
        <w:rPr>
          <w:noProof/>
        </w:rPr>
        <w:t>95</w:t>
      </w:r>
      <w:r>
        <w:rPr>
          <w:noProof/>
        </w:rPr>
        <w:fldChar w:fldCharType="end"/>
      </w:r>
    </w:p>
    <w:p w:rsidR="00AD1873" w:rsidRDefault="00AD1873">
      <w:pPr>
        <w:pStyle w:val="Sommario2"/>
        <w:tabs>
          <w:tab w:val="left" w:pos="1985"/>
        </w:tabs>
        <w:rPr>
          <w:rFonts w:asciiTheme="minorHAnsi" w:eastAsiaTheme="minorEastAsia" w:hAnsiTheme="minorHAnsi" w:cstheme="minorBidi"/>
          <w:noProof/>
          <w:szCs w:val="22"/>
        </w:rPr>
      </w:pPr>
      <w:r>
        <w:rPr>
          <w:noProof/>
        </w:rPr>
        <w:t>5.25</w:t>
      </w:r>
      <w:r>
        <w:rPr>
          <w:rFonts w:asciiTheme="minorHAnsi" w:eastAsiaTheme="minorEastAsia" w:hAnsiTheme="minorHAnsi" w:cstheme="minorBidi"/>
          <w:noProof/>
          <w:szCs w:val="22"/>
        </w:rPr>
        <w:tab/>
      </w:r>
      <w:r>
        <w:rPr>
          <w:noProof/>
        </w:rPr>
        <w:t>Inquiry Operatori (IOPR)</w:t>
      </w:r>
      <w:r>
        <w:rPr>
          <w:noProof/>
        </w:rPr>
        <w:tab/>
      </w:r>
      <w:r>
        <w:rPr>
          <w:noProof/>
        </w:rPr>
        <w:fldChar w:fldCharType="begin"/>
      </w:r>
      <w:r>
        <w:rPr>
          <w:noProof/>
        </w:rPr>
        <w:instrText xml:space="preserve"> PAGEREF _Toc397613765 \h </w:instrText>
      </w:r>
      <w:r>
        <w:rPr>
          <w:noProof/>
        </w:rPr>
      </w:r>
      <w:r>
        <w:rPr>
          <w:noProof/>
        </w:rPr>
        <w:fldChar w:fldCharType="separate"/>
      </w:r>
      <w:r>
        <w:rPr>
          <w:noProof/>
        </w:rPr>
        <w:t>96</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5.25.1</w:t>
      </w:r>
      <w:r>
        <w:rPr>
          <w:rFonts w:asciiTheme="minorHAnsi" w:eastAsiaTheme="minorEastAsia" w:hAnsiTheme="minorHAnsi" w:cstheme="minorBidi"/>
          <w:noProof/>
          <w:szCs w:val="22"/>
        </w:rPr>
        <w:tab/>
      </w:r>
      <w:r>
        <w:rPr>
          <w:noProof/>
        </w:rPr>
        <w:t>Utilizzo della transazione</w:t>
      </w:r>
      <w:r>
        <w:rPr>
          <w:noProof/>
        </w:rPr>
        <w:tab/>
      </w:r>
      <w:r>
        <w:rPr>
          <w:noProof/>
        </w:rPr>
        <w:fldChar w:fldCharType="begin"/>
      </w:r>
      <w:r>
        <w:rPr>
          <w:noProof/>
        </w:rPr>
        <w:instrText xml:space="preserve"> PAGEREF _Toc397613766 \h </w:instrText>
      </w:r>
      <w:r>
        <w:rPr>
          <w:noProof/>
        </w:rPr>
      </w:r>
      <w:r>
        <w:rPr>
          <w:noProof/>
        </w:rPr>
        <w:fldChar w:fldCharType="separate"/>
      </w:r>
      <w:r>
        <w:rPr>
          <w:noProof/>
        </w:rPr>
        <w:t>96</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5.25.2</w:t>
      </w:r>
      <w:r>
        <w:rPr>
          <w:rFonts w:asciiTheme="minorHAnsi" w:eastAsiaTheme="minorEastAsia" w:hAnsiTheme="minorHAnsi" w:cstheme="minorBidi"/>
          <w:noProof/>
          <w:szCs w:val="22"/>
        </w:rPr>
        <w:tab/>
      </w:r>
      <w:r>
        <w:rPr>
          <w:noProof/>
        </w:rPr>
        <w:t>Interfaccia utente</w:t>
      </w:r>
      <w:r>
        <w:rPr>
          <w:noProof/>
        </w:rPr>
        <w:tab/>
      </w:r>
      <w:r>
        <w:rPr>
          <w:noProof/>
        </w:rPr>
        <w:fldChar w:fldCharType="begin"/>
      </w:r>
      <w:r>
        <w:rPr>
          <w:noProof/>
        </w:rPr>
        <w:instrText xml:space="preserve"> PAGEREF _Toc397613767 \h </w:instrText>
      </w:r>
      <w:r>
        <w:rPr>
          <w:noProof/>
        </w:rPr>
      </w:r>
      <w:r>
        <w:rPr>
          <w:noProof/>
        </w:rPr>
        <w:fldChar w:fldCharType="separate"/>
      </w:r>
      <w:r>
        <w:rPr>
          <w:noProof/>
        </w:rPr>
        <w:t>96</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5.25.3</w:t>
      </w:r>
      <w:r>
        <w:rPr>
          <w:rFonts w:asciiTheme="minorHAnsi" w:eastAsiaTheme="minorEastAsia" w:hAnsiTheme="minorHAnsi" w:cstheme="minorBidi"/>
          <w:noProof/>
          <w:szCs w:val="22"/>
        </w:rPr>
        <w:tab/>
      </w:r>
      <w:r>
        <w:rPr>
          <w:noProof/>
        </w:rPr>
        <w:t>Funzioni associate</w:t>
      </w:r>
      <w:r>
        <w:rPr>
          <w:noProof/>
        </w:rPr>
        <w:tab/>
      </w:r>
      <w:r>
        <w:rPr>
          <w:noProof/>
        </w:rPr>
        <w:fldChar w:fldCharType="begin"/>
      </w:r>
      <w:r>
        <w:rPr>
          <w:noProof/>
        </w:rPr>
        <w:instrText xml:space="preserve"> PAGEREF _Toc397613768 \h </w:instrText>
      </w:r>
      <w:r>
        <w:rPr>
          <w:noProof/>
        </w:rPr>
      </w:r>
      <w:r>
        <w:rPr>
          <w:noProof/>
        </w:rPr>
        <w:fldChar w:fldCharType="separate"/>
      </w:r>
      <w:r>
        <w:rPr>
          <w:noProof/>
        </w:rPr>
        <w:t>101</w:t>
      </w:r>
      <w:r>
        <w:rPr>
          <w:noProof/>
        </w:rPr>
        <w:fldChar w:fldCharType="end"/>
      </w:r>
    </w:p>
    <w:p w:rsidR="00AD1873" w:rsidRDefault="00AD1873">
      <w:pPr>
        <w:pStyle w:val="Sommario2"/>
        <w:tabs>
          <w:tab w:val="left" w:pos="1985"/>
        </w:tabs>
        <w:rPr>
          <w:rFonts w:asciiTheme="minorHAnsi" w:eastAsiaTheme="minorEastAsia" w:hAnsiTheme="minorHAnsi" w:cstheme="minorBidi"/>
          <w:noProof/>
          <w:szCs w:val="22"/>
        </w:rPr>
      </w:pPr>
      <w:r>
        <w:rPr>
          <w:noProof/>
        </w:rPr>
        <w:t>5.26</w:t>
      </w:r>
      <w:r>
        <w:rPr>
          <w:rFonts w:asciiTheme="minorHAnsi" w:eastAsiaTheme="minorEastAsia" w:hAnsiTheme="minorHAnsi" w:cstheme="minorBidi"/>
          <w:noProof/>
          <w:szCs w:val="22"/>
        </w:rPr>
        <w:tab/>
      </w:r>
      <w:r>
        <w:rPr>
          <w:noProof/>
        </w:rPr>
        <w:t>Inquiry Profili di Autorizzazione (IPRF)</w:t>
      </w:r>
      <w:r>
        <w:rPr>
          <w:noProof/>
        </w:rPr>
        <w:tab/>
      </w:r>
      <w:r>
        <w:rPr>
          <w:noProof/>
        </w:rPr>
        <w:fldChar w:fldCharType="begin"/>
      </w:r>
      <w:r>
        <w:rPr>
          <w:noProof/>
        </w:rPr>
        <w:instrText xml:space="preserve"> PAGEREF _Toc397613769 \h </w:instrText>
      </w:r>
      <w:r>
        <w:rPr>
          <w:noProof/>
        </w:rPr>
      </w:r>
      <w:r>
        <w:rPr>
          <w:noProof/>
        </w:rPr>
        <w:fldChar w:fldCharType="separate"/>
      </w:r>
      <w:r>
        <w:rPr>
          <w:noProof/>
        </w:rPr>
        <w:t>102</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5.26.1</w:t>
      </w:r>
      <w:r>
        <w:rPr>
          <w:rFonts w:asciiTheme="minorHAnsi" w:eastAsiaTheme="minorEastAsia" w:hAnsiTheme="minorHAnsi" w:cstheme="minorBidi"/>
          <w:noProof/>
          <w:szCs w:val="22"/>
        </w:rPr>
        <w:tab/>
      </w:r>
      <w:r>
        <w:rPr>
          <w:noProof/>
        </w:rPr>
        <w:t>Utilizzo della transazione</w:t>
      </w:r>
      <w:r>
        <w:rPr>
          <w:noProof/>
        </w:rPr>
        <w:tab/>
      </w:r>
      <w:r>
        <w:rPr>
          <w:noProof/>
        </w:rPr>
        <w:fldChar w:fldCharType="begin"/>
      </w:r>
      <w:r>
        <w:rPr>
          <w:noProof/>
        </w:rPr>
        <w:instrText xml:space="preserve"> PAGEREF _Toc397613770 \h </w:instrText>
      </w:r>
      <w:r>
        <w:rPr>
          <w:noProof/>
        </w:rPr>
      </w:r>
      <w:r>
        <w:rPr>
          <w:noProof/>
        </w:rPr>
        <w:fldChar w:fldCharType="separate"/>
      </w:r>
      <w:r>
        <w:rPr>
          <w:noProof/>
        </w:rPr>
        <w:t>102</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5.26.2</w:t>
      </w:r>
      <w:r>
        <w:rPr>
          <w:rFonts w:asciiTheme="minorHAnsi" w:eastAsiaTheme="minorEastAsia" w:hAnsiTheme="minorHAnsi" w:cstheme="minorBidi"/>
          <w:noProof/>
          <w:szCs w:val="22"/>
        </w:rPr>
        <w:tab/>
      </w:r>
      <w:r>
        <w:rPr>
          <w:noProof/>
        </w:rPr>
        <w:t>Interfaccia utente</w:t>
      </w:r>
      <w:r>
        <w:rPr>
          <w:noProof/>
        </w:rPr>
        <w:tab/>
      </w:r>
      <w:r>
        <w:rPr>
          <w:noProof/>
        </w:rPr>
        <w:fldChar w:fldCharType="begin"/>
      </w:r>
      <w:r>
        <w:rPr>
          <w:noProof/>
        </w:rPr>
        <w:instrText xml:space="preserve"> PAGEREF _Toc397613771 \h </w:instrText>
      </w:r>
      <w:r>
        <w:rPr>
          <w:noProof/>
        </w:rPr>
      </w:r>
      <w:r>
        <w:rPr>
          <w:noProof/>
        </w:rPr>
        <w:fldChar w:fldCharType="separate"/>
      </w:r>
      <w:r>
        <w:rPr>
          <w:noProof/>
        </w:rPr>
        <w:t>102</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5.26.3</w:t>
      </w:r>
      <w:r>
        <w:rPr>
          <w:rFonts w:asciiTheme="minorHAnsi" w:eastAsiaTheme="minorEastAsia" w:hAnsiTheme="minorHAnsi" w:cstheme="minorBidi"/>
          <w:noProof/>
          <w:szCs w:val="22"/>
        </w:rPr>
        <w:tab/>
      </w:r>
      <w:r>
        <w:rPr>
          <w:noProof/>
        </w:rPr>
        <w:t>Funzioni associate</w:t>
      </w:r>
      <w:r>
        <w:rPr>
          <w:noProof/>
        </w:rPr>
        <w:tab/>
      </w:r>
      <w:r>
        <w:rPr>
          <w:noProof/>
        </w:rPr>
        <w:fldChar w:fldCharType="begin"/>
      </w:r>
      <w:r>
        <w:rPr>
          <w:noProof/>
        </w:rPr>
        <w:instrText xml:space="preserve"> PAGEREF _Toc397613772 \h </w:instrText>
      </w:r>
      <w:r>
        <w:rPr>
          <w:noProof/>
        </w:rPr>
      </w:r>
      <w:r>
        <w:rPr>
          <w:noProof/>
        </w:rPr>
        <w:fldChar w:fldCharType="separate"/>
      </w:r>
      <w:r>
        <w:rPr>
          <w:noProof/>
        </w:rPr>
        <w:t>105</w:t>
      </w:r>
      <w:r>
        <w:rPr>
          <w:noProof/>
        </w:rPr>
        <w:fldChar w:fldCharType="end"/>
      </w:r>
    </w:p>
    <w:p w:rsidR="00AD1873" w:rsidRDefault="00AD1873">
      <w:pPr>
        <w:pStyle w:val="Sommario2"/>
        <w:tabs>
          <w:tab w:val="left" w:pos="1985"/>
        </w:tabs>
        <w:rPr>
          <w:rFonts w:asciiTheme="minorHAnsi" w:eastAsiaTheme="minorEastAsia" w:hAnsiTheme="minorHAnsi" w:cstheme="minorBidi"/>
          <w:noProof/>
          <w:szCs w:val="22"/>
        </w:rPr>
      </w:pPr>
      <w:r>
        <w:rPr>
          <w:noProof/>
        </w:rPr>
        <w:t>5.27</w:t>
      </w:r>
      <w:r>
        <w:rPr>
          <w:rFonts w:asciiTheme="minorHAnsi" w:eastAsiaTheme="minorEastAsia" w:hAnsiTheme="minorHAnsi" w:cstheme="minorBidi"/>
          <w:noProof/>
          <w:szCs w:val="22"/>
        </w:rPr>
        <w:tab/>
      </w:r>
      <w:r>
        <w:rPr>
          <w:noProof/>
        </w:rPr>
        <w:t>Inquiry Informazioni Stampanti (IPRT)</w:t>
      </w:r>
      <w:r>
        <w:rPr>
          <w:noProof/>
        </w:rPr>
        <w:tab/>
      </w:r>
      <w:r>
        <w:rPr>
          <w:noProof/>
        </w:rPr>
        <w:fldChar w:fldCharType="begin"/>
      </w:r>
      <w:r>
        <w:rPr>
          <w:noProof/>
        </w:rPr>
        <w:instrText xml:space="preserve"> PAGEREF _Toc397613773 \h </w:instrText>
      </w:r>
      <w:r>
        <w:rPr>
          <w:noProof/>
        </w:rPr>
      </w:r>
      <w:r>
        <w:rPr>
          <w:noProof/>
        </w:rPr>
        <w:fldChar w:fldCharType="separate"/>
      </w:r>
      <w:r>
        <w:rPr>
          <w:noProof/>
        </w:rPr>
        <w:t>106</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5.27.1</w:t>
      </w:r>
      <w:r>
        <w:rPr>
          <w:rFonts w:asciiTheme="minorHAnsi" w:eastAsiaTheme="minorEastAsia" w:hAnsiTheme="minorHAnsi" w:cstheme="minorBidi"/>
          <w:noProof/>
          <w:szCs w:val="22"/>
        </w:rPr>
        <w:tab/>
      </w:r>
      <w:r>
        <w:rPr>
          <w:noProof/>
        </w:rPr>
        <w:t>Utilizzo della transazione</w:t>
      </w:r>
      <w:r>
        <w:rPr>
          <w:noProof/>
        </w:rPr>
        <w:tab/>
      </w:r>
      <w:r>
        <w:rPr>
          <w:noProof/>
        </w:rPr>
        <w:fldChar w:fldCharType="begin"/>
      </w:r>
      <w:r>
        <w:rPr>
          <w:noProof/>
        </w:rPr>
        <w:instrText xml:space="preserve"> PAGEREF _Toc397613774 \h </w:instrText>
      </w:r>
      <w:r>
        <w:rPr>
          <w:noProof/>
        </w:rPr>
      </w:r>
      <w:r>
        <w:rPr>
          <w:noProof/>
        </w:rPr>
        <w:fldChar w:fldCharType="separate"/>
      </w:r>
      <w:r>
        <w:rPr>
          <w:noProof/>
        </w:rPr>
        <w:t>106</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5.27.2</w:t>
      </w:r>
      <w:r>
        <w:rPr>
          <w:rFonts w:asciiTheme="minorHAnsi" w:eastAsiaTheme="minorEastAsia" w:hAnsiTheme="minorHAnsi" w:cstheme="minorBidi"/>
          <w:noProof/>
          <w:szCs w:val="22"/>
        </w:rPr>
        <w:tab/>
      </w:r>
      <w:r>
        <w:rPr>
          <w:noProof/>
        </w:rPr>
        <w:t>Interfaccia utente</w:t>
      </w:r>
      <w:r>
        <w:rPr>
          <w:noProof/>
        </w:rPr>
        <w:tab/>
      </w:r>
      <w:r>
        <w:rPr>
          <w:noProof/>
        </w:rPr>
        <w:fldChar w:fldCharType="begin"/>
      </w:r>
      <w:r>
        <w:rPr>
          <w:noProof/>
        </w:rPr>
        <w:instrText xml:space="preserve"> PAGEREF _Toc397613775 \h </w:instrText>
      </w:r>
      <w:r>
        <w:rPr>
          <w:noProof/>
        </w:rPr>
      </w:r>
      <w:r>
        <w:rPr>
          <w:noProof/>
        </w:rPr>
        <w:fldChar w:fldCharType="separate"/>
      </w:r>
      <w:r>
        <w:rPr>
          <w:noProof/>
        </w:rPr>
        <w:t>106</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5.27.3</w:t>
      </w:r>
      <w:r>
        <w:rPr>
          <w:rFonts w:asciiTheme="minorHAnsi" w:eastAsiaTheme="minorEastAsia" w:hAnsiTheme="minorHAnsi" w:cstheme="minorBidi"/>
          <w:noProof/>
          <w:szCs w:val="22"/>
        </w:rPr>
        <w:tab/>
      </w:r>
      <w:r>
        <w:rPr>
          <w:noProof/>
        </w:rPr>
        <w:t>Funzioni associate</w:t>
      </w:r>
      <w:r>
        <w:rPr>
          <w:noProof/>
        </w:rPr>
        <w:tab/>
      </w:r>
      <w:r>
        <w:rPr>
          <w:noProof/>
        </w:rPr>
        <w:fldChar w:fldCharType="begin"/>
      </w:r>
      <w:r>
        <w:rPr>
          <w:noProof/>
        </w:rPr>
        <w:instrText xml:space="preserve"> PAGEREF _Toc397613776 \h </w:instrText>
      </w:r>
      <w:r>
        <w:rPr>
          <w:noProof/>
        </w:rPr>
      </w:r>
      <w:r>
        <w:rPr>
          <w:noProof/>
        </w:rPr>
        <w:fldChar w:fldCharType="separate"/>
      </w:r>
      <w:r>
        <w:rPr>
          <w:noProof/>
        </w:rPr>
        <w:t>108</w:t>
      </w:r>
      <w:r>
        <w:rPr>
          <w:noProof/>
        </w:rPr>
        <w:fldChar w:fldCharType="end"/>
      </w:r>
    </w:p>
    <w:p w:rsidR="00AD1873" w:rsidRDefault="00AD1873">
      <w:pPr>
        <w:pStyle w:val="Sommario2"/>
        <w:tabs>
          <w:tab w:val="left" w:pos="1985"/>
        </w:tabs>
        <w:rPr>
          <w:rFonts w:asciiTheme="minorHAnsi" w:eastAsiaTheme="minorEastAsia" w:hAnsiTheme="minorHAnsi" w:cstheme="minorBidi"/>
          <w:noProof/>
          <w:szCs w:val="22"/>
        </w:rPr>
      </w:pPr>
      <w:r>
        <w:rPr>
          <w:noProof/>
        </w:rPr>
        <w:t>5.28</w:t>
      </w:r>
      <w:r>
        <w:rPr>
          <w:rFonts w:asciiTheme="minorHAnsi" w:eastAsiaTheme="minorEastAsia" w:hAnsiTheme="minorHAnsi" w:cstheme="minorBidi"/>
          <w:noProof/>
          <w:szCs w:val="22"/>
        </w:rPr>
        <w:tab/>
      </w:r>
      <w:r>
        <w:rPr>
          <w:noProof/>
        </w:rPr>
        <w:t>Inquiry Terminali (ITER)</w:t>
      </w:r>
      <w:r>
        <w:rPr>
          <w:noProof/>
        </w:rPr>
        <w:tab/>
      </w:r>
      <w:r>
        <w:rPr>
          <w:noProof/>
        </w:rPr>
        <w:fldChar w:fldCharType="begin"/>
      </w:r>
      <w:r>
        <w:rPr>
          <w:noProof/>
        </w:rPr>
        <w:instrText xml:space="preserve"> PAGEREF _Toc397613777 \h </w:instrText>
      </w:r>
      <w:r>
        <w:rPr>
          <w:noProof/>
        </w:rPr>
      </w:r>
      <w:r>
        <w:rPr>
          <w:noProof/>
        </w:rPr>
        <w:fldChar w:fldCharType="separate"/>
      </w:r>
      <w:r>
        <w:rPr>
          <w:noProof/>
        </w:rPr>
        <w:t>109</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5.28.1</w:t>
      </w:r>
      <w:r>
        <w:rPr>
          <w:rFonts w:asciiTheme="minorHAnsi" w:eastAsiaTheme="minorEastAsia" w:hAnsiTheme="minorHAnsi" w:cstheme="minorBidi"/>
          <w:noProof/>
          <w:szCs w:val="22"/>
        </w:rPr>
        <w:tab/>
      </w:r>
      <w:r>
        <w:rPr>
          <w:noProof/>
        </w:rPr>
        <w:t>Utilizzo della transazione</w:t>
      </w:r>
      <w:r>
        <w:rPr>
          <w:noProof/>
        </w:rPr>
        <w:tab/>
      </w:r>
      <w:r>
        <w:rPr>
          <w:noProof/>
        </w:rPr>
        <w:fldChar w:fldCharType="begin"/>
      </w:r>
      <w:r>
        <w:rPr>
          <w:noProof/>
        </w:rPr>
        <w:instrText xml:space="preserve"> PAGEREF _Toc397613778 \h </w:instrText>
      </w:r>
      <w:r>
        <w:rPr>
          <w:noProof/>
        </w:rPr>
      </w:r>
      <w:r>
        <w:rPr>
          <w:noProof/>
        </w:rPr>
        <w:fldChar w:fldCharType="separate"/>
      </w:r>
      <w:r>
        <w:rPr>
          <w:noProof/>
        </w:rPr>
        <w:t>109</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5.28.2</w:t>
      </w:r>
      <w:r>
        <w:rPr>
          <w:rFonts w:asciiTheme="minorHAnsi" w:eastAsiaTheme="minorEastAsia" w:hAnsiTheme="minorHAnsi" w:cstheme="minorBidi"/>
          <w:noProof/>
          <w:szCs w:val="22"/>
        </w:rPr>
        <w:tab/>
      </w:r>
      <w:r>
        <w:rPr>
          <w:noProof/>
        </w:rPr>
        <w:t>Interfaccia utente</w:t>
      </w:r>
      <w:r>
        <w:rPr>
          <w:noProof/>
        </w:rPr>
        <w:tab/>
      </w:r>
      <w:r>
        <w:rPr>
          <w:noProof/>
        </w:rPr>
        <w:fldChar w:fldCharType="begin"/>
      </w:r>
      <w:r>
        <w:rPr>
          <w:noProof/>
        </w:rPr>
        <w:instrText xml:space="preserve"> PAGEREF _Toc397613779 \h </w:instrText>
      </w:r>
      <w:r>
        <w:rPr>
          <w:noProof/>
        </w:rPr>
      </w:r>
      <w:r>
        <w:rPr>
          <w:noProof/>
        </w:rPr>
        <w:fldChar w:fldCharType="separate"/>
      </w:r>
      <w:r>
        <w:rPr>
          <w:noProof/>
        </w:rPr>
        <w:t>109</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5.28.3</w:t>
      </w:r>
      <w:r>
        <w:rPr>
          <w:rFonts w:asciiTheme="minorHAnsi" w:eastAsiaTheme="minorEastAsia" w:hAnsiTheme="minorHAnsi" w:cstheme="minorBidi"/>
          <w:noProof/>
          <w:szCs w:val="22"/>
        </w:rPr>
        <w:tab/>
      </w:r>
      <w:r>
        <w:rPr>
          <w:noProof/>
        </w:rPr>
        <w:t>Funzioni associate</w:t>
      </w:r>
      <w:r>
        <w:rPr>
          <w:noProof/>
        </w:rPr>
        <w:tab/>
      </w:r>
      <w:r>
        <w:rPr>
          <w:noProof/>
        </w:rPr>
        <w:fldChar w:fldCharType="begin"/>
      </w:r>
      <w:r>
        <w:rPr>
          <w:noProof/>
        </w:rPr>
        <w:instrText xml:space="preserve"> PAGEREF _Toc397613780 \h </w:instrText>
      </w:r>
      <w:r>
        <w:rPr>
          <w:noProof/>
        </w:rPr>
      </w:r>
      <w:r>
        <w:rPr>
          <w:noProof/>
        </w:rPr>
        <w:fldChar w:fldCharType="separate"/>
      </w:r>
      <w:r>
        <w:rPr>
          <w:noProof/>
        </w:rPr>
        <w:t>112</w:t>
      </w:r>
      <w:r>
        <w:rPr>
          <w:noProof/>
        </w:rPr>
        <w:fldChar w:fldCharType="end"/>
      </w:r>
    </w:p>
    <w:p w:rsidR="00AD1873" w:rsidRDefault="00AD1873">
      <w:pPr>
        <w:pStyle w:val="Sommario2"/>
        <w:tabs>
          <w:tab w:val="left" w:pos="1985"/>
        </w:tabs>
        <w:rPr>
          <w:rFonts w:asciiTheme="minorHAnsi" w:eastAsiaTheme="minorEastAsia" w:hAnsiTheme="minorHAnsi" w:cstheme="minorBidi"/>
          <w:noProof/>
          <w:szCs w:val="22"/>
        </w:rPr>
      </w:pPr>
      <w:r>
        <w:rPr>
          <w:noProof/>
        </w:rPr>
        <w:t>5.29</w:t>
      </w:r>
      <w:r>
        <w:rPr>
          <w:rFonts w:asciiTheme="minorHAnsi" w:eastAsiaTheme="minorEastAsia" w:hAnsiTheme="minorHAnsi" w:cstheme="minorBidi"/>
          <w:noProof/>
          <w:szCs w:val="22"/>
        </w:rPr>
        <w:tab/>
      </w:r>
      <w:r>
        <w:rPr>
          <w:noProof/>
        </w:rPr>
        <w:t>Inquiry Transazioni (ITRX)</w:t>
      </w:r>
      <w:r>
        <w:rPr>
          <w:noProof/>
        </w:rPr>
        <w:tab/>
      </w:r>
      <w:r>
        <w:rPr>
          <w:noProof/>
        </w:rPr>
        <w:fldChar w:fldCharType="begin"/>
      </w:r>
      <w:r>
        <w:rPr>
          <w:noProof/>
        </w:rPr>
        <w:instrText xml:space="preserve"> PAGEREF _Toc397613781 \h </w:instrText>
      </w:r>
      <w:r>
        <w:rPr>
          <w:noProof/>
        </w:rPr>
      </w:r>
      <w:r>
        <w:rPr>
          <w:noProof/>
        </w:rPr>
        <w:fldChar w:fldCharType="separate"/>
      </w:r>
      <w:r>
        <w:rPr>
          <w:noProof/>
        </w:rPr>
        <w:t>113</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5.29.1</w:t>
      </w:r>
      <w:r>
        <w:rPr>
          <w:rFonts w:asciiTheme="minorHAnsi" w:eastAsiaTheme="minorEastAsia" w:hAnsiTheme="minorHAnsi" w:cstheme="minorBidi"/>
          <w:noProof/>
          <w:szCs w:val="22"/>
        </w:rPr>
        <w:tab/>
      </w:r>
      <w:r>
        <w:rPr>
          <w:noProof/>
        </w:rPr>
        <w:t>Utilizzo della transazione</w:t>
      </w:r>
      <w:r>
        <w:rPr>
          <w:noProof/>
        </w:rPr>
        <w:tab/>
      </w:r>
      <w:r>
        <w:rPr>
          <w:noProof/>
        </w:rPr>
        <w:fldChar w:fldCharType="begin"/>
      </w:r>
      <w:r>
        <w:rPr>
          <w:noProof/>
        </w:rPr>
        <w:instrText xml:space="preserve"> PAGEREF _Toc397613782 \h </w:instrText>
      </w:r>
      <w:r>
        <w:rPr>
          <w:noProof/>
        </w:rPr>
      </w:r>
      <w:r>
        <w:rPr>
          <w:noProof/>
        </w:rPr>
        <w:fldChar w:fldCharType="separate"/>
      </w:r>
      <w:r>
        <w:rPr>
          <w:noProof/>
        </w:rPr>
        <w:t>113</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5.29.2</w:t>
      </w:r>
      <w:r>
        <w:rPr>
          <w:rFonts w:asciiTheme="minorHAnsi" w:eastAsiaTheme="minorEastAsia" w:hAnsiTheme="minorHAnsi" w:cstheme="minorBidi"/>
          <w:noProof/>
          <w:szCs w:val="22"/>
        </w:rPr>
        <w:tab/>
      </w:r>
      <w:r>
        <w:rPr>
          <w:noProof/>
        </w:rPr>
        <w:t>Interfaccia utente</w:t>
      </w:r>
      <w:r>
        <w:rPr>
          <w:noProof/>
        </w:rPr>
        <w:tab/>
      </w:r>
      <w:r>
        <w:rPr>
          <w:noProof/>
        </w:rPr>
        <w:fldChar w:fldCharType="begin"/>
      </w:r>
      <w:r>
        <w:rPr>
          <w:noProof/>
        </w:rPr>
        <w:instrText xml:space="preserve"> PAGEREF _Toc397613783 \h </w:instrText>
      </w:r>
      <w:r>
        <w:rPr>
          <w:noProof/>
        </w:rPr>
      </w:r>
      <w:r>
        <w:rPr>
          <w:noProof/>
        </w:rPr>
        <w:fldChar w:fldCharType="separate"/>
      </w:r>
      <w:r>
        <w:rPr>
          <w:noProof/>
        </w:rPr>
        <w:t>114</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5.29.3</w:t>
      </w:r>
      <w:r>
        <w:rPr>
          <w:rFonts w:asciiTheme="minorHAnsi" w:eastAsiaTheme="minorEastAsia" w:hAnsiTheme="minorHAnsi" w:cstheme="minorBidi"/>
          <w:noProof/>
          <w:szCs w:val="22"/>
        </w:rPr>
        <w:tab/>
      </w:r>
      <w:r>
        <w:rPr>
          <w:noProof/>
        </w:rPr>
        <w:t>Funzioni associate</w:t>
      </w:r>
      <w:r>
        <w:rPr>
          <w:noProof/>
        </w:rPr>
        <w:tab/>
      </w:r>
      <w:r>
        <w:rPr>
          <w:noProof/>
        </w:rPr>
        <w:fldChar w:fldCharType="begin"/>
      </w:r>
      <w:r>
        <w:rPr>
          <w:noProof/>
        </w:rPr>
        <w:instrText xml:space="preserve"> PAGEREF _Toc397613784 \h </w:instrText>
      </w:r>
      <w:r>
        <w:rPr>
          <w:noProof/>
        </w:rPr>
      </w:r>
      <w:r>
        <w:rPr>
          <w:noProof/>
        </w:rPr>
        <w:fldChar w:fldCharType="separate"/>
      </w:r>
      <w:r>
        <w:rPr>
          <w:noProof/>
        </w:rPr>
        <w:t>117</w:t>
      </w:r>
      <w:r>
        <w:rPr>
          <w:noProof/>
        </w:rPr>
        <w:fldChar w:fldCharType="end"/>
      </w:r>
    </w:p>
    <w:p w:rsidR="00AD1873" w:rsidRDefault="00AD1873">
      <w:pPr>
        <w:pStyle w:val="Sommario2"/>
        <w:tabs>
          <w:tab w:val="left" w:pos="1985"/>
        </w:tabs>
        <w:rPr>
          <w:rFonts w:asciiTheme="minorHAnsi" w:eastAsiaTheme="minorEastAsia" w:hAnsiTheme="minorHAnsi" w:cstheme="minorBidi"/>
          <w:noProof/>
          <w:szCs w:val="22"/>
        </w:rPr>
      </w:pPr>
      <w:r>
        <w:rPr>
          <w:noProof/>
        </w:rPr>
        <w:t>5.30</w:t>
      </w:r>
      <w:r>
        <w:rPr>
          <w:rFonts w:asciiTheme="minorHAnsi" w:eastAsiaTheme="minorEastAsia" w:hAnsiTheme="minorHAnsi" w:cstheme="minorBidi"/>
          <w:noProof/>
          <w:szCs w:val="22"/>
        </w:rPr>
        <w:tab/>
      </w:r>
      <w:r>
        <w:rPr>
          <w:noProof/>
        </w:rPr>
        <w:t>Apertura Sessione (ZZ00)</w:t>
      </w:r>
      <w:r>
        <w:rPr>
          <w:noProof/>
        </w:rPr>
        <w:tab/>
      </w:r>
      <w:r>
        <w:rPr>
          <w:noProof/>
        </w:rPr>
        <w:fldChar w:fldCharType="begin"/>
      </w:r>
      <w:r>
        <w:rPr>
          <w:noProof/>
        </w:rPr>
        <w:instrText xml:space="preserve"> PAGEREF _Toc397613785 \h </w:instrText>
      </w:r>
      <w:r>
        <w:rPr>
          <w:noProof/>
        </w:rPr>
      </w:r>
      <w:r>
        <w:rPr>
          <w:noProof/>
        </w:rPr>
        <w:fldChar w:fldCharType="separate"/>
      </w:r>
      <w:r>
        <w:rPr>
          <w:noProof/>
        </w:rPr>
        <w:t>118</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5.30.1</w:t>
      </w:r>
      <w:r>
        <w:rPr>
          <w:rFonts w:asciiTheme="minorHAnsi" w:eastAsiaTheme="minorEastAsia" w:hAnsiTheme="minorHAnsi" w:cstheme="minorBidi"/>
          <w:noProof/>
          <w:szCs w:val="22"/>
        </w:rPr>
        <w:tab/>
      </w:r>
      <w:r>
        <w:rPr>
          <w:noProof/>
        </w:rPr>
        <w:t>Utilizzo della Transazione</w:t>
      </w:r>
      <w:r>
        <w:rPr>
          <w:noProof/>
        </w:rPr>
        <w:tab/>
      </w:r>
      <w:r>
        <w:rPr>
          <w:noProof/>
        </w:rPr>
        <w:fldChar w:fldCharType="begin"/>
      </w:r>
      <w:r>
        <w:rPr>
          <w:noProof/>
        </w:rPr>
        <w:instrText xml:space="preserve"> PAGEREF _Toc397613786 \h </w:instrText>
      </w:r>
      <w:r>
        <w:rPr>
          <w:noProof/>
        </w:rPr>
      </w:r>
      <w:r>
        <w:rPr>
          <w:noProof/>
        </w:rPr>
        <w:fldChar w:fldCharType="separate"/>
      </w:r>
      <w:r>
        <w:rPr>
          <w:noProof/>
        </w:rPr>
        <w:t>118</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5.30.2</w:t>
      </w:r>
      <w:r>
        <w:rPr>
          <w:rFonts w:asciiTheme="minorHAnsi" w:eastAsiaTheme="minorEastAsia" w:hAnsiTheme="minorHAnsi" w:cstheme="minorBidi"/>
          <w:noProof/>
          <w:szCs w:val="22"/>
        </w:rPr>
        <w:tab/>
      </w:r>
      <w:r>
        <w:rPr>
          <w:noProof/>
        </w:rPr>
        <w:t>Interfaccia utente</w:t>
      </w:r>
      <w:r>
        <w:rPr>
          <w:noProof/>
        </w:rPr>
        <w:tab/>
      </w:r>
      <w:r>
        <w:rPr>
          <w:noProof/>
        </w:rPr>
        <w:fldChar w:fldCharType="begin"/>
      </w:r>
      <w:r>
        <w:rPr>
          <w:noProof/>
        </w:rPr>
        <w:instrText xml:space="preserve"> PAGEREF _Toc397613787 \h </w:instrText>
      </w:r>
      <w:r>
        <w:rPr>
          <w:noProof/>
        </w:rPr>
      </w:r>
      <w:r>
        <w:rPr>
          <w:noProof/>
        </w:rPr>
        <w:fldChar w:fldCharType="separate"/>
      </w:r>
      <w:r>
        <w:rPr>
          <w:noProof/>
        </w:rPr>
        <w:t>118</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5.30.3</w:t>
      </w:r>
      <w:r>
        <w:rPr>
          <w:rFonts w:asciiTheme="minorHAnsi" w:eastAsiaTheme="minorEastAsia" w:hAnsiTheme="minorHAnsi" w:cstheme="minorBidi"/>
          <w:noProof/>
          <w:szCs w:val="22"/>
        </w:rPr>
        <w:tab/>
      </w:r>
      <w:r>
        <w:rPr>
          <w:noProof/>
        </w:rPr>
        <w:t>Funzioni associate</w:t>
      </w:r>
      <w:r>
        <w:rPr>
          <w:noProof/>
        </w:rPr>
        <w:tab/>
      </w:r>
      <w:r>
        <w:rPr>
          <w:noProof/>
        </w:rPr>
        <w:fldChar w:fldCharType="begin"/>
      </w:r>
      <w:r>
        <w:rPr>
          <w:noProof/>
        </w:rPr>
        <w:instrText xml:space="preserve"> PAGEREF _Toc397613788 \h </w:instrText>
      </w:r>
      <w:r>
        <w:rPr>
          <w:noProof/>
        </w:rPr>
      </w:r>
      <w:r>
        <w:rPr>
          <w:noProof/>
        </w:rPr>
        <w:fldChar w:fldCharType="separate"/>
      </w:r>
      <w:r>
        <w:rPr>
          <w:noProof/>
        </w:rPr>
        <w:t>120</w:t>
      </w:r>
      <w:r>
        <w:rPr>
          <w:noProof/>
        </w:rPr>
        <w:fldChar w:fldCharType="end"/>
      </w:r>
    </w:p>
    <w:p w:rsidR="00AD1873" w:rsidRDefault="00AD1873">
      <w:pPr>
        <w:pStyle w:val="Sommario2"/>
        <w:tabs>
          <w:tab w:val="left" w:pos="1985"/>
        </w:tabs>
        <w:rPr>
          <w:rFonts w:asciiTheme="minorHAnsi" w:eastAsiaTheme="minorEastAsia" w:hAnsiTheme="minorHAnsi" w:cstheme="minorBidi"/>
          <w:noProof/>
          <w:szCs w:val="22"/>
        </w:rPr>
      </w:pPr>
      <w:r>
        <w:rPr>
          <w:noProof/>
        </w:rPr>
        <w:t>5.31</w:t>
      </w:r>
      <w:r>
        <w:rPr>
          <w:rFonts w:asciiTheme="minorHAnsi" w:eastAsiaTheme="minorEastAsia" w:hAnsiTheme="minorHAnsi" w:cstheme="minorBidi"/>
          <w:noProof/>
          <w:szCs w:val="22"/>
        </w:rPr>
        <w:tab/>
      </w:r>
      <w:r>
        <w:rPr>
          <w:noProof/>
        </w:rPr>
        <w:t>Chiusura Sessione (STOP - FINE)</w:t>
      </w:r>
      <w:r>
        <w:rPr>
          <w:noProof/>
        </w:rPr>
        <w:tab/>
      </w:r>
      <w:r>
        <w:rPr>
          <w:noProof/>
        </w:rPr>
        <w:fldChar w:fldCharType="begin"/>
      </w:r>
      <w:r>
        <w:rPr>
          <w:noProof/>
        </w:rPr>
        <w:instrText xml:space="preserve"> PAGEREF _Toc397613789 \h </w:instrText>
      </w:r>
      <w:r>
        <w:rPr>
          <w:noProof/>
        </w:rPr>
      </w:r>
      <w:r>
        <w:rPr>
          <w:noProof/>
        </w:rPr>
        <w:fldChar w:fldCharType="separate"/>
      </w:r>
      <w:r>
        <w:rPr>
          <w:noProof/>
        </w:rPr>
        <w:t>121</w:t>
      </w:r>
      <w:r>
        <w:rPr>
          <w:noProof/>
        </w:rPr>
        <w:fldChar w:fldCharType="end"/>
      </w:r>
    </w:p>
    <w:p w:rsidR="00AD1873" w:rsidRDefault="00AD1873">
      <w:pPr>
        <w:pStyle w:val="Sommario3"/>
        <w:tabs>
          <w:tab w:val="left" w:pos="1985"/>
        </w:tabs>
        <w:rPr>
          <w:rFonts w:asciiTheme="minorHAnsi" w:eastAsiaTheme="minorEastAsia" w:hAnsiTheme="minorHAnsi" w:cstheme="minorBidi"/>
          <w:noProof/>
          <w:szCs w:val="22"/>
        </w:rPr>
      </w:pPr>
      <w:r>
        <w:rPr>
          <w:noProof/>
        </w:rPr>
        <w:t>5.31.1</w:t>
      </w:r>
      <w:r>
        <w:rPr>
          <w:rFonts w:asciiTheme="minorHAnsi" w:eastAsiaTheme="minorEastAsia" w:hAnsiTheme="minorHAnsi" w:cstheme="minorBidi"/>
          <w:noProof/>
          <w:szCs w:val="22"/>
        </w:rPr>
        <w:tab/>
      </w:r>
      <w:r>
        <w:rPr>
          <w:noProof/>
        </w:rPr>
        <w:t>Utilizzo della Transazione</w:t>
      </w:r>
      <w:r>
        <w:rPr>
          <w:noProof/>
        </w:rPr>
        <w:tab/>
      </w:r>
      <w:r>
        <w:rPr>
          <w:noProof/>
        </w:rPr>
        <w:fldChar w:fldCharType="begin"/>
      </w:r>
      <w:r>
        <w:rPr>
          <w:noProof/>
        </w:rPr>
        <w:instrText xml:space="preserve"> PAGEREF _Toc397613790 \h </w:instrText>
      </w:r>
      <w:r>
        <w:rPr>
          <w:noProof/>
        </w:rPr>
      </w:r>
      <w:r>
        <w:rPr>
          <w:noProof/>
        </w:rPr>
        <w:fldChar w:fldCharType="separate"/>
      </w:r>
      <w:r>
        <w:rPr>
          <w:noProof/>
        </w:rPr>
        <w:t>121</w:t>
      </w:r>
      <w:r>
        <w:rPr>
          <w:noProof/>
        </w:rPr>
        <w:fldChar w:fldCharType="end"/>
      </w:r>
    </w:p>
    <w:p w:rsidR="00DC108A" w:rsidRDefault="00DC108A" w:rsidP="00DC108A">
      <w:r>
        <w:fldChar w:fldCharType="end"/>
      </w:r>
    </w:p>
    <w:p w:rsidR="00DC108A" w:rsidRDefault="00DC108A" w:rsidP="00DC108A">
      <w:pPr>
        <w:sectPr w:rsidR="00DC108A">
          <w:footerReference w:type="even" r:id="rId17"/>
          <w:type w:val="oddPage"/>
          <w:pgSz w:w="11907" w:h="16840" w:code="9"/>
          <w:pgMar w:top="1418" w:right="851" w:bottom="1701" w:left="851" w:header="720" w:footer="284" w:gutter="567"/>
          <w:pgNumType w:fmt="lowerRoman" w:start="1"/>
          <w:cols w:space="720"/>
        </w:sectPr>
      </w:pPr>
    </w:p>
    <w:p w:rsidR="00DC108A" w:rsidRDefault="00DC108A" w:rsidP="00DC108A">
      <w:pPr>
        <w:pStyle w:val="Titolo1"/>
      </w:pPr>
      <w:bookmarkStart w:id="6" w:name="_Toc524239579"/>
      <w:bookmarkStart w:id="7" w:name="_Toc30299783"/>
      <w:bookmarkStart w:id="8" w:name="_Toc397613654"/>
      <w:r>
        <w:lastRenderedPageBreak/>
        <w:t>INTRODUZIONE</w:t>
      </w:r>
      <w:bookmarkEnd w:id="6"/>
      <w:bookmarkEnd w:id="7"/>
      <w:bookmarkEnd w:id="8"/>
    </w:p>
    <w:p w:rsidR="00E905F8" w:rsidRDefault="0013108A" w:rsidP="00FA1D11">
      <w:r>
        <w:t>Q</w:t>
      </w:r>
      <w:r w:rsidR="00FA1D11">
        <w:t xml:space="preserve">uesto documento </w:t>
      </w:r>
      <w:r w:rsidR="00CD3119">
        <w:t>descri</w:t>
      </w:r>
      <w:r>
        <w:t>ve</w:t>
      </w:r>
      <w:r w:rsidR="00CD3119">
        <w:t xml:space="preserve"> </w:t>
      </w:r>
      <w:r w:rsidR="00407551">
        <w:t>le funzioni del modulo base della City</w:t>
      </w:r>
      <w:r w:rsidR="00327B4F">
        <w:t xml:space="preserve"> </w:t>
      </w:r>
      <w:r w:rsidR="00E905F8">
        <w:t>utilizzato dalla procedura SET. In particolare:</w:t>
      </w:r>
    </w:p>
    <w:p w:rsidR="00407551" w:rsidRDefault="00407551" w:rsidP="00407551"/>
    <w:p w:rsidR="00407551" w:rsidRDefault="00407551" w:rsidP="00407551">
      <w:pPr>
        <w:ind w:left="426" w:hanging="426"/>
      </w:pPr>
      <w:r>
        <w:fldChar w:fldCharType="begin"/>
      </w:r>
      <w:r>
        <w:instrText>SYMBOL 183 \f "Symbol" \s 10 \h</w:instrText>
      </w:r>
      <w:r>
        <w:fldChar w:fldCharType="end"/>
      </w:r>
      <w:r>
        <w:tab/>
        <w:t xml:space="preserve">tutte le funzioni presenti sul Modulo Base, </w:t>
      </w:r>
    </w:p>
    <w:p w:rsidR="00407551" w:rsidRDefault="00407551" w:rsidP="00407551">
      <w:pPr>
        <w:ind w:left="426" w:hanging="426"/>
      </w:pPr>
      <w:r>
        <w:fldChar w:fldCharType="begin"/>
      </w:r>
      <w:r>
        <w:instrText>SYMBOL 183 \f "Symbol" \s 10 \h</w:instrText>
      </w:r>
      <w:r>
        <w:fldChar w:fldCharType="end"/>
      </w:r>
      <w:r>
        <w:tab/>
        <w:t>i contenuti delle transazioni</w:t>
      </w:r>
    </w:p>
    <w:p w:rsidR="00407551" w:rsidRDefault="00407551" w:rsidP="00407551">
      <w:pPr>
        <w:ind w:left="426" w:hanging="426"/>
      </w:pPr>
      <w:r>
        <w:fldChar w:fldCharType="begin"/>
      </w:r>
      <w:r>
        <w:instrText>SYMBOL 183 \f "Symbol" \s 10 \h</w:instrText>
      </w:r>
      <w:r>
        <w:fldChar w:fldCharType="end"/>
      </w:r>
      <w:r>
        <w:tab/>
        <w:t>le convenzioni utilizzate</w:t>
      </w:r>
    </w:p>
    <w:p w:rsidR="00407551" w:rsidRDefault="00407551" w:rsidP="00407551">
      <w:pPr>
        <w:ind w:left="426" w:hanging="426"/>
      </w:pPr>
      <w:r>
        <w:fldChar w:fldCharType="begin"/>
      </w:r>
      <w:r>
        <w:instrText>SYMBOL 183 \f "Symbol" \s 10 \h</w:instrText>
      </w:r>
      <w:r>
        <w:fldChar w:fldCharType="end"/>
      </w:r>
      <w:r>
        <w:tab/>
        <w:t>l'interfaccia definita standard</w:t>
      </w:r>
    </w:p>
    <w:p w:rsidR="00407551" w:rsidRDefault="00407551" w:rsidP="00FA1D11"/>
    <w:p w:rsidR="00FA1D11" w:rsidRDefault="00FA1D11" w:rsidP="00FA1D11"/>
    <w:p w:rsidR="000F35E4" w:rsidRDefault="000F35E4" w:rsidP="000F35E4">
      <w:pPr>
        <w:pStyle w:val="Titolo2"/>
        <w:numPr>
          <w:ilvl w:val="0"/>
          <w:numId w:val="0"/>
        </w:numPr>
        <w:rPr>
          <w:b w:val="0"/>
          <w:color w:val="auto"/>
          <w:sz w:val="22"/>
        </w:rPr>
      </w:pPr>
      <w:bookmarkStart w:id="9" w:name="_Toc470601734"/>
      <w:bookmarkStart w:id="10" w:name="_Toc64971072"/>
    </w:p>
    <w:p w:rsidR="007F7604" w:rsidRDefault="007F7604" w:rsidP="007F7604"/>
    <w:p w:rsidR="007F7604" w:rsidRDefault="007F7604" w:rsidP="007F7604">
      <w:pPr>
        <w:pStyle w:val="Titolo1"/>
      </w:pPr>
      <w:bookmarkStart w:id="11" w:name="_Toc494685402"/>
      <w:bookmarkStart w:id="12" w:name="_Toc510349031"/>
      <w:bookmarkStart w:id="13" w:name="_Toc397613655"/>
      <w:r>
        <w:lastRenderedPageBreak/>
        <w:t>Organizzazione del manuale</w:t>
      </w:r>
      <w:bookmarkEnd w:id="11"/>
      <w:bookmarkEnd w:id="12"/>
      <w:bookmarkEnd w:id="13"/>
    </w:p>
    <w:p w:rsidR="007F7604" w:rsidRDefault="007F7604" w:rsidP="007F7604">
      <w:pPr>
        <w:pStyle w:val="Titolo2"/>
      </w:pPr>
      <w:bookmarkStart w:id="14" w:name="_Toc494685403"/>
      <w:bookmarkStart w:id="15" w:name="_Toc510349032"/>
      <w:bookmarkStart w:id="16" w:name="_Toc397613656"/>
      <w:r>
        <w:t>Schede funzionali</w:t>
      </w:r>
      <w:bookmarkEnd w:id="14"/>
      <w:bookmarkEnd w:id="15"/>
      <w:bookmarkEnd w:id="16"/>
    </w:p>
    <w:p w:rsidR="007F7604" w:rsidRDefault="007F7604" w:rsidP="007F7604">
      <w:r>
        <w:t>Ogni funzione della procedura è spiegata in un capitolo di questo documento con un formato standard, e riporta le seguenti informazioni:</w:t>
      </w:r>
    </w:p>
    <w:p w:rsidR="007F7604" w:rsidRDefault="007F7604" w:rsidP="007F7604"/>
    <w:p w:rsidR="007F7604" w:rsidRDefault="007F7604" w:rsidP="007F7604">
      <w:pPr>
        <w:tabs>
          <w:tab w:val="left" w:pos="567"/>
        </w:tabs>
        <w:ind w:left="2836" w:hanging="2552"/>
      </w:pPr>
      <w:r>
        <w:fldChar w:fldCharType="begin"/>
      </w:r>
      <w:r>
        <w:instrText>SYMBOL 183 \f "Symbol" \s 10 \h</w:instrText>
      </w:r>
      <w:r>
        <w:fldChar w:fldCharType="end"/>
      </w:r>
      <w:r>
        <w:tab/>
        <w:t>Nome esteso della funzione</w:t>
      </w:r>
    </w:p>
    <w:p w:rsidR="007F7604" w:rsidRDefault="007F7604" w:rsidP="007F7604">
      <w:pPr>
        <w:tabs>
          <w:tab w:val="left" w:pos="567"/>
        </w:tabs>
        <w:ind w:left="2836" w:hanging="2552"/>
      </w:pPr>
    </w:p>
    <w:p w:rsidR="007F7604" w:rsidRDefault="007F7604" w:rsidP="007F7604">
      <w:pPr>
        <w:tabs>
          <w:tab w:val="left" w:pos="567"/>
        </w:tabs>
        <w:ind w:left="2836" w:hanging="2552"/>
      </w:pPr>
      <w:r>
        <w:fldChar w:fldCharType="begin"/>
      </w:r>
      <w:r>
        <w:instrText>SYMBOL 183 \f "Symbol" \s 10 \h</w:instrText>
      </w:r>
      <w:r>
        <w:fldChar w:fldCharType="end"/>
      </w:r>
      <w:r>
        <w:tab/>
        <w:t>Codice mnemonico della funzione, di 4 lettere</w:t>
      </w:r>
    </w:p>
    <w:p w:rsidR="007F7604" w:rsidRDefault="007F7604" w:rsidP="007F7604">
      <w:pPr>
        <w:tabs>
          <w:tab w:val="left" w:pos="567"/>
        </w:tabs>
        <w:ind w:left="2836" w:hanging="2552"/>
      </w:pPr>
    </w:p>
    <w:p w:rsidR="007F7604" w:rsidRDefault="007F7604" w:rsidP="007F7604">
      <w:pPr>
        <w:tabs>
          <w:tab w:val="left" w:pos="567"/>
        </w:tabs>
        <w:ind w:left="2836" w:hanging="2552"/>
      </w:pPr>
      <w:r>
        <w:fldChar w:fldCharType="begin"/>
      </w:r>
      <w:r>
        <w:instrText>SYMBOL 183 \f "Symbol" \s 10 \h</w:instrText>
      </w:r>
      <w:r>
        <w:fldChar w:fldCharType="end"/>
      </w:r>
      <w:r>
        <w:tab/>
        <w:t>Utilizzo:</w:t>
      </w:r>
      <w:r>
        <w:tab/>
        <w:t xml:space="preserve">Scopo della transazione e descrizione dettagliata della transazione, con riferimenti a mappe, campi, messaggi, errori, </w:t>
      </w:r>
      <w:proofErr w:type="spellStart"/>
      <w:r>
        <w:t>abend</w:t>
      </w:r>
      <w:proofErr w:type="spellEnd"/>
      <w:r>
        <w:t>, altre funzioni, ecc.</w:t>
      </w:r>
    </w:p>
    <w:p w:rsidR="007F7604" w:rsidRDefault="007F7604" w:rsidP="007F7604">
      <w:pPr>
        <w:tabs>
          <w:tab w:val="left" w:pos="567"/>
        </w:tabs>
        <w:ind w:left="2836" w:hanging="2552"/>
      </w:pPr>
    </w:p>
    <w:p w:rsidR="007F7604" w:rsidRDefault="007F7604" w:rsidP="007F7604">
      <w:pPr>
        <w:tabs>
          <w:tab w:val="left" w:pos="567"/>
        </w:tabs>
        <w:ind w:left="2835" w:hanging="2552"/>
      </w:pPr>
      <w:r>
        <w:fldChar w:fldCharType="begin"/>
      </w:r>
      <w:r>
        <w:instrText>SYMBOL 183 \f "Symbol" \s 10 \h</w:instrText>
      </w:r>
      <w:r>
        <w:fldChar w:fldCharType="end"/>
      </w:r>
      <w:r>
        <w:tab/>
        <w:t>Interfaccia utente:</w:t>
      </w:r>
      <w:r>
        <w:tab/>
        <w:t>Elenco e organizzazione delle mappe video impiegate.</w:t>
      </w:r>
    </w:p>
    <w:p w:rsidR="007F7604" w:rsidRDefault="007F7604" w:rsidP="007F7604">
      <w:pPr>
        <w:tabs>
          <w:tab w:val="left" w:pos="567"/>
        </w:tabs>
        <w:ind w:left="2836" w:hanging="2552"/>
      </w:pPr>
    </w:p>
    <w:p w:rsidR="007F7604" w:rsidRDefault="007F7604" w:rsidP="007F7604">
      <w:pPr>
        <w:tabs>
          <w:tab w:val="left" w:pos="567"/>
        </w:tabs>
        <w:ind w:left="2836" w:hanging="2552"/>
      </w:pPr>
      <w:r>
        <w:t>Quindi, per ogni mappa della transazione:</w:t>
      </w:r>
    </w:p>
    <w:p w:rsidR="007F7604" w:rsidRDefault="007F7604" w:rsidP="007F7604">
      <w:pPr>
        <w:tabs>
          <w:tab w:val="left" w:pos="567"/>
        </w:tabs>
        <w:ind w:left="2836" w:hanging="2552"/>
      </w:pPr>
    </w:p>
    <w:p w:rsidR="007F7604" w:rsidRDefault="007F7604" w:rsidP="007F7604">
      <w:pPr>
        <w:ind w:left="1276" w:hanging="283"/>
      </w:pPr>
      <w:r>
        <w:fldChar w:fldCharType="begin"/>
      </w:r>
      <w:r>
        <w:instrText>SYMBOL 183 \f "Symbol" \s 10 \h</w:instrText>
      </w:r>
      <w:r>
        <w:fldChar w:fldCharType="end"/>
      </w:r>
      <w:r>
        <w:tab/>
        <w:t xml:space="preserve">Descrizione e modalità d'uso della mappa </w:t>
      </w:r>
      <w:r>
        <w:rPr>
          <w:i/>
        </w:rPr>
        <w:t>n</w:t>
      </w:r>
      <w:r>
        <w:t>-esima.</w:t>
      </w:r>
    </w:p>
    <w:p w:rsidR="007F7604" w:rsidRDefault="007F7604" w:rsidP="007F7604">
      <w:pPr>
        <w:ind w:left="1276" w:hanging="283"/>
      </w:pPr>
      <w:r>
        <w:fldChar w:fldCharType="begin"/>
      </w:r>
      <w:r>
        <w:instrText>SYMBOL 183 \f "Symbol" \s 10 \h</w:instrText>
      </w:r>
      <w:r>
        <w:fldChar w:fldCharType="end"/>
      </w:r>
      <w:r>
        <w:tab/>
        <w:t>Aspetto della mappa</w:t>
      </w:r>
    </w:p>
    <w:p w:rsidR="007F7604" w:rsidRDefault="007F7604" w:rsidP="007F7604">
      <w:pPr>
        <w:ind w:left="1276" w:hanging="283"/>
      </w:pPr>
      <w:r>
        <w:fldChar w:fldCharType="begin"/>
      </w:r>
      <w:r>
        <w:instrText>SYMBOL 183 \f "Symbol" \s 10 \h</w:instrText>
      </w:r>
      <w:r>
        <w:fldChar w:fldCharType="end"/>
      </w:r>
      <w:r>
        <w:tab/>
        <w:t>Descrizione dei campi della mappa.</w:t>
      </w:r>
    </w:p>
    <w:p w:rsidR="007F7604" w:rsidRDefault="007F7604" w:rsidP="007F7604">
      <w:pPr>
        <w:tabs>
          <w:tab w:val="left" w:pos="567"/>
        </w:tabs>
        <w:ind w:left="2836" w:hanging="2552"/>
      </w:pPr>
    </w:p>
    <w:p w:rsidR="007F7604" w:rsidRDefault="007F7604" w:rsidP="007F7604">
      <w:pPr>
        <w:tabs>
          <w:tab w:val="left" w:pos="567"/>
        </w:tabs>
        <w:ind w:left="2835" w:hanging="2552"/>
      </w:pPr>
      <w:r>
        <w:fldChar w:fldCharType="begin"/>
      </w:r>
      <w:r>
        <w:instrText>SYMBOL 183 \f "Symbol" \s 10 \h</w:instrText>
      </w:r>
      <w:r>
        <w:fldChar w:fldCharType="end"/>
      </w:r>
      <w:r>
        <w:tab/>
        <w:t>Modelli di stampa:</w:t>
      </w:r>
      <w:r>
        <w:tab/>
        <w:t>Indicazioni sui modelli di stampa impiegati dalla funzione, ciascuno con almeno un esempio dell'output.</w:t>
      </w:r>
    </w:p>
    <w:p w:rsidR="007F7604" w:rsidRDefault="007F7604" w:rsidP="007F7604">
      <w:pPr>
        <w:tabs>
          <w:tab w:val="left" w:pos="567"/>
        </w:tabs>
        <w:ind w:left="2835" w:hanging="2552"/>
      </w:pPr>
      <w:r>
        <w:tab/>
      </w:r>
      <w:r>
        <w:tab/>
        <w:t>(Questa indicazione è presente solo se la transazione permette di effettuare stampe)</w:t>
      </w:r>
    </w:p>
    <w:p w:rsidR="007F7604" w:rsidRDefault="007F7604" w:rsidP="007F7604">
      <w:pPr>
        <w:tabs>
          <w:tab w:val="left" w:pos="567"/>
        </w:tabs>
        <w:ind w:left="2835" w:hanging="2552"/>
      </w:pPr>
    </w:p>
    <w:p w:rsidR="007F7604" w:rsidRDefault="007F7604" w:rsidP="007F7604">
      <w:pPr>
        <w:tabs>
          <w:tab w:val="left" w:pos="567"/>
        </w:tabs>
        <w:ind w:left="2835" w:hanging="2552"/>
      </w:pPr>
      <w:r>
        <w:fldChar w:fldCharType="begin"/>
      </w:r>
      <w:r>
        <w:instrText>SYMBOL 183 \f "Symbol" \s 10 \h</w:instrText>
      </w:r>
      <w:r>
        <w:fldChar w:fldCharType="end"/>
      </w:r>
      <w:r>
        <w:tab/>
        <w:t>Funzioni associate:</w:t>
      </w:r>
      <w:r>
        <w:tab/>
        <w:t>Riferimenti ad altre funzioni logicamente correlate.</w:t>
      </w:r>
    </w:p>
    <w:p w:rsidR="007F7604" w:rsidRDefault="007F7604" w:rsidP="007F7604">
      <w:pPr>
        <w:pStyle w:val="Titolo2"/>
      </w:pPr>
      <w:r>
        <w:br w:type="page"/>
      </w:r>
      <w:bookmarkStart w:id="17" w:name="_Toc494685404"/>
      <w:bookmarkStart w:id="18" w:name="_Toc510349033"/>
      <w:bookmarkStart w:id="19" w:name="_Toc397613657"/>
      <w:r>
        <w:lastRenderedPageBreak/>
        <w:t>Visualizzazione delle mappe video</w:t>
      </w:r>
      <w:bookmarkEnd w:id="17"/>
      <w:bookmarkEnd w:id="18"/>
      <w:bookmarkEnd w:id="19"/>
    </w:p>
    <w:p w:rsidR="007F7604" w:rsidRDefault="007F7604" w:rsidP="007F7604">
      <w:r>
        <w:t>I campi vengono indicati sulle mappe video con i seguenti simboli, in funzione del loro tipo</w:t>
      </w:r>
    </w:p>
    <w:p w:rsidR="007F7604" w:rsidRDefault="007F7604" w:rsidP="007F7604"/>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r>
              <w:t>Campo protetto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_____</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Campo alfabetico o alfanumerico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ZZZZ9</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Campo numerico: gli zeri iniziali vengono mostrati se il carattere corrispondente è 9, vengono omessi se il carattere è Z</w:t>
            </w:r>
          </w:p>
          <w:p w:rsidR="007F7604" w:rsidRDefault="007F7604" w:rsidP="00407551"/>
        </w:tc>
      </w:tr>
    </w:tbl>
    <w:p w:rsidR="007F7604" w:rsidRDefault="007F7604" w:rsidP="007F7604">
      <w:pPr>
        <w:pStyle w:val="Titolo2"/>
      </w:pPr>
      <w:bookmarkStart w:id="20" w:name="_Toc494685405"/>
      <w:bookmarkStart w:id="21" w:name="_Toc510349034"/>
      <w:bookmarkStart w:id="22" w:name="_Toc397613658"/>
      <w:r>
        <w:t>Descrizione dei campi</w:t>
      </w:r>
      <w:bookmarkEnd w:id="20"/>
      <w:bookmarkEnd w:id="21"/>
      <w:bookmarkEnd w:id="22"/>
    </w:p>
    <w:p w:rsidR="007F7604" w:rsidRDefault="007F7604" w:rsidP="007F7604">
      <w:r>
        <w:t>Ogni campo di mappa viene descritto indicando:</w:t>
      </w:r>
    </w:p>
    <w:p w:rsidR="007F7604" w:rsidRDefault="007F7604" w:rsidP="007F7604"/>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Nome Campo</w:t>
            </w:r>
          </w:p>
        </w:tc>
        <w:tc>
          <w:tcPr>
            <w:tcW w:w="6237" w:type="dxa"/>
            <w:tcBorders>
              <w:top w:val="single" w:sz="12" w:space="0" w:color="FFFF00"/>
              <w:left w:val="single" w:sz="6" w:space="0" w:color="FFFF00"/>
              <w:bottom w:val="single" w:sz="12" w:space="0" w:color="FFFF00"/>
              <w:right w:val="single" w:sz="12" w:space="0" w:color="FFFF00"/>
            </w:tcBorders>
          </w:tcPr>
          <w:p w:rsidR="007F7604" w:rsidRDefault="007F7604" w:rsidP="00407551">
            <w:r>
              <w:t>Obbligatorietà</w:t>
            </w:r>
          </w:p>
          <w:p w:rsidR="007F7604" w:rsidRDefault="007F7604" w:rsidP="00407551">
            <w:r>
              <w:t>Valori ammessi</w:t>
            </w:r>
          </w:p>
          <w:p w:rsidR="007F7604" w:rsidRDefault="007F7604" w:rsidP="00407551">
            <w:r>
              <w:t>Default</w:t>
            </w:r>
          </w:p>
          <w:p w:rsidR="007F7604" w:rsidRDefault="007F7604" w:rsidP="00407551">
            <w:r>
              <w:t>Formato (quando necessario)</w:t>
            </w:r>
          </w:p>
          <w:p w:rsidR="007F7604" w:rsidRDefault="007F7604" w:rsidP="00407551">
            <w:r>
              <w:t>Descrizione</w:t>
            </w:r>
          </w:p>
        </w:tc>
      </w:tr>
    </w:tbl>
    <w:p w:rsidR="007F7604" w:rsidRDefault="007F7604" w:rsidP="007F7604"/>
    <w:p w:rsidR="007F7604" w:rsidRDefault="007F7604" w:rsidP="007F7604">
      <w:r>
        <w:t>Il significato delle indicazioni nella descrizione dei campi è riportato di seguito.</w:t>
      </w:r>
    </w:p>
    <w:p w:rsidR="007F7604" w:rsidRDefault="007F7604" w:rsidP="007F7604">
      <w:pPr>
        <w:pStyle w:val="ParagNoNum"/>
        <w:jc w:val="both"/>
      </w:pPr>
      <w:r>
        <w:t>Obbligatorietà</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obbligatorio</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r>
              <w:t>la digitazione del valore è obbligatoria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facoltativo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la digitazione del valore è facoltativa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automatico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il valore è proposto automaticamente dal sistema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condizionato</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il valore del campo dipende dal valore di altri campi o condizioni; in questo caso vengono riportate ulteriori indicazioni caso per caso</w:t>
            </w:r>
          </w:p>
          <w:p w:rsidR="007F7604" w:rsidRDefault="007F7604" w:rsidP="00407551"/>
        </w:tc>
      </w:tr>
    </w:tbl>
    <w:p w:rsidR="007F7604" w:rsidRDefault="007F7604" w:rsidP="007F7604">
      <w:pPr>
        <w:pStyle w:val="ParagNoNum"/>
        <w:jc w:val="both"/>
      </w:pPr>
      <w:r>
        <w:t>Valori ammessi</w:t>
      </w:r>
    </w:p>
    <w:p w:rsidR="007F7604" w:rsidRDefault="007F7604" w:rsidP="007F7604">
      <w:r>
        <w:t>Insieme dei valori che può assumere il dato (dominio); può essere espresso</w:t>
      </w:r>
    </w:p>
    <w:p w:rsidR="007F7604" w:rsidRDefault="007F7604" w:rsidP="007F7604"/>
    <w:p w:rsidR="007F7604" w:rsidRDefault="007F7604" w:rsidP="007F7604">
      <w:pPr>
        <w:tabs>
          <w:tab w:val="left" w:pos="2269"/>
        </w:tabs>
        <w:ind w:left="567" w:hanging="284"/>
      </w:pPr>
      <w:r>
        <w:fldChar w:fldCharType="begin"/>
      </w:r>
      <w:r>
        <w:instrText>SYMBOL 183 \f "Symbol" \s 10 \h</w:instrText>
      </w:r>
      <w:r>
        <w:fldChar w:fldCharType="end"/>
      </w:r>
      <w:r>
        <w:tab/>
        <w:t>per elencazione</w:t>
      </w:r>
      <w:r>
        <w:tab/>
        <w:t xml:space="preserve">riportando un elenco di coppie: </w:t>
      </w:r>
      <w:r>
        <w:rPr>
          <w:i/>
        </w:rPr>
        <w:t>Valore - Descrizione;</w:t>
      </w:r>
      <w:r>
        <w:t xml:space="preserve"> es:</w:t>
      </w:r>
    </w:p>
    <w:p w:rsidR="007F7604" w:rsidRDefault="007F7604" w:rsidP="007F7604">
      <w:pPr>
        <w:tabs>
          <w:tab w:val="left" w:pos="2269"/>
        </w:tabs>
        <w:ind w:left="3119" w:hanging="568"/>
      </w:pPr>
    </w:p>
    <w:p w:rsidR="007F7604" w:rsidRDefault="007F7604" w:rsidP="007F7604">
      <w:pPr>
        <w:tabs>
          <w:tab w:val="left" w:pos="2269"/>
        </w:tabs>
        <w:ind w:left="3119" w:hanging="568"/>
      </w:pPr>
      <w:r>
        <w:t>SI</w:t>
      </w:r>
      <w:r>
        <w:tab/>
        <w:t>Accetta i cambiamenti</w:t>
      </w:r>
    </w:p>
    <w:p w:rsidR="007F7604" w:rsidRDefault="007F7604" w:rsidP="007F7604">
      <w:pPr>
        <w:ind w:left="3119" w:hanging="567"/>
      </w:pPr>
      <w:r>
        <w:t>NO</w:t>
      </w:r>
      <w:r>
        <w:tab/>
        <w:t>Annulla i cambiamenti</w:t>
      </w:r>
    </w:p>
    <w:p w:rsidR="007F7604" w:rsidRDefault="007F7604" w:rsidP="007F7604">
      <w:pPr>
        <w:ind w:left="3119" w:hanging="567"/>
      </w:pPr>
    </w:p>
    <w:p w:rsidR="007F7604" w:rsidRDefault="007F7604" w:rsidP="007F7604">
      <w:pPr>
        <w:tabs>
          <w:tab w:val="left" w:pos="2269"/>
        </w:tabs>
        <w:ind w:left="567" w:hanging="284"/>
      </w:pPr>
      <w:r>
        <w:fldChar w:fldCharType="begin"/>
      </w:r>
      <w:r>
        <w:instrText>SYMBOL 183 \f "Symbol" \s 10 \h</w:instrText>
      </w:r>
      <w:r>
        <w:fldChar w:fldCharType="end"/>
      </w:r>
      <w:r>
        <w:tab/>
        <w:t>per intervallo</w:t>
      </w:r>
      <w:r>
        <w:tab/>
        <w:t>indicando gli estremi dell'intervallo; es:</w:t>
      </w:r>
    </w:p>
    <w:p w:rsidR="007F7604" w:rsidRDefault="007F7604" w:rsidP="007F7604">
      <w:pPr>
        <w:ind w:left="3119" w:hanging="567"/>
      </w:pPr>
    </w:p>
    <w:p w:rsidR="007F7604" w:rsidRDefault="007F7604" w:rsidP="007F7604">
      <w:pPr>
        <w:ind w:left="3119" w:hanging="567"/>
      </w:pPr>
      <w:r>
        <w:t>da 1 a 99, oppure 1,...,99</w:t>
      </w:r>
    </w:p>
    <w:p w:rsidR="007F7604" w:rsidRDefault="007F7604" w:rsidP="007F7604"/>
    <w:p w:rsidR="007F7604" w:rsidRDefault="007F7604" w:rsidP="007F7604">
      <w:r>
        <w:t>Questa indicazione si omette se ovvia o non significativa.</w:t>
      </w:r>
    </w:p>
    <w:p w:rsidR="007F7604" w:rsidRDefault="007F7604" w:rsidP="007F7604">
      <w:pPr>
        <w:pStyle w:val="ParagNoNum"/>
        <w:jc w:val="both"/>
      </w:pPr>
      <w:r>
        <w:t>Default</w:t>
      </w:r>
    </w:p>
    <w:p w:rsidR="007F7604" w:rsidRDefault="007F7604" w:rsidP="007F7604">
      <w:r>
        <w:t>Indicazione del valore che verrà implicitamente assunto dal campo se esso non verrà valorizzato.</w:t>
      </w:r>
    </w:p>
    <w:p w:rsidR="007F7604" w:rsidRDefault="007F7604" w:rsidP="007F7604">
      <w:r>
        <w:lastRenderedPageBreak/>
        <w:t>Esso può essere riportato accanto al valore corrispondente nella elencazione dei valori ammessi, oppure indicato espressamente (es: default: 143)</w:t>
      </w:r>
    </w:p>
    <w:p w:rsidR="007F7604" w:rsidRDefault="007F7604" w:rsidP="007F7604">
      <w:pPr>
        <w:pStyle w:val="ParagNoNum"/>
        <w:jc w:val="both"/>
      </w:pPr>
      <w:r>
        <w:t>Formato</w:t>
      </w:r>
    </w:p>
    <w:p w:rsidR="007F7604" w:rsidRDefault="007F7604" w:rsidP="007F7604">
      <w:r>
        <w:t>Indicazione del formato del campo, se esso ne ha uno particolare; ad esempio per una data si può precisare che segua il formato</w:t>
      </w:r>
    </w:p>
    <w:p w:rsidR="007F7604" w:rsidRDefault="007F7604" w:rsidP="007F7604">
      <w:pPr>
        <w:ind w:left="709"/>
      </w:pPr>
    </w:p>
    <w:p w:rsidR="007F7604" w:rsidRDefault="007F7604" w:rsidP="007F7604">
      <w:pPr>
        <w:ind w:left="709"/>
      </w:pPr>
      <w:r>
        <w:t>giorno(2 cifre) / mese(2 cifre) / anno(4 cifre)</w:t>
      </w:r>
    </w:p>
    <w:p w:rsidR="007F7604" w:rsidRDefault="007F7604" w:rsidP="007F7604">
      <w:pPr>
        <w:pStyle w:val="ParagNoNum"/>
        <w:jc w:val="both"/>
      </w:pPr>
      <w:r>
        <w:t>Descrizione</w:t>
      </w:r>
    </w:p>
    <w:p w:rsidR="007F7604" w:rsidRDefault="007F7604" w:rsidP="007F7604">
      <w:r>
        <w:t xml:space="preserve">Descrizione dettagliata del campo, quando il solo nome non è sufficiente a capire, con indicazioni su: eventuali controlli effettuati sul suo valore, eventuali controlli sulla autorizzazione all'accesso, eventuale presenza di help, riferimenti ad altri elementi coinvolti (messaggi, errori, moduli di sicurezza, </w:t>
      </w:r>
      <w:proofErr w:type="spellStart"/>
      <w:r>
        <w:t>abend</w:t>
      </w:r>
      <w:proofErr w:type="spellEnd"/>
      <w:r>
        <w:t>).</w:t>
      </w:r>
    </w:p>
    <w:p w:rsidR="007F7604" w:rsidRDefault="007F7604" w:rsidP="007F7604"/>
    <w:p w:rsidR="007F7604" w:rsidRDefault="007F7604" w:rsidP="007F7604">
      <w:pPr>
        <w:pStyle w:val="Titolo1"/>
      </w:pPr>
      <w:bookmarkStart w:id="23" w:name="_Toc494685406"/>
      <w:bookmarkStart w:id="24" w:name="_Toc510349035"/>
      <w:bookmarkStart w:id="25" w:name="_Toc397613659"/>
      <w:r>
        <w:lastRenderedPageBreak/>
        <w:t>Generalità sulle funzioni</w:t>
      </w:r>
      <w:bookmarkEnd w:id="23"/>
      <w:bookmarkEnd w:id="24"/>
      <w:bookmarkEnd w:id="25"/>
    </w:p>
    <w:p w:rsidR="007F7604" w:rsidRDefault="007F7604" w:rsidP="007F7604">
      <w:r>
        <w:t>Ogni funzione messa a disposizione dell'utente viene realizzata da una specifica transazione. Anche se ogni transazione ha una propria organizzazione, in funzione del problema che deve permettere di gestire, tutte le transazioni seguono uno standard unico per quanto riguarda l'interfacciamento con l'utente, l'accesso agli archivi, l'interazione fra loro.</w:t>
      </w:r>
    </w:p>
    <w:p w:rsidR="007F7604" w:rsidRDefault="007F7604" w:rsidP="007F7604">
      <w:pPr>
        <w:pStyle w:val="Titolo2"/>
      </w:pPr>
      <w:bookmarkStart w:id="26" w:name="_Toc494685407"/>
      <w:bookmarkStart w:id="27" w:name="_Toc510349036"/>
      <w:bookmarkStart w:id="28" w:name="_Toc397613660"/>
      <w:r>
        <w:t>Identificazione delle funzioni</w:t>
      </w:r>
      <w:bookmarkEnd w:id="26"/>
      <w:bookmarkEnd w:id="27"/>
      <w:bookmarkEnd w:id="28"/>
    </w:p>
    <w:p w:rsidR="007F7604" w:rsidRDefault="007F7604" w:rsidP="007F7604">
      <w:r>
        <w:t>Per poter identificare le diverse funzionalità offerte dalla procedura, ogni transazione è univocamente identificata da un nome di quattro caratteri. Il sistema interpreta in ogni momento i nomi di funzioni indicati dall'utente cercando in un archivio interno il nome della corrispondente transazione.</w:t>
      </w:r>
    </w:p>
    <w:p w:rsidR="007F7604" w:rsidRDefault="007F7604" w:rsidP="007F7604">
      <w:pPr>
        <w:pStyle w:val="Titolo2"/>
      </w:pPr>
      <w:bookmarkStart w:id="29" w:name="_Toc494685408"/>
      <w:bookmarkStart w:id="30" w:name="_Toc510349037"/>
      <w:bookmarkStart w:id="31" w:name="_Toc397613661"/>
      <w:r>
        <w:t>Interfaccia utente</w:t>
      </w:r>
      <w:bookmarkEnd w:id="29"/>
      <w:bookmarkEnd w:id="30"/>
      <w:bookmarkEnd w:id="31"/>
    </w:p>
    <w:p w:rsidR="007F7604" w:rsidRDefault="007F7604" w:rsidP="007F7604">
      <w:r>
        <w:t>Nei seguenti paragrafi sono indicate alcune informazioni di base circa le convenzioni usate dagli strumenti di interazione con l'utente: l'organizzazione del video e i tasti funzionali.</w:t>
      </w:r>
    </w:p>
    <w:p w:rsidR="007F7604" w:rsidRDefault="007F7604" w:rsidP="007F7604">
      <w:pPr>
        <w:pStyle w:val="Titolo3"/>
        <w:ind w:left="357" w:hanging="357"/>
      </w:pPr>
      <w:bookmarkStart w:id="32" w:name="_Toc494685409"/>
      <w:bookmarkStart w:id="33" w:name="_Toc510349038"/>
      <w:bookmarkStart w:id="34" w:name="_Toc397613662"/>
      <w:r>
        <w:t>Configurazione Video</w:t>
      </w:r>
      <w:bookmarkEnd w:id="32"/>
      <w:bookmarkEnd w:id="33"/>
      <w:bookmarkEnd w:id="34"/>
    </w:p>
    <w:p w:rsidR="007F7604" w:rsidRDefault="007F7604" w:rsidP="007F7604"/>
    <w:p w:rsidR="007F7604" w:rsidRDefault="007F7604" w:rsidP="007F7604">
      <w:r>
        <w:t>Ogni videata visualizzata da una transazione mostra nella parte superiore alcune righe standard, contenenti informazioni significative ed indipendenti dall'attività che la transazione stessa sta svolgendo.</w:t>
      </w:r>
    </w:p>
    <w:p w:rsidR="007F7604" w:rsidRDefault="007F7604" w:rsidP="007F7604"/>
    <w:p w:rsidR="007F7604" w:rsidRDefault="007F7604" w:rsidP="007F7604">
      <w:pPr>
        <w:pBdr>
          <w:top w:val="single" w:sz="6" w:space="1" w:color="auto"/>
          <w:left w:val="single" w:sz="6" w:space="1" w:color="auto"/>
          <w:bottom w:val="single" w:sz="6" w:space="1" w:color="auto"/>
          <w:right w:val="single" w:sz="6" w:space="1" w:color="auto"/>
        </w:pBdr>
        <w:rPr>
          <w:rFonts w:ascii="Courier New" w:hAnsi="Courier New"/>
          <w:sz w:val="20"/>
        </w:rPr>
      </w:pPr>
      <w:r>
        <w:rPr>
          <w:rFonts w:ascii="Courier New" w:hAnsi="Courier New"/>
          <w:sz w:val="20"/>
        </w:rPr>
        <w:sym w:font="Monotype Sorts" w:char="F0AC"/>
      </w:r>
      <w:r>
        <w:rPr>
          <w:rFonts w:ascii="Courier New" w:hAnsi="Courier New"/>
          <w:sz w:val="20"/>
        </w:rPr>
        <w:t xml:space="preserve"> VS345678 </w:t>
      </w:r>
      <w:r>
        <w:rPr>
          <w:rFonts w:ascii="Courier New" w:hAnsi="Courier New"/>
          <w:sz w:val="20"/>
        </w:rPr>
        <w:sym w:font="Monotype Sorts" w:char="F0AD"/>
      </w:r>
      <w:r>
        <w:rPr>
          <w:rFonts w:ascii="Courier New" w:hAnsi="Courier New"/>
          <w:sz w:val="20"/>
        </w:rPr>
        <w:t>ALBERTO *</w:t>
      </w:r>
      <w:r>
        <w:rPr>
          <w:rFonts w:ascii="Courier New" w:hAnsi="Courier New"/>
          <w:sz w:val="20"/>
        </w:rPr>
        <w:sym w:font="Monotype Sorts" w:char="F0AE"/>
      </w:r>
      <w:r>
        <w:rPr>
          <w:rFonts w:ascii="Courier New" w:hAnsi="Courier New"/>
          <w:sz w:val="20"/>
        </w:rPr>
        <w:t xml:space="preserve"> .......BANCA </w:t>
      </w:r>
      <w:r w:rsidR="000A0919">
        <w:rPr>
          <w:rFonts w:ascii="Courier New" w:hAnsi="Courier New"/>
          <w:sz w:val="20"/>
        </w:rPr>
        <w:t>DI PROVA</w:t>
      </w:r>
      <w:r>
        <w:rPr>
          <w:rFonts w:ascii="Courier New" w:hAnsi="Courier New"/>
          <w:sz w:val="20"/>
        </w:rPr>
        <w:t xml:space="preserve"> ........ *</w:t>
      </w:r>
      <w:r>
        <w:rPr>
          <w:rFonts w:ascii="Courier New" w:hAnsi="Courier New"/>
          <w:sz w:val="20"/>
        </w:rPr>
        <w:sym w:font="Monotype Sorts" w:char="F0AF"/>
      </w:r>
      <w:r>
        <w:rPr>
          <w:rFonts w:ascii="Courier New" w:hAnsi="Courier New"/>
          <w:sz w:val="20"/>
        </w:rPr>
        <w:t xml:space="preserve"> 01/01/92 - </w:t>
      </w:r>
      <w:r>
        <w:rPr>
          <w:rFonts w:ascii="Courier New" w:hAnsi="Courier New"/>
          <w:sz w:val="20"/>
        </w:rPr>
        <w:sym w:font="Monotype Sorts" w:char="F0B0"/>
      </w:r>
      <w:r>
        <w:rPr>
          <w:rFonts w:ascii="Courier New" w:hAnsi="Courier New"/>
          <w:sz w:val="20"/>
        </w:rPr>
        <w:t>10:15:21</w:t>
      </w:r>
    </w:p>
    <w:p w:rsidR="007F7604" w:rsidRDefault="007F7604" w:rsidP="007F7604">
      <w:pPr>
        <w:pBdr>
          <w:top w:val="single" w:sz="6" w:space="1" w:color="auto"/>
          <w:left w:val="single" w:sz="6" w:space="1" w:color="auto"/>
          <w:bottom w:val="single" w:sz="6" w:space="1" w:color="auto"/>
          <w:right w:val="single" w:sz="6" w:space="1" w:color="auto"/>
        </w:pBdr>
        <w:rPr>
          <w:rFonts w:ascii="Courier New" w:hAnsi="Courier New"/>
          <w:sz w:val="20"/>
        </w:rPr>
      </w:pPr>
      <w:r>
        <w:rPr>
          <w:rFonts w:ascii="Courier New" w:hAnsi="Courier New"/>
          <w:sz w:val="20"/>
        </w:rPr>
        <w:sym w:font="Monotype Sorts" w:char="F0B1"/>
      </w:r>
      <w:r>
        <w:rPr>
          <w:rFonts w:ascii="Courier New" w:hAnsi="Courier New"/>
          <w:sz w:val="20"/>
        </w:rPr>
        <w:t xml:space="preserve"> GDEP 3  </w:t>
      </w:r>
      <w:r>
        <w:rPr>
          <w:rFonts w:ascii="Courier New" w:hAnsi="Courier New"/>
          <w:sz w:val="20"/>
        </w:rPr>
        <w:sym w:font="Monotype Sorts" w:char="F0B2"/>
      </w:r>
      <w:r>
        <w:rPr>
          <w:rFonts w:ascii="Courier New" w:hAnsi="Courier New"/>
          <w:sz w:val="20"/>
        </w:rPr>
        <w:t xml:space="preserve"> 29/12/91 * </w:t>
      </w:r>
      <w:r>
        <w:rPr>
          <w:rFonts w:ascii="Courier New" w:hAnsi="Courier New"/>
          <w:sz w:val="20"/>
        </w:rPr>
        <w:sym w:font="Monotype Sorts" w:char="F0B3"/>
      </w:r>
      <w:r>
        <w:rPr>
          <w:rFonts w:ascii="Courier New" w:hAnsi="Courier New"/>
          <w:sz w:val="20"/>
        </w:rPr>
        <w:t>......GESTIONE    DEPOSITI...... *</w:t>
      </w:r>
      <w:r>
        <w:rPr>
          <w:rFonts w:ascii="Courier New" w:hAnsi="Courier New"/>
          <w:sz w:val="20"/>
        </w:rPr>
        <w:sym w:font="Monotype Sorts" w:char="F0B4"/>
      </w:r>
      <w:r>
        <w:rPr>
          <w:rFonts w:ascii="Courier New" w:hAnsi="Courier New"/>
          <w:sz w:val="20"/>
        </w:rPr>
        <w:t xml:space="preserve"> PAG   ___1 DI  ::3  </w:t>
      </w:r>
    </w:p>
    <w:p w:rsidR="007F7604" w:rsidRDefault="007F7604" w:rsidP="007F7604">
      <w:pPr>
        <w:pBdr>
          <w:top w:val="single" w:sz="6" w:space="1" w:color="auto"/>
          <w:left w:val="single" w:sz="6" w:space="1" w:color="auto"/>
          <w:bottom w:val="single" w:sz="6" w:space="1" w:color="auto"/>
          <w:right w:val="single" w:sz="6" w:space="1" w:color="auto"/>
        </w:pBdr>
        <w:rPr>
          <w:rFonts w:ascii="Courier New" w:hAnsi="Courier New"/>
          <w:sz w:val="20"/>
        </w:rPr>
      </w:pPr>
      <w:r>
        <w:rPr>
          <w:rFonts w:ascii="Courier New" w:hAnsi="Courier New"/>
          <w:sz w:val="20"/>
        </w:rPr>
        <w:sym w:font="Monotype Sorts" w:char="F0B5"/>
      </w:r>
      <w:r>
        <w:rPr>
          <w:rFonts w:ascii="Courier New" w:hAnsi="Courier New"/>
          <w:sz w:val="20"/>
        </w:rPr>
        <w:t xml:space="preserve">MENU 1   GAZI 2   GDEP 3   GFCO 4   GRAD 5   GDGA 6   GOBI 7   GDIP 8   GTER 9 </w:t>
      </w:r>
    </w:p>
    <w:p w:rsidR="007F7604" w:rsidRDefault="007F7604" w:rsidP="007F7604">
      <w:pPr>
        <w:pBdr>
          <w:top w:val="single" w:sz="6" w:space="1" w:color="auto"/>
          <w:left w:val="single" w:sz="6" w:space="1" w:color="auto"/>
          <w:bottom w:val="single" w:sz="6" w:space="1" w:color="auto"/>
          <w:right w:val="single" w:sz="6" w:space="1" w:color="auto"/>
        </w:pBdr>
        <w:rPr>
          <w:rFonts w:ascii="Courier New" w:hAnsi="Courier New"/>
          <w:sz w:val="20"/>
        </w:rPr>
      </w:pPr>
      <w:r>
        <w:rPr>
          <w:rFonts w:ascii="Courier New" w:hAnsi="Courier New"/>
          <w:sz w:val="20"/>
        </w:rPr>
        <w:object w:dxaOrig="225" w:dyaOrig="2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0.65pt" o:ole="" fillcolor="window">
            <v:imagedata r:id="rId18" o:title=""/>
          </v:shape>
          <o:OLEObject Type="Embed" ProgID="PBrush" ShapeID="_x0000_i1025" DrawAspect="Content" ObjectID="_1471355648" r:id="rId19">
            <o:FieldCodes>\s</o:FieldCodes>
          </o:OLEObject>
        </w:object>
      </w:r>
      <w:r>
        <w:rPr>
          <w:rFonts w:ascii="Courier New" w:hAnsi="Courier New"/>
          <w:sz w:val="20"/>
        </w:rPr>
        <w:t xml:space="preserve">9999 MESSAGGIO DI ERRORE O SEGNALAZIONE DELLA PROCEDURA::::::::::::::::::::::: </w:t>
      </w:r>
    </w:p>
    <w:p w:rsidR="007F7604" w:rsidRDefault="007F7604" w:rsidP="000A0919">
      <w:pPr>
        <w:pStyle w:val="Titolo8"/>
        <w:numPr>
          <w:ilvl w:val="0"/>
          <w:numId w:val="0"/>
        </w:numPr>
        <w:ind w:left="1440" w:firstLine="687"/>
        <w:jc w:val="both"/>
      </w:pPr>
      <w:bookmarkStart w:id="35" w:name="_Toc494685550"/>
      <w:bookmarkStart w:id="36" w:name="_Toc510349179"/>
      <w:r>
        <w:t xml:space="preserve">Figura </w:t>
      </w:r>
      <w:r>
        <w:fldChar w:fldCharType="begin"/>
      </w:r>
      <w:r>
        <w:instrText>SEQ figura</w:instrText>
      </w:r>
      <w:r>
        <w:fldChar w:fldCharType="separate"/>
      </w:r>
      <w:r>
        <w:rPr>
          <w:noProof/>
        </w:rPr>
        <w:t>1</w:t>
      </w:r>
      <w:r>
        <w:fldChar w:fldCharType="end"/>
      </w:r>
      <w:r>
        <w:t>:   Disposizione dei campi posti nella parte alta del video.</w:t>
      </w:r>
      <w:bookmarkEnd w:id="35"/>
      <w:bookmarkEnd w:id="36"/>
    </w:p>
    <w:p w:rsidR="007F7604" w:rsidRDefault="007F7604" w:rsidP="007F7604">
      <w:r>
        <w:t>Partendo dall'alto a sinistra sono riportati i seguenti campi:</w:t>
      </w:r>
    </w:p>
    <w:p w:rsidR="007F7604" w:rsidRDefault="007F7604" w:rsidP="007F7604"/>
    <w:p w:rsidR="007F7604" w:rsidRDefault="007F7604" w:rsidP="007F7604">
      <w:pPr>
        <w:ind w:left="505" w:hanging="505"/>
      </w:pPr>
      <w:r>
        <w:t>1.</w:t>
      </w:r>
      <w:r>
        <w:tab/>
        <w:t xml:space="preserve">codice identificativo del </w:t>
      </w:r>
      <w:r>
        <w:rPr>
          <w:i/>
        </w:rPr>
        <w:t>terminale</w:t>
      </w:r>
      <w:r>
        <w:t xml:space="preserve"> che sta operando nella sessione in corso;</w:t>
      </w:r>
    </w:p>
    <w:p w:rsidR="007F7604" w:rsidRDefault="007F7604" w:rsidP="007F7604"/>
    <w:p w:rsidR="007F7604" w:rsidRDefault="007F7604" w:rsidP="007F7604">
      <w:pPr>
        <w:ind w:left="505" w:hanging="505"/>
      </w:pPr>
      <w:r>
        <w:t>2.</w:t>
      </w:r>
      <w:r>
        <w:tab/>
        <w:t>codice identificativo dell'</w:t>
      </w:r>
      <w:r>
        <w:rPr>
          <w:i/>
        </w:rPr>
        <w:t>operatore</w:t>
      </w:r>
      <w:r>
        <w:t>;</w:t>
      </w:r>
    </w:p>
    <w:p w:rsidR="007F7604" w:rsidRDefault="007F7604" w:rsidP="007F7604"/>
    <w:p w:rsidR="007F7604" w:rsidRDefault="007F7604" w:rsidP="007F7604">
      <w:pPr>
        <w:ind w:left="505" w:hanging="505"/>
      </w:pPr>
      <w:r>
        <w:t>3.</w:t>
      </w:r>
      <w:r>
        <w:tab/>
        <w:t xml:space="preserve">descrizione dell' </w:t>
      </w:r>
      <w:r>
        <w:rPr>
          <w:i/>
        </w:rPr>
        <w:t>Istituto</w:t>
      </w:r>
      <w:r>
        <w:t>;</w:t>
      </w:r>
    </w:p>
    <w:p w:rsidR="007F7604" w:rsidRDefault="007F7604" w:rsidP="007F7604"/>
    <w:p w:rsidR="007F7604" w:rsidRDefault="007F7604" w:rsidP="007F7604">
      <w:pPr>
        <w:ind w:left="505" w:hanging="505"/>
      </w:pPr>
      <w:r>
        <w:t>4.</w:t>
      </w:r>
      <w:r>
        <w:tab/>
      </w:r>
      <w:r>
        <w:rPr>
          <w:i/>
        </w:rPr>
        <w:t>data</w:t>
      </w:r>
      <w:r>
        <w:t xml:space="preserve"> operativa di calendario (odierna);</w:t>
      </w:r>
    </w:p>
    <w:p w:rsidR="007F7604" w:rsidRDefault="007F7604" w:rsidP="007F7604"/>
    <w:p w:rsidR="007F7604" w:rsidRDefault="007F7604" w:rsidP="007F7604">
      <w:pPr>
        <w:ind w:left="505" w:hanging="505"/>
      </w:pPr>
      <w:r>
        <w:t>5.</w:t>
      </w:r>
      <w:r>
        <w:tab/>
      </w:r>
      <w:r>
        <w:rPr>
          <w:i/>
        </w:rPr>
        <w:t>ora</w:t>
      </w:r>
      <w:r>
        <w:t xml:space="preserve"> in cui è stata attivata la transazione corrente;</w:t>
      </w:r>
    </w:p>
    <w:p w:rsidR="007F7604" w:rsidRDefault="007F7604" w:rsidP="007F7604"/>
    <w:p w:rsidR="007F7604" w:rsidRDefault="007F7604" w:rsidP="007F7604">
      <w:pPr>
        <w:ind w:left="505" w:hanging="505"/>
      </w:pPr>
      <w:r>
        <w:br w:type="page"/>
      </w:r>
      <w:r>
        <w:lastRenderedPageBreak/>
        <w:t>6.</w:t>
      </w:r>
      <w:r>
        <w:tab/>
      </w:r>
      <w:r>
        <w:rPr>
          <w:i/>
        </w:rPr>
        <w:t>codice della transazione</w:t>
      </w:r>
      <w:r>
        <w:t xml:space="preserve"> in corso accompagnata dal </w:t>
      </w:r>
      <w:r>
        <w:rPr>
          <w:i/>
        </w:rPr>
        <w:t>numero progressivo</w:t>
      </w:r>
      <w:r>
        <w:t xml:space="preserve"> di sessione in cui la transazione è attiva. Come evidenziato in seguito è possibile attivare contemporaneamente fino a nove transazioni.</w:t>
      </w:r>
    </w:p>
    <w:p w:rsidR="007F7604" w:rsidRDefault="007F7604" w:rsidP="007F7604">
      <w:pPr>
        <w:ind w:left="505"/>
      </w:pPr>
      <w:r>
        <w:t>Questo campo è l'unico, assieme al numero pagina (Cfr. punto 9), che risulta digitabile dall'operatore in quanto esso consente di accedere alle transazioni e di muoversi da una all'altra all'interno della Procedura (Cfr. par. "Cambio sessione");</w:t>
      </w:r>
    </w:p>
    <w:p w:rsidR="007F7604" w:rsidRDefault="007F7604" w:rsidP="007F7604"/>
    <w:p w:rsidR="007F7604" w:rsidRDefault="007F7604" w:rsidP="007F7604">
      <w:pPr>
        <w:ind w:left="505" w:hanging="505"/>
      </w:pPr>
      <w:r>
        <w:t>7.</w:t>
      </w:r>
      <w:r>
        <w:tab/>
      </w:r>
      <w:r>
        <w:rPr>
          <w:i/>
        </w:rPr>
        <w:t>data di apertura sessione</w:t>
      </w:r>
      <w:r>
        <w:t xml:space="preserve"> di lavoro qualora sia diversa dalla data operativa di calendario;</w:t>
      </w:r>
    </w:p>
    <w:p w:rsidR="007F7604" w:rsidRDefault="007F7604" w:rsidP="007F7604"/>
    <w:p w:rsidR="007F7604" w:rsidRDefault="007F7604" w:rsidP="007F7604">
      <w:pPr>
        <w:ind w:left="505" w:hanging="505"/>
      </w:pPr>
      <w:r>
        <w:t>8.</w:t>
      </w:r>
      <w:r>
        <w:tab/>
      </w:r>
      <w:r>
        <w:rPr>
          <w:i/>
        </w:rPr>
        <w:t>descrizione</w:t>
      </w:r>
      <w:r>
        <w:t xml:space="preserve"> della transazione in corso;</w:t>
      </w:r>
    </w:p>
    <w:p w:rsidR="007F7604" w:rsidRDefault="007F7604" w:rsidP="007F7604"/>
    <w:p w:rsidR="007F7604" w:rsidRDefault="007F7604" w:rsidP="007F7604">
      <w:pPr>
        <w:ind w:left="505" w:hanging="505"/>
      </w:pPr>
      <w:r>
        <w:t>9.</w:t>
      </w:r>
      <w:r>
        <w:tab/>
        <w:t xml:space="preserve">numero progressivo della </w:t>
      </w:r>
      <w:r>
        <w:rPr>
          <w:i/>
        </w:rPr>
        <w:t>pagina</w:t>
      </w:r>
      <w:r>
        <w:t xml:space="preserve"> presente in video relativamente alle pagine che compongono la transazione;</w:t>
      </w:r>
    </w:p>
    <w:p w:rsidR="007F7604" w:rsidRDefault="007F7604" w:rsidP="007F7604"/>
    <w:p w:rsidR="007F7604" w:rsidRDefault="007F7604" w:rsidP="007F7604">
      <w:pPr>
        <w:ind w:left="505" w:hanging="505"/>
      </w:pPr>
      <w:r>
        <w:t>10.</w:t>
      </w:r>
      <w:r>
        <w:tab/>
      </w:r>
      <w:r>
        <w:rPr>
          <w:i/>
        </w:rPr>
        <w:t>sessioni di lavoro attive</w:t>
      </w:r>
      <w:r>
        <w:t>, accompagnate dal nome delle relative transazioni. Nella riga successiva vengono presentate le sessioni di lavoro attive relative alle transazioni indicate.</w:t>
      </w:r>
    </w:p>
    <w:p w:rsidR="007F7604" w:rsidRDefault="007F7604" w:rsidP="007F7604">
      <w:pPr>
        <w:ind w:left="505"/>
      </w:pPr>
      <w:r>
        <w:t>Come già evidenziato è possibile mantenere attive contemporaneamente nove transazioni e accedere a piacere in ognuna di esse.</w:t>
      </w:r>
    </w:p>
    <w:p w:rsidR="007F7604" w:rsidRDefault="007F7604" w:rsidP="007F7604">
      <w:pPr>
        <w:ind w:left="505" w:hanging="505"/>
      </w:pPr>
    </w:p>
    <w:p w:rsidR="007F7604" w:rsidRDefault="007F7604" w:rsidP="007F7604">
      <w:pPr>
        <w:ind w:left="505" w:hanging="505"/>
      </w:pPr>
      <w:r>
        <w:t>11.</w:t>
      </w:r>
      <w:r>
        <w:tab/>
        <w:t xml:space="preserve">infine, l'ultima riga  di questa prima sezione video, è dedicata ai </w:t>
      </w:r>
      <w:r>
        <w:rPr>
          <w:i/>
        </w:rPr>
        <w:t>messaggi</w:t>
      </w:r>
      <w:r>
        <w:t xml:space="preserve"> di aiuto o di errore che vengono prodotti dalle varie transazioni  attivate, accompagnati da un </w:t>
      </w:r>
      <w:r>
        <w:rPr>
          <w:i/>
        </w:rPr>
        <w:t>codice</w:t>
      </w:r>
      <w:r>
        <w:t xml:space="preserve"> numerico.</w:t>
      </w:r>
    </w:p>
    <w:p w:rsidR="007F7604" w:rsidRDefault="007F7604" w:rsidP="007F7604"/>
    <w:p w:rsidR="007F7604" w:rsidRDefault="007F7604" w:rsidP="007F7604">
      <w:r>
        <w:t>La restante parte del video è occupata dalle mappe delle varie transazioni, la cui visualizzazione è regolata dai singoli programmi.</w:t>
      </w:r>
    </w:p>
    <w:p w:rsidR="007F7604" w:rsidRDefault="007F7604" w:rsidP="007F7604">
      <w:pPr>
        <w:pStyle w:val="Titolo3"/>
        <w:ind w:left="357" w:hanging="357"/>
      </w:pPr>
      <w:bookmarkStart w:id="37" w:name="_Toc494685410"/>
      <w:bookmarkStart w:id="38" w:name="_Toc510349039"/>
      <w:bookmarkStart w:id="39" w:name="_Toc397613663"/>
      <w:r>
        <w:t>Tasti funzionali</w:t>
      </w:r>
      <w:bookmarkEnd w:id="37"/>
      <w:bookmarkEnd w:id="38"/>
      <w:bookmarkEnd w:id="39"/>
    </w:p>
    <w:p w:rsidR="007F7604" w:rsidRDefault="007F7604" w:rsidP="007F7604">
      <w:r>
        <w:t>In tutte le transazioni è possibile l'utilizzo di alcuni tasti funzionali. Ecco i principali:</w:t>
      </w:r>
    </w:p>
    <w:p w:rsidR="007F7604" w:rsidRDefault="007F7604" w:rsidP="007F7604"/>
    <w:tbl>
      <w:tblPr>
        <w:tblW w:w="0" w:type="auto"/>
        <w:tblLayout w:type="fixed"/>
        <w:tblCellMar>
          <w:left w:w="70" w:type="dxa"/>
          <w:right w:w="70" w:type="dxa"/>
        </w:tblCellMar>
        <w:tblLook w:val="0000" w:firstRow="0" w:lastRow="0" w:firstColumn="0" w:lastColumn="0" w:noHBand="0" w:noVBand="0"/>
      </w:tblPr>
      <w:tblGrid>
        <w:gridCol w:w="921"/>
        <w:gridCol w:w="8788"/>
      </w:tblGrid>
      <w:tr w:rsidR="007F7604" w:rsidTr="00407551">
        <w:trPr>
          <w:cantSplit/>
          <w:trHeight w:val="720"/>
        </w:trPr>
        <w:tc>
          <w:tcPr>
            <w:tcW w:w="921" w:type="dxa"/>
            <w:tcBorders>
              <w:top w:val="single" w:sz="12" w:space="0" w:color="FFFF00"/>
              <w:left w:val="single" w:sz="12" w:space="0" w:color="FFFF00"/>
              <w:bottom w:val="single" w:sz="6" w:space="0" w:color="FFFF00"/>
              <w:right w:val="single" w:sz="6" w:space="0" w:color="FFFF00"/>
            </w:tcBorders>
          </w:tcPr>
          <w:p w:rsidR="007F7604" w:rsidRDefault="007F7604" w:rsidP="00407551">
            <w:r>
              <w:t>PF1</w:t>
            </w:r>
          </w:p>
        </w:tc>
        <w:tc>
          <w:tcPr>
            <w:tcW w:w="8788" w:type="dxa"/>
            <w:tcBorders>
              <w:top w:val="single" w:sz="12" w:space="0" w:color="FFFF00"/>
              <w:left w:val="single" w:sz="6" w:space="0" w:color="FFFF00"/>
              <w:bottom w:val="single" w:sz="6" w:space="0" w:color="FFFF00"/>
              <w:right w:val="single" w:sz="12" w:space="0" w:color="FFFF00"/>
            </w:tcBorders>
          </w:tcPr>
          <w:p w:rsidR="007F7604" w:rsidRDefault="007F7604" w:rsidP="00407551">
            <w:r>
              <w:t>richiama l'help per una mappa, un campo o un errore in funzione del contesto in cui viene attivato;</w:t>
            </w:r>
          </w:p>
        </w:tc>
      </w:tr>
      <w:tr w:rsidR="007F7604" w:rsidTr="00407551">
        <w:trPr>
          <w:cantSplit/>
          <w:trHeight w:val="720"/>
        </w:trPr>
        <w:tc>
          <w:tcPr>
            <w:tcW w:w="921" w:type="dxa"/>
            <w:tcBorders>
              <w:top w:val="single" w:sz="6" w:space="0" w:color="FFFF00"/>
              <w:left w:val="single" w:sz="12" w:space="0" w:color="FFFF00"/>
              <w:bottom w:val="single" w:sz="6" w:space="0" w:color="FFFF00"/>
              <w:right w:val="single" w:sz="6" w:space="0" w:color="FFFF00"/>
            </w:tcBorders>
          </w:tcPr>
          <w:p w:rsidR="007F7604" w:rsidRDefault="007F7604" w:rsidP="00407551">
            <w:r>
              <w:t>PF2</w:t>
            </w:r>
          </w:p>
        </w:tc>
        <w:tc>
          <w:tcPr>
            <w:tcW w:w="8788" w:type="dxa"/>
            <w:tcBorders>
              <w:top w:val="single" w:sz="6" w:space="0" w:color="FFFF00"/>
              <w:left w:val="single" w:sz="6" w:space="0" w:color="FFFF00"/>
              <w:bottom w:val="single" w:sz="6" w:space="0" w:color="FFFF00"/>
              <w:right w:val="single" w:sz="12" w:space="0" w:color="FFFF00"/>
            </w:tcBorders>
          </w:tcPr>
          <w:p w:rsidR="007F7604" w:rsidRDefault="007F7604" w:rsidP="00407551">
            <w:r>
              <w:t>interrompe l'attività in corso, annullando tutti i dati eventualmente digitati e riporta la transazione alle condizioni iniziali;</w:t>
            </w:r>
          </w:p>
          <w:p w:rsidR="007F7604" w:rsidRDefault="007F7604" w:rsidP="00407551"/>
        </w:tc>
      </w:tr>
      <w:tr w:rsidR="007F7604" w:rsidTr="00407551">
        <w:trPr>
          <w:cantSplit/>
          <w:trHeight w:val="720"/>
        </w:trPr>
        <w:tc>
          <w:tcPr>
            <w:tcW w:w="921" w:type="dxa"/>
            <w:tcBorders>
              <w:top w:val="single" w:sz="6" w:space="0" w:color="FFFF00"/>
              <w:left w:val="single" w:sz="12" w:space="0" w:color="FFFF00"/>
              <w:bottom w:val="single" w:sz="6" w:space="0" w:color="FFFF00"/>
              <w:right w:val="single" w:sz="6" w:space="0" w:color="FFFF00"/>
            </w:tcBorders>
          </w:tcPr>
          <w:p w:rsidR="007F7604" w:rsidRDefault="007F7604" w:rsidP="00407551">
            <w:r>
              <w:t>PF3</w:t>
            </w:r>
          </w:p>
        </w:tc>
        <w:tc>
          <w:tcPr>
            <w:tcW w:w="8788" w:type="dxa"/>
            <w:tcBorders>
              <w:top w:val="single" w:sz="6" w:space="0" w:color="FFFF00"/>
              <w:left w:val="single" w:sz="6" w:space="0" w:color="FFFF00"/>
              <w:bottom w:val="single" w:sz="6" w:space="0" w:color="FFFF00"/>
              <w:right w:val="single" w:sz="12" w:space="0" w:color="FFFF00"/>
            </w:tcBorders>
          </w:tcPr>
          <w:p w:rsidR="007F7604" w:rsidRDefault="007F7604" w:rsidP="00407551">
            <w:r>
              <w:t>ritorna al menù a cui fa capo la transazione. Se digitato durante l'inserimento di dati annulla tutto quanto digitato sino a quel momento;</w:t>
            </w:r>
          </w:p>
        </w:tc>
      </w:tr>
      <w:tr w:rsidR="007F7604" w:rsidTr="00407551">
        <w:trPr>
          <w:cantSplit/>
          <w:trHeight w:val="720"/>
        </w:trPr>
        <w:tc>
          <w:tcPr>
            <w:tcW w:w="921" w:type="dxa"/>
            <w:tcBorders>
              <w:top w:val="single" w:sz="6" w:space="0" w:color="FFFF00"/>
              <w:left w:val="single" w:sz="12" w:space="0" w:color="FFFF00"/>
              <w:bottom w:val="single" w:sz="6" w:space="0" w:color="FFFF00"/>
              <w:right w:val="single" w:sz="6" w:space="0" w:color="FFFF00"/>
            </w:tcBorders>
          </w:tcPr>
          <w:p w:rsidR="007F7604" w:rsidRDefault="007F7604" w:rsidP="00407551">
            <w:r>
              <w:t>PF4</w:t>
            </w:r>
          </w:p>
        </w:tc>
        <w:tc>
          <w:tcPr>
            <w:tcW w:w="8788" w:type="dxa"/>
            <w:tcBorders>
              <w:top w:val="single" w:sz="6" w:space="0" w:color="FFFF00"/>
              <w:left w:val="single" w:sz="6" w:space="0" w:color="FFFF00"/>
              <w:bottom w:val="single" w:sz="6" w:space="0" w:color="FFFF00"/>
              <w:right w:val="single" w:sz="12" w:space="0" w:color="FFFF00"/>
            </w:tcBorders>
          </w:tcPr>
          <w:p w:rsidR="007F7604" w:rsidRDefault="007F7604" w:rsidP="00407551">
            <w:r>
              <w:t>non utilizzato;</w:t>
            </w:r>
          </w:p>
        </w:tc>
      </w:tr>
      <w:tr w:rsidR="007F7604" w:rsidTr="00407551">
        <w:trPr>
          <w:cantSplit/>
          <w:trHeight w:val="720"/>
        </w:trPr>
        <w:tc>
          <w:tcPr>
            <w:tcW w:w="921" w:type="dxa"/>
            <w:tcBorders>
              <w:top w:val="single" w:sz="6" w:space="0" w:color="FFFF00"/>
              <w:left w:val="single" w:sz="12" w:space="0" w:color="FFFF00"/>
              <w:bottom w:val="single" w:sz="6" w:space="0" w:color="FFFF00"/>
              <w:right w:val="single" w:sz="6" w:space="0" w:color="FFFF00"/>
            </w:tcBorders>
          </w:tcPr>
          <w:p w:rsidR="007F7604" w:rsidRDefault="007F7604" w:rsidP="00407551">
            <w:r>
              <w:t>PF5</w:t>
            </w:r>
          </w:p>
        </w:tc>
        <w:tc>
          <w:tcPr>
            <w:tcW w:w="8788" w:type="dxa"/>
            <w:tcBorders>
              <w:top w:val="single" w:sz="6" w:space="0" w:color="FFFF00"/>
              <w:left w:val="single" w:sz="6" w:space="0" w:color="FFFF00"/>
              <w:bottom w:val="single" w:sz="6" w:space="0" w:color="FFFF00"/>
              <w:right w:val="single" w:sz="12" w:space="0" w:color="FFFF00"/>
            </w:tcBorders>
          </w:tcPr>
          <w:p w:rsidR="007F7604" w:rsidRDefault="007F7604" w:rsidP="00407551">
            <w:r>
              <w:t>funzione utilizzabile nell'</w:t>
            </w:r>
            <w:proofErr w:type="spellStart"/>
            <w:r>
              <w:t>inquiry</w:t>
            </w:r>
            <w:proofErr w:type="spellEnd"/>
            <w:r>
              <w:t xml:space="preserve"> su archivi gestiti da transazioni a più pagine. Produce la retrocessione di una pagina;</w:t>
            </w:r>
          </w:p>
        </w:tc>
      </w:tr>
      <w:tr w:rsidR="007F7604" w:rsidTr="00407551">
        <w:trPr>
          <w:cantSplit/>
          <w:trHeight w:val="720"/>
        </w:trPr>
        <w:tc>
          <w:tcPr>
            <w:tcW w:w="921" w:type="dxa"/>
            <w:tcBorders>
              <w:top w:val="single" w:sz="6" w:space="0" w:color="FFFF00"/>
              <w:left w:val="single" w:sz="12" w:space="0" w:color="FFFF00"/>
              <w:bottom w:val="single" w:sz="6" w:space="0" w:color="FFFF00"/>
              <w:right w:val="single" w:sz="6" w:space="0" w:color="FFFF00"/>
            </w:tcBorders>
          </w:tcPr>
          <w:p w:rsidR="007F7604" w:rsidRDefault="007F7604" w:rsidP="00407551">
            <w:r>
              <w:t>PF6</w:t>
            </w:r>
          </w:p>
        </w:tc>
        <w:tc>
          <w:tcPr>
            <w:tcW w:w="8788" w:type="dxa"/>
            <w:tcBorders>
              <w:top w:val="single" w:sz="6" w:space="0" w:color="FFFF00"/>
              <w:left w:val="single" w:sz="6" w:space="0" w:color="FFFF00"/>
              <w:bottom w:val="single" w:sz="6" w:space="0" w:color="FFFF00"/>
              <w:right w:val="single" w:sz="12" w:space="0" w:color="FFFF00"/>
            </w:tcBorders>
          </w:tcPr>
          <w:p w:rsidR="007F7604" w:rsidRDefault="007F7604" w:rsidP="00407551">
            <w:r>
              <w:t>funzione utilizzabile nell'</w:t>
            </w:r>
            <w:proofErr w:type="spellStart"/>
            <w:r>
              <w:t>inquiry</w:t>
            </w:r>
            <w:proofErr w:type="spellEnd"/>
            <w:r>
              <w:t xml:space="preserve"> su archivi gestiti da transazioni a più pagine. Produce l'avanzamento di una pagina;</w:t>
            </w:r>
          </w:p>
        </w:tc>
      </w:tr>
      <w:tr w:rsidR="007F7604" w:rsidTr="00407551">
        <w:trPr>
          <w:cantSplit/>
          <w:trHeight w:val="720"/>
        </w:trPr>
        <w:tc>
          <w:tcPr>
            <w:tcW w:w="921" w:type="dxa"/>
            <w:tcBorders>
              <w:top w:val="single" w:sz="6" w:space="0" w:color="FFFF00"/>
              <w:left w:val="single" w:sz="12" w:space="0" w:color="FFFF00"/>
              <w:bottom w:val="single" w:sz="6" w:space="0" w:color="FFFF00"/>
              <w:right w:val="single" w:sz="6" w:space="0" w:color="FFFF00"/>
            </w:tcBorders>
          </w:tcPr>
          <w:p w:rsidR="007F7604" w:rsidRDefault="007F7604" w:rsidP="00407551">
            <w:r>
              <w:t>PF7</w:t>
            </w:r>
          </w:p>
        </w:tc>
        <w:tc>
          <w:tcPr>
            <w:tcW w:w="8788" w:type="dxa"/>
            <w:tcBorders>
              <w:top w:val="single" w:sz="6" w:space="0" w:color="FFFF00"/>
              <w:left w:val="single" w:sz="6" w:space="0" w:color="FFFF00"/>
              <w:bottom w:val="single" w:sz="6" w:space="0" w:color="FFFF00"/>
              <w:right w:val="single" w:sz="12" w:space="0" w:color="FFFF00"/>
            </w:tcBorders>
          </w:tcPr>
          <w:p w:rsidR="007F7604" w:rsidRDefault="007F7604" w:rsidP="00407551">
            <w:r>
              <w:t>retrocede di una pagina nel caso di transazioni su più videate;</w:t>
            </w:r>
          </w:p>
        </w:tc>
      </w:tr>
      <w:tr w:rsidR="007F7604" w:rsidTr="00407551">
        <w:trPr>
          <w:cantSplit/>
          <w:trHeight w:val="720"/>
        </w:trPr>
        <w:tc>
          <w:tcPr>
            <w:tcW w:w="921" w:type="dxa"/>
            <w:tcBorders>
              <w:top w:val="single" w:sz="6" w:space="0" w:color="FFFF00"/>
              <w:left w:val="single" w:sz="12" w:space="0" w:color="FFFF00"/>
              <w:bottom w:val="single" w:sz="6" w:space="0" w:color="FFFF00"/>
              <w:right w:val="single" w:sz="6" w:space="0" w:color="FFFF00"/>
            </w:tcBorders>
          </w:tcPr>
          <w:p w:rsidR="007F7604" w:rsidRDefault="007F7604" w:rsidP="00407551">
            <w:r>
              <w:t>PF8</w:t>
            </w:r>
          </w:p>
        </w:tc>
        <w:tc>
          <w:tcPr>
            <w:tcW w:w="8788" w:type="dxa"/>
            <w:tcBorders>
              <w:top w:val="single" w:sz="6" w:space="0" w:color="FFFF00"/>
              <w:left w:val="single" w:sz="6" w:space="0" w:color="FFFF00"/>
              <w:bottom w:val="single" w:sz="6" w:space="0" w:color="FFFF00"/>
              <w:right w:val="single" w:sz="12" w:space="0" w:color="FFFF00"/>
            </w:tcBorders>
          </w:tcPr>
          <w:p w:rsidR="007F7604" w:rsidRDefault="007F7604" w:rsidP="00407551">
            <w:r>
              <w:t>avanza di una pagina nel caso di transazioni su più videate.</w:t>
            </w:r>
          </w:p>
        </w:tc>
      </w:tr>
      <w:tr w:rsidR="007F7604" w:rsidTr="00407551">
        <w:trPr>
          <w:cantSplit/>
          <w:trHeight w:val="720"/>
        </w:trPr>
        <w:tc>
          <w:tcPr>
            <w:tcW w:w="921" w:type="dxa"/>
            <w:tcBorders>
              <w:top w:val="single" w:sz="6" w:space="0" w:color="FFFF00"/>
              <w:left w:val="single" w:sz="12" w:space="0" w:color="FFFF00"/>
              <w:bottom w:val="single" w:sz="6" w:space="0" w:color="FFFF00"/>
              <w:right w:val="single" w:sz="6" w:space="0" w:color="FFFF00"/>
            </w:tcBorders>
          </w:tcPr>
          <w:p w:rsidR="007F7604" w:rsidRDefault="007F7604" w:rsidP="00407551">
            <w:r>
              <w:lastRenderedPageBreak/>
              <w:t>PF9</w:t>
            </w:r>
          </w:p>
        </w:tc>
        <w:tc>
          <w:tcPr>
            <w:tcW w:w="8788" w:type="dxa"/>
            <w:tcBorders>
              <w:top w:val="single" w:sz="6" w:space="0" w:color="FFFF00"/>
              <w:left w:val="single" w:sz="6" w:space="0" w:color="FFFF00"/>
              <w:bottom w:val="single" w:sz="6" w:space="0" w:color="FFFF00"/>
              <w:right w:val="single" w:sz="12" w:space="0" w:color="FFFF00"/>
            </w:tcBorders>
          </w:tcPr>
          <w:p w:rsidR="007F7604" w:rsidRDefault="007F7604" w:rsidP="00407551">
            <w:r>
              <w:t>non utilizzato;</w:t>
            </w:r>
          </w:p>
        </w:tc>
      </w:tr>
      <w:tr w:rsidR="007F7604" w:rsidTr="00407551">
        <w:trPr>
          <w:cantSplit/>
          <w:trHeight w:val="720"/>
        </w:trPr>
        <w:tc>
          <w:tcPr>
            <w:tcW w:w="921" w:type="dxa"/>
            <w:tcBorders>
              <w:top w:val="single" w:sz="6" w:space="0" w:color="FFFF00"/>
              <w:left w:val="single" w:sz="12" w:space="0" w:color="FFFF00"/>
              <w:bottom w:val="single" w:sz="6" w:space="0" w:color="FFFF00"/>
              <w:right w:val="single" w:sz="6" w:space="0" w:color="FFFF00"/>
            </w:tcBorders>
          </w:tcPr>
          <w:p w:rsidR="007F7604" w:rsidRDefault="007F7604" w:rsidP="00407551">
            <w:r>
              <w:t>PF10</w:t>
            </w:r>
          </w:p>
        </w:tc>
        <w:tc>
          <w:tcPr>
            <w:tcW w:w="8788" w:type="dxa"/>
            <w:tcBorders>
              <w:top w:val="single" w:sz="6" w:space="0" w:color="FFFF00"/>
              <w:left w:val="single" w:sz="6" w:space="0" w:color="FFFF00"/>
              <w:bottom w:val="single" w:sz="6" w:space="0" w:color="FFFF00"/>
              <w:right w:val="single" w:sz="12" w:space="0" w:color="FFFF00"/>
            </w:tcBorders>
          </w:tcPr>
          <w:p w:rsidR="007F7604" w:rsidRDefault="007F7604" w:rsidP="00407551">
            <w:r>
              <w:t>non utilizzato;</w:t>
            </w:r>
          </w:p>
        </w:tc>
      </w:tr>
      <w:tr w:rsidR="007F7604" w:rsidTr="00407551">
        <w:trPr>
          <w:cantSplit/>
          <w:trHeight w:val="720"/>
        </w:trPr>
        <w:tc>
          <w:tcPr>
            <w:tcW w:w="921" w:type="dxa"/>
            <w:tcBorders>
              <w:top w:val="single" w:sz="6" w:space="0" w:color="FFFF00"/>
              <w:left w:val="single" w:sz="12" w:space="0" w:color="FFFF00"/>
              <w:bottom w:val="single" w:sz="6" w:space="0" w:color="FFFF00"/>
              <w:right w:val="single" w:sz="6" w:space="0" w:color="FFFF00"/>
            </w:tcBorders>
          </w:tcPr>
          <w:p w:rsidR="007F7604" w:rsidRDefault="007F7604" w:rsidP="00407551">
            <w:r>
              <w:t>PF11</w:t>
            </w:r>
          </w:p>
        </w:tc>
        <w:tc>
          <w:tcPr>
            <w:tcW w:w="8788" w:type="dxa"/>
            <w:tcBorders>
              <w:top w:val="single" w:sz="6" w:space="0" w:color="FFFF00"/>
              <w:left w:val="single" w:sz="6" w:space="0" w:color="FFFF00"/>
              <w:bottom w:val="single" w:sz="6" w:space="0" w:color="FFFF00"/>
              <w:right w:val="single" w:sz="12" w:space="0" w:color="FFFF00"/>
            </w:tcBorders>
          </w:tcPr>
          <w:p w:rsidR="007F7604" w:rsidRDefault="007F7604" w:rsidP="00407551">
            <w:r>
              <w:t>non utilizzato;</w:t>
            </w:r>
          </w:p>
        </w:tc>
      </w:tr>
      <w:tr w:rsidR="007F7604" w:rsidTr="00407551">
        <w:trPr>
          <w:cantSplit/>
          <w:trHeight w:val="720"/>
        </w:trPr>
        <w:tc>
          <w:tcPr>
            <w:tcW w:w="921" w:type="dxa"/>
            <w:tcBorders>
              <w:top w:val="single" w:sz="6" w:space="0" w:color="FFFF00"/>
              <w:left w:val="single" w:sz="12" w:space="0" w:color="FFFF00"/>
              <w:bottom w:val="single" w:sz="12" w:space="0" w:color="FFFF00"/>
              <w:right w:val="single" w:sz="6" w:space="0" w:color="FFFF00"/>
            </w:tcBorders>
          </w:tcPr>
          <w:p w:rsidR="007F7604" w:rsidRDefault="007F7604" w:rsidP="00407551">
            <w:r>
              <w:t>PF12</w:t>
            </w:r>
          </w:p>
        </w:tc>
        <w:tc>
          <w:tcPr>
            <w:tcW w:w="8788" w:type="dxa"/>
            <w:tcBorders>
              <w:top w:val="single" w:sz="6" w:space="0" w:color="FFFF00"/>
              <w:left w:val="single" w:sz="6" w:space="0" w:color="FFFF00"/>
              <w:bottom w:val="single" w:sz="12" w:space="0" w:color="FFFF00"/>
              <w:right w:val="single" w:sz="12" w:space="0" w:color="FFFF00"/>
            </w:tcBorders>
          </w:tcPr>
          <w:p w:rsidR="007F7604" w:rsidRDefault="007F7604" w:rsidP="00407551">
            <w:r>
              <w:t>equivale alla digitazione di "FINE", chiusura della sessione attiva.</w:t>
            </w:r>
          </w:p>
        </w:tc>
      </w:tr>
    </w:tbl>
    <w:p w:rsidR="007F7604" w:rsidRDefault="007F7604" w:rsidP="007F7604">
      <w:pPr>
        <w:pStyle w:val="Titolo1"/>
      </w:pPr>
      <w:bookmarkStart w:id="40" w:name="_Toc494685411"/>
      <w:bookmarkStart w:id="41" w:name="_Toc510349040"/>
      <w:bookmarkStart w:id="42" w:name="_Toc397613664"/>
      <w:r>
        <w:lastRenderedPageBreak/>
        <w:t>Sessioni logiche di lavoro</w:t>
      </w:r>
      <w:bookmarkEnd w:id="40"/>
      <w:bookmarkEnd w:id="41"/>
      <w:bookmarkEnd w:id="42"/>
    </w:p>
    <w:p w:rsidR="007F7604" w:rsidRDefault="007F7604" w:rsidP="007F7604">
      <w:r>
        <w:t>Tutte le transazioni della procedura sono organizzate in sessioni di lavoro: quando un operatore vuole usare una particolare funzione deve venire aperta una sessione di lavoro in cui viene attivata la transazione che realizza quella funzione. L'operatore può in ogni momento cambiare transazione (e sessione di lavoro) o terminare una transazione (chiudendo la relativa sessione di lavoro).</w:t>
      </w:r>
    </w:p>
    <w:p w:rsidR="007F7604" w:rsidRDefault="007F7604" w:rsidP="007F7604"/>
    <w:p w:rsidR="007F7604" w:rsidRDefault="007F7604" w:rsidP="007F7604">
      <w:r>
        <w:t>L'apertura di una o più sessioni di lavoro, il cambio di sessione attiva, la chiusura di una o di tutte le sessioni vengono interamente gestiti dal sistema in modo del tutto trasparente all'utente, che deve solo indicare il codice della funzione che gli serve.</w:t>
      </w:r>
    </w:p>
    <w:p w:rsidR="007F7604" w:rsidRDefault="007F7604" w:rsidP="007F7604">
      <w:pPr>
        <w:pStyle w:val="Titolo2"/>
      </w:pPr>
      <w:bookmarkStart w:id="43" w:name="_Toc494685412"/>
      <w:bookmarkStart w:id="44" w:name="_Toc510349041"/>
      <w:bookmarkStart w:id="45" w:name="_Toc397613665"/>
      <w:r>
        <w:t>Apertura sessione</w:t>
      </w:r>
      <w:bookmarkEnd w:id="43"/>
      <w:bookmarkEnd w:id="44"/>
      <w:bookmarkEnd w:id="45"/>
    </w:p>
    <w:p w:rsidR="007F7604" w:rsidRDefault="007F7604" w:rsidP="007F7604">
      <w:r>
        <w:t>L'apertura sessione è la fase con cui un operatore richiede di poter iniziare a lavorare con una determinata transazione: se la sessione che richiede di aprire è la prima, il sistema gli chiede il suo nome e la sua password di accesso, in modo che venga garantita la sicurezza.</w:t>
      </w:r>
    </w:p>
    <w:p w:rsidR="007F7604" w:rsidRDefault="007F7604" w:rsidP="007F7604">
      <w:r>
        <w:t>Se l'operatore è abilitato ad impiegare quella transazione, essa gli viene attivata in modo da consentirgli di lavorare.</w:t>
      </w:r>
    </w:p>
    <w:p w:rsidR="007F7604" w:rsidRDefault="007F7604" w:rsidP="007F7604">
      <w:pPr>
        <w:pStyle w:val="Titolo2"/>
      </w:pPr>
      <w:bookmarkStart w:id="46" w:name="_Toc494685413"/>
      <w:bookmarkStart w:id="47" w:name="_Toc510349042"/>
      <w:bookmarkStart w:id="48" w:name="_Toc397613666"/>
      <w:r>
        <w:t>Cambio sessione</w:t>
      </w:r>
      <w:bookmarkEnd w:id="46"/>
      <w:bookmarkEnd w:id="47"/>
      <w:bookmarkEnd w:id="48"/>
    </w:p>
    <w:p w:rsidR="007F7604" w:rsidRDefault="007F7604" w:rsidP="007F7604">
      <w:r>
        <w:t>In ogni momento l'operatore ha la possibilità di cambiare la transazione corrente e spostarsi su una nuova transazione; in questo caso non deve ripetere il proprio nome e la propria password perché già noti al sistema: ancora una volta l'accesso alla transazione gli viene garantito solo se egli ha i necessari requisiti.</w:t>
      </w:r>
    </w:p>
    <w:p w:rsidR="007F7604" w:rsidRDefault="007F7604" w:rsidP="007F7604">
      <w:r>
        <w:t xml:space="preserve">Il cambio di transazione viene effettuato da una procedura di sistema, che permette di sostituire la transazione corrente con una nuova, interrompendo l'attività in corso, oppure di aprire una nuova sessione di lavoro contemporaneamente a quella già in uso, con la possibilità di spostarsi dall'una all'altra semplicemente indicando il nome della transazione da attivare oppure il numero della corrispondente sessione attiva. </w:t>
      </w:r>
    </w:p>
    <w:p w:rsidR="007F7604" w:rsidRDefault="007F7604" w:rsidP="007F7604">
      <w:r>
        <w:t>Sono concesse fino ad un massimo di nove sessioni attive in contemporanea, il cui codice, come precedentemente osservato, è sempre mostrato nella parte alta del video.</w:t>
      </w:r>
    </w:p>
    <w:p w:rsidR="007F7604" w:rsidRDefault="007F7604" w:rsidP="007F7604">
      <w:pPr>
        <w:pStyle w:val="Titolo2"/>
      </w:pPr>
      <w:bookmarkStart w:id="49" w:name="_Toc494685414"/>
      <w:bookmarkStart w:id="50" w:name="_Toc510349043"/>
      <w:bookmarkStart w:id="51" w:name="_Toc397613667"/>
      <w:r>
        <w:t>Chiusura sessione</w:t>
      </w:r>
      <w:bookmarkEnd w:id="49"/>
      <w:bookmarkEnd w:id="50"/>
      <w:bookmarkEnd w:id="51"/>
    </w:p>
    <w:p w:rsidR="007F7604" w:rsidRDefault="007F7604" w:rsidP="007F7604">
      <w:r>
        <w:t>Quando una funzione non serve più, l'operatore può porre termine alla transazione chiudendo la relativa sessione di lavoro: ciò può essere fatto mediante la richiesta della funzione "FINE", che chiude la sessione corrente posizionandosi sulla prima sessione attiva fra quelle rimaste.</w:t>
      </w:r>
    </w:p>
    <w:p w:rsidR="007F7604" w:rsidRDefault="007F7604" w:rsidP="007F7604">
      <w:r>
        <w:t>Se non ci sono altre sessioni attive, la chiusura dell'ultima sessione di lavoro comporta la terminazione della procedura.</w:t>
      </w:r>
    </w:p>
    <w:p w:rsidR="007F7604" w:rsidRDefault="007F7604" w:rsidP="007F7604">
      <w:r>
        <w:t>Il medesimo risultato può essere ottenuto richiedendo la terminazione di tutte le sessioni attive tramite la funzione "STOP".</w:t>
      </w:r>
    </w:p>
    <w:p w:rsidR="007F7604" w:rsidRDefault="007F7604" w:rsidP="007F7604">
      <w:pPr>
        <w:pStyle w:val="Titolo1"/>
      </w:pPr>
      <w:bookmarkStart w:id="52" w:name="_Toc494685415"/>
      <w:bookmarkStart w:id="53" w:name="_Toc510349044"/>
      <w:bookmarkStart w:id="54" w:name="_Toc397613668"/>
      <w:r>
        <w:lastRenderedPageBreak/>
        <w:t>Elenco delle funzioni</w:t>
      </w:r>
      <w:bookmarkEnd w:id="52"/>
      <w:bookmarkEnd w:id="53"/>
      <w:bookmarkEnd w:id="54"/>
    </w:p>
    <w:p w:rsidR="007F7604" w:rsidRDefault="007F7604" w:rsidP="007F7604">
      <w:pPr>
        <w:spacing w:after="240"/>
      </w:pPr>
      <w:r>
        <w:t>Si riportano di seguito le funzioni della procedura C.I.T.Y.:</w:t>
      </w:r>
    </w:p>
    <w:tbl>
      <w:tblPr>
        <w:tblW w:w="0" w:type="auto"/>
        <w:tblLayout w:type="fixed"/>
        <w:tblCellMar>
          <w:left w:w="70" w:type="dxa"/>
          <w:right w:w="70" w:type="dxa"/>
        </w:tblCellMar>
        <w:tblLook w:val="0000" w:firstRow="0" w:lastRow="0" w:firstColumn="0" w:lastColumn="0" w:noHBand="0" w:noVBand="0"/>
      </w:tblPr>
      <w:tblGrid>
        <w:gridCol w:w="1729"/>
        <w:gridCol w:w="4819"/>
      </w:tblGrid>
      <w:tr w:rsidR="007F7604" w:rsidTr="00407551">
        <w:trPr>
          <w:cantSplit/>
        </w:trPr>
        <w:tc>
          <w:tcPr>
            <w:tcW w:w="1729" w:type="dxa"/>
          </w:tcPr>
          <w:p w:rsidR="007F7604" w:rsidRDefault="007F7604" w:rsidP="00407551">
            <w:r>
              <w:fldChar w:fldCharType="begin"/>
            </w:r>
            <w:r>
              <w:instrText>SYMBOL 183 \f "Symbol" \s 8 \h</w:instrText>
            </w:r>
            <w:r>
              <w:fldChar w:fldCharType="end"/>
            </w:r>
            <w:r>
              <w:tab/>
              <w:t>APRT</w:t>
            </w:r>
          </w:p>
        </w:tc>
        <w:tc>
          <w:tcPr>
            <w:tcW w:w="4819" w:type="dxa"/>
          </w:tcPr>
          <w:p w:rsidR="007F7604" w:rsidRDefault="007F7604" w:rsidP="00407551">
            <w:r>
              <w:tab/>
              <w:t>Gestione Associazione Stampanti</w:t>
            </w:r>
          </w:p>
        </w:tc>
      </w:tr>
      <w:tr w:rsidR="007F7604" w:rsidTr="00407551">
        <w:trPr>
          <w:cantSplit/>
        </w:trPr>
        <w:tc>
          <w:tcPr>
            <w:tcW w:w="1729" w:type="dxa"/>
          </w:tcPr>
          <w:p w:rsidR="007F7604" w:rsidRDefault="007F7604" w:rsidP="00407551">
            <w:r>
              <w:fldChar w:fldCharType="begin"/>
            </w:r>
            <w:r>
              <w:instrText>SYMBOL 183 \f "Symbol" \s 8 \h</w:instrText>
            </w:r>
            <w:r>
              <w:fldChar w:fldCharType="end"/>
            </w:r>
            <w:r>
              <w:tab/>
              <w:t>CPRT</w:t>
            </w:r>
          </w:p>
        </w:tc>
        <w:tc>
          <w:tcPr>
            <w:tcW w:w="4819" w:type="dxa"/>
          </w:tcPr>
          <w:p w:rsidR="007F7604" w:rsidRDefault="007F7604" w:rsidP="00407551">
            <w:r>
              <w:tab/>
              <w:t>Controllo Associazioni Stampanti</w:t>
            </w:r>
          </w:p>
        </w:tc>
      </w:tr>
      <w:tr w:rsidR="007F7604" w:rsidTr="00407551">
        <w:trPr>
          <w:cantSplit/>
        </w:trPr>
        <w:tc>
          <w:tcPr>
            <w:tcW w:w="1729" w:type="dxa"/>
          </w:tcPr>
          <w:p w:rsidR="007F7604" w:rsidRDefault="007F7604" w:rsidP="00407551">
            <w:r>
              <w:fldChar w:fldCharType="begin"/>
            </w:r>
            <w:r>
              <w:instrText>SYMBOL 183 \f "Symbol" \s 8 \h</w:instrText>
            </w:r>
            <w:r>
              <w:fldChar w:fldCharType="end"/>
            </w:r>
            <w:r>
              <w:tab/>
              <w:t>GAIR</w:t>
            </w:r>
          </w:p>
        </w:tc>
        <w:tc>
          <w:tcPr>
            <w:tcW w:w="4819" w:type="dxa"/>
          </w:tcPr>
          <w:p w:rsidR="007F7604" w:rsidRDefault="007F7604" w:rsidP="00407551">
            <w:r>
              <w:tab/>
              <w:t>Gestione Associazioni Istituti di Riferimento</w:t>
            </w:r>
          </w:p>
        </w:tc>
      </w:tr>
      <w:tr w:rsidR="007F7604" w:rsidTr="00407551">
        <w:trPr>
          <w:cantSplit/>
        </w:trPr>
        <w:tc>
          <w:tcPr>
            <w:tcW w:w="1729" w:type="dxa"/>
          </w:tcPr>
          <w:p w:rsidR="007F7604" w:rsidRDefault="007F7604" w:rsidP="00407551">
            <w:r>
              <w:fldChar w:fldCharType="begin"/>
            </w:r>
            <w:r>
              <w:instrText>SYMBOL 183 \f "Symbol" \s 8 \h</w:instrText>
            </w:r>
            <w:r>
              <w:fldChar w:fldCharType="end"/>
            </w:r>
            <w:r>
              <w:tab/>
              <w:t>GAUT</w:t>
            </w:r>
          </w:p>
        </w:tc>
        <w:tc>
          <w:tcPr>
            <w:tcW w:w="4819" w:type="dxa"/>
          </w:tcPr>
          <w:p w:rsidR="007F7604" w:rsidRDefault="007F7604" w:rsidP="00407551">
            <w:r>
              <w:tab/>
              <w:t>Gestione Autorizzazioni</w:t>
            </w:r>
          </w:p>
        </w:tc>
      </w:tr>
      <w:tr w:rsidR="007F7604" w:rsidTr="00407551">
        <w:trPr>
          <w:cantSplit/>
        </w:trPr>
        <w:tc>
          <w:tcPr>
            <w:tcW w:w="1729" w:type="dxa"/>
          </w:tcPr>
          <w:p w:rsidR="007F7604" w:rsidRDefault="007F7604" w:rsidP="00407551">
            <w:r>
              <w:fldChar w:fldCharType="begin"/>
            </w:r>
            <w:r>
              <w:instrText>SYMBOL 183 \f "Symbol" \s 8 \h</w:instrText>
            </w:r>
            <w:r>
              <w:fldChar w:fldCharType="end"/>
            </w:r>
            <w:r>
              <w:tab/>
              <w:t>GDIP</w:t>
            </w:r>
          </w:p>
        </w:tc>
        <w:tc>
          <w:tcPr>
            <w:tcW w:w="4819" w:type="dxa"/>
          </w:tcPr>
          <w:p w:rsidR="007F7604" w:rsidRDefault="007F7604" w:rsidP="00407551">
            <w:r>
              <w:tab/>
              <w:t>Gestione Dipendenze</w:t>
            </w:r>
          </w:p>
        </w:tc>
      </w:tr>
      <w:tr w:rsidR="007F7604" w:rsidTr="00407551">
        <w:trPr>
          <w:cantSplit/>
        </w:trPr>
        <w:tc>
          <w:tcPr>
            <w:tcW w:w="1729" w:type="dxa"/>
          </w:tcPr>
          <w:p w:rsidR="007F7604" w:rsidRDefault="007F7604" w:rsidP="00407551">
            <w:r>
              <w:fldChar w:fldCharType="begin"/>
            </w:r>
            <w:r>
              <w:instrText>SYMBOL 183 \f "Symbol" \s 8 \h</w:instrText>
            </w:r>
            <w:r>
              <w:fldChar w:fldCharType="end"/>
            </w:r>
            <w:r>
              <w:tab/>
              <w:t>GIST</w:t>
            </w:r>
          </w:p>
        </w:tc>
        <w:tc>
          <w:tcPr>
            <w:tcW w:w="4819" w:type="dxa"/>
          </w:tcPr>
          <w:p w:rsidR="007F7604" w:rsidRDefault="007F7604" w:rsidP="00407551">
            <w:r>
              <w:tab/>
              <w:t>Gestione Istituti</w:t>
            </w:r>
          </w:p>
        </w:tc>
      </w:tr>
      <w:tr w:rsidR="007F7604" w:rsidTr="00407551">
        <w:trPr>
          <w:cantSplit/>
        </w:trPr>
        <w:tc>
          <w:tcPr>
            <w:tcW w:w="1729" w:type="dxa"/>
          </w:tcPr>
          <w:p w:rsidR="007F7604" w:rsidRDefault="007F7604" w:rsidP="00407551">
            <w:r>
              <w:fldChar w:fldCharType="begin"/>
            </w:r>
            <w:r>
              <w:instrText>SYMBOL 183 \f "Symbol" \s 8 \h</w:instrText>
            </w:r>
            <w:r>
              <w:fldChar w:fldCharType="end"/>
            </w:r>
            <w:r>
              <w:tab/>
              <w:t>GMDL</w:t>
            </w:r>
          </w:p>
        </w:tc>
        <w:tc>
          <w:tcPr>
            <w:tcW w:w="4819" w:type="dxa"/>
          </w:tcPr>
          <w:p w:rsidR="007F7604" w:rsidRDefault="007F7604" w:rsidP="00407551">
            <w:r>
              <w:tab/>
              <w:t>Gestione Modelli di stampa</w:t>
            </w:r>
          </w:p>
        </w:tc>
      </w:tr>
      <w:tr w:rsidR="007F7604" w:rsidTr="00407551">
        <w:trPr>
          <w:cantSplit/>
        </w:trPr>
        <w:tc>
          <w:tcPr>
            <w:tcW w:w="1729" w:type="dxa"/>
          </w:tcPr>
          <w:p w:rsidR="007F7604" w:rsidRDefault="007F7604" w:rsidP="00407551">
            <w:r>
              <w:fldChar w:fldCharType="begin"/>
            </w:r>
            <w:r>
              <w:instrText>SYMBOL 183 \f "Symbol" \s 8 \h</w:instrText>
            </w:r>
            <w:r>
              <w:fldChar w:fldCharType="end"/>
            </w:r>
            <w:r>
              <w:tab/>
              <w:t>GMEN</w:t>
            </w:r>
          </w:p>
        </w:tc>
        <w:tc>
          <w:tcPr>
            <w:tcW w:w="4819" w:type="dxa"/>
          </w:tcPr>
          <w:p w:rsidR="007F7604" w:rsidRDefault="007F7604" w:rsidP="00407551">
            <w:r>
              <w:tab/>
              <w:t>Gestione Menù</w:t>
            </w:r>
          </w:p>
        </w:tc>
      </w:tr>
      <w:tr w:rsidR="007F7604" w:rsidTr="00407551">
        <w:trPr>
          <w:cantSplit/>
        </w:trPr>
        <w:tc>
          <w:tcPr>
            <w:tcW w:w="1729" w:type="dxa"/>
          </w:tcPr>
          <w:p w:rsidR="007F7604" w:rsidRDefault="007F7604" w:rsidP="00407551">
            <w:r>
              <w:fldChar w:fldCharType="begin"/>
            </w:r>
            <w:r>
              <w:instrText>SYMBOL 183 \f "Symbol" \s 8 \h</w:instrText>
            </w:r>
            <w:r>
              <w:fldChar w:fldCharType="end"/>
            </w:r>
            <w:r>
              <w:tab/>
              <w:t>GMOD</w:t>
            </w:r>
          </w:p>
        </w:tc>
        <w:tc>
          <w:tcPr>
            <w:tcW w:w="4819" w:type="dxa"/>
          </w:tcPr>
          <w:p w:rsidR="007F7604" w:rsidRDefault="007F7604" w:rsidP="00407551">
            <w:r>
              <w:tab/>
              <w:t>Gestione Moduli di sicurezza</w:t>
            </w:r>
          </w:p>
        </w:tc>
      </w:tr>
      <w:tr w:rsidR="007F7604" w:rsidTr="00407551">
        <w:trPr>
          <w:cantSplit/>
        </w:trPr>
        <w:tc>
          <w:tcPr>
            <w:tcW w:w="1729" w:type="dxa"/>
          </w:tcPr>
          <w:p w:rsidR="007F7604" w:rsidRDefault="007F7604" w:rsidP="00407551">
            <w:r>
              <w:fldChar w:fldCharType="begin"/>
            </w:r>
            <w:r>
              <w:instrText>SYMBOL 183 \f "Symbol" \s 8 \h</w:instrText>
            </w:r>
            <w:r>
              <w:fldChar w:fldCharType="end"/>
            </w:r>
            <w:r>
              <w:tab/>
              <w:t>GMSG</w:t>
            </w:r>
          </w:p>
        </w:tc>
        <w:tc>
          <w:tcPr>
            <w:tcW w:w="4819" w:type="dxa"/>
          </w:tcPr>
          <w:p w:rsidR="007F7604" w:rsidRDefault="007F7604" w:rsidP="00407551">
            <w:r>
              <w:tab/>
              <w:t>Gestione Messaggi</w:t>
            </w:r>
          </w:p>
        </w:tc>
      </w:tr>
      <w:tr w:rsidR="007F7604" w:rsidTr="00407551">
        <w:trPr>
          <w:cantSplit/>
        </w:trPr>
        <w:tc>
          <w:tcPr>
            <w:tcW w:w="1729" w:type="dxa"/>
          </w:tcPr>
          <w:p w:rsidR="007F7604" w:rsidRDefault="007F7604" w:rsidP="00407551">
            <w:r>
              <w:fldChar w:fldCharType="begin"/>
            </w:r>
            <w:r>
              <w:instrText>SYMBOL 183 \f "Symbol" \s 8 \h</w:instrText>
            </w:r>
            <w:r>
              <w:fldChar w:fldCharType="end"/>
            </w:r>
            <w:r>
              <w:tab/>
              <w:t>GOPR</w:t>
            </w:r>
          </w:p>
        </w:tc>
        <w:tc>
          <w:tcPr>
            <w:tcW w:w="4819" w:type="dxa"/>
          </w:tcPr>
          <w:p w:rsidR="007F7604" w:rsidRDefault="007F7604" w:rsidP="00407551">
            <w:r>
              <w:tab/>
              <w:t>Gestione Operatori</w:t>
            </w:r>
          </w:p>
        </w:tc>
      </w:tr>
      <w:tr w:rsidR="007F7604" w:rsidTr="00407551">
        <w:trPr>
          <w:cantSplit/>
        </w:trPr>
        <w:tc>
          <w:tcPr>
            <w:tcW w:w="1729" w:type="dxa"/>
          </w:tcPr>
          <w:p w:rsidR="007F7604" w:rsidRDefault="007F7604" w:rsidP="00407551">
            <w:r>
              <w:fldChar w:fldCharType="begin"/>
            </w:r>
            <w:r>
              <w:instrText>SYMBOL 183 \f "Symbol" \s 8 \h</w:instrText>
            </w:r>
            <w:r>
              <w:fldChar w:fldCharType="end"/>
            </w:r>
            <w:r>
              <w:tab/>
              <w:t>GPRF</w:t>
            </w:r>
          </w:p>
        </w:tc>
        <w:tc>
          <w:tcPr>
            <w:tcW w:w="4819" w:type="dxa"/>
          </w:tcPr>
          <w:p w:rsidR="007F7604" w:rsidRDefault="007F7604" w:rsidP="00407551">
            <w:r>
              <w:tab/>
              <w:t>Gestione Profili di lavoro</w:t>
            </w:r>
          </w:p>
        </w:tc>
      </w:tr>
      <w:tr w:rsidR="007F7604" w:rsidTr="00407551">
        <w:trPr>
          <w:cantSplit/>
        </w:trPr>
        <w:tc>
          <w:tcPr>
            <w:tcW w:w="1729" w:type="dxa"/>
          </w:tcPr>
          <w:p w:rsidR="007F7604" w:rsidRDefault="007F7604" w:rsidP="00407551">
            <w:r>
              <w:fldChar w:fldCharType="begin"/>
            </w:r>
            <w:r>
              <w:instrText>SYMBOL 183 \f "Symbol" \s 8 \h</w:instrText>
            </w:r>
            <w:r>
              <w:fldChar w:fldCharType="end"/>
            </w:r>
            <w:r>
              <w:tab/>
              <w:t>GSPO</w:t>
            </w:r>
          </w:p>
        </w:tc>
        <w:tc>
          <w:tcPr>
            <w:tcW w:w="4819" w:type="dxa"/>
          </w:tcPr>
          <w:p w:rsidR="007F7604" w:rsidRDefault="007F7604" w:rsidP="00407551">
            <w:r>
              <w:tab/>
              <w:t xml:space="preserve">Gestione Stampe </w:t>
            </w:r>
            <w:proofErr w:type="spellStart"/>
            <w:r>
              <w:t>Spool</w:t>
            </w:r>
            <w:proofErr w:type="spellEnd"/>
          </w:p>
        </w:tc>
      </w:tr>
      <w:tr w:rsidR="007F7604" w:rsidTr="00407551">
        <w:trPr>
          <w:cantSplit/>
        </w:trPr>
        <w:tc>
          <w:tcPr>
            <w:tcW w:w="1729" w:type="dxa"/>
          </w:tcPr>
          <w:p w:rsidR="007F7604" w:rsidRDefault="007F7604" w:rsidP="00407551">
            <w:r>
              <w:fldChar w:fldCharType="begin"/>
            </w:r>
            <w:r>
              <w:instrText>SYMBOL 183 \f "Symbol" \s 8 \h</w:instrText>
            </w:r>
            <w:r>
              <w:fldChar w:fldCharType="end"/>
            </w:r>
            <w:r>
              <w:tab/>
              <w:t>GTER</w:t>
            </w:r>
          </w:p>
        </w:tc>
        <w:tc>
          <w:tcPr>
            <w:tcW w:w="4819" w:type="dxa"/>
          </w:tcPr>
          <w:p w:rsidR="007F7604" w:rsidRDefault="007F7604" w:rsidP="00407551">
            <w:r>
              <w:tab/>
              <w:t>Gestione Terminali</w:t>
            </w:r>
          </w:p>
        </w:tc>
      </w:tr>
      <w:tr w:rsidR="007F7604" w:rsidTr="00407551">
        <w:trPr>
          <w:cantSplit/>
        </w:trPr>
        <w:tc>
          <w:tcPr>
            <w:tcW w:w="1729" w:type="dxa"/>
          </w:tcPr>
          <w:p w:rsidR="007F7604" w:rsidRDefault="007F7604" w:rsidP="00407551">
            <w:r>
              <w:fldChar w:fldCharType="begin"/>
            </w:r>
            <w:r>
              <w:instrText>SYMBOL 183 \f "Symbol" \s 8 \h</w:instrText>
            </w:r>
            <w:r>
              <w:fldChar w:fldCharType="end"/>
            </w:r>
            <w:r>
              <w:tab/>
              <w:t>GTRX</w:t>
            </w:r>
          </w:p>
        </w:tc>
        <w:tc>
          <w:tcPr>
            <w:tcW w:w="4819" w:type="dxa"/>
          </w:tcPr>
          <w:p w:rsidR="007F7604" w:rsidRDefault="007F7604" w:rsidP="00407551">
            <w:r>
              <w:tab/>
              <w:t>Gestione Transazioni</w:t>
            </w:r>
          </w:p>
        </w:tc>
      </w:tr>
      <w:tr w:rsidR="007F7604" w:rsidTr="00407551">
        <w:trPr>
          <w:cantSplit/>
        </w:trPr>
        <w:tc>
          <w:tcPr>
            <w:tcW w:w="1729" w:type="dxa"/>
          </w:tcPr>
          <w:p w:rsidR="007F7604" w:rsidRDefault="007F7604" w:rsidP="00407551">
            <w:r>
              <w:fldChar w:fldCharType="begin"/>
            </w:r>
            <w:r>
              <w:instrText>SYMBOL 183 \f "Symbol" \s 8 \h</w:instrText>
            </w:r>
            <w:r>
              <w:fldChar w:fldCharType="end"/>
            </w:r>
            <w:r>
              <w:tab/>
              <w:t>GTTE</w:t>
            </w:r>
          </w:p>
        </w:tc>
        <w:tc>
          <w:tcPr>
            <w:tcW w:w="4819" w:type="dxa"/>
          </w:tcPr>
          <w:p w:rsidR="007F7604" w:rsidRDefault="007F7604" w:rsidP="00407551">
            <w:r>
              <w:tab/>
              <w:t>Gestione Tipi Terminali</w:t>
            </w:r>
          </w:p>
        </w:tc>
      </w:tr>
      <w:tr w:rsidR="007F7604" w:rsidTr="00407551">
        <w:trPr>
          <w:cantSplit/>
        </w:trPr>
        <w:tc>
          <w:tcPr>
            <w:tcW w:w="1729" w:type="dxa"/>
          </w:tcPr>
          <w:p w:rsidR="007F7604" w:rsidRDefault="007F7604" w:rsidP="00407551">
            <w:r>
              <w:fldChar w:fldCharType="begin"/>
            </w:r>
            <w:r>
              <w:instrText>SYMBOL 183 \f "Symbol" \s 8 \h</w:instrText>
            </w:r>
            <w:r>
              <w:fldChar w:fldCharType="end"/>
            </w:r>
            <w:r>
              <w:tab/>
              <w:t>HELP</w:t>
            </w:r>
          </w:p>
        </w:tc>
        <w:tc>
          <w:tcPr>
            <w:tcW w:w="4819" w:type="dxa"/>
          </w:tcPr>
          <w:p w:rsidR="007F7604" w:rsidRDefault="007F7604" w:rsidP="00407551">
            <w:r>
              <w:tab/>
            </w:r>
            <w:proofErr w:type="spellStart"/>
            <w:r>
              <w:t>Inquiry</w:t>
            </w:r>
            <w:proofErr w:type="spellEnd"/>
            <w:r>
              <w:t xml:space="preserve"> Help</w:t>
            </w:r>
          </w:p>
        </w:tc>
      </w:tr>
      <w:tr w:rsidR="007F7604" w:rsidTr="00407551">
        <w:trPr>
          <w:cantSplit/>
        </w:trPr>
        <w:tc>
          <w:tcPr>
            <w:tcW w:w="1729" w:type="dxa"/>
          </w:tcPr>
          <w:p w:rsidR="007F7604" w:rsidRDefault="007F7604" w:rsidP="00407551">
            <w:r>
              <w:fldChar w:fldCharType="begin"/>
            </w:r>
            <w:r>
              <w:instrText>SYMBOL 183 \f "Symbol" \s 8 \h</w:instrText>
            </w:r>
            <w:r>
              <w:fldChar w:fldCharType="end"/>
            </w:r>
            <w:r>
              <w:tab/>
              <w:t>IAIR</w:t>
            </w:r>
          </w:p>
        </w:tc>
        <w:tc>
          <w:tcPr>
            <w:tcW w:w="4819" w:type="dxa"/>
          </w:tcPr>
          <w:p w:rsidR="007F7604" w:rsidRDefault="007F7604" w:rsidP="00407551">
            <w:r>
              <w:tab/>
            </w:r>
            <w:proofErr w:type="spellStart"/>
            <w:r>
              <w:t>Inquiry</w:t>
            </w:r>
            <w:proofErr w:type="spellEnd"/>
            <w:r>
              <w:t xml:space="preserve"> Associazioni Istituti di Riferimento</w:t>
            </w:r>
          </w:p>
        </w:tc>
      </w:tr>
      <w:tr w:rsidR="007F7604" w:rsidTr="00407551">
        <w:trPr>
          <w:cantSplit/>
        </w:trPr>
        <w:tc>
          <w:tcPr>
            <w:tcW w:w="1729" w:type="dxa"/>
          </w:tcPr>
          <w:p w:rsidR="007F7604" w:rsidRDefault="007F7604" w:rsidP="00407551">
            <w:r>
              <w:fldChar w:fldCharType="begin"/>
            </w:r>
            <w:r>
              <w:instrText>SYMBOL 183 \f "Symbol" \s 8 \h</w:instrText>
            </w:r>
            <w:r>
              <w:fldChar w:fldCharType="end"/>
            </w:r>
            <w:r>
              <w:tab/>
              <w:t>IDIP</w:t>
            </w:r>
          </w:p>
        </w:tc>
        <w:tc>
          <w:tcPr>
            <w:tcW w:w="4819" w:type="dxa"/>
          </w:tcPr>
          <w:p w:rsidR="007F7604" w:rsidRDefault="007F7604" w:rsidP="00407551">
            <w:r>
              <w:tab/>
            </w:r>
            <w:proofErr w:type="spellStart"/>
            <w:r>
              <w:t>Inquiry</w:t>
            </w:r>
            <w:proofErr w:type="spellEnd"/>
            <w:r>
              <w:t xml:space="preserve"> Dipendenze</w:t>
            </w:r>
          </w:p>
        </w:tc>
      </w:tr>
      <w:tr w:rsidR="007F7604" w:rsidTr="00407551">
        <w:trPr>
          <w:cantSplit/>
        </w:trPr>
        <w:tc>
          <w:tcPr>
            <w:tcW w:w="1729" w:type="dxa"/>
          </w:tcPr>
          <w:p w:rsidR="007F7604" w:rsidRDefault="007F7604" w:rsidP="00407551">
            <w:r>
              <w:fldChar w:fldCharType="begin"/>
            </w:r>
            <w:r>
              <w:instrText>SYMBOL 183 \f "Symbol" \s 8 \h</w:instrText>
            </w:r>
            <w:r>
              <w:fldChar w:fldCharType="end"/>
            </w:r>
            <w:r>
              <w:tab/>
              <w:t>IFUN</w:t>
            </w:r>
          </w:p>
        </w:tc>
        <w:tc>
          <w:tcPr>
            <w:tcW w:w="4819" w:type="dxa"/>
          </w:tcPr>
          <w:p w:rsidR="007F7604" w:rsidRDefault="007F7604" w:rsidP="00407551">
            <w:r>
              <w:tab/>
            </w:r>
            <w:proofErr w:type="spellStart"/>
            <w:r>
              <w:t>Inquiry</w:t>
            </w:r>
            <w:proofErr w:type="spellEnd"/>
            <w:r>
              <w:t xml:space="preserve"> Funzioni</w:t>
            </w:r>
          </w:p>
        </w:tc>
      </w:tr>
      <w:tr w:rsidR="007F7604" w:rsidTr="00407551">
        <w:trPr>
          <w:cantSplit/>
        </w:trPr>
        <w:tc>
          <w:tcPr>
            <w:tcW w:w="1729" w:type="dxa"/>
          </w:tcPr>
          <w:p w:rsidR="007F7604" w:rsidRDefault="007F7604" w:rsidP="00407551">
            <w:r>
              <w:fldChar w:fldCharType="begin"/>
            </w:r>
            <w:r>
              <w:instrText>SYMBOL 183 \f "Symbol" \s 8 \h</w:instrText>
            </w:r>
            <w:r>
              <w:fldChar w:fldCharType="end"/>
            </w:r>
            <w:r>
              <w:tab/>
              <w:t>IIST</w:t>
            </w:r>
          </w:p>
        </w:tc>
        <w:tc>
          <w:tcPr>
            <w:tcW w:w="4819" w:type="dxa"/>
          </w:tcPr>
          <w:p w:rsidR="007F7604" w:rsidRDefault="007F7604" w:rsidP="00407551">
            <w:r>
              <w:tab/>
            </w:r>
            <w:proofErr w:type="spellStart"/>
            <w:r>
              <w:t>Inquiry</w:t>
            </w:r>
            <w:proofErr w:type="spellEnd"/>
            <w:r>
              <w:t xml:space="preserve"> Istituti</w:t>
            </w:r>
          </w:p>
        </w:tc>
      </w:tr>
      <w:tr w:rsidR="007F7604" w:rsidTr="00407551">
        <w:trPr>
          <w:cantSplit/>
        </w:trPr>
        <w:tc>
          <w:tcPr>
            <w:tcW w:w="1729" w:type="dxa"/>
          </w:tcPr>
          <w:p w:rsidR="007F7604" w:rsidRDefault="007F7604" w:rsidP="00407551">
            <w:r>
              <w:fldChar w:fldCharType="begin"/>
            </w:r>
            <w:r>
              <w:instrText>SYMBOL 183 \f "Symbol" \s 8 \h</w:instrText>
            </w:r>
            <w:r>
              <w:fldChar w:fldCharType="end"/>
            </w:r>
            <w:r>
              <w:tab/>
              <w:t>IMDL</w:t>
            </w:r>
          </w:p>
        </w:tc>
        <w:tc>
          <w:tcPr>
            <w:tcW w:w="4819" w:type="dxa"/>
          </w:tcPr>
          <w:p w:rsidR="007F7604" w:rsidRDefault="007F7604" w:rsidP="00407551">
            <w:r>
              <w:tab/>
            </w:r>
            <w:proofErr w:type="spellStart"/>
            <w:r>
              <w:t>Inquiry</w:t>
            </w:r>
            <w:proofErr w:type="spellEnd"/>
            <w:r>
              <w:t xml:space="preserve"> Modelli di stampa</w:t>
            </w:r>
          </w:p>
        </w:tc>
      </w:tr>
      <w:tr w:rsidR="007F7604" w:rsidTr="00407551">
        <w:trPr>
          <w:cantSplit/>
        </w:trPr>
        <w:tc>
          <w:tcPr>
            <w:tcW w:w="1729" w:type="dxa"/>
          </w:tcPr>
          <w:p w:rsidR="007F7604" w:rsidRDefault="007F7604" w:rsidP="00407551">
            <w:r>
              <w:fldChar w:fldCharType="begin"/>
            </w:r>
            <w:r>
              <w:instrText>SYMBOL 183 \f "Symbol" \s 8 \h</w:instrText>
            </w:r>
            <w:r>
              <w:fldChar w:fldCharType="end"/>
            </w:r>
            <w:r>
              <w:tab/>
              <w:t>IMEN</w:t>
            </w:r>
          </w:p>
        </w:tc>
        <w:tc>
          <w:tcPr>
            <w:tcW w:w="4819" w:type="dxa"/>
          </w:tcPr>
          <w:p w:rsidR="007F7604" w:rsidRDefault="007F7604" w:rsidP="00407551">
            <w:r>
              <w:tab/>
            </w:r>
            <w:proofErr w:type="spellStart"/>
            <w:r>
              <w:t>Inquiry</w:t>
            </w:r>
            <w:proofErr w:type="spellEnd"/>
            <w:r>
              <w:t xml:space="preserve"> Menù</w:t>
            </w:r>
          </w:p>
        </w:tc>
      </w:tr>
      <w:tr w:rsidR="007F7604" w:rsidTr="00407551">
        <w:trPr>
          <w:cantSplit/>
        </w:trPr>
        <w:tc>
          <w:tcPr>
            <w:tcW w:w="1729" w:type="dxa"/>
          </w:tcPr>
          <w:p w:rsidR="007F7604" w:rsidRDefault="007F7604" w:rsidP="00407551">
            <w:r>
              <w:fldChar w:fldCharType="begin"/>
            </w:r>
            <w:r>
              <w:instrText>SYMBOL 183 \f "Symbol" \s 8 \h</w:instrText>
            </w:r>
            <w:r>
              <w:fldChar w:fldCharType="end"/>
            </w:r>
            <w:r>
              <w:tab/>
              <w:t>IMOD</w:t>
            </w:r>
          </w:p>
        </w:tc>
        <w:tc>
          <w:tcPr>
            <w:tcW w:w="4819" w:type="dxa"/>
          </w:tcPr>
          <w:p w:rsidR="007F7604" w:rsidRDefault="007F7604" w:rsidP="00407551">
            <w:r>
              <w:tab/>
            </w:r>
            <w:proofErr w:type="spellStart"/>
            <w:r>
              <w:t>Inquiry</w:t>
            </w:r>
            <w:proofErr w:type="spellEnd"/>
            <w:r>
              <w:t xml:space="preserve"> Moduli di sicurezza</w:t>
            </w:r>
          </w:p>
        </w:tc>
      </w:tr>
      <w:tr w:rsidR="007F7604" w:rsidTr="00407551">
        <w:trPr>
          <w:cantSplit/>
        </w:trPr>
        <w:tc>
          <w:tcPr>
            <w:tcW w:w="1729" w:type="dxa"/>
          </w:tcPr>
          <w:p w:rsidR="007F7604" w:rsidRDefault="007F7604" w:rsidP="00407551">
            <w:r>
              <w:fldChar w:fldCharType="begin"/>
            </w:r>
            <w:r>
              <w:instrText>SYMBOL 183 \f "Symbol" \s 8 \h</w:instrText>
            </w:r>
            <w:r>
              <w:fldChar w:fldCharType="end"/>
            </w:r>
            <w:r>
              <w:tab/>
              <w:t>IMSG</w:t>
            </w:r>
          </w:p>
        </w:tc>
        <w:tc>
          <w:tcPr>
            <w:tcW w:w="4819" w:type="dxa"/>
          </w:tcPr>
          <w:p w:rsidR="007F7604" w:rsidRDefault="007F7604" w:rsidP="00407551">
            <w:r>
              <w:tab/>
            </w:r>
            <w:proofErr w:type="spellStart"/>
            <w:r>
              <w:t>Inquiry</w:t>
            </w:r>
            <w:proofErr w:type="spellEnd"/>
            <w:r>
              <w:t xml:space="preserve"> Messaggi</w:t>
            </w:r>
          </w:p>
        </w:tc>
      </w:tr>
      <w:tr w:rsidR="007F7604" w:rsidTr="00407551">
        <w:trPr>
          <w:cantSplit/>
        </w:trPr>
        <w:tc>
          <w:tcPr>
            <w:tcW w:w="1729" w:type="dxa"/>
          </w:tcPr>
          <w:p w:rsidR="007F7604" w:rsidRDefault="007F7604" w:rsidP="00407551">
            <w:r>
              <w:fldChar w:fldCharType="begin"/>
            </w:r>
            <w:r>
              <w:instrText>SYMBOL 183 \f "Symbol" \s 8 \h</w:instrText>
            </w:r>
            <w:r>
              <w:fldChar w:fldCharType="end"/>
            </w:r>
            <w:r>
              <w:tab/>
              <w:t>IOPR</w:t>
            </w:r>
          </w:p>
        </w:tc>
        <w:tc>
          <w:tcPr>
            <w:tcW w:w="4819" w:type="dxa"/>
          </w:tcPr>
          <w:p w:rsidR="007F7604" w:rsidRDefault="007F7604" w:rsidP="00407551">
            <w:r>
              <w:tab/>
            </w:r>
            <w:proofErr w:type="spellStart"/>
            <w:r>
              <w:t>Inquiry</w:t>
            </w:r>
            <w:proofErr w:type="spellEnd"/>
            <w:r>
              <w:t xml:space="preserve"> Operatori</w:t>
            </w:r>
          </w:p>
        </w:tc>
      </w:tr>
      <w:tr w:rsidR="007F7604" w:rsidTr="00407551">
        <w:trPr>
          <w:cantSplit/>
        </w:trPr>
        <w:tc>
          <w:tcPr>
            <w:tcW w:w="1729" w:type="dxa"/>
          </w:tcPr>
          <w:p w:rsidR="007F7604" w:rsidRDefault="007F7604" w:rsidP="00407551">
            <w:r>
              <w:fldChar w:fldCharType="begin"/>
            </w:r>
            <w:r>
              <w:instrText>SYMBOL 183 \f "Symbol" \s 8 \h</w:instrText>
            </w:r>
            <w:r>
              <w:fldChar w:fldCharType="end"/>
            </w:r>
            <w:r>
              <w:tab/>
              <w:t>IPRF</w:t>
            </w:r>
          </w:p>
        </w:tc>
        <w:tc>
          <w:tcPr>
            <w:tcW w:w="4819" w:type="dxa"/>
          </w:tcPr>
          <w:p w:rsidR="007F7604" w:rsidRDefault="007F7604" w:rsidP="00407551">
            <w:r>
              <w:tab/>
            </w:r>
            <w:proofErr w:type="spellStart"/>
            <w:r>
              <w:t>Inquiry</w:t>
            </w:r>
            <w:proofErr w:type="spellEnd"/>
            <w:r>
              <w:t xml:space="preserve"> Profili di lavoro</w:t>
            </w:r>
          </w:p>
        </w:tc>
      </w:tr>
      <w:tr w:rsidR="007F7604" w:rsidTr="00407551">
        <w:trPr>
          <w:cantSplit/>
        </w:trPr>
        <w:tc>
          <w:tcPr>
            <w:tcW w:w="1729" w:type="dxa"/>
          </w:tcPr>
          <w:p w:rsidR="007F7604" w:rsidRDefault="007F7604" w:rsidP="00407551">
            <w:r>
              <w:fldChar w:fldCharType="begin"/>
            </w:r>
            <w:r>
              <w:instrText>SYMBOL 183 \f "Symbol" \s 8 \h</w:instrText>
            </w:r>
            <w:r>
              <w:fldChar w:fldCharType="end"/>
            </w:r>
            <w:r>
              <w:tab/>
              <w:t>IPRT</w:t>
            </w:r>
          </w:p>
        </w:tc>
        <w:tc>
          <w:tcPr>
            <w:tcW w:w="4819" w:type="dxa"/>
          </w:tcPr>
          <w:p w:rsidR="007F7604" w:rsidRDefault="007F7604" w:rsidP="00407551">
            <w:r>
              <w:tab/>
            </w:r>
            <w:proofErr w:type="spellStart"/>
            <w:r>
              <w:t>Inquiry</w:t>
            </w:r>
            <w:proofErr w:type="spellEnd"/>
            <w:r>
              <w:t xml:space="preserve"> Stampanti</w:t>
            </w:r>
          </w:p>
        </w:tc>
      </w:tr>
      <w:tr w:rsidR="007F7604" w:rsidTr="00407551">
        <w:trPr>
          <w:cantSplit/>
        </w:trPr>
        <w:tc>
          <w:tcPr>
            <w:tcW w:w="1729" w:type="dxa"/>
          </w:tcPr>
          <w:p w:rsidR="007F7604" w:rsidRDefault="007F7604" w:rsidP="00407551">
            <w:r>
              <w:fldChar w:fldCharType="begin"/>
            </w:r>
            <w:r>
              <w:instrText>SYMBOL 183 \f "Symbol" \s 8 \h</w:instrText>
            </w:r>
            <w:r>
              <w:fldChar w:fldCharType="end"/>
            </w:r>
            <w:r>
              <w:tab/>
              <w:t>ITER</w:t>
            </w:r>
          </w:p>
        </w:tc>
        <w:tc>
          <w:tcPr>
            <w:tcW w:w="4819" w:type="dxa"/>
          </w:tcPr>
          <w:p w:rsidR="007F7604" w:rsidRDefault="007F7604" w:rsidP="00407551">
            <w:r>
              <w:tab/>
            </w:r>
            <w:proofErr w:type="spellStart"/>
            <w:r>
              <w:t>Inquiry</w:t>
            </w:r>
            <w:proofErr w:type="spellEnd"/>
            <w:r>
              <w:t xml:space="preserve"> Terminali</w:t>
            </w:r>
          </w:p>
        </w:tc>
      </w:tr>
      <w:tr w:rsidR="007F7604" w:rsidTr="00407551">
        <w:trPr>
          <w:cantSplit/>
        </w:trPr>
        <w:tc>
          <w:tcPr>
            <w:tcW w:w="1729" w:type="dxa"/>
          </w:tcPr>
          <w:p w:rsidR="007F7604" w:rsidRDefault="007F7604" w:rsidP="00407551">
            <w:r>
              <w:fldChar w:fldCharType="begin"/>
            </w:r>
            <w:r>
              <w:instrText>SYMBOL 183 \f "Symbol" \s 8 \h</w:instrText>
            </w:r>
            <w:r>
              <w:fldChar w:fldCharType="end"/>
            </w:r>
            <w:r>
              <w:tab/>
              <w:t>ITRX</w:t>
            </w:r>
          </w:p>
        </w:tc>
        <w:tc>
          <w:tcPr>
            <w:tcW w:w="4819" w:type="dxa"/>
          </w:tcPr>
          <w:p w:rsidR="007F7604" w:rsidRDefault="007F7604" w:rsidP="00407551">
            <w:r>
              <w:tab/>
            </w:r>
            <w:proofErr w:type="spellStart"/>
            <w:r>
              <w:t>Inquiry</w:t>
            </w:r>
            <w:proofErr w:type="spellEnd"/>
            <w:r>
              <w:t xml:space="preserve"> Transazioni</w:t>
            </w:r>
          </w:p>
        </w:tc>
      </w:tr>
      <w:tr w:rsidR="007F7604" w:rsidTr="00407551">
        <w:trPr>
          <w:cantSplit/>
        </w:trPr>
        <w:tc>
          <w:tcPr>
            <w:tcW w:w="1729" w:type="dxa"/>
          </w:tcPr>
          <w:p w:rsidR="007F7604" w:rsidRDefault="007F7604" w:rsidP="00B97D30">
            <w:r>
              <w:fldChar w:fldCharType="begin"/>
            </w:r>
            <w:r>
              <w:instrText>SYMBOL 183 \f "Symbol" \s 8 \h</w:instrText>
            </w:r>
            <w:r>
              <w:fldChar w:fldCharType="end"/>
            </w:r>
            <w:r>
              <w:tab/>
            </w:r>
            <w:r w:rsidR="00B97D30">
              <w:t>ZZ</w:t>
            </w:r>
            <w:r>
              <w:t>00</w:t>
            </w:r>
          </w:p>
        </w:tc>
        <w:tc>
          <w:tcPr>
            <w:tcW w:w="4819" w:type="dxa"/>
          </w:tcPr>
          <w:p w:rsidR="007F7604" w:rsidRDefault="007F7604" w:rsidP="00407551">
            <w:r>
              <w:tab/>
              <w:t>Aper</w:t>
            </w:r>
            <w:bookmarkStart w:id="55" w:name="_GoBack"/>
            <w:bookmarkEnd w:id="55"/>
            <w:r>
              <w:t>tura Sessione</w:t>
            </w:r>
          </w:p>
        </w:tc>
      </w:tr>
      <w:tr w:rsidR="007F7604" w:rsidTr="00407551">
        <w:trPr>
          <w:cantSplit/>
        </w:trPr>
        <w:tc>
          <w:tcPr>
            <w:tcW w:w="1729" w:type="dxa"/>
          </w:tcPr>
          <w:p w:rsidR="007F7604" w:rsidRDefault="007F7604" w:rsidP="00407551">
            <w:r>
              <w:fldChar w:fldCharType="begin"/>
            </w:r>
            <w:r>
              <w:instrText>SYMBOL 183 \f "Symbol" \s 8 \h</w:instrText>
            </w:r>
            <w:r>
              <w:fldChar w:fldCharType="end"/>
            </w:r>
            <w:r>
              <w:tab/>
              <w:t>STOP</w:t>
            </w:r>
          </w:p>
        </w:tc>
        <w:tc>
          <w:tcPr>
            <w:tcW w:w="4819" w:type="dxa"/>
          </w:tcPr>
          <w:p w:rsidR="007F7604" w:rsidRDefault="007F7604" w:rsidP="00407551">
            <w:r>
              <w:tab/>
              <w:t>Chiusura Sessione</w:t>
            </w:r>
          </w:p>
        </w:tc>
      </w:tr>
    </w:tbl>
    <w:p w:rsidR="007F7604" w:rsidRDefault="007F7604" w:rsidP="007F7604"/>
    <w:p w:rsidR="007F7604" w:rsidRDefault="007F7604" w:rsidP="007F7604">
      <w:pPr>
        <w:pStyle w:val="Titolo2"/>
      </w:pPr>
      <w:r>
        <w:br w:type="page"/>
      </w:r>
      <w:bookmarkStart w:id="56" w:name="_Toc494685416"/>
      <w:bookmarkStart w:id="57" w:name="_Toc510349045"/>
      <w:bookmarkStart w:id="58" w:name="_Toc397613669"/>
      <w:r>
        <w:lastRenderedPageBreak/>
        <w:t>Gestione Associazione Stampanti (APRT)</w:t>
      </w:r>
      <w:bookmarkEnd w:id="56"/>
      <w:bookmarkEnd w:id="57"/>
      <w:bookmarkEnd w:id="58"/>
    </w:p>
    <w:p w:rsidR="007F7604" w:rsidRDefault="007F7604" w:rsidP="007F7604">
      <w:pPr>
        <w:pStyle w:val="Titolo3"/>
        <w:ind w:left="357" w:hanging="357"/>
      </w:pPr>
      <w:bookmarkStart w:id="59" w:name="_Toc494685417"/>
      <w:bookmarkStart w:id="60" w:name="_Toc510349046"/>
      <w:bookmarkStart w:id="61" w:name="_Toc397613670"/>
      <w:r>
        <w:t>Utilizzo della transazione</w:t>
      </w:r>
      <w:bookmarkEnd w:id="59"/>
      <w:bookmarkEnd w:id="60"/>
      <w:bookmarkEnd w:id="61"/>
    </w:p>
    <w:p w:rsidR="007F7604" w:rsidRDefault="007F7604" w:rsidP="007F7604">
      <w:r>
        <w:t xml:space="preserve">Un programma che lancia delle stampe on-line deve poter determinare quale stampante viene usata , oppure imporre l'uso di una particolare stampante a fronte del fatto che è stato lanciato il programma </w:t>
      </w:r>
      <w:proofErr w:type="spellStart"/>
      <w:r>
        <w:rPr>
          <w:i/>
        </w:rPr>
        <w:t>xxxx</w:t>
      </w:r>
      <w:proofErr w:type="spellEnd"/>
      <w:r>
        <w:t xml:space="preserve"> sul terminale </w:t>
      </w:r>
      <w:proofErr w:type="spellStart"/>
      <w:r>
        <w:rPr>
          <w:i/>
        </w:rPr>
        <w:t>yyyy</w:t>
      </w:r>
      <w:proofErr w:type="spellEnd"/>
      <w:r>
        <w:t>.</w:t>
      </w:r>
    </w:p>
    <w:p w:rsidR="007F7604" w:rsidRDefault="007F7604" w:rsidP="007F7604"/>
    <w:p w:rsidR="007F7604" w:rsidRDefault="007F7604" w:rsidP="007F7604">
      <w:r>
        <w:t>La scelta della stampante avviene in base a</w:t>
      </w:r>
    </w:p>
    <w:p w:rsidR="007F7604" w:rsidRDefault="007F7604" w:rsidP="007F7604">
      <w:pPr>
        <w:ind w:left="357" w:hanging="357"/>
      </w:pPr>
    </w:p>
    <w:p w:rsidR="007F7604" w:rsidRDefault="007F7604" w:rsidP="007F7604">
      <w:pPr>
        <w:ind w:left="357" w:hanging="357"/>
      </w:pPr>
      <w:r>
        <w:fldChar w:fldCharType="begin"/>
      </w:r>
      <w:r>
        <w:instrText>SYMBOL 183 \f "Symbol" \s 10 \h</w:instrText>
      </w:r>
      <w:r>
        <w:fldChar w:fldCharType="end"/>
      </w:r>
      <w:r>
        <w:tab/>
        <w:t>Modello di stampa impiegato</w:t>
      </w:r>
    </w:p>
    <w:p w:rsidR="007F7604" w:rsidRDefault="007F7604" w:rsidP="007F7604">
      <w:pPr>
        <w:ind w:left="357" w:hanging="357"/>
      </w:pPr>
      <w:r>
        <w:fldChar w:fldCharType="begin"/>
      </w:r>
      <w:r>
        <w:instrText>SYMBOL 183 \f "Symbol" \s 10 \h</w:instrText>
      </w:r>
      <w:r>
        <w:fldChar w:fldCharType="end"/>
      </w:r>
      <w:r>
        <w:tab/>
        <w:t>Transazione che richiede la stampa</w:t>
      </w:r>
    </w:p>
    <w:p w:rsidR="007F7604" w:rsidRDefault="007F7604" w:rsidP="007F7604">
      <w:pPr>
        <w:ind w:left="357" w:hanging="357"/>
      </w:pPr>
      <w:r>
        <w:fldChar w:fldCharType="begin"/>
      </w:r>
      <w:r>
        <w:instrText>SYMBOL 183 \f "Symbol" \s 10 \h</w:instrText>
      </w:r>
      <w:r>
        <w:fldChar w:fldCharType="end"/>
      </w:r>
      <w:r>
        <w:tab/>
        <w:t>Terminale su cui gira la transazione</w:t>
      </w:r>
    </w:p>
    <w:p w:rsidR="007F7604" w:rsidRDefault="007F7604" w:rsidP="007F7604"/>
    <w:p w:rsidR="007F7604" w:rsidRDefault="007F7604" w:rsidP="007F7604">
      <w:r>
        <w:t>Quando si richiede la stampa, la routine di formattazione ricerca sull'archivio PRT la stampante associata a quella terna Modello-Transazione-Terminale.</w:t>
      </w:r>
    </w:p>
    <w:p w:rsidR="007F7604" w:rsidRDefault="007F7604" w:rsidP="007F7604"/>
    <w:p w:rsidR="007F7604" w:rsidRDefault="007F7604" w:rsidP="007F7604">
      <w:r>
        <w:t xml:space="preserve">E' possibile omettere uno o più degli elementi della terna &lt;Modello-Transazione-Terminale&gt;: ad esempio associando la stampante 'PRT1' al Modello 'MOD' e alla transazione 'TRX1', detta stampante viene selezionata ogni volta che si cerca di stampare con quel modello e da quella transazione, </w:t>
      </w:r>
      <w:r>
        <w:rPr>
          <w:i/>
        </w:rPr>
        <w:t>indipendentemente</w:t>
      </w:r>
      <w:r>
        <w:t xml:space="preserve"> dal terminale impiegato.</w:t>
      </w:r>
    </w:p>
    <w:p w:rsidR="007F7604" w:rsidRDefault="007F7604" w:rsidP="007F7604"/>
    <w:p w:rsidR="007F7604" w:rsidRDefault="007F7604" w:rsidP="007F7604">
      <w:r>
        <w:t>Ciò offre una grandissima flessibilità ma introduce un potenziale indeterminismo nel criterio di scelta, dato che è possibile trovare in archivio più associazioni che rispettano le condizioni di ricerca.</w:t>
      </w:r>
    </w:p>
    <w:p w:rsidR="007F7604" w:rsidRDefault="007F7604" w:rsidP="007F7604">
      <w:r>
        <w:t>Per risolvere questo indeterminismo è stata introdotta una priorità nel criterio di ricerca, che è la seguente:</w:t>
      </w:r>
    </w:p>
    <w:p w:rsidR="007F7604" w:rsidRDefault="007F7604" w:rsidP="007F7604"/>
    <w:p w:rsidR="007F7604" w:rsidRDefault="007F7604" w:rsidP="007F7604">
      <w:pPr>
        <w:spacing w:after="240"/>
        <w:ind w:left="505" w:hanging="505"/>
      </w:pPr>
      <w:r>
        <w:t>1.</w:t>
      </w:r>
      <w:r>
        <w:tab/>
      </w:r>
      <w:r>
        <w:rPr>
          <w:b/>
        </w:rPr>
        <w:t>Modello di stampa-Transazione-Terminale</w:t>
      </w:r>
      <w:r>
        <w:t xml:space="preserve">: </w:t>
      </w:r>
    </w:p>
    <w:p w:rsidR="007F7604" w:rsidRDefault="007F7604" w:rsidP="007F7604">
      <w:pPr>
        <w:spacing w:after="240"/>
        <w:ind w:left="505" w:hanging="505"/>
      </w:pPr>
      <w:r>
        <w:tab/>
        <w:t>consente di indirizzare un modello di stampa di una determinata transazione, attivata da un determinato terminale, su una specifica stampante.</w:t>
      </w:r>
    </w:p>
    <w:p w:rsidR="007F7604" w:rsidRDefault="007F7604" w:rsidP="007F7604">
      <w:pPr>
        <w:spacing w:after="240"/>
        <w:ind w:left="505" w:hanging="505"/>
      </w:pPr>
      <w:r>
        <w:t>2.</w:t>
      </w:r>
      <w:r>
        <w:tab/>
      </w:r>
      <w:r>
        <w:rPr>
          <w:b/>
        </w:rPr>
        <w:t>Modello di stampa-Transazione</w:t>
      </w:r>
      <w:r>
        <w:t>:</w:t>
      </w:r>
    </w:p>
    <w:p w:rsidR="007F7604" w:rsidRDefault="007F7604" w:rsidP="007F7604">
      <w:pPr>
        <w:spacing w:after="240"/>
        <w:ind w:left="505" w:hanging="505"/>
      </w:pPr>
      <w:r>
        <w:tab/>
        <w:t>associazione analoga alla precedente ma senza limitazione sul terminale da cui viene eseguita la transazione.</w:t>
      </w:r>
    </w:p>
    <w:p w:rsidR="007F7604" w:rsidRDefault="007F7604" w:rsidP="007F7604">
      <w:pPr>
        <w:spacing w:after="240"/>
        <w:ind w:left="505" w:hanging="505"/>
      </w:pPr>
      <w:r>
        <w:t>3.</w:t>
      </w:r>
      <w:r>
        <w:tab/>
      </w:r>
      <w:r>
        <w:rPr>
          <w:b/>
        </w:rPr>
        <w:t>Modello di stampa-Terminale</w:t>
      </w:r>
      <w:r>
        <w:t>:</w:t>
      </w:r>
    </w:p>
    <w:p w:rsidR="007F7604" w:rsidRDefault="007F7604" w:rsidP="007F7604">
      <w:pPr>
        <w:spacing w:after="240"/>
        <w:ind w:left="505" w:hanging="505"/>
      </w:pPr>
      <w:r>
        <w:tab/>
        <w:t>consente di indirizzare un modello di stampa di un determinato terminale, su una specifica stampante.</w:t>
      </w:r>
    </w:p>
    <w:p w:rsidR="007F7604" w:rsidRDefault="007F7604" w:rsidP="007F7604">
      <w:pPr>
        <w:spacing w:after="240"/>
        <w:ind w:left="505" w:hanging="505"/>
      </w:pPr>
      <w:r>
        <w:t>4.</w:t>
      </w:r>
      <w:r>
        <w:tab/>
      </w:r>
      <w:r>
        <w:rPr>
          <w:b/>
        </w:rPr>
        <w:t>Modello di stampa</w:t>
      </w:r>
      <w:r>
        <w:t>:</w:t>
      </w:r>
    </w:p>
    <w:p w:rsidR="007F7604" w:rsidRDefault="007F7604" w:rsidP="007F7604">
      <w:pPr>
        <w:spacing w:after="240"/>
        <w:ind w:left="505" w:hanging="505"/>
      </w:pPr>
      <w:r>
        <w:tab/>
        <w:t>nel momento in cui un determinato modello viene attivato, la relativa stampa viene prodotta dalla stampante associata.</w:t>
      </w:r>
    </w:p>
    <w:p w:rsidR="007F7604" w:rsidRDefault="007F7604" w:rsidP="007F7604">
      <w:pPr>
        <w:spacing w:after="240"/>
        <w:ind w:left="505" w:hanging="505"/>
      </w:pPr>
      <w:r>
        <w:t>5.</w:t>
      </w:r>
      <w:r>
        <w:tab/>
      </w:r>
      <w:r>
        <w:rPr>
          <w:b/>
        </w:rPr>
        <w:t>Transazione</w:t>
      </w:r>
      <w:r>
        <w:t>:</w:t>
      </w:r>
    </w:p>
    <w:p w:rsidR="007F7604" w:rsidRDefault="007F7604" w:rsidP="007F7604">
      <w:pPr>
        <w:spacing w:after="240"/>
        <w:ind w:left="505" w:hanging="505"/>
      </w:pPr>
      <w:r>
        <w:tab/>
        <w:t>una determinata transazione, attivando un proprio modello di stampa, produce la stampa sulla stampante associata.</w:t>
      </w:r>
    </w:p>
    <w:p w:rsidR="007F7604" w:rsidRDefault="007F7604" w:rsidP="007F7604">
      <w:pPr>
        <w:spacing w:after="240"/>
        <w:ind w:left="505" w:hanging="505"/>
      </w:pPr>
      <w:r>
        <w:br w:type="page"/>
      </w:r>
      <w:r>
        <w:lastRenderedPageBreak/>
        <w:t>6.</w:t>
      </w:r>
      <w:r>
        <w:tab/>
      </w:r>
      <w:r>
        <w:rPr>
          <w:b/>
        </w:rPr>
        <w:t>Terminale</w:t>
      </w:r>
      <w:r>
        <w:t>:</w:t>
      </w:r>
    </w:p>
    <w:p w:rsidR="007F7604" w:rsidRDefault="007F7604" w:rsidP="007F7604">
      <w:pPr>
        <w:spacing w:after="480"/>
        <w:ind w:left="505" w:hanging="505"/>
      </w:pPr>
      <w:r>
        <w:tab/>
        <w:t>in questo caso la stampa su una determinata stampante può essere richiesta solo da un determinato terminale.</w:t>
      </w:r>
    </w:p>
    <w:p w:rsidR="007F7604" w:rsidRDefault="007F7604" w:rsidP="007F7604">
      <w:pPr>
        <w:spacing w:after="240"/>
      </w:pPr>
      <w:r>
        <w:t xml:space="preserve">Si osservi che, essendo le suddette associazioni gestite in modo il più possibile svincolato dal programma che deve effettuare la stampa, nella maggior parte dei casi è possibile controllare lo smistamento delle stampe sulle diverse stampanti </w:t>
      </w:r>
      <w:r>
        <w:rPr>
          <w:i/>
        </w:rPr>
        <w:t xml:space="preserve">senza </w:t>
      </w:r>
      <w:r>
        <w:t>modificare il programma stesso.</w:t>
      </w:r>
    </w:p>
    <w:p w:rsidR="007F7604" w:rsidRDefault="007F7604" w:rsidP="007F7604">
      <w:pPr>
        <w:pStyle w:val="Titolo3"/>
        <w:ind w:left="357" w:hanging="357"/>
      </w:pPr>
      <w:bookmarkStart w:id="62" w:name="_Toc494685418"/>
      <w:bookmarkStart w:id="63" w:name="_Toc510349047"/>
      <w:bookmarkStart w:id="64" w:name="_Toc397613671"/>
      <w:r>
        <w:t>Interfaccia utente</w:t>
      </w:r>
      <w:bookmarkEnd w:id="62"/>
      <w:bookmarkEnd w:id="63"/>
      <w:bookmarkEnd w:id="64"/>
    </w:p>
    <w:p w:rsidR="007F7604" w:rsidRDefault="007F7604" w:rsidP="007F7604">
      <w:r>
        <w:t>In questa transazione è impiegata una sola mappa (zzM201T) che serve per direzionare la stampa di un tabulato su una stampante ben definita.</w:t>
      </w:r>
    </w:p>
    <w:p w:rsidR="007F7604" w:rsidRDefault="007F7604" w:rsidP="007F7604">
      <w:pPr>
        <w:pStyle w:val="ParagNoNum"/>
      </w:pPr>
      <w:r>
        <w:t>Mappa 1</w:t>
      </w:r>
    </w:p>
    <w:p w:rsidR="007F7604" w:rsidRDefault="007F7604" w:rsidP="007F7604">
      <w:pPr>
        <w:spacing w:after="240"/>
      </w:pPr>
      <w:r>
        <w:t xml:space="preserve">Digitando il nome della transazione (APRT) e premendo il tasto </w:t>
      </w:r>
      <w:r>
        <w:rPr>
          <w:b/>
        </w:rPr>
        <w:t>'INVIO'</w:t>
      </w:r>
      <w:r>
        <w:t xml:space="preserve"> viene presentata la seguente mappa:</w:t>
      </w:r>
    </w:p>
    <w:p w:rsidR="007F7604" w:rsidRPr="007F7604" w:rsidRDefault="007F7604" w:rsidP="007F7604">
      <w:pPr>
        <w:pStyle w:val="Mappa"/>
        <w:rPr>
          <w:lang w:val="en-US"/>
        </w:rPr>
      </w:pPr>
      <w:r>
        <w:t xml:space="preserve"> </w:t>
      </w:r>
      <w:r w:rsidRPr="007F7604">
        <w:rPr>
          <w:lang w:val="en-US"/>
        </w:rPr>
        <w:t xml:space="preserve">:::::::: :::::::: * ...................................... * GG/MM/AA HH:MM:SS </w:t>
      </w:r>
    </w:p>
    <w:p w:rsidR="007F7604" w:rsidRDefault="007F7604" w:rsidP="007F7604">
      <w:pPr>
        <w:pStyle w:val="Mappa"/>
      </w:pPr>
      <w:r w:rsidRPr="007F7604">
        <w:rPr>
          <w:lang w:val="en-US"/>
        </w:rPr>
        <w:t xml:space="preserve"> </w:t>
      </w:r>
      <w:r>
        <w:t xml:space="preserve">AP20 _   :::::::: *     GESTIONE ASSOCIAZIONI STAMPANTI    * PAG ____ DI  :::: </w:t>
      </w:r>
    </w:p>
    <w:p w:rsidR="007F7604" w:rsidRDefault="007F7604" w:rsidP="007F7604">
      <w:pPr>
        <w:pStyle w:val="Mappa"/>
      </w:pPr>
      <w:r>
        <w:t xml:space="preserve"> :::: :   :::: :   :::: :   :::: :   :::: :   :::: :   :::: :   :::: :   :::: : </w:t>
      </w:r>
    </w:p>
    <w:p w:rsidR="007F7604" w:rsidRDefault="007F7604" w:rsidP="007F7604">
      <w:pPr>
        <w:pStyle w:val="Mappa"/>
      </w:pPr>
      <w:r>
        <w:t xml:space="preserve"> :::: :::::::::::::::::::::::::::::::::::::::::::::::::::::::::::::::::::: ____ </w:t>
      </w:r>
    </w:p>
    <w:p w:rsidR="007F7604" w:rsidRDefault="007F7604" w:rsidP="007F7604">
      <w:pPr>
        <w:pStyle w:val="Mappa"/>
      </w:pPr>
      <w:r>
        <w:t xml:space="preserve">                                                                                </w:t>
      </w:r>
    </w:p>
    <w:p w:rsidR="007F7604" w:rsidRDefault="007F7604" w:rsidP="007F7604">
      <w:pPr>
        <w:pStyle w:val="Mappa"/>
      </w:pPr>
      <w:r>
        <w:t xml:space="preserve">                 Operazione ___                                                 </w:t>
      </w:r>
    </w:p>
    <w:p w:rsidR="007F7604" w:rsidRDefault="007F7604" w:rsidP="007F7604">
      <w:pPr>
        <w:pStyle w:val="Mappa"/>
      </w:pPr>
      <w:r>
        <w:t xml:space="preserve">                                                                                </w:t>
      </w:r>
    </w:p>
    <w:p w:rsidR="007F7604" w:rsidRDefault="007F7604" w:rsidP="007F7604">
      <w:pPr>
        <w:pStyle w:val="Mappa"/>
      </w:pPr>
      <w:r>
        <w:t xml:space="preserve">                   Modello ________   ::::::::::::::::::::::::::::::::::::::::  </w:t>
      </w:r>
    </w:p>
    <w:p w:rsidR="007F7604" w:rsidRDefault="007F7604" w:rsidP="007F7604">
      <w:pPr>
        <w:pStyle w:val="Mappa"/>
      </w:pPr>
      <w:r>
        <w:t xml:space="preserve">                                                                                </w:t>
      </w:r>
    </w:p>
    <w:p w:rsidR="007F7604" w:rsidRDefault="007F7604" w:rsidP="007F7604">
      <w:pPr>
        <w:pStyle w:val="Mappa"/>
      </w:pPr>
      <w:r>
        <w:t xml:space="preserve">               Transazione ____       ::::::::::::::::::::::::::::::::::::::::  </w:t>
      </w:r>
    </w:p>
    <w:p w:rsidR="007F7604" w:rsidRDefault="007F7604" w:rsidP="007F7604">
      <w:pPr>
        <w:pStyle w:val="Mappa"/>
      </w:pPr>
      <w:r>
        <w:t xml:space="preserve">                                                                                </w:t>
      </w:r>
    </w:p>
    <w:p w:rsidR="007F7604" w:rsidRDefault="007F7604" w:rsidP="007F7604">
      <w:pPr>
        <w:pStyle w:val="Mappa"/>
      </w:pPr>
      <w:r>
        <w:t xml:space="preserve">                 Terminale ________   ::::::::::::::::::::::::::::::::::::::::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Stampante associata ________   ::::::::::::::::::::::::::::::::::::::::  </w:t>
      </w:r>
    </w:p>
    <w:p w:rsidR="007F7604" w:rsidRDefault="007F7604" w:rsidP="007F7604">
      <w:pPr>
        <w:pStyle w:val="Mappa"/>
      </w:pPr>
      <w:r>
        <w:t xml:space="preserve">                                                                                </w:t>
      </w:r>
    </w:p>
    <w:p w:rsidR="007F7604" w:rsidRDefault="007F7604" w:rsidP="007F7604">
      <w:pPr>
        <w:pStyle w:val="Mappa"/>
      </w:pPr>
      <w:r>
        <w:t xml:space="preserve"> Si ricorda che la sequenza di ricerca per associare la stampante e" :          </w:t>
      </w:r>
    </w:p>
    <w:p w:rsidR="007F7604" w:rsidRDefault="007F7604" w:rsidP="007F7604">
      <w:pPr>
        <w:pStyle w:val="Mappa"/>
      </w:pPr>
      <w:r>
        <w:t xml:space="preserve">                                                                                </w:t>
      </w:r>
    </w:p>
    <w:p w:rsidR="007F7604" w:rsidRDefault="007F7604" w:rsidP="007F7604">
      <w:pPr>
        <w:pStyle w:val="Mappa"/>
      </w:pPr>
      <w:r>
        <w:t xml:space="preserve">                     1)   Modello Transazione Terminale                         </w:t>
      </w:r>
    </w:p>
    <w:p w:rsidR="007F7604" w:rsidRDefault="007F7604" w:rsidP="007F7604">
      <w:pPr>
        <w:pStyle w:val="Mappa"/>
      </w:pPr>
      <w:r>
        <w:t xml:space="preserve">                     2)   Modello Transazione                                   </w:t>
      </w:r>
    </w:p>
    <w:p w:rsidR="007F7604" w:rsidRDefault="007F7604" w:rsidP="007F7604">
      <w:pPr>
        <w:pStyle w:val="Mappa"/>
      </w:pPr>
      <w:r>
        <w:t xml:space="preserve">                     3)   Modello Terminale                                     </w:t>
      </w:r>
    </w:p>
    <w:p w:rsidR="007F7604" w:rsidRDefault="007F7604" w:rsidP="007F7604">
      <w:pPr>
        <w:pStyle w:val="Mappa"/>
      </w:pPr>
      <w:r>
        <w:t xml:space="preserve">                     4)   Modello                                               </w:t>
      </w:r>
    </w:p>
    <w:p w:rsidR="007F7604" w:rsidRDefault="007F7604" w:rsidP="007F7604">
      <w:pPr>
        <w:pStyle w:val="Mappa"/>
      </w:pPr>
      <w:r>
        <w:t xml:space="preserve">                     5)   Transazione                                           </w:t>
      </w:r>
    </w:p>
    <w:p w:rsidR="007F7604" w:rsidRDefault="007F7604" w:rsidP="007F7604">
      <w:pPr>
        <w:pStyle w:val="Mappa"/>
      </w:pPr>
      <w:r>
        <w:t xml:space="preserve">                     6)   Terminale                                             </w:t>
      </w:r>
    </w:p>
    <w:p w:rsidR="007F7604" w:rsidRDefault="007F7604" w:rsidP="00323ECD">
      <w:pPr>
        <w:pStyle w:val="Titolo9"/>
        <w:numPr>
          <w:ilvl w:val="0"/>
          <w:numId w:val="0"/>
        </w:numPr>
        <w:ind w:left="1584" w:firstLine="543"/>
        <w:jc w:val="both"/>
      </w:pPr>
      <w:bookmarkStart w:id="65" w:name="_Toc494685553"/>
      <w:bookmarkStart w:id="66" w:name="_Toc510349182"/>
      <w:r>
        <w:t xml:space="preserve">Mappa </w:t>
      </w:r>
      <w:r>
        <w:fldChar w:fldCharType="begin"/>
      </w:r>
      <w:r>
        <w:instrText>SEQ mappa</w:instrText>
      </w:r>
      <w:r>
        <w:fldChar w:fldCharType="separate"/>
      </w:r>
      <w:r>
        <w:rPr>
          <w:noProof/>
        </w:rPr>
        <w:t>1</w:t>
      </w:r>
      <w:r>
        <w:fldChar w:fldCharType="end"/>
      </w:r>
      <w:r>
        <w:t>:   ZZM201T Gestione associazioni stampanti</w:t>
      </w:r>
      <w:bookmarkEnd w:id="65"/>
      <w:bookmarkEnd w:id="66"/>
      <w:r>
        <w:t xml:space="preserve"> </w:t>
      </w:r>
    </w:p>
    <w:p w:rsidR="007F7604" w:rsidRDefault="007F7604" w:rsidP="007F7604">
      <w:pPr>
        <w:pStyle w:val="ParagNoNum"/>
      </w:pPr>
      <w:r>
        <w:br w:type="page"/>
      </w:r>
      <w:r>
        <w:lastRenderedPageBreak/>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operazione</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Valori ammessi:</w:t>
            </w:r>
          </w:p>
          <w:p w:rsidR="007F7604" w:rsidRDefault="007F7604" w:rsidP="00407551">
            <w:pPr>
              <w:tabs>
                <w:tab w:val="left" w:pos="851"/>
              </w:tabs>
            </w:pPr>
            <w:r>
              <w:rPr>
                <w:b/>
              </w:rPr>
              <w:t>INS</w:t>
            </w:r>
            <w:r>
              <w:rPr>
                <w:b/>
              </w:rPr>
              <w:tab/>
            </w:r>
            <w:r>
              <w:rPr>
                <w:smallCaps/>
              </w:rPr>
              <w:t>INSERIMENTO</w:t>
            </w:r>
          </w:p>
          <w:p w:rsidR="007F7604" w:rsidRDefault="007F7604" w:rsidP="00407551">
            <w:pPr>
              <w:tabs>
                <w:tab w:val="left" w:pos="851"/>
              </w:tabs>
            </w:pPr>
            <w:r>
              <w:rPr>
                <w:b/>
              </w:rPr>
              <w:t>VAR</w:t>
            </w:r>
            <w:r>
              <w:rPr>
                <w:b/>
              </w:rPr>
              <w:tab/>
            </w:r>
            <w:r>
              <w:rPr>
                <w:smallCaps/>
              </w:rPr>
              <w:t>VARIAZIONE</w:t>
            </w:r>
          </w:p>
          <w:p w:rsidR="007F7604" w:rsidRDefault="007F7604" w:rsidP="00407551">
            <w:pPr>
              <w:tabs>
                <w:tab w:val="left" w:pos="851"/>
              </w:tabs>
              <w:rPr>
                <w:smallCaps/>
              </w:rPr>
            </w:pPr>
            <w:r>
              <w:rPr>
                <w:b/>
              </w:rPr>
              <w:t>ANN</w:t>
            </w:r>
            <w:r>
              <w:rPr>
                <w:b/>
              </w:rPr>
              <w:tab/>
            </w:r>
            <w:r>
              <w:rPr>
                <w:smallCaps/>
              </w:rPr>
              <w:t>ANNULLAMENTO</w:t>
            </w:r>
          </w:p>
          <w:p w:rsidR="007F7604" w:rsidRDefault="007F7604" w:rsidP="00407551">
            <w:pPr>
              <w:tabs>
                <w:tab w:val="left" w:pos="709"/>
              </w:tabs>
            </w:pPr>
            <w:r>
              <w:t>Se non si digita l'operazione il sistema segnala l'errore 1.</w:t>
            </w:r>
          </w:p>
          <w:p w:rsidR="007F7604" w:rsidRDefault="007F7604" w:rsidP="00407551">
            <w:pPr>
              <w:tabs>
                <w:tab w:val="left" w:pos="709"/>
              </w:tabs>
            </w:pPr>
            <w:r>
              <w:t>Se l'operazione digitata non è uno dei valori ammessi il sistema segnala l'errore 9034.</w:t>
            </w:r>
          </w:p>
          <w:p w:rsidR="007F7604" w:rsidRDefault="007F7604" w:rsidP="00407551">
            <w:pPr>
              <w:tabs>
                <w:tab w:val="left" w:pos="709"/>
              </w:tabs>
            </w:pP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modello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r>
              <w:t>Codice del modello di stampa da associare.</w:t>
            </w:r>
          </w:p>
          <w:p w:rsidR="007F7604" w:rsidRDefault="007F7604" w:rsidP="00407551">
            <w:r>
              <w:t>Il codice digitato deve essere presente nell'Archivio Modelli di stampa (Cfr. funzione GMDL); in caso contrario il sistema segnala l'errore 3.</w:t>
            </w:r>
          </w:p>
          <w:p w:rsidR="007F7604" w:rsidRDefault="007F7604" w:rsidP="00407551">
            <w:pPr>
              <w:tabs>
                <w:tab w:val="left" w:pos="709"/>
              </w:tabs>
            </w:pP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transazione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r>
              <w:t>Codice della transazione da associare.</w:t>
            </w:r>
          </w:p>
          <w:p w:rsidR="007F7604" w:rsidRDefault="007F7604" w:rsidP="00407551">
            <w:r>
              <w:t>Il codice digitato deve essere presente nell'Archivio Transazioni (Cfr. funzione GTRX); in caso contrario il sistema segnala l'errore 4.</w:t>
            </w:r>
          </w:p>
          <w:p w:rsidR="007F7604" w:rsidRDefault="007F7604" w:rsidP="00407551">
            <w:pPr>
              <w:tabs>
                <w:tab w:val="left" w:pos="709"/>
              </w:tabs>
            </w:pP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terminale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r>
              <w:t>Codice del Terminale da associare alla stampante.</w:t>
            </w:r>
          </w:p>
          <w:p w:rsidR="007F7604" w:rsidRDefault="007F7604" w:rsidP="00407551">
            <w:r>
              <w:t>Il codice digitato deve essere presente nell'Archivio Terminali (Cfr. funzione GTER); in caso contrario il sistema segnala l'errore 5.</w:t>
            </w:r>
          </w:p>
          <w:p w:rsidR="007F7604" w:rsidRDefault="007F7604" w:rsidP="00407551">
            <w:r>
              <w:t>Il terminale digitato deve essere di tipo "Video"; in caso contrario il sistema segnala l'errore 11.</w:t>
            </w:r>
          </w:p>
          <w:p w:rsidR="007F7604" w:rsidRDefault="007F7604" w:rsidP="00407551">
            <w:pPr>
              <w:tabs>
                <w:tab w:val="left" w:pos="709"/>
              </w:tabs>
            </w:pPr>
          </w:p>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stampante associata</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Obbligatorio.</w:t>
            </w:r>
          </w:p>
          <w:p w:rsidR="007F7604" w:rsidRDefault="007F7604" w:rsidP="00407551">
            <w:r>
              <w:t>Codice della stampante alla quale saranno associati i dispositivi precedentemente indicati.</w:t>
            </w:r>
          </w:p>
          <w:p w:rsidR="007F7604" w:rsidRDefault="007F7604" w:rsidP="00407551">
            <w:pPr>
              <w:tabs>
                <w:tab w:val="left" w:pos="709"/>
              </w:tabs>
            </w:pPr>
            <w:r>
              <w:t>La stampante deve essere censita nell'Archivio Terminali; in caso contrario il sistema segnala l'errore 9. Il tipo deve essere "Stampante" altrimenti viene segnalato l'errore 10.</w:t>
            </w:r>
          </w:p>
        </w:tc>
      </w:tr>
    </w:tbl>
    <w:p w:rsidR="007F7604" w:rsidRDefault="007F7604" w:rsidP="007F7604">
      <w:pPr>
        <w:spacing w:before="720"/>
      </w:pPr>
      <w:r>
        <w:t xml:space="preserve">Dopo aver digitato l'ultimo dato richiesto e premuto il tasto </w:t>
      </w:r>
      <w:r>
        <w:rPr>
          <w:b/>
        </w:rPr>
        <w:t>'INVIO'</w:t>
      </w:r>
      <w:r>
        <w:t>, il sistema chiede la conferma dei dati inseriti.</w:t>
      </w:r>
    </w:p>
    <w:p w:rsidR="007F7604" w:rsidRDefault="007F7604" w:rsidP="007F7604">
      <w:r>
        <w:t>Se la risposta è negativa la transazione viene annullata ed i dati inseriti vanno persi mentre, in caso di risposta affermativa, i dati vengono memorizzati nell'Archivio Associazioni Stampanti; successivamente la transazione viene chiusa ed il sistema ripropone la mappa vuota per un'eventuale nuova gestione.</w:t>
      </w:r>
    </w:p>
    <w:p w:rsidR="007F7604" w:rsidRDefault="007F7604" w:rsidP="007F7604">
      <w:pPr>
        <w:pStyle w:val="Titolo3"/>
        <w:ind w:left="357" w:hanging="357"/>
      </w:pPr>
      <w:bookmarkStart w:id="67" w:name="_Toc494685419"/>
      <w:bookmarkStart w:id="68" w:name="_Toc510349048"/>
      <w:bookmarkStart w:id="69" w:name="_Toc397613672"/>
      <w:r>
        <w:t>Funzioni associate</w:t>
      </w:r>
      <w:bookmarkEnd w:id="67"/>
      <w:bookmarkEnd w:id="68"/>
      <w:bookmarkEnd w:id="69"/>
    </w:p>
    <w:p w:rsidR="007F7604" w:rsidRDefault="007F7604" w:rsidP="007F7604">
      <w:r>
        <w:t>Gestione Modelli di Stampa (GMDL);</w:t>
      </w:r>
    </w:p>
    <w:p w:rsidR="007F7604" w:rsidRDefault="007F7604" w:rsidP="007F7604">
      <w:r>
        <w:t>Gestione Transazioni (GTRX);</w:t>
      </w:r>
    </w:p>
    <w:p w:rsidR="007F7604" w:rsidRDefault="007F7604" w:rsidP="007F7604">
      <w:r>
        <w:t>Gestione Terminali (GTER);</w:t>
      </w:r>
    </w:p>
    <w:p w:rsidR="007F7604" w:rsidRDefault="007F7604" w:rsidP="007F7604">
      <w:r>
        <w:t>Controllo Associazioni Stampanti (CPRT);</w:t>
      </w:r>
    </w:p>
    <w:p w:rsidR="007F7604" w:rsidRDefault="007F7604" w:rsidP="007F7604">
      <w:proofErr w:type="spellStart"/>
      <w:r>
        <w:t>Inquiry</w:t>
      </w:r>
      <w:proofErr w:type="spellEnd"/>
      <w:r>
        <w:t xml:space="preserve"> Associazioni Stampanti (IPRT).</w:t>
      </w:r>
    </w:p>
    <w:p w:rsidR="007F7604" w:rsidRDefault="007F7604" w:rsidP="007F7604">
      <w:pPr>
        <w:pStyle w:val="Titolo2"/>
      </w:pPr>
      <w:r>
        <w:br w:type="page"/>
      </w:r>
      <w:bookmarkStart w:id="70" w:name="_Toc494685420"/>
      <w:bookmarkStart w:id="71" w:name="_Toc510349049"/>
      <w:bookmarkStart w:id="72" w:name="_Toc397613673"/>
      <w:r>
        <w:lastRenderedPageBreak/>
        <w:t>Controllo Associazione Stampanti (CPRT)</w:t>
      </w:r>
      <w:bookmarkEnd w:id="70"/>
      <w:bookmarkEnd w:id="71"/>
      <w:bookmarkEnd w:id="72"/>
    </w:p>
    <w:p w:rsidR="007F7604" w:rsidRDefault="007F7604" w:rsidP="007F7604">
      <w:pPr>
        <w:pStyle w:val="Titolo3"/>
        <w:ind w:left="357" w:hanging="357"/>
      </w:pPr>
      <w:bookmarkStart w:id="73" w:name="_Toc494685421"/>
      <w:bookmarkStart w:id="74" w:name="_Toc510349050"/>
      <w:bookmarkStart w:id="75" w:name="_Toc397613674"/>
      <w:r>
        <w:t>Utilizzo della transazione</w:t>
      </w:r>
      <w:bookmarkEnd w:id="73"/>
      <w:bookmarkEnd w:id="74"/>
      <w:bookmarkEnd w:id="75"/>
    </w:p>
    <w:p w:rsidR="007F7604" w:rsidRDefault="007F7604" w:rsidP="007F7604">
      <w:r>
        <w:t xml:space="preserve">Questa transazione permette di controllare le associazioni di stampa inserite con la transazione APRT (Gestione Associazioni Stampanti); si ricorda che per "associazioni di stampa" si intendono i criteri di </w:t>
      </w:r>
      <w:proofErr w:type="spellStart"/>
      <w:r>
        <w:t>direzionamento</w:t>
      </w:r>
      <w:proofErr w:type="spellEnd"/>
      <w:r>
        <w:t xml:space="preserve"> delle stampe su stampanti individuate a seconda del modello di stampa richiesto, della transazione attiva e del terminale da cui proviene la richiesta (cfr. APRT).</w:t>
      </w:r>
    </w:p>
    <w:p w:rsidR="007F7604" w:rsidRDefault="007F7604" w:rsidP="007F7604">
      <w:r>
        <w:t>Valorizzando i campi "Modello di stampa", "Transazione" e "Terminale" viene ricercata in archivio la stampante corrispondente alla combinazione specificata; l'ordine di ricerca per le associazioni è quello evidenziato a fondo mappa, quindi nel caso in cui due o più sequenze di ricerca siano applicabili, verrà scelta quella che compare per prima.</w:t>
      </w:r>
    </w:p>
    <w:p w:rsidR="007F7604" w:rsidRDefault="007F7604" w:rsidP="007F7604">
      <w:pPr>
        <w:pStyle w:val="Titolo3"/>
        <w:ind w:left="357" w:hanging="357"/>
      </w:pPr>
      <w:bookmarkStart w:id="76" w:name="_Toc494685422"/>
      <w:bookmarkStart w:id="77" w:name="_Toc510349051"/>
      <w:bookmarkStart w:id="78" w:name="_Toc397613675"/>
      <w:r>
        <w:t>Interfaccia utente</w:t>
      </w:r>
      <w:bookmarkEnd w:id="76"/>
      <w:bookmarkEnd w:id="77"/>
      <w:bookmarkEnd w:id="78"/>
    </w:p>
    <w:p w:rsidR="007F7604" w:rsidRDefault="007F7604" w:rsidP="007F7604">
      <w:r>
        <w:t>In questa transazione è impiegata una sola mappa (zzM211T) che serve per controllare le varie associazioni di stampa presenti in archivio.</w:t>
      </w:r>
    </w:p>
    <w:p w:rsidR="007F7604" w:rsidRDefault="007F7604" w:rsidP="007F7604">
      <w:pPr>
        <w:pStyle w:val="ParagNoNum"/>
      </w:pPr>
      <w:r>
        <w:t>Mappa 1</w:t>
      </w:r>
    </w:p>
    <w:p w:rsidR="007F7604" w:rsidRDefault="007F7604" w:rsidP="007F7604">
      <w:pPr>
        <w:tabs>
          <w:tab w:val="left" w:pos="426"/>
          <w:tab w:val="left" w:pos="4537"/>
          <w:tab w:val="left" w:pos="9356"/>
        </w:tabs>
        <w:spacing w:after="240"/>
      </w:pPr>
      <w:r>
        <w:t xml:space="preserve">Digitando il nome della transazione (GPRT) e premendo il tasto </w:t>
      </w:r>
      <w:r>
        <w:rPr>
          <w:b/>
        </w:rPr>
        <w:t>'INVIO'</w:t>
      </w:r>
      <w:r>
        <w:t xml:space="preserve"> compare la seguente mappa:</w:t>
      </w:r>
    </w:p>
    <w:p w:rsidR="007F7604" w:rsidRDefault="007F7604" w:rsidP="007F7604">
      <w:pPr>
        <w:pStyle w:val="Mappa"/>
      </w:pPr>
      <w:r>
        <w:t xml:space="preserve"> :::::::: :::::::: * :::::::::::::::::::::::::::::::::::::: * :::::::: ::::::::</w:t>
      </w:r>
    </w:p>
    <w:p w:rsidR="007F7604" w:rsidRDefault="007F7604" w:rsidP="007F7604">
      <w:pPr>
        <w:pStyle w:val="Mappa"/>
      </w:pPr>
      <w:r>
        <w:t xml:space="preserve"> ____ Z : :::::::: * :::CONTROLLO ASSOCIAZIONE STAMPANTI:::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Modello ________   :::::::::::::::::::::::::::::::::::::::: </w:t>
      </w:r>
    </w:p>
    <w:p w:rsidR="007F7604" w:rsidRDefault="007F7604" w:rsidP="007F7604">
      <w:pPr>
        <w:pStyle w:val="Mappa"/>
      </w:pPr>
      <w:r>
        <w:t xml:space="preserve">                                                                               </w:t>
      </w:r>
    </w:p>
    <w:p w:rsidR="007F7604" w:rsidRDefault="007F7604" w:rsidP="007F7604">
      <w:pPr>
        <w:pStyle w:val="Mappa"/>
      </w:pPr>
      <w:r>
        <w:t xml:space="preserve">               Transazione ____       :::::::::::::::::::::::::::::::::::::::: </w:t>
      </w:r>
    </w:p>
    <w:p w:rsidR="007F7604" w:rsidRDefault="007F7604" w:rsidP="007F7604">
      <w:pPr>
        <w:pStyle w:val="Mappa"/>
      </w:pPr>
      <w:r>
        <w:t xml:space="preserve">                                                                               </w:t>
      </w:r>
    </w:p>
    <w:p w:rsidR="007F7604" w:rsidRDefault="007F7604" w:rsidP="007F7604">
      <w:pPr>
        <w:pStyle w:val="Mappa"/>
      </w:pPr>
      <w:r>
        <w:t xml:space="preserve">                 Terminale ________   ::::::::::::::::::::::::::::::::::::::::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La stampante associata </w:t>
      </w:r>
      <w:proofErr w:type="spellStart"/>
      <w:r>
        <w:t>e'</w:t>
      </w:r>
      <w:proofErr w:type="spellEnd"/>
      <w:r>
        <w:t xml:space="preserve">: ::::::::                                 </w:t>
      </w:r>
    </w:p>
    <w:p w:rsidR="007F7604" w:rsidRDefault="007F7604" w:rsidP="007F7604">
      <w:pPr>
        <w:pStyle w:val="Mappa"/>
      </w:pPr>
      <w:r>
        <w:t xml:space="preserve">                                                                               </w:t>
      </w:r>
    </w:p>
    <w:p w:rsidR="007F7604" w:rsidRDefault="007F7604" w:rsidP="007F7604">
      <w:pPr>
        <w:pStyle w:val="Mappa"/>
      </w:pPr>
      <w:r>
        <w:t xml:space="preserve"> Si ricorda che la sequenza di ricerca per associare la stampante e" :         </w:t>
      </w:r>
    </w:p>
    <w:p w:rsidR="007F7604" w:rsidRDefault="007F7604" w:rsidP="007F7604">
      <w:pPr>
        <w:pStyle w:val="Mappa"/>
      </w:pPr>
      <w:r>
        <w:t xml:space="preserve">                                                                               </w:t>
      </w:r>
    </w:p>
    <w:p w:rsidR="007F7604" w:rsidRDefault="007F7604" w:rsidP="007F7604">
      <w:pPr>
        <w:pStyle w:val="Mappa"/>
      </w:pPr>
      <w:r>
        <w:t xml:space="preserve">                     1)   Modello Transazione Terminale                        </w:t>
      </w:r>
    </w:p>
    <w:p w:rsidR="007F7604" w:rsidRDefault="007F7604" w:rsidP="007F7604">
      <w:pPr>
        <w:pStyle w:val="Mappa"/>
      </w:pPr>
      <w:r>
        <w:t xml:space="preserve">                     2)   Modello Transazione                                  </w:t>
      </w:r>
    </w:p>
    <w:p w:rsidR="007F7604" w:rsidRDefault="007F7604" w:rsidP="007F7604">
      <w:pPr>
        <w:pStyle w:val="Mappa"/>
      </w:pPr>
      <w:r>
        <w:t xml:space="preserve">                     3)   Transazione                                          </w:t>
      </w:r>
    </w:p>
    <w:p w:rsidR="007F7604" w:rsidRDefault="007F7604" w:rsidP="007F7604">
      <w:pPr>
        <w:pStyle w:val="Mappa"/>
      </w:pPr>
      <w:r>
        <w:t xml:space="preserve">                     4)   Modello Terminale                                    </w:t>
      </w:r>
    </w:p>
    <w:p w:rsidR="007F7604" w:rsidRDefault="007F7604" w:rsidP="007F7604">
      <w:pPr>
        <w:pStyle w:val="Mappa"/>
      </w:pPr>
      <w:r>
        <w:t xml:space="preserve">                     5)   Modello                                              </w:t>
      </w:r>
    </w:p>
    <w:p w:rsidR="007F7604" w:rsidRDefault="007F7604" w:rsidP="007F7604">
      <w:pPr>
        <w:pStyle w:val="Mappa"/>
      </w:pPr>
      <w:r>
        <w:t xml:space="preserve">                     6)   Terminale                                            </w:t>
      </w:r>
    </w:p>
    <w:p w:rsidR="007F7604" w:rsidRDefault="007F7604" w:rsidP="007F7604">
      <w:pPr>
        <w:pStyle w:val="Mappa"/>
      </w:pPr>
      <w:r>
        <w:t xml:space="preserve">                                                                               </w:t>
      </w:r>
    </w:p>
    <w:p w:rsidR="007F7604" w:rsidRDefault="007F7604" w:rsidP="00323ECD">
      <w:pPr>
        <w:pStyle w:val="Titolo9"/>
        <w:numPr>
          <w:ilvl w:val="0"/>
          <w:numId w:val="0"/>
        </w:numPr>
        <w:ind w:left="1584" w:firstLine="543"/>
        <w:jc w:val="both"/>
      </w:pPr>
      <w:bookmarkStart w:id="79" w:name="_Toc494685554"/>
      <w:bookmarkStart w:id="80" w:name="_Toc510349183"/>
      <w:r>
        <w:t xml:space="preserve">Mappa </w:t>
      </w:r>
      <w:r>
        <w:fldChar w:fldCharType="begin"/>
      </w:r>
      <w:r>
        <w:instrText>SEQ mappa</w:instrText>
      </w:r>
      <w:r>
        <w:fldChar w:fldCharType="separate"/>
      </w:r>
      <w:r>
        <w:rPr>
          <w:noProof/>
        </w:rPr>
        <w:t>2</w:t>
      </w:r>
      <w:r>
        <w:fldChar w:fldCharType="end"/>
      </w:r>
      <w:r>
        <w:t>:   ZZM211T Controllo associazione stampanti</w:t>
      </w:r>
      <w:bookmarkEnd w:id="79"/>
      <w:bookmarkEnd w:id="80"/>
      <w:r>
        <w:t xml:space="preserve"> </w:t>
      </w:r>
    </w:p>
    <w:p w:rsidR="007F7604" w:rsidRDefault="007F7604" w:rsidP="007F7604">
      <w:pPr>
        <w:pStyle w:val="ParagNoNum"/>
      </w:pPr>
      <w:r>
        <w:br w:type="page"/>
      </w:r>
      <w:r>
        <w:lastRenderedPageBreak/>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jc w:val="left"/>
              <w:rPr>
                <w:smallCaps/>
              </w:rPr>
            </w:pPr>
            <w:r>
              <w:rPr>
                <w:smallCaps/>
              </w:rPr>
              <w:t>modello</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pPr>
              <w:jc w:val="left"/>
            </w:pPr>
            <w:r>
              <w:t>Facoltativo.</w:t>
            </w:r>
          </w:p>
          <w:p w:rsidR="007F7604" w:rsidRDefault="007F7604" w:rsidP="00407551">
            <w:pPr>
              <w:jc w:val="left"/>
            </w:pPr>
            <w:r>
              <w:t>Codice del modello di stampa.</w:t>
            </w:r>
          </w:p>
          <w:p w:rsidR="007F7604" w:rsidRDefault="007F7604" w:rsidP="00407551">
            <w:pPr>
              <w:jc w:val="left"/>
            </w:pPr>
            <w:r>
              <w:t>Se viene indicato deve essere censito nell'Archivio Modelli; in caso contrario viene segnalato l'errore 1.</w:t>
            </w:r>
          </w:p>
          <w:p w:rsidR="007F7604" w:rsidRDefault="007F7604" w:rsidP="00407551">
            <w:pPr>
              <w:jc w:val="left"/>
            </w:pP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jc w:val="left"/>
              <w:rPr>
                <w:smallCaps/>
              </w:rPr>
            </w:pPr>
            <w:r>
              <w:rPr>
                <w:smallCaps/>
              </w:rPr>
              <w:t>transazione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jc w:val="left"/>
            </w:pPr>
            <w:r>
              <w:t>Facoltativo.</w:t>
            </w:r>
          </w:p>
          <w:p w:rsidR="007F7604" w:rsidRDefault="007F7604" w:rsidP="00407551">
            <w:pPr>
              <w:jc w:val="left"/>
            </w:pPr>
            <w:r>
              <w:t>Codice della transazione.</w:t>
            </w:r>
          </w:p>
          <w:p w:rsidR="007F7604" w:rsidRDefault="007F7604" w:rsidP="00407551">
            <w:pPr>
              <w:jc w:val="left"/>
            </w:pPr>
            <w:r>
              <w:t>Se viene indicato deve essere censito nell'Archivio Transazioni; in caso contrario viene segnalato l'errore 2.</w:t>
            </w:r>
          </w:p>
          <w:p w:rsidR="007F7604" w:rsidRDefault="007F7604" w:rsidP="00407551">
            <w:pPr>
              <w:jc w:val="left"/>
            </w:pP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jc w:val="left"/>
              <w:rPr>
                <w:smallCaps/>
              </w:rPr>
            </w:pPr>
            <w:r>
              <w:rPr>
                <w:smallCaps/>
              </w:rPr>
              <w:t>terminale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jc w:val="left"/>
            </w:pPr>
            <w:r>
              <w:t>Facoltativo.</w:t>
            </w:r>
          </w:p>
          <w:p w:rsidR="007F7604" w:rsidRDefault="007F7604" w:rsidP="00407551">
            <w:pPr>
              <w:jc w:val="left"/>
            </w:pPr>
            <w:r>
              <w:t>Default:</w:t>
            </w:r>
            <w:r>
              <w:tab/>
              <w:t>Codice del terminale attivo.</w:t>
            </w:r>
          </w:p>
          <w:p w:rsidR="007F7604" w:rsidRDefault="007F7604" w:rsidP="00407551">
            <w:pPr>
              <w:jc w:val="left"/>
            </w:pPr>
            <w:r>
              <w:t>Codice del terminale.</w:t>
            </w:r>
          </w:p>
          <w:p w:rsidR="007F7604" w:rsidRDefault="007F7604" w:rsidP="00407551">
            <w:pPr>
              <w:jc w:val="left"/>
            </w:pPr>
            <w:r>
              <w:t>Se viene indicato deve essere censito nell'Archivio Terminali; in caso contrario viene segnalato l'errore 3.</w:t>
            </w:r>
          </w:p>
          <w:p w:rsidR="007F7604" w:rsidRDefault="007F7604" w:rsidP="00407551">
            <w:pPr>
              <w:jc w:val="left"/>
            </w:pPr>
            <w:r>
              <w:t>Il sistema controlla che il terminale inserito sia di tipo "Video"; in caso contrario viene segnalato l'errore 10.</w:t>
            </w:r>
          </w:p>
          <w:p w:rsidR="007F7604" w:rsidRDefault="007F7604" w:rsidP="00407551">
            <w:pPr>
              <w:jc w:val="left"/>
            </w:pPr>
          </w:p>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jc w:val="left"/>
              <w:rPr>
                <w:smallCaps/>
              </w:rPr>
            </w:pPr>
            <w:r>
              <w:rPr>
                <w:smallCaps/>
              </w:rPr>
              <w:t>stampante associata</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pPr>
              <w:jc w:val="left"/>
            </w:pPr>
            <w:r>
              <w:t>Protetto.</w:t>
            </w:r>
          </w:p>
          <w:p w:rsidR="007F7604" w:rsidRDefault="007F7604" w:rsidP="00407551">
            <w:pPr>
              <w:jc w:val="left"/>
            </w:pPr>
            <w:r>
              <w:t>Codice della stampante associata.</w:t>
            </w:r>
          </w:p>
          <w:p w:rsidR="007F7604" w:rsidRDefault="007F7604" w:rsidP="00407551">
            <w:pPr>
              <w:jc w:val="left"/>
            </w:pPr>
            <w:r>
              <w:t>Se l'associazione di stampa non viene trovata viene segnalato l'errore 4.</w:t>
            </w:r>
          </w:p>
          <w:p w:rsidR="007F7604" w:rsidRDefault="007F7604" w:rsidP="00407551">
            <w:pPr>
              <w:jc w:val="left"/>
            </w:pPr>
          </w:p>
        </w:tc>
      </w:tr>
    </w:tbl>
    <w:p w:rsidR="007F7604" w:rsidRDefault="007F7604" w:rsidP="007F7604">
      <w:pPr>
        <w:pStyle w:val="Titolo3"/>
        <w:ind w:left="357" w:hanging="357"/>
      </w:pPr>
      <w:bookmarkStart w:id="81" w:name="_Toc494685423"/>
      <w:bookmarkStart w:id="82" w:name="_Toc510349052"/>
      <w:bookmarkStart w:id="83" w:name="_Toc397613676"/>
      <w:r>
        <w:t>Funzioni associate</w:t>
      </w:r>
      <w:bookmarkEnd w:id="81"/>
      <w:bookmarkEnd w:id="82"/>
      <w:bookmarkEnd w:id="83"/>
    </w:p>
    <w:p w:rsidR="007F7604" w:rsidRDefault="007F7604" w:rsidP="007F7604">
      <w:r>
        <w:t>Gestione Terminali (GTER);</w:t>
      </w:r>
    </w:p>
    <w:p w:rsidR="007F7604" w:rsidRDefault="007F7604" w:rsidP="007F7604">
      <w:r>
        <w:t>Gestione Modelli (GMDL);</w:t>
      </w:r>
    </w:p>
    <w:p w:rsidR="007F7604" w:rsidRDefault="007F7604" w:rsidP="007F7604">
      <w:r>
        <w:t>Gestione Transazioni (GTRX)</w:t>
      </w:r>
    </w:p>
    <w:p w:rsidR="007F7604" w:rsidRDefault="007F7604" w:rsidP="007F7604">
      <w:r>
        <w:t>Gestione Associazioni Stampanti (APRT);</w:t>
      </w:r>
    </w:p>
    <w:p w:rsidR="007F7604" w:rsidRDefault="007F7604" w:rsidP="007F7604">
      <w:proofErr w:type="spellStart"/>
      <w:r>
        <w:t>Inquiry</w:t>
      </w:r>
      <w:proofErr w:type="spellEnd"/>
      <w:r>
        <w:t xml:space="preserve"> Associazioni Stampanti (IPRT).</w:t>
      </w:r>
    </w:p>
    <w:p w:rsidR="00E954E5" w:rsidRDefault="00E954E5" w:rsidP="007F7604"/>
    <w:p w:rsidR="007F7604" w:rsidRDefault="007F7604" w:rsidP="007F7604">
      <w:pPr>
        <w:pStyle w:val="Titolo2"/>
      </w:pPr>
      <w:bookmarkStart w:id="84" w:name="_Toc494685424"/>
      <w:bookmarkStart w:id="85" w:name="_Toc510349053"/>
      <w:bookmarkStart w:id="86" w:name="_Toc397613677"/>
      <w:r>
        <w:t>Gestione Associazione Istituti (GAIR)</w:t>
      </w:r>
      <w:bookmarkEnd w:id="84"/>
      <w:bookmarkEnd w:id="85"/>
      <w:bookmarkEnd w:id="86"/>
    </w:p>
    <w:p w:rsidR="007F7604" w:rsidRDefault="007F7604" w:rsidP="007F7604">
      <w:pPr>
        <w:pStyle w:val="Titolo3"/>
        <w:ind w:left="357" w:hanging="357"/>
      </w:pPr>
      <w:bookmarkStart w:id="87" w:name="_Toc494685425"/>
      <w:bookmarkStart w:id="88" w:name="_Toc510349054"/>
      <w:bookmarkStart w:id="89" w:name="_Toc397613678"/>
      <w:r>
        <w:t>Utilizzo della transazione</w:t>
      </w:r>
      <w:bookmarkEnd w:id="87"/>
      <w:bookmarkEnd w:id="88"/>
      <w:bookmarkEnd w:id="89"/>
    </w:p>
    <w:p w:rsidR="007F7604" w:rsidRDefault="007F7604" w:rsidP="007F7604">
      <w:r>
        <w:t xml:space="preserve">La transazione viene utilizzata, in caso di gestione </w:t>
      </w:r>
      <w:proofErr w:type="spellStart"/>
      <w:r>
        <w:t>Multistituto</w:t>
      </w:r>
      <w:proofErr w:type="spellEnd"/>
      <w:r>
        <w:t>, per consentire l'accesso ad un determinato archivio anagrafico dell'Istituto capofila (o di riferimento) anche alle transazioni attivate negli Istituti consorziati.</w:t>
      </w:r>
    </w:p>
    <w:p w:rsidR="007F7604" w:rsidRDefault="007F7604" w:rsidP="007F7604">
      <w:r>
        <w:t>Per realizzare questa condivisione è sufficiente indicare l'archivio interessato, l'Istituto di riferimento e gli Istituti consorziati.</w:t>
      </w:r>
    </w:p>
    <w:p w:rsidR="007F7604" w:rsidRDefault="007F7604" w:rsidP="007F7604">
      <w:pPr>
        <w:pStyle w:val="Titolo3"/>
        <w:ind w:left="357" w:hanging="357"/>
      </w:pPr>
      <w:bookmarkStart w:id="90" w:name="_Toc494685426"/>
      <w:bookmarkStart w:id="91" w:name="_Toc510349055"/>
      <w:bookmarkStart w:id="92" w:name="_Toc397613679"/>
      <w:r>
        <w:t>Interfaccia utente</w:t>
      </w:r>
      <w:bookmarkEnd w:id="90"/>
      <w:bookmarkEnd w:id="91"/>
      <w:bookmarkEnd w:id="92"/>
    </w:p>
    <w:p w:rsidR="007F7604" w:rsidRDefault="007F7604" w:rsidP="007F7604">
      <w:r>
        <w:t>In questa transazione è impiegata una sola mappa zzM221T che serve per indicare quali archivi, appartenenti all'Istituto di riferimento, vengono condivisi con gli Istituti consorziati.</w:t>
      </w:r>
    </w:p>
    <w:p w:rsidR="007F7604" w:rsidRDefault="007F7604" w:rsidP="007F7604">
      <w:pPr>
        <w:pStyle w:val="ParagNoNum"/>
      </w:pPr>
      <w:r>
        <w:t>Mappa 1</w:t>
      </w:r>
    </w:p>
    <w:p w:rsidR="007F7604" w:rsidRDefault="007F7604" w:rsidP="007F7604">
      <w:pPr>
        <w:spacing w:after="240"/>
      </w:pPr>
      <w:r>
        <w:t xml:space="preserve">Dopo aver digitato il nome della transazione (GAIR) e premuto il tasto </w:t>
      </w:r>
      <w:r>
        <w:rPr>
          <w:b/>
        </w:rPr>
        <w:t>'INVIO'</w:t>
      </w:r>
      <w:r>
        <w:t xml:space="preserve"> viene visualizzata la seguente mappa:</w:t>
      </w:r>
    </w:p>
    <w:p w:rsidR="007F7604" w:rsidRPr="007F7604" w:rsidRDefault="007F7604" w:rsidP="007F7604">
      <w:pPr>
        <w:pStyle w:val="Mappa"/>
        <w:rPr>
          <w:lang w:val="en-US"/>
        </w:rPr>
      </w:pPr>
      <w:r>
        <w:lastRenderedPageBreak/>
        <w:t xml:space="preserve"> </w:t>
      </w:r>
      <w:r w:rsidRPr="007F7604">
        <w:rPr>
          <w:lang w:val="en-US"/>
        </w:rPr>
        <w:t xml:space="preserve">:::::::: :::::::: * ...................................... * GG/MM/AA HH:MM:SS </w:t>
      </w:r>
    </w:p>
    <w:p w:rsidR="007F7604" w:rsidRDefault="007F7604" w:rsidP="007F7604">
      <w:pPr>
        <w:pStyle w:val="Mappa"/>
      </w:pPr>
      <w:r w:rsidRPr="007F7604">
        <w:rPr>
          <w:lang w:val="en-US"/>
        </w:rPr>
        <w:t xml:space="preserve"> </w:t>
      </w:r>
      <w:r>
        <w:t xml:space="preserve">NP22 _   :::::::: *     GESTIONE ASSOCIAZIONE ISTITUTI     * PAG ____ DI  :::: </w:t>
      </w:r>
    </w:p>
    <w:p w:rsidR="007F7604" w:rsidRDefault="007F7604" w:rsidP="007F7604">
      <w:pPr>
        <w:pStyle w:val="Mappa"/>
      </w:pPr>
      <w:r>
        <w:t xml:space="preserve"> :::: :   :::: :   :::: :   :::: :   :::: :   :::: :   :::: :   :::: :   :::: : </w:t>
      </w:r>
    </w:p>
    <w:p w:rsidR="007F7604" w:rsidRDefault="007F7604" w:rsidP="007F7604">
      <w:pPr>
        <w:pStyle w:val="Mappa"/>
      </w:pPr>
      <w:r>
        <w:t xml:space="preserve"> :::: :::::::::::::::::::::::::::::::::::::::::::::::::::::::::::::::::::: ____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Operazione ___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Istituto _____ ::::::::::::::::::::::::::::::::::::::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Archivio ___ ::::::::::::::::::::::::::::::::::::::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Istituto di riferimento _____ ::::::::::::::::::::::::::::::::::::::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323ECD">
      <w:pPr>
        <w:pStyle w:val="Titolo9"/>
        <w:numPr>
          <w:ilvl w:val="0"/>
          <w:numId w:val="0"/>
        </w:numPr>
        <w:ind w:left="1584" w:firstLine="543"/>
        <w:jc w:val="both"/>
      </w:pPr>
      <w:bookmarkStart w:id="93" w:name="_Toc494685555"/>
      <w:bookmarkStart w:id="94" w:name="_Toc510349184"/>
      <w:r>
        <w:t xml:space="preserve">Mappa </w:t>
      </w:r>
      <w:r>
        <w:fldChar w:fldCharType="begin"/>
      </w:r>
      <w:r>
        <w:instrText>SEQ mappa</w:instrText>
      </w:r>
      <w:r>
        <w:fldChar w:fldCharType="separate"/>
      </w:r>
      <w:r>
        <w:rPr>
          <w:noProof/>
        </w:rPr>
        <w:t>3</w:t>
      </w:r>
      <w:r>
        <w:fldChar w:fldCharType="end"/>
      </w:r>
      <w:r>
        <w:t>:   ZZM221T Gestione associazione Istituti</w:t>
      </w:r>
      <w:bookmarkEnd w:id="93"/>
      <w:bookmarkEnd w:id="94"/>
      <w:r>
        <w:t xml:space="preserve"> </w:t>
      </w:r>
    </w:p>
    <w:p w:rsidR="007F7604" w:rsidRDefault="007F7604" w:rsidP="007F7604">
      <w:pPr>
        <w:pStyle w:val="ParagNoNum"/>
      </w:pPr>
      <w:r>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operazione</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Valori ammessi:</w:t>
            </w:r>
          </w:p>
          <w:p w:rsidR="007F7604" w:rsidRDefault="007F7604" w:rsidP="00407551">
            <w:pPr>
              <w:tabs>
                <w:tab w:val="left" w:pos="851"/>
              </w:tabs>
            </w:pPr>
            <w:r>
              <w:rPr>
                <w:b/>
              </w:rPr>
              <w:t>INS</w:t>
            </w:r>
            <w:r>
              <w:tab/>
              <w:t>INSERIMENTO</w:t>
            </w:r>
          </w:p>
          <w:p w:rsidR="007F7604" w:rsidRDefault="007F7604" w:rsidP="00407551">
            <w:pPr>
              <w:tabs>
                <w:tab w:val="left" w:pos="851"/>
              </w:tabs>
            </w:pPr>
            <w:r>
              <w:rPr>
                <w:b/>
              </w:rPr>
              <w:t>VAR</w:t>
            </w:r>
            <w:r>
              <w:tab/>
              <w:t>VARIAZIONE</w:t>
            </w:r>
          </w:p>
          <w:p w:rsidR="007F7604" w:rsidRDefault="007F7604" w:rsidP="00407551">
            <w:pPr>
              <w:tabs>
                <w:tab w:val="left" w:pos="851"/>
              </w:tabs>
            </w:pPr>
            <w:r>
              <w:rPr>
                <w:b/>
              </w:rPr>
              <w:t>ANN</w:t>
            </w:r>
            <w:r>
              <w:rPr>
                <w:b/>
              </w:rPr>
              <w:tab/>
            </w:r>
            <w:r>
              <w:t>ANNULLAMENTO</w:t>
            </w:r>
          </w:p>
          <w:p w:rsidR="007F7604" w:rsidRDefault="007F7604" w:rsidP="00407551">
            <w:r>
              <w:t>Se si digita qualcosa di diverso dai valori ammessi il sistema segnala l'errore 9034.</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istituto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pPr>
              <w:tabs>
                <w:tab w:val="left" w:pos="1418"/>
              </w:tabs>
            </w:pPr>
            <w:r>
              <w:t>Default:</w:t>
            </w:r>
            <w:r>
              <w:tab/>
              <w:t>Istituto di appartenenza.</w:t>
            </w:r>
          </w:p>
          <w:p w:rsidR="007F7604" w:rsidRDefault="007F7604" w:rsidP="00407551">
            <w:r>
              <w:t>Codice dell'Istituto consorziato da associare.</w:t>
            </w:r>
          </w:p>
          <w:p w:rsidR="007F7604" w:rsidRDefault="007F7604" w:rsidP="00407551">
            <w:r>
              <w:t>L'Istituto specificato deve essere censito nell'Archivio Istituti; in caso contrario il sistema segnala l'errore 9036.</w:t>
            </w:r>
          </w:p>
          <w:p w:rsidR="007F7604" w:rsidRDefault="007F7604" w:rsidP="00407551">
            <w:r>
              <w:t>Se l'operazione è INS, l'associazione Istituto-Archivio specificata non deve essere presente nell'Archivio Associazioni Istituti di Riferimento; in caso contrario il sistema genera l'errore 9037.</w:t>
            </w:r>
          </w:p>
          <w:p w:rsidR="007F7604" w:rsidRDefault="007F7604" w:rsidP="00407551">
            <w:r>
              <w:t>Se l'operazione è VAR o ANN, l'associazione Istituto-Archivio specificata deve essere presente nell'Archivio Associazioni Istituti di Riferimento; in caso contrario il sistema genera l'errore 9063.</w:t>
            </w:r>
          </w:p>
          <w:p w:rsidR="007F7604" w:rsidRDefault="007F7604" w:rsidP="00407551">
            <w:r>
              <w:t>Se il codice istituto digitato non è un valore numerico il sistema segnala l'errore 9001.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lastRenderedPageBreak/>
              <w:t>archivio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Nome dell'archivio anagrafico che si desidera condividere con gli Istituti consorziati.</w:t>
            </w:r>
          </w:p>
          <w:p w:rsidR="007F7604" w:rsidRDefault="007F7604" w:rsidP="00407551">
            <w:r>
              <w:t>Se non viene digitato il sistema segnala l'errore 9031.</w:t>
            </w:r>
          </w:p>
          <w:p w:rsidR="007F7604" w:rsidRDefault="007F7604" w:rsidP="00407551">
            <w:r>
              <w:t>Se non è presente nell'archivio il sistema segnala l'errore 10.</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istituto di riferimento</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Obbligatorio.</w:t>
            </w:r>
          </w:p>
          <w:p w:rsidR="007F7604" w:rsidRDefault="007F7604" w:rsidP="00407551">
            <w:r>
              <w:t>Codice dell'Istituto (generalmente il Capofila) che gestisce l'Archivio indicato nel campo precedente.</w:t>
            </w:r>
          </w:p>
          <w:p w:rsidR="007F7604" w:rsidRDefault="007F7604" w:rsidP="00407551">
            <w:r>
              <w:t>L'Istituto di Riferimento indicato deve essere censito nell'Archivio Istituti; in caso contrario il sistema genera l'errore 9036.</w:t>
            </w:r>
          </w:p>
          <w:p w:rsidR="007F7604" w:rsidRDefault="007F7604" w:rsidP="00407551"/>
        </w:tc>
      </w:tr>
    </w:tbl>
    <w:p w:rsidR="007F7604" w:rsidRDefault="007F7604" w:rsidP="007F7604">
      <w:pPr>
        <w:spacing w:before="720"/>
      </w:pPr>
      <w:r>
        <w:t xml:space="preserve">Dopo aver digitato l'ultimo dato richiesto e premuto il tasto </w:t>
      </w:r>
      <w:r>
        <w:rPr>
          <w:b/>
        </w:rPr>
        <w:t>'INVIO'</w:t>
      </w:r>
      <w:r>
        <w:t>, il sistema chiede la conferma dei dati inseriti.</w:t>
      </w:r>
    </w:p>
    <w:p w:rsidR="007F7604" w:rsidRDefault="007F7604" w:rsidP="007F7604">
      <w:r>
        <w:t>Se la risposta è negativa la transazione viene annullata e i dati vanno persi mentre, in caso di risposta affermativa, i dati vengono memorizzati nell'Archivio Associazione Istituti di Riferimento; successivamente il sistema ripropone la mappa vuota per una eventuale nuova gestione.</w:t>
      </w:r>
    </w:p>
    <w:p w:rsidR="007F7604" w:rsidRDefault="007F7604" w:rsidP="007F7604">
      <w:pPr>
        <w:pStyle w:val="Titolo3"/>
        <w:ind w:left="357" w:hanging="357"/>
      </w:pPr>
      <w:bookmarkStart w:id="95" w:name="_Toc494685427"/>
      <w:bookmarkStart w:id="96" w:name="_Toc510349056"/>
      <w:bookmarkStart w:id="97" w:name="_Toc397613680"/>
      <w:r>
        <w:t>Funzioni associate</w:t>
      </w:r>
      <w:bookmarkEnd w:id="95"/>
      <w:bookmarkEnd w:id="96"/>
      <w:bookmarkEnd w:id="97"/>
    </w:p>
    <w:p w:rsidR="007F7604" w:rsidRDefault="007F7604" w:rsidP="007F7604">
      <w:r>
        <w:t>Gestione Istituti (GIST);</w:t>
      </w:r>
    </w:p>
    <w:p w:rsidR="007F7604" w:rsidRDefault="007F7604" w:rsidP="007F7604">
      <w:proofErr w:type="spellStart"/>
      <w:r>
        <w:t>Inquiry</w:t>
      </w:r>
      <w:proofErr w:type="spellEnd"/>
      <w:r>
        <w:t xml:space="preserve"> Istituti (IIST).</w:t>
      </w:r>
    </w:p>
    <w:p w:rsidR="007F7604" w:rsidRDefault="007F7604" w:rsidP="007F7604">
      <w:pPr>
        <w:pStyle w:val="Titolo2"/>
      </w:pPr>
      <w:r>
        <w:br w:type="page"/>
      </w:r>
      <w:bookmarkStart w:id="98" w:name="_Toc494685428"/>
      <w:bookmarkStart w:id="99" w:name="_Toc510349057"/>
      <w:bookmarkStart w:id="100" w:name="_Toc397613681"/>
      <w:r>
        <w:lastRenderedPageBreak/>
        <w:t>Gestione Autorizzazioni (GAUT)</w:t>
      </w:r>
      <w:bookmarkEnd w:id="98"/>
      <w:bookmarkEnd w:id="99"/>
      <w:bookmarkEnd w:id="100"/>
    </w:p>
    <w:p w:rsidR="007F7604" w:rsidRDefault="007F7604" w:rsidP="007F7604">
      <w:pPr>
        <w:pStyle w:val="Titolo3"/>
        <w:ind w:left="357" w:hanging="357"/>
      </w:pPr>
      <w:bookmarkStart w:id="101" w:name="_Toc494685429"/>
      <w:bookmarkStart w:id="102" w:name="_Toc510349058"/>
      <w:bookmarkStart w:id="103" w:name="_Toc397613682"/>
      <w:r>
        <w:t>Utilizzo della transazione</w:t>
      </w:r>
      <w:bookmarkEnd w:id="101"/>
      <w:bookmarkEnd w:id="102"/>
      <w:bookmarkEnd w:id="103"/>
    </w:p>
    <w:p w:rsidR="007F7604" w:rsidRDefault="007F7604" w:rsidP="007F7604">
      <w:r>
        <w:t>La transazione GAUT (Gestione Autorizzazioni) permette di concedere o togliere delle autorizzazioni a gruppi, profili e operatori.</w:t>
      </w:r>
    </w:p>
    <w:p w:rsidR="007F7604" w:rsidRDefault="007F7604" w:rsidP="007F7604">
      <w:pPr>
        <w:spacing w:after="240"/>
      </w:pPr>
      <w:r>
        <w:t>Si ricorda che un gruppo di lavoro può riunire una serie di profili di autorizzazione, moduli di sicurezza e funzioni; un profilo, a sua volta, può raggruppare una serie di moduli di sicurezza e di funzioni correlati tra loro, mentre un modulo di sicurezza individua l'autorizzazione ad accedere ad un dato o ad un gruppo di dati.</w:t>
      </w:r>
    </w:p>
    <w:p w:rsidR="007F7604" w:rsidRDefault="007F7604" w:rsidP="007F7604">
      <w:r>
        <w:t>Innanzitutto si deve decidere il livello di abilitazione in cui si desidera operare (cioè se si vogliono modificare le autorizzazioni appartenenti ad un gruppo, un profilo o un operatore) selezionando la corrispondente voce con una "X".</w:t>
      </w:r>
    </w:p>
    <w:p w:rsidR="007F7604" w:rsidRDefault="007F7604" w:rsidP="007F7604">
      <w:r>
        <w:t>Quindi si deve digitare nel campo "Codice" il nome di un gruppo, profilo od operatore censito nel relativo Archivio; automaticamente viene visualizzata a fianco la sua descrizione per esteso.</w:t>
      </w:r>
    </w:p>
    <w:p w:rsidR="007F7604" w:rsidRDefault="007F7604" w:rsidP="007F7604">
      <w:r>
        <w:t>Il passo successivo è definire l'intervallo di selezione delle entità per le quali si intende concedere o togliere le autorizzazioni.</w:t>
      </w:r>
    </w:p>
    <w:p w:rsidR="007F7604" w:rsidRDefault="007F7604" w:rsidP="007F7604">
      <w:r>
        <w:t xml:space="preserve">Se viene specificato un </w:t>
      </w:r>
      <w:proofErr w:type="spellStart"/>
      <w:r>
        <w:t>range</w:t>
      </w:r>
      <w:proofErr w:type="spellEnd"/>
      <w:r>
        <w:t xml:space="preserve"> valido appare a video la lista degli oggetti estratti: per ognuno di essi viene specificata la situazione rispetto al soggetto considerato, il tipo di appartenenza (Profilo, Modulo, Funzione, Schema o Menù) e la descrizione estesa.</w:t>
      </w:r>
    </w:p>
    <w:p w:rsidR="007F7604" w:rsidRDefault="007F7604" w:rsidP="007F7604">
      <w:pPr>
        <w:spacing w:after="240"/>
      </w:pPr>
      <w:r>
        <w:t>A questo punto per abilitare ad un'entità inibita o viceversa è sufficiente digitare una "X" nel campo di selezione corrispondente.</w:t>
      </w:r>
    </w:p>
    <w:p w:rsidR="007F7604" w:rsidRDefault="007F7604" w:rsidP="007F7604">
      <w:r>
        <w:t>Le autorizzazioni modificate a livello di operatore sono subito operative mentre per quelle a livello di gruppo e profilo vengono assegnate al momento dell'apertura di sessione successiva.</w:t>
      </w:r>
    </w:p>
    <w:p w:rsidR="007F7604" w:rsidRDefault="007F7604" w:rsidP="007F7604">
      <w:pPr>
        <w:pStyle w:val="Titolo3"/>
        <w:ind w:left="357" w:hanging="357"/>
      </w:pPr>
      <w:bookmarkStart w:id="104" w:name="_Toc494685430"/>
      <w:bookmarkStart w:id="105" w:name="_Toc510349059"/>
      <w:bookmarkStart w:id="106" w:name="_Toc397613683"/>
      <w:r>
        <w:t>Interfaccia utente</w:t>
      </w:r>
      <w:bookmarkEnd w:id="104"/>
      <w:bookmarkEnd w:id="105"/>
      <w:bookmarkEnd w:id="106"/>
    </w:p>
    <w:p w:rsidR="007F7604" w:rsidRDefault="007F7604" w:rsidP="007F7604">
      <w:r>
        <w:t>In questa transazione viene impiegata una sola mappa (zzM131T).</w:t>
      </w:r>
    </w:p>
    <w:p w:rsidR="007F7604" w:rsidRDefault="007F7604" w:rsidP="007F7604">
      <w:pPr>
        <w:pStyle w:val="ParagNoNum"/>
      </w:pPr>
      <w:r>
        <w:br w:type="page"/>
      </w:r>
      <w:r>
        <w:lastRenderedPageBreak/>
        <w:t>Mappa 1</w:t>
      </w:r>
    </w:p>
    <w:p w:rsidR="007F7604" w:rsidRDefault="007F7604" w:rsidP="007F7604">
      <w:pPr>
        <w:spacing w:after="240"/>
      </w:pPr>
      <w:r>
        <w:t xml:space="preserve">Digitando il nome della transazione (GAUT) e premendo </w:t>
      </w:r>
      <w:r>
        <w:rPr>
          <w:b/>
        </w:rPr>
        <w:t>'INVIO'</w:t>
      </w:r>
      <w:r>
        <w:t xml:space="preserve"> viene presentata la seguente mappa:</w:t>
      </w:r>
    </w:p>
    <w:p w:rsidR="007F7604" w:rsidRDefault="007F7604" w:rsidP="007F7604">
      <w:pPr>
        <w:pStyle w:val="Mappa"/>
      </w:pPr>
      <w:r>
        <w:t xml:space="preserve">          :::::::: * :::::::::::::::::::::::::::::::::::::: * :::::::: ::::::::</w:t>
      </w:r>
    </w:p>
    <w:p w:rsidR="007F7604" w:rsidRDefault="007F7604" w:rsidP="007F7604">
      <w:pPr>
        <w:pStyle w:val="Mappa"/>
      </w:pPr>
      <w:r>
        <w:t xml:space="preserve"> GAUT Z : :::::::: * :::::::GESTIONE  AUTORIZZAZIONI:::::::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Livello dell' abilitazione: _ Gruppo _ Profilo _ Operatore                    </w:t>
      </w:r>
    </w:p>
    <w:p w:rsidR="007F7604" w:rsidRDefault="007F7604" w:rsidP="007F7604">
      <w:pPr>
        <w:pStyle w:val="Mappa"/>
      </w:pPr>
      <w:r>
        <w:t xml:space="preserve">                                                                               </w:t>
      </w:r>
    </w:p>
    <w:p w:rsidR="007F7604" w:rsidRDefault="007F7604" w:rsidP="007F7604">
      <w:pPr>
        <w:pStyle w:val="Mappa"/>
      </w:pPr>
      <w:r>
        <w:t xml:space="preserve"> codice ________ :::::::::::::::::::::::::::::::::::::::: a partire da ________</w:t>
      </w:r>
    </w:p>
    <w:p w:rsidR="007F7604" w:rsidRDefault="007F7604" w:rsidP="007F7604">
      <w:pPr>
        <w:pStyle w:val="Mappa"/>
      </w:pPr>
      <w:r>
        <w:t xml:space="preserve">                                                                fino a ________</w:t>
      </w:r>
    </w:p>
    <w:p w:rsidR="007F7604" w:rsidRDefault="007F7604" w:rsidP="007F7604">
      <w:pPr>
        <w:pStyle w:val="Mappa"/>
      </w:pPr>
      <w:r>
        <w:t xml:space="preserve"> s   Abilitata  Inibita    (</w:t>
      </w:r>
      <w:proofErr w:type="spellStart"/>
      <w:r>
        <w:t>PROfilo</w:t>
      </w:r>
      <w:proofErr w:type="spellEnd"/>
      <w:r>
        <w:t xml:space="preserve"> </w:t>
      </w:r>
      <w:proofErr w:type="spellStart"/>
      <w:r>
        <w:t>MODulo</w:t>
      </w:r>
      <w:proofErr w:type="spellEnd"/>
      <w:r>
        <w:t xml:space="preserve"> </w:t>
      </w:r>
      <w:proofErr w:type="spellStart"/>
      <w:r>
        <w:t>FUNzione</w:t>
      </w:r>
      <w:proofErr w:type="spellEnd"/>
      <w:r>
        <w:t xml:space="preserve"> </w:t>
      </w:r>
      <w:proofErr w:type="spellStart"/>
      <w:r>
        <w:t>SCHema</w:t>
      </w:r>
      <w:proofErr w:type="spellEnd"/>
      <w:r>
        <w:t xml:space="preserve"> </w:t>
      </w:r>
      <w:proofErr w:type="spellStart"/>
      <w:r>
        <w:t>MENu</w:t>
      </w:r>
      <w:proofErr w:type="spellEnd"/>
      <w:r>
        <w:t xml:space="preserve">) e Descrizione </w:t>
      </w:r>
    </w:p>
    <w:p w:rsidR="007F7604" w:rsidRDefault="007F7604" w:rsidP="007F7604">
      <w:pPr>
        <w:pStyle w:val="Mappa"/>
      </w:pPr>
      <w:r>
        <w:t xml:space="preserve"> :   ::::::::   ::::::::   :::  :::::::::::::::::::::::::::::::::::::::::::::::</w:t>
      </w:r>
    </w:p>
    <w:p w:rsidR="007F7604" w:rsidRDefault="007F7604" w:rsidP="007F7604">
      <w:pPr>
        <w:pStyle w:val="Mappa"/>
      </w:pPr>
      <w:r>
        <w:t xml:space="preserve"> :   ::::::::   ::::::::   :::  :::::::::::::::::::::::::::::::::::::::::::::::</w:t>
      </w:r>
    </w:p>
    <w:p w:rsidR="007F7604" w:rsidRDefault="007F7604" w:rsidP="007F7604">
      <w:pPr>
        <w:pStyle w:val="Mappa"/>
      </w:pPr>
      <w:r>
        <w:t xml:space="preserve"> :   ::::::::   ::::::::   :::  :::::::::::::::::::::::::::::::::::::::::::::::</w:t>
      </w:r>
    </w:p>
    <w:p w:rsidR="007F7604" w:rsidRDefault="007F7604" w:rsidP="007F7604">
      <w:pPr>
        <w:pStyle w:val="Mappa"/>
      </w:pPr>
      <w:r>
        <w:t xml:space="preserve"> :   ::::::::   ::::::::   :::  :::::::::::::::::::::::::::::::::::::::::::::::</w:t>
      </w:r>
    </w:p>
    <w:p w:rsidR="007F7604" w:rsidRDefault="007F7604" w:rsidP="007F7604">
      <w:pPr>
        <w:pStyle w:val="Mappa"/>
      </w:pPr>
      <w:r>
        <w:t xml:space="preserve"> :   ::::::::   ::::::::   :::  :::::::::::::::::::::::::::::::::::::::::::::::</w:t>
      </w:r>
    </w:p>
    <w:p w:rsidR="007F7604" w:rsidRDefault="007F7604" w:rsidP="007F7604">
      <w:pPr>
        <w:pStyle w:val="Mappa"/>
      </w:pPr>
      <w:r>
        <w:t xml:space="preserve"> :   ::::::::   ::::::::   :::  :::::::::::::::::::::::::::::::::::::::::::::::</w:t>
      </w:r>
    </w:p>
    <w:p w:rsidR="007F7604" w:rsidRDefault="007F7604" w:rsidP="007F7604">
      <w:pPr>
        <w:pStyle w:val="Mappa"/>
      </w:pPr>
      <w:r>
        <w:t xml:space="preserve"> :   ::::::::   ::::::::   :::  :::::::::::::::::::::::::::::::::::::::::::::::</w:t>
      </w:r>
    </w:p>
    <w:p w:rsidR="007F7604" w:rsidRDefault="007F7604" w:rsidP="007F7604">
      <w:pPr>
        <w:pStyle w:val="Mappa"/>
      </w:pPr>
      <w:r>
        <w:t xml:space="preserve"> :   ::::::::   ::::::::   :::  :::::::::::::::::::::::::::::::::::::::::::::::</w:t>
      </w:r>
    </w:p>
    <w:p w:rsidR="007F7604" w:rsidRDefault="007F7604" w:rsidP="007F7604">
      <w:pPr>
        <w:pStyle w:val="Mappa"/>
      </w:pPr>
      <w:r>
        <w:t xml:space="preserve"> :   ::::::::   ::::::::   :::  :::::::::::::::::::::::::::::::::::::::::::::::</w:t>
      </w:r>
    </w:p>
    <w:p w:rsidR="007F7604" w:rsidRDefault="007F7604" w:rsidP="007F7604">
      <w:pPr>
        <w:pStyle w:val="Mappa"/>
      </w:pPr>
      <w:r>
        <w:t xml:space="preserve"> :   ::::::::   ::::::::   :::  :::::::::::::::::::::::::::::::::::::::::::::::</w:t>
      </w:r>
    </w:p>
    <w:p w:rsidR="007F7604" w:rsidRDefault="007F7604" w:rsidP="007F7604">
      <w:pPr>
        <w:pStyle w:val="Mappa"/>
      </w:pPr>
      <w:r>
        <w:t xml:space="preserve"> :   ::::::::   ::::::::   :::  :::::::::::::::::::::::::::::::::::::::::::::::</w:t>
      </w:r>
    </w:p>
    <w:p w:rsidR="007F7604" w:rsidRDefault="007F7604" w:rsidP="007F7604">
      <w:pPr>
        <w:pStyle w:val="Mappa"/>
      </w:pPr>
      <w:r>
        <w:t xml:space="preserve"> :   ::::::::   ::::::::   :::  :::::::::::::::::::::::::::::::::::::::::::::::</w:t>
      </w:r>
    </w:p>
    <w:p w:rsidR="007F7604" w:rsidRDefault="007F7604" w:rsidP="007F7604">
      <w:pPr>
        <w:pStyle w:val="Mappa"/>
      </w:pPr>
      <w:r>
        <w:t xml:space="preserve"> :   ::::::::   ::::::::   :::  :::::::::::::::::::::::::::::::::::::::::::::::</w:t>
      </w:r>
    </w:p>
    <w:p w:rsidR="007F7604" w:rsidRDefault="007F7604" w:rsidP="007F7604">
      <w:pPr>
        <w:pStyle w:val="Mappa"/>
      </w:pPr>
      <w:r>
        <w:t xml:space="preserve"> :   ::::::::   ::::::::   :::  :::::::::::::::::::::::::::::::::::::::::::::::</w:t>
      </w:r>
    </w:p>
    <w:p w:rsidR="007F7604" w:rsidRDefault="007F7604" w:rsidP="00323ECD">
      <w:pPr>
        <w:pStyle w:val="Titolo9"/>
        <w:numPr>
          <w:ilvl w:val="0"/>
          <w:numId w:val="0"/>
        </w:numPr>
        <w:ind w:left="1584" w:firstLine="543"/>
        <w:jc w:val="both"/>
      </w:pPr>
      <w:bookmarkStart w:id="107" w:name="_Toc494685556"/>
      <w:bookmarkStart w:id="108" w:name="_Toc510349185"/>
      <w:r>
        <w:t xml:space="preserve">Mappa </w:t>
      </w:r>
      <w:r>
        <w:fldChar w:fldCharType="begin"/>
      </w:r>
      <w:r>
        <w:instrText>SEQ mappa</w:instrText>
      </w:r>
      <w:r>
        <w:fldChar w:fldCharType="separate"/>
      </w:r>
      <w:r>
        <w:rPr>
          <w:noProof/>
        </w:rPr>
        <w:t>4</w:t>
      </w:r>
      <w:r>
        <w:fldChar w:fldCharType="end"/>
      </w:r>
      <w:r>
        <w:t>:   ZZM131T Gestione autorizzazioni</w:t>
      </w:r>
      <w:bookmarkEnd w:id="107"/>
      <w:bookmarkEnd w:id="108"/>
      <w:r>
        <w:t xml:space="preserve"> </w:t>
      </w:r>
    </w:p>
    <w:p w:rsidR="007F7604" w:rsidRDefault="007F7604" w:rsidP="007F7604">
      <w:pPr>
        <w:pStyle w:val="ParagNoNum"/>
      </w:pPr>
      <w:r>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livello dell'abilitazione</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E' possibile modificare le autorizzazioni di gruppi, profili oppure operatori selezionando con una "X" il livello di abilitazione corrispondente.</w:t>
            </w:r>
          </w:p>
          <w:p w:rsidR="007F7604" w:rsidRDefault="007F7604" w:rsidP="00407551">
            <w:r>
              <w:t>Se nessun valore viene selezionato il sistema segnala l'errore 8004; se ne viene selezionato più d'uno viene segnalato l'errore 8005.</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codice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Deve essere valorizzato con un codice di gruppo, di profilo o di operatore valido a seconda della selezione fatta sul campo precedente.</w:t>
            </w:r>
          </w:p>
          <w:p w:rsidR="007F7604" w:rsidRDefault="007F7604" w:rsidP="00407551">
            <w:r>
              <w:t>Automaticamente viene visualizzata la descrizione dell'oggetto individuato da tale codice.</w:t>
            </w:r>
          </w:p>
          <w:p w:rsidR="007F7604" w:rsidRDefault="007F7604" w:rsidP="00407551">
            <w:r>
              <w:t>Il codice deve essere censito nell'Archivio corrispondente; in caso contrario il sistema segnala l'errore 9036.</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a partire da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r>
              <w:t>Default:</w:t>
            </w:r>
            <w:r>
              <w:tab/>
              <w:t>Valore minimo ammesso.</w:t>
            </w:r>
          </w:p>
          <w:p w:rsidR="007F7604" w:rsidRDefault="007F7604" w:rsidP="00407551">
            <w:r>
              <w:t>Limite di partenza per la selezione delle entità da autorizzare.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lastRenderedPageBreak/>
              <w:t>fino 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r>
              <w:t>Default:</w:t>
            </w:r>
            <w:r>
              <w:tab/>
              <w:t>Valore massimo ammesso.</w:t>
            </w:r>
          </w:p>
          <w:p w:rsidR="007F7604" w:rsidRDefault="007F7604" w:rsidP="00407551">
            <w:r>
              <w:t>Limite di arrivo per la selezione delle entità da autorizzare.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s</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r>
              <w:t>Mettendo una "X" su questo campo è possibile abilitare o inibire l'autorizzazione per l'entità selezionata.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abilitata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Elenca tutte le entità abilitate al gruppo, al profilo o all'operatore.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inibita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Elenca tutte le entità inibite al gruppo, al profilo o all'operatore.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tipo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Riporta un codice che identifica il tipo di entità.</w:t>
            </w:r>
          </w:p>
          <w:p w:rsidR="007F7604" w:rsidRDefault="007F7604" w:rsidP="00407551">
            <w:r>
              <w:t>Può avere i seguenti valori:</w:t>
            </w:r>
          </w:p>
          <w:p w:rsidR="007F7604" w:rsidRDefault="007F7604" w:rsidP="00407551">
            <w:pPr>
              <w:tabs>
                <w:tab w:val="left" w:pos="851"/>
              </w:tabs>
            </w:pPr>
            <w:r>
              <w:rPr>
                <w:b/>
              </w:rPr>
              <w:t>PRO</w:t>
            </w:r>
            <w:r>
              <w:rPr>
                <w:b/>
              </w:rPr>
              <w:tab/>
            </w:r>
            <w:r>
              <w:t>Profilo</w:t>
            </w:r>
          </w:p>
          <w:p w:rsidR="007F7604" w:rsidRDefault="007F7604" w:rsidP="00407551">
            <w:pPr>
              <w:tabs>
                <w:tab w:val="left" w:pos="851"/>
              </w:tabs>
            </w:pPr>
            <w:r>
              <w:rPr>
                <w:b/>
              </w:rPr>
              <w:t>MOD</w:t>
            </w:r>
            <w:r>
              <w:rPr>
                <w:b/>
              </w:rPr>
              <w:tab/>
            </w:r>
            <w:r>
              <w:t>Modulo di sicurezza</w:t>
            </w:r>
          </w:p>
          <w:p w:rsidR="007F7604" w:rsidRDefault="007F7604" w:rsidP="00407551">
            <w:pPr>
              <w:tabs>
                <w:tab w:val="left" w:pos="851"/>
              </w:tabs>
            </w:pPr>
            <w:r>
              <w:rPr>
                <w:b/>
              </w:rPr>
              <w:t>FUN</w:t>
            </w:r>
            <w:r>
              <w:rPr>
                <w:b/>
              </w:rPr>
              <w:tab/>
            </w:r>
            <w:r>
              <w:t>Funzione</w:t>
            </w:r>
          </w:p>
          <w:p w:rsidR="007F7604" w:rsidRDefault="007F7604" w:rsidP="00407551">
            <w:pPr>
              <w:tabs>
                <w:tab w:val="left" w:pos="851"/>
              </w:tabs>
            </w:pPr>
            <w:r>
              <w:rPr>
                <w:b/>
              </w:rPr>
              <w:t>MEN</w:t>
            </w:r>
            <w:r>
              <w:rPr>
                <w:b/>
              </w:rPr>
              <w:tab/>
            </w:r>
            <w:r>
              <w:t>Menù</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descrizione</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Protetto.</w:t>
            </w:r>
          </w:p>
          <w:p w:rsidR="007F7604" w:rsidRDefault="007F7604" w:rsidP="00407551">
            <w:r>
              <w:t>Descrizione dell'entità.</w:t>
            </w:r>
          </w:p>
          <w:p w:rsidR="007F7604" w:rsidRDefault="007F7604" w:rsidP="00407551"/>
        </w:tc>
      </w:tr>
    </w:tbl>
    <w:p w:rsidR="007F7604" w:rsidRDefault="007F7604" w:rsidP="007F7604">
      <w:pPr>
        <w:spacing w:before="480"/>
      </w:pPr>
      <w:r>
        <w:t xml:space="preserve">Dopo aver trattato l'ultima abilitazione e premuto il tasto </w:t>
      </w:r>
      <w:r>
        <w:rPr>
          <w:b/>
        </w:rPr>
        <w:t>'INVIO'</w:t>
      </w:r>
      <w:r>
        <w:t xml:space="preserve">, il sistema chiede la </w:t>
      </w:r>
      <w:r>
        <w:rPr>
          <w:b/>
        </w:rPr>
        <w:t>'CONFERMA</w:t>
      </w:r>
      <w:r>
        <w:t xml:space="preserve"> </w:t>
      </w:r>
      <w:r>
        <w:rPr>
          <w:b/>
        </w:rPr>
        <w:t>SI/NO'</w:t>
      </w:r>
      <w:r>
        <w:t xml:space="preserve"> dei dati inseriti.</w:t>
      </w:r>
    </w:p>
    <w:p w:rsidR="007F7604" w:rsidRDefault="007F7604" w:rsidP="007F7604">
      <w:r>
        <w:t>Se la risposta è negativa la transazione viene annullata e le abilitazioni trattate ripristinate mentre, in caso di risposta affermativa, i dati vengono memorizzati nell'Archivio Sicurezza; successivamente viene chiusa la transazione e riproposta la mappa vuota per un'eventuale nuova gestione.</w:t>
      </w:r>
    </w:p>
    <w:p w:rsidR="007F7604" w:rsidRDefault="007F7604" w:rsidP="007F7604">
      <w:pPr>
        <w:pStyle w:val="Titolo3"/>
        <w:ind w:left="357" w:hanging="357"/>
      </w:pPr>
      <w:bookmarkStart w:id="109" w:name="_Toc494685431"/>
      <w:bookmarkStart w:id="110" w:name="_Toc510349060"/>
      <w:bookmarkStart w:id="111" w:name="_Toc397613684"/>
      <w:r>
        <w:t>Funzioni associate</w:t>
      </w:r>
      <w:bookmarkEnd w:id="109"/>
      <w:bookmarkEnd w:id="110"/>
      <w:bookmarkEnd w:id="111"/>
    </w:p>
    <w:p w:rsidR="007F7604" w:rsidRDefault="007F7604" w:rsidP="007F7604">
      <w:r>
        <w:t>Gestione Transazioni (GTRX);</w:t>
      </w:r>
    </w:p>
    <w:p w:rsidR="007F7604" w:rsidRDefault="007F7604" w:rsidP="007F7604">
      <w:r>
        <w:t>Gestione Moduli Sicurezza (GMOD);</w:t>
      </w:r>
    </w:p>
    <w:p w:rsidR="007F7604" w:rsidRDefault="007F7604" w:rsidP="007F7604">
      <w:r>
        <w:t>Gestione Profili (GPRF);</w:t>
      </w:r>
    </w:p>
    <w:p w:rsidR="007F7604" w:rsidRDefault="007F7604" w:rsidP="007F7604">
      <w:r>
        <w:t>Gestione Operatori (GOPR);</w:t>
      </w:r>
    </w:p>
    <w:p w:rsidR="007F7604" w:rsidRDefault="007F7604" w:rsidP="007F7604">
      <w:r>
        <w:t>Gestione Menù (GMEN).</w:t>
      </w:r>
    </w:p>
    <w:p w:rsidR="007F7604" w:rsidRDefault="007F7604" w:rsidP="007F7604">
      <w:pPr>
        <w:pStyle w:val="Titolo2"/>
      </w:pPr>
      <w:r>
        <w:br w:type="page"/>
      </w:r>
      <w:bookmarkStart w:id="112" w:name="_Toc494685432"/>
      <w:bookmarkStart w:id="113" w:name="_Toc510349061"/>
      <w:bookmarkStart w:id="114" w:name="_Toc397613685"/>
      <w:r>
        <w:lastRenderedPageBreak/>
        <w:t>Gestione Dipendenze (GDIP)</w:t>
      </w:r>
      <w:bookmarkEnd w:id="112"/>
      <w:bookmarkEnd w:id="113"/>
      <w:bookmarkEnd w:id="114"/>
    </w:p>
    <w:p w:rsidR="007F7604" w:rsidRDefault="007F7604" w:rsidP="007F7604">
      <w:pPr>
        <w:pStyle w:val="Titolo3"/>
        <w:ind w:left="357" w:hanging="357"/>
      </w:pPr>
      <w:bookmarkStart w:id="115" w:name="_Toc494685433"/>
      <w:bookmarkStart w:id="116" w:name="_Toc510349062"/>
      <w:bookmarkStart w:id="117" w:name="_Toc397613686"/>
      <w:r>
        <w:t>Utilizzo della transazione</w:t>
      </w:r>
      <w:bookmarkEnd w:id="115"/>
      <w:bookmarkEnd w:id="116"/>
      <w:bookmarkEnd w:id="117"/>
    </w:p>
    <w:p w:rsidR="007F7604" w:rsidRDefault="007F7604" w:rsidP="007F7604">
      <w:r>
        <w:t>La transazione viene utilizzata in sede di installazione della procedura per censire le dipendenze che saranno riconosciute dal sistema nella fase operativa.</w:t>
      </w:r>
    </w:p>
    <w:p w:rsidR="007F7604" w:rsidRDefault="007F7604" w:rsidP="007F7604">
      <w:r>
        <w:t>Dopo aver indicato il tipo di operazione desiderata (inserimento, variazione o annullamento) si deve digitare il codice della dipendenza, che deve essere unico per ogni dipendenza censita; quindi si devono specificare gli altri dati puramente anagrafici quali la descrizione breve ed estesa, i codici identificativi bancari e l'indirizzo, il C.A.P., il comune e la provincia di domicilio.</w:t>
      </w:r>
    </w:p>
    <w:p w:rsidR="007F7604" w:rsidRDefault="007F7604" w:rsidP="007F7604">
      <w:pPr>
        <w:pStyle w:val="Titolo3"/>
        <w:ind w:left="357" w:hanging="357"/>
      </w:pPr>
      <w:bookmarkStart w:id="118" w:name="_Toc494685434"/>
      <w:bookmarkStart w:id="119" w:name="_Toc510349063"/>
      <w:bookmarkStart w:id="120" w:name="_Toc397613687"/>
      <w:r>
        <w:t>Interfaccia utente</w:t>
      </w:r>
      <w:bookmarkEnd w:id="118"/>
      <w:bookmarkEnd w:id="119"/>
      <w:bookmarkEnd w:id="120"/>
    </w:p>
    <w:p w:rsidR="007F7604" w:rsidRDefault="007F7604" w:rsidP="007F7604">
      <w:r>
        <w:t>In questa transazione è impiegata una sola mappa (zzM051T).</w:t>
      </w:r>
    </w:p>
    <w:p w:rsidR="007F7604" w:rsidRDefault="007F7604" w:rsidP="007F7604">
      <w:pPr>
        <w:pStyle w:val="ParagNoNum"/>
      </w:pPr>
      <w:r>
        <w:t>Mappa 1</w:t>
      </w:r>
    </w:p>
    <w:p w:rsidR="007F7604" w:rsidRDefault="007F7604" w:rsidP="007F7604">
      <w:pPr>
        <w:spacing w:after="240"/>
      </w:pPr>
      <w:r>
        <w:t xml:space="preserve">Digitando il nome della transazione (GDIP) e premendo il tasto </w:t>
      </w:r>
      <w:r>
        <w:rPr>
          <w:b/>
        </w:rPr>
        <w:t>'INVIO'</w:t>
      </w:r>
      <w:r>
        <w:t xml:space="preserve"> viene visualizzata la seguente mappa:</w:t>
      </w:r>
    </w:p>
    <w:p w:rsidR="007F7604" w:rsidRPr="007F7604" w:rsidRDefault="007F7604" w:rsidP="007F7604">
      <w:pPr>
        <w:pStyle w:val="Mappa"/>
        <w:rPr>
          <w:lang w:val="en-US"/>
        </w:rPr>
      </w:pPr>
      <w:r>
        <w:t xml:space="preserve"> </w:t>
      </w:r>
      <w:r w:rsidRPr="007F7604">
        <w:rPr>
          <w:lang w:val="en-US"/>
        </w:rPr>
        <w:t xml:space="preserve">:::::::: :::::::: * ...................................... * GG/MM/AA HH:MM:SS </w:t>
      </w:r>
    </w:p>
    <w:p w:rsidR="007F7604" w:rsidRDefault="007F7604" w:rsidP="007F7604">
      <w:pPr>
        <w:pStyle w:val="Mappa"/>
      </w:pPr>
      <w:r w:rsidRPr="007F7604">
        <w:rPr>
          <w:lang w:val="en-US"/>
        </w:rPr>
        <w:t xml:space="preserve"> </w:t>
      </w:r>
      <w:r>
        <w:t xml:space="preserve">GDIP _   :::::::: *          GESTIONE DIPENDENZE           * PAG ____ DI  :::: </w:t>
      </w:r>
    </w:p>
    <w:p w:rsidR="007F7604" w:rsidRDefault="007F7604" w:rsidP="007F7604">
      <w:pPr>
        <w:pStyle w:val="Mappa"/>
      </w:pPr>
      <w:r>
        <w:t xml:space="preserve"> :::: :   :::: :   :::: :   :::: :   :::: :   :::: :   :::: :   :::: :   :::: : </w:t>
      </w:r>
    </w:p>
    <w:p w:rsidR="007F7604" w:rsidRDefault="007F7604" w:rsidP="007F7604">
      <w:pPr>
        <w:pStyle w:val="Mappa"/>
      </w:pPr>
      <w:r>
        <w:t xml:space="preserve"> :::: :::::::::::::::::::::::::::::::::::::::::::::::::::::::::::::::::::: :::: </w:t>
      </w:r>
    </w:p>
    <w:p w:rsidR="007F7604" w:rsidRDefault="007F7604" w:rsidP="007F7604">
      <w:pPr>
        <w:pStyle w:val="Mappa"/>
      </w:pPr>
      <w:r>
        <w:t xml:space="preserve">                                                                                </w:t>
      </w:r>
    </w:p>
    <w:p w:rsidR="007F7604" w:rsidRDefault="007F7604" w:rsidP="007F7604">
      <w:pPr>
        <w:pStyle w:val="Mappa"/>
      </w:pPr>
      <w:r>
        <w:t xml:space="preserve">                         Operazione ___ Dipendenza ZZZZ9                        </w:t>
      </w:r>
    </w:p>
    <w:p w:rsidR="007F7604" w:rsidRDefault="007F7604" w:rsidP="007F7604">
      <w:pPr>
        <w:pStyle w:val="Mappa"/>
      </w:pPr>
      <w:r>
        <w:t xml:space="preserve">                                                                                </w:t>
      </w:r>
    </w:p>
    <w:p w:rsidR="007F7604" w:rsidRDefault="007F7604" w:rsidP="007F7604">
      <w:pPr>
        <w:pStyle w:val="Mappa"/>
      </w:pPr>
      <w:r>
        <w:t xml:space="preserve"> Descrizione breve            ______________________________                    </w:t>
      </w:r>
    </w:p>
    <w:p w:rsidR="007F7604" w:rsidRDefault="007F7604" w:rsidP="007F7604">
      <w:pPr>
        <w:pStyle w:val="Mappa"/>
      </w:pPr>
      <w:r>
        <w:t xml:space="preserve">                                                                                </w:t>
      </w:r>
    </w:p>
    <w:p w:rsidR="007F7604" w:rsidRDefault="007F7604" w:rsidP="007F7604">
      <w:pPr>
        <w:pStyle w:val="Mappa"/>
      </w:pPr>
      <w:r>
        <w:t xml:space="preserve"> Descrizione estesa ________________________________________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Indirizzo          ________________________________________                    </w:t>
      </w:r>
    </w:p>
    <w:p w:rsidR="007F7604" w:rsidRDefault="007F7604" w:rsidP="007F7604">
      <w:pPr>
        <w:pStyle w:val="Mappa"/>
      </w:pPr>
      <w:r>
        <w:t xml:space="preserve">                                                                                </w:t>
      </w:r>
    </w:p>
    <w:p w:rsidR="007F7604" w:rsidRDefault="007F7604" w:rsidP="007F7604">
      <w:pPr>
        <w:pStyle w:val="Mappa"/>
      </w:pPr>
      <w:r>
        <w:t xml:space="preserve"> Cap        _____   </w:t>
      </w:r>
      <w:proofErr w:type="spellStart"/>
      <w:r>
        <w:t>Localita'</w:t>
      </w:r>
      <w:proofErr w:type="spellEnd"/>
      <w:r>
        <w:t xml:space="preserve"> ______________________________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Provincia                    ______________________________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Codice A.B.I.          ZZZZ9                                                   </w:t>
      </w:r>
    </w:p>
    <w:p w:rsidR="007F7604" w:rsidRDefault="007F7604" w:rsidP="007F7604">
      <w:pPr>
        <w:pStyle w:val="Mappa"/>
      </w:pPr>
      <w:r>
        <w:t xml:space="preserve"> Codice C.A.B.          ZZZZ9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323ECD">
      <w:pPr>
        <w:pStyle w:val="Titolo9"/>
        <w:numPr>
          <w:ilvl w:val="0"/>
          <w:numId w:val="0"/>
        </w:numPr>
        <w:ind w:left="1584" w:firstLine="543"/>
        <w:jc w:val="both"/>
      </w:pPr>
      <w:bookmarkStart w:id="121" w:name="_Toc494685557"/>
      <w:bookmarkStart w:id="122" w:name="_Toc510349186"/>
      <w:r>
        <w:t xml:space="preserve">Mappa </w:t>
      </w:r>
      <w:r>
        <w:fldChar w:fldCharType="begin"/>
      </w:r>
      <w:r>
        <w:instrText>SEQ mappa</w:instrText>
      </w:r>
      <w:r>
        <w:fldChar w:fldCharType="separate"/>
      </w:r>
      <w:r>
        <w:rPr>
          <w:noProof/>
        </w:rPr>
        <w:t>5</w:t>
      </w:r>
      <w:r>
        <w:fldChar w:fldCharType="end"/>
      </w:r>
      <w:r>
        <w:t>:   ZZM051T Gestione dipendenze</w:t>
      </w:r>
      <w:bookmarkEnd w:id="121"/>
      <w:bookmarkEnd w:id="122"/>
      <w:r>
        <w:t xml:space="preserve"> </w:t>
      </w:r>
    </w:p>
    <w:p w:rsidR="007F7604" w:rsidRDefault="007F7604" w:rsidP="007F7604">
      <w:pPr>
        <w:pStyle w:val="ParagNoNum"/>
      </w:pPr>
      <w:r>
        <w:br w:type="page"/>
      </w:r>
      <w:r>
        <w:lastRenderedPageBreak/>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operazione</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Valori ammessi:</w:t>
            </w:r>
          </w:p>
          <w:p w:rsidR="007F7604" w:rsidRDefault="007F7604" w:rsidP="00407551">
            <w:pPr>
              <w:tabs>
                <w:tab w:val="left" w:pos="851"/>
              </w:tabs>
            </w:pPr>
            <w:r>
              <w:rPr>
                <w:b/>
              </w:rPr>
              <w:t>INS</w:t>
            </w:r>
            <w:r>
              <w:tab/>
              <w:t>INSERIMENTO</w:t>
            </w:r>
          </w:p>
          <w:p w:rsidR="007F7604" w:rsidRDefault="007F7604" w:rsidP="00407551">
            <w:pPr>
              <w:tabs>
                <w:tab w:val="left" w:pos="851"/>
              </w:tabs>
            </w:pPr>
            <w:r>
              <w:rPr>
                <w:b/>
              </w:rPr>
              <w:t>VAR</w:t>
            </w:r>
            <w:r>
              <w:tab/>
              <w:t>VARIAZIONE</w:t>
            </w:r>
          </w:p>
          <w:p w:rsidR="007F7604" w:rsidRDefault="007F7604" w:rsidP="00407551">
            <w:pPr>
              <w:tabs>
                <w:tab w:val="left" w:pos="851"/>
              </w:tabs>
            </w:pPr>
            <w:r>
              <w:rPr>
                <w:b/>
              </w:rPr>
              <w:t>ANN</w:t>
            </w:r>
            <w:r>
              <w:rPr>
                <w:b/>
              </w:rPr>
              <w:tab/>
            </w:r>
            <w:r>
              <w:t>ANNULLAMENTO</w:t>
            </w:r>
          </w:p>
          <w:p w:rsidR="007F7604" w:rsidRDefault="007F7604" w:rsidP="00407551">
            <w:r>
              <w:t>Se si digita qualcosa di diverso dai valori ammessi il sistema segnala l'errore 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dipendenza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Codice identificativo della Dipendenza.</w:t>
            </w:r>
          </w:p>
          <w:p w:rsidR="007F7604" w:rsidRDefault="007F7604" w:rsidP="00407551">
            <w:r>
              <w:t>Se non viene digitato il sistema segnala l'errore 17.</w:t>
            </w:r>
          </w:p>
          <w:p w:rsidR="007F7604" w:rsidRDefault="007F7604" w:rsidP="00407551">
            <w:r>
              <w:t>Se l'operazione è INS il codice dipendenza non deve essere presente nell'Archivio Dipendenze; in caso contrario il sistema segnala l'errore 3.</w:t>
            </w:r>
          </w:p>
          <w:p w:rsidR="007F7604" w:rsidRDefault="007F7604" w:rsidP="00407551">
            <w:r>
              <w:t>Se l'operazione è VAR o ANN il codice deve essere censito nell'Archivio Dipendenze; in caso contrario il sistema segnala l'errore 2.</w:t>
            </w:r>
          </w:p>
          <w:p w:rsidR="007F7604" w:rsidRDefault="007F7604" w:rsidP="00407551">
            <w:r>
              <w:t>Il codice dipendenza deve essere un valore numerico altrimenti il sistema segnala l'errore 9001.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descrizione breve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Descrizione breve della dipendenza.</w:t>
            </w:r>
          </w:p>
          <w:p w:rsidR="007F7604" w:rsidRDefault="007F7604" w:rsidP="00407551">
            <w:r>
              <w:t>Se non viene digitato il sistema segnala l'errore 9031.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descrizione estesa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r>
              <w:t>Descrizione estesa della dipendenza.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indirizzo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Indirizzo della Dipendenza.</w:t>
            </w:r>
          </w:p>
          <w:p w:rsidR="007F7604" w:rsidRDefault="007F7604" w:rsidP="00407551">
            <w:r>
              <w:t>Se non viene digitato il sistema segnala l'errore 9031.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proofErr w:type="spellStart"/>
            <w:r>
              <w:rPr>
                <w:smallCaps/>
              </w:rPr>
              <w:t>c.a.p.</w:t>
            </w:r>
            <w:proofErr w:type="spellEnd"/>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r>
              <w:t>Codice Avviamento Postale.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proofErr w:type="spellStart"/>
            <w:r>
              <w:rPr>
                <w:smallCaps/>
              </w:rPr>
              <w:t>localita'</w:t>
            </w:r>
            <w:proofErr w:type="spellEnd"/>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Comune di domicilio.</w:t>
            </w:r>
          </w:p>
          <w:p w:rsidR="007F7604" w:rsidRDefault="007F7604" w:rsidP="00407551">
            <w:r>
              <w:t>Se non digitato il sistema segnala l'errore 9031.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provincia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Provincia di domicilio.</w:t>
            </w:r>
          </w:p>
          <w:p w:rsidR="007F7604" w:rsidRDefault="007F7604" w:rsidP="00407551">
            <w:r>
              <w:t>Se non digitato il sistema segnala l'errore 9031.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 xml:space="preserve">codice </w:t>
            </w:r>
            <w:proofErr w:type="spellStart"/>
            <w:r>
              <w:rPr>
                <w:smallCaps/>
              </w:rPr>
              <w:t>a.b.i</w:t>
            </w:r>
            <w:proofErr w:type="spellEnd"/>
            <w:r>
              <w:rPr>
                <w:smallCaps/>
              </w:rPr>
              <w:t>.</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r>
              <w:t>Codice A.B.I. della dipendenza.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 xml:space="preserve">codice </w:t>
            </w:r>
            <w:proofErr w:type="spellStart"/>
            <w:r>
              <w:rPr>
                <w:smallCaps/>
              </w:rPr>
              <w:t>c.a.b</w:t>
            </w:r>
            <w:proofErr w:type="spellEnd"/>
            <w:r>
              <w:rPr>
                <w:smallCaps/>
              </w:rPr>
              <w:t>.</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Facoltativo.</w:t>
            </w:r>
          </w:p>
          <w:p w:rsidR="007F7604" w:rsidRDefault="007F7604" w:rsidP="00407551">
            <w:r>
              <w:t>Codice comparto A.B.I.</w:t>
            </w:r>
          </w:p>
        </w:tc>
      </w:tr>
    </w:tbl>
    <w:p w:rsidR="007F7604" w:rsidRDefault="007F7604" w:rsidP="007F7604">
      <w:pPr>
        <w:spacing w:before="480"/>
      </w:pPr>
    </w:p>
    <w:p w:rsidR="007F7604" w:rsidRDefault="007F7604" w:rsidP="007F7604">
      <w:pPr>
        <w:spacing w:before="480"/>
      </w:pPr>
      <w:r>
        <w:br w:type="page"/>
      </w:r>
      <w:r>
        <w:lastRenderedPageBreak/>
        <w:t xml:space="preserve">Dopo aver digitato l'ultimo dato richiesto e premuto il tasto </w:t>
      </w:r>
      <w:r>
        <w:rPr>
          <w:b/>
        </w:rPr>
        <w:t>'INVIO'</w:t>
      </w:r>
      <w:r>
        <w:t>, il sistema chiede la conferma dei dati inseriti.</w:t>
      </w:r>
    </w:p>
    <w:p w:rsidR="007F7604" w:rsidRDefault="007F7604" w:rsidP="007F7604">
      <w:r>
        <w:t>Se la risposta è negativa la transazione viene annullata ed i dati inseriti vanno persi mentre, in caso di risposta affermativa, i dati vengono memorizzati nell'Archivio Dipendenze; successivamente la transazione viene chiusa ed il sistema ripropone la mappa vuota per un'eventuale nuova operazione.</w:t>
      </w:r>
    </w:p>
    <w:p w:rsidR="007F7604" w:rsidRDefault="007F7604" w:rsidP="007F7604">
      <w:pPr>
        <w:pStyle w:val="Titolo3"/>
        <w:ind w:left="357" w:hanging="357"/>
      </w:pPr>
      <w:bookmarkStart w:id="123" w:name="_Toc494685435"/>
      <w:bookmarkStart w:id="124" w:name="_Toc510349064"/>
      <w:bookmarkStart w:id="125" w:name="_Toc397613688"/>
      <w:r>
        <w:t>Funzioni associate</w:t>
      </w:r>
      <w:bookmarkEnd w:id="123"/>
      <w:bookmarkEnd w:id="124"/>
      <w:bookmarkEnd w:id="125"/>
    </w:p>
    <w:p w:rsidR="007F7604" w:rsidRDefault="007F7604" w:rsidP="007F7604">
      <w:proofErr w:type="spellStart"/>
      <w:r>
        <w:t>Inquiry</w:t>
      </w:r>
      <w:proofErr w:type="spellEnd"/>
      <w:r>
        <w:t xml:space="preserve"> Dipendenze (IDIP).</w:t>
      </w:r>
    </w:p>
    <w:p w:rsidR="00DF168B" w:rsidRDefault="007F7604" w:rsidP="00DF168B">
      <w:pPr>
        <w:pStyle w:val="Titolo2"/>
        <w:numPr>
          <w:ilvl w:val="0"/>
          <w:numId w:val="0"/>
        </w:numPr>
        <w:ind w:left="578"/>
      </w:pPr>
      <w:r>
        <w:br w:type="page"/>
      </w:r>
      <w:bookmarkStart w:id="126" w:name="_Toc494685444"/>
      <w:bookmarkStart w:id="127" w:name="_Toc510349073"/>
    </w:p>
    <w:p w:rsidR="00DF168B" w:rsidRDefault="00DF168B" w:rsidP="00DF168B">
      <w:pPr>
        <w:pStyle w:val="Titolo2"/>
        <w:numPr>
          <w:ilvl w:val="0"/>
          <w:numId w:val="0"/>
        </w:numPr>
        <w:ind w:left="578" w:hanging="578"/>
      </w:pPr>
      <w:r>
        <w:lastRenderedPageBreak/>
        <w:t xml:space="preserve"> </w:t>
      </w:r>
    </w:p>
    <w:p w:rsidR="007F7604" w:rsidRDefault="007F7604" w:rsidP="007F7604">
      <w:pPr>
        <w:pStyle w:val="Titolo2"/>
      </w:pPr>
      <w:bookmarkStart w:id="128" w:name="_Toc397613689"/>
      <w:r>
        <w:t>Gestione Istituti (GIST)</w:t>
      </w:r>
      <w:bookmarkEnd w:id="126"/>
      <w:bookmarkEnd w:id="127"/>
      <w:bookmarkEnd w:id="128"/>
    </w:p>
    <w:p w:rsidR="007F7604" w:rsidRDefault="007F7604" w:rsidP="007F7604">
      <w:pPr>
        <w:pStyle w:val="Titolo3"/>
        <w:ind w:left="357" w:hanging="357"/>
      </w:pPr>
      <w:bookmarkStart w:id="129" w:name="_Toc494685445"/>
      <w:bookmarkStart w:id="130" w:name="_Toc510349074"/>
      <w:bookmarkStart w:id="131" w:name="_Toc397613690"/>
      <w:r>
        <w:t>Utilizzo della transazione</w:t>
      </w:r>
      <w:bookmarkEnd w:id="129"/>
      <w:bookmarkEnd w:id="130"/>
      <w:bookmarkEnd w:id="131"/>
    </w:p>
    <w:p w:rsidR="007F7604" w:rsidRDefault="007F7604" w:rsidP="007F7604">
      <w:pPr>
        <w:spacing w:after="240"/>
      </w:pPr>
      <w:r>
        <w:t>La transazione consente l'inserimento, la variazione o l'annullamento dei dati anagrafici relativi all'istituto presso il quale la procedura viene installata e di alcuni parametri necessari alla gestione del sistema.</w:t>
      </w:r>
    </w:p>
    <w:p w:rsidR="007F7604" w:rsidRDefault="007F7604" w:rsidP="007F7604">
      <w:pPr>
        <w:spacing w:after="120"/>
      </w:pPr>
      <w:r>
        <w:t>Particolare importanza riveste la determinazione del tipo di sicurezza adottato per la procedura che può essere:</w:t>
      </w:r>
    </w:p>
    <w:p w:rsidR="007F7604" w:rsidRDefault="007F7604" w:rsidP="007F7604">
      <w:pPr>
        <w:ind w:left="360" w:hanging="360"/>
      </w:pPr>
      <w:r>
        <w:t>1.</w:t>
      </w:r>
      <w:r>
        <w:tab/>
      </w:r>
      <w:r>
        <w:rPr>
          <w:b/>
        </w:rPr>
        <w:t>Non attiva</w:t>
      </w:r>
      <w:r>
        <w:t>: nessun sistema di sicurezza è operativo.</w:t>
      </w:r>
    </w:p>
    <w:p w:rsidR="007F7604" w:rsidRDefault="007F7604" w:rsidP="007F7604">
      <w:pPr>
        <w:ind w:left="360" w:hanging="360"/>
      </w:pPr>
      <w:r>
        <w:t>2.</w:t>
      </w:r>
      <w:r>
        <w:tab/>
      </w:r>
      <w:r>
        <w:rPr>
          <w:b/>
        </w:rPr>
        <w:t>Esterna</w:t>
      </w:r>
      <w:r>
        <w:t>: in questo caso il sistema di sicurezza è esterno alla procedura.</w:t>
      </w:r>
    </w:p>
    <w:p w:rsidR="007F7604" w:rsidRDefault="007F7604" w:rsidP="007F7604">
      <w:pPr>
        <w:ind w:left="360" w:hanging="360"/>
      </w:pPr>
      <w:r>
        <w:t>3.</w:t>
      </w:r>
      <w:r>
        <w:tab/>
      </w:r>
      <w:r>
        <w:rPr>
          <w:b/>
        </w:rPr>
        <w:t>Interna</w:t>
      </w:r>
      <w:r>
        <w:t>: la procedura opera facendo uso del proprio sistema di sicurezza.</w:t>
      </w:r>
    </w:p>
    <w:p w:rsidR="007F7604" w:rsidRDefault="007F7604" w:rsidP="007F7604">
      <w:pPr>
        <w:spacing w:after="120"/>
        <w:ind w:left="357" w:hanging="357"/>
      </w:pPr>
      <w:r>
        <w:t>4.</w:t>
      </w:r>
      <w:r>
        <w:tab/>
      </w:r>
      <w:r>
        <w:rPr>
          <w:b/>
        </w:rPr>
        <w:t>Interna solo autorizzazioni</w:t>
      </w:r>
      <w:r>
        <w:t>: viene gestita dalla procedura solo la parte relativa alle autorizzazioni.</w:t>
      </w:r>
    </w:p>
    <w:p w:rsidR="007F7604" w:rsidRDefault="007F7604" w:rsidP="007F7604">
      <w:pPr>
        <w:spacing w:after="240"/>
      </w:pPr>
      <w:r>
        <w:t>Qualora la scelta fosse orientata verso la sicurezza esterna o parzialmente esterna sarà necessario attivare i programmi di interfacciamento.</w:t>
      </w:r>
    </w:p>
    <w:p w:rsidR="007F7604" w:rsidRDefault="007F7604" w:rsidP="007F7604">
      <w:r>
        <w:t xml:space="preserve">E' possibile inoltre indicare se la procedura deve gestire un'organizzazione </w:t>
      </w:r>
      <w:proofErr w:type="spellStart"/>
      <w:r>
        <w:t>multistituto</w:t>
      </w:r>
      <w:proofErr w:type="spellEnd"/>
      <w:r>
        <w:t>, composta da istituti consorziati facenti capo ad un istituto Capofila (o di Riferimento).</w:t>
      </w:r>
    </w:p>
    <w:p w:rsidR="007F7604" w:rsidRDefault="007F7604" w:rsidP="007F7604">
      <w:pPr>
        <w:pStyle w:val="Titolo3"/>
        <w:ind w:left="357" w:hanging="357"/>
      </w:pPr>
      <w:bookmarkStart w:id="132" w:name="_Toc494685446"/>
      <w:bookmarkStart w:id="133" w:name="_Toc510349075"/>
      <w:bookmarkStart w:id="134" w:name="_Toc397613691"/>
      <w:r>
        <w:t>Interfaccia utente</w:t>
      </w:r>
      <w:bookmarkEnd w:id="132"/>
      <w:bookmarkEnd w:id="133"/>
      <w:bookmarkEnd w:id="134"/>
    </w:p>
    <w:p w:rsidR="007F7604" w:rsidRDefault="007F7604" w:rsidP="007F7604">
      <w:r>
        <w:t>In questa transazione è impiegata una sola mappa (zzM031T).</w:t>
      </w:r>
    </w:p>
    <w:p w:rsidR="007F7604" w:rsidRDefault="007F7604" w:rsidP="007F7604">
      <w:pPr>
        <w:pStyle w:val="ParagNoNum"/>
      </w:pPr>
      <w:r>
        <w:t>Mappa 1</w:t>
      </w:r>
    </w:p>
    <w:p w:rsidR="007F7604" w:rsidRDefault="007F7604" w:rsidP="007F7604">
      <w:pPr>
        <w:spacing w:after="240"/>
      </w:pPr>
      <w:r>
        <w:t xml:space="preserve">Digitando il nome della transazione (GIST) e premendo il tasto </w:t>
      </w:r>
      <w:r>
        <w:rPr>
          <w:b/>
        </w:rPr>
        <w:t>'INVIO'</w:t>
      </w:r>
      <w:r>
        <w:t xml:space="preserve"> viene presentata la seguente mappa:</w:t>
      </w:r>
    </w:p>
    <w:p w:rsidR="007F7604" w:rsidRPr="007F7604" w:rsidRDefault="007F7604" w:rsidP="007F7604">
      <w:pPr>
        <w:pStyle w:val="Mappa"/>
        <w:rPr>
          <w:lang w:val="en-US"/>
        </w:rPr>
      </w:pPr>
      <w:r>
        <w:t xml:space="preserve"> </w:t>
      </w:r>
      <w:r w:rsidRPr="007F7604">
        <w:rPr>
          <w:lang w:val="en-US"/>
        </w:rPr>
        <w:t xml:space="preserve">:::::::: :::::::: * ...................................... * GG/MM/AA HH:MM:SS  </w:t>
      </w:r>
    </w:p>
    <w:p w:rsidR="007F7604" w:rsidRDefault="007F7604" w:rsidP="007F7604">
      <w:pPr>
        <w:pStyle w:val="Mappa"/>
      </w:pPr>
      <w:r w:rsidRPr="007F7604">
        <w:rPr>
          <w:lang w:val="en-US"/>
        </w:rPr>
        <w:t xml:space="preserve"> </w:t>
      </w:r>
      <w:r>
        <w:t xml:space="preserve">NP03 _   :::::::: *           GESTIONE ISTITUTI            * PAG ____ DI  ::::  </w:t>
      </w:r>
    </w:p>
    <w:p w:rsidR="007F7604" w:rsidRDefault="007F7604" w:rsidP="007F7604">
      <w:pPr>
        <w:pStyle w:val="Mappa"/>
      </w:pPr>
      <w:r>
        <w:t xml:space="preserve"> :::: :   :::: :   :::: :   :::: :   :::: :   :::: :   :::: :   :::: :   :::: :  </w:t>
      </w:r>
    </w:p>
    <w:p w:rsidR="007F7604" w:rsidRDefault="007F7604" w:rsidP="007F7604">
      <w:pPr>
        <w:pStyle w:val="Mappa"/>
      </w:pPr>
      <w:r>
        <w:t xml:space="preserve"> :::: :::::::::::::::::::::::::::::::::::::::::::::::::::::::::::::::::::: ____  </w:t>
      </w:r>
    </w:p>
    <w:p w:rsidR="007F7604" w:rsidRDefault="007F7604" w:rsidP="007F7604">
      <w:pPr>
        <w:pStyle w:val="Mappa"/>
      </w:pPr>
      <w:r>
        <w:t xml:space="preserve">                         Operazione ___ istituto _____                           </w:t>
      </w:r>
    </w:p>
    <w:p w:rsidR="007F7604" w:rsidRDefault="007F7604" w:rsidP="007F7604">
      <w:pPr>
        <w:pStyle w:val="Mappa"/>
      </w:pPr>
      <w:r>
        <w:t xml:space="preserve">                                                                                 </w:t>
      </w:r>
    </w:p>
    <w:p w:rsidR="007F7604" w:rsidRDefault="007F7604" w:rsidP="007F7604">
      <w:pPr>
        <w:pStyle w:val="Mappa"/>
      </w:pPr>
      <w:r>
        <w:t xml:space="preserve">   Descrizione breve        ____________________                                 </w:t>
      </w:r>
    </w:p>
    <w:p w:rsidR="007F7604" w:rsidRDefault="007F7604" w:rsidP="007F7604">
      <w:pPr>
        <w:pStyle w:val="Mappa"/>
      </w:pPr>
      <w:r>
        <w:t xml:space="preserve">   Descrizione estesa       ________________________________________________     </w:t>
      </w:r>
    </w:p>
    <w:p w:rsidR="007F7604" w:rsidRDefault="007F7604" w:rsidP="007F7604">
      <w:pPr>
        <w:pStyle w:val="Mappa"/>
      </w:pPr>
      <w:r>
        <w:t xml:space="preserve">   Funzione di partenza     ____ :::::::::::::::::::::::::::::::::::::::::::     </w:t>
      </w:r>
    </w:p>
    <w:p w:rsidR="007F7604" w:rsidRDefault="007F7604" w:rsidP="007F7604">
      <w:pPr>
        <w:pStyle w:val="Mappa"/>
      </w:pPr>
      <w:r>
        <w:t xml:space="preserve">   Operatore modello        ________ :::::::::::::::::::::::::::::::::::::::     </w:t>
      </w:r>
    </w:p>
    <w:p w:rsidR="007F7604" w:rsidRDefault="007F7604" w:rsidP="007F7604">
      <w:pPr>
        <w:pStyle w:val="Mappa"/>
      </w:pPr>
      <w:r>
        <w:t xml:space="preserve">   Nome sistema             ________                                             </w:t>
      </w:r>
    </w:p>
    <w:p w:rsidR="007F7604" w:rsidRDefault="007F7604" w:rsidP="007F7604">
      <w:pPr>
        <w:pStyle w:val="Mappa"/>
      </w:pPr>
      <w:r>
        <w:t xml:space="preserve">   Gestione consorzio (S/N) _                                                    </w:t>
      </w:r>
    </w:p>
    <w:p w:rsidR="007F7604" w:rsidRDefault="007F7604" w:rsidP="007F7604">
      <w:pPr>
        <w:pStyle w:val="Mappa"/>
      </w:pPr>
      <w:r>
        <w:t xml:space="preserve">   Linguaggio:  _ Italiano   _ Inglese    _ Tedesco    _ Francese   _ Spagnolo   </w:t>
      </w:r>
    </w:p>
    <w:p w:rsidR="007F7604" w:rsidRDefault="007F7604" w:rsidP="007F7604">
      <w:pPr>
        <w:pStyle w:val="Mappa"/>
      </w:pPr>
      <w:r>
        <w:t xml:space="preserve">                                                                                 </w:t>
      </w:r>
    </w:p>
    <w:p w:rsidR="007F7604" w:rsidRDefault="007F7604" w:rsidP="007F7604">
      <w:pPr>
        <w:pStyle w:val="Mappa"/>
      </w:pPr>
      <w:r>
        <w:t xml:space="preserve">          Indirizzo   ________________________________________________           </w:t>
      </w:r>
    </w:p>
    <w:p w:rsidR="007F7604" w:rsidRDefault="007F7604" w:rsidP="007F7604">
      <w:pPr>
        <w:pStyle w:val="Mappa"/>
      </w:pPr>
      <w:r>
        <w:t xml:space="preserve">          Cap         _____   </w:t>
      </w:r>
      <w:proofErr w:type="spellStart"/>
      <w:r>
        <w:t>Localita</w:t>
      </w:r>
      <w:proofErr w:type="spellEnd"/>
      <w:r>
        <w:t xml:space="preserve">  ______________________________           </w:t>
      </w:r>
    </w:p>
    <w:p w:rsidR="007F7604" w:rsidRDefault="007F7604" w:rsidP="007F7604">
      <w:pPr>
        <w:pStyle w:val="Mappa"/>
      </w:pPr>
      <w:r>
        <w:t xml:space="preserve">          Provincia   ______________________________  Codice ABI _____           </w:t>
      </w:r>
    </w:p>
    <w:p w:rsidR="007F7604" w:rsidRDefault="007F7604" w:rsidP="007F7604">
      <w:pPr>
        <w:pStyle w:val="Mappa"/>
      </w:pPr>
      <w:r>
        <w:t xml:space="preserve">                                                                                 </w:t>
      </w:r>
    </w:p>
    <w:p w:rsidR="007F7604" w:rsidRDefault="007F7604" w:rsidP="007F7604">
      <w:pPr>
        <w:pStyle w:val="Mappa"/>
      </w:pPr>
      <w:r>
        <w:t xml:space="preserve">          Sicurezza   _ Non attiva                                               </w:t>
      </w:r>
    </w:p>
    <w:p w:rsidR="007F7604" w:rsidRDefault="007F7604" w:rsidP="007F7604">
      <w:pPr>
        <w:pStyle w:val="Mappa"/>
      </w:pPr>
      <w:r>
        <w:t xml:space="preserve">                      _ Esterna                                                  </w:t>
      </w:r>
    </w:p>
    <w:p w:rsidR="007F7604" w:rsidRDefault="007F7604" w:rsidP="007F7604">
      <w:pPr>
        <w:pStyle w:val="Mappa"/>
      </w:pPr>
      <w:r>
        <w:t xml:space="preserve">                      _ Interna                                                  </w:t>
      </w:r>
    </w:p>
    <w:p w:rsidR="007F7604" w:rsidRDefault="007F7604" w:rsidP="007F7604">
      <w:pPr>
        <w:pStyle w:val="Mappa"/>
      </w:pPr>
      <w:r>
        <w:t xml:space="preserve">                      _ Interna solo autorizzazioni                              </w:t>
      </w:r>
    </w:p>
    <w:p w:rsidR="007F7604" w:rsidRDefault="007F7604" w:rsidP="00DF168B">
      <w:pPr>
        <w:pStyle w:val="Titolo9"/>
        <w:numPr>
          <w:ilvl w:val="0"/>
          <w:numId w:val="0"/>
        </w:numPr>
        <w:ind w:left="1584" w:firstLine="543"/>
        <w:jc w:val="both"/>
      </w:pPr>
      <w:bookmarkStart w:id="135" w:name="_Toc494685560"/>
      <w:bookmarkStart w:id="136" w:name="_Toc510349189"/>
      <w:r>
        <w:t xml:space="preserve">Mappa </w:t>
      </w:r>
      <w:r>
        <w:fldChar w:fldCharType="begin"/>
      </w:r>
      <w:r>
        <w:instrText>SEQ mappa</w:instrText>
      </w:r>
      <w:r>
        <w:fldChar w:fldCharType="separate"/>
      </w:r>
      <w:r>
        <w:rPr>
          <w:noProof/>
        </w:rPr>
        <w:t>8</w:t>
      </w:r>
      <w:r>
        <w:fldChar w:fldCharType="end"/>
      </w:r>
      <w:r>
        <w:t>:   ZZM031T Gestione Istituti</w:t>
      </w:r>
      <w:bookmarkEnd w:id="135"/>
      <w:bookmarkEnd w:id="136"/>
      <w:r>
        <w:t xml:space="preserve"> </w:t>
      </w:r>
    </w:p>
    <w:p w:rsidR="007F7604" w:rsidRDefault="007F7604" w:rsidP="007F7604">
      <w:pPr>
        <w:pStyle w:val="ParagNoNum"/>
      </w:pPr>
      <w:r>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1701"/>
        <w:gridCol w:w="4536"/>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lastRenderedPageBreak/>
              <w:t>operazione</w:t>
            </w:r>
          </w:p>
        </w:tc>
        <w:tc>
          <w:tcPr>
            <w:tcW w:w="6237" w:type="dxa"/>
            <w:gridSpan w:val="2"/>
            <w:tcBorders>
              <w:top w:val="single" w:sz="12"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pPr>
              <w:tabs>
                <w:tab w:val="left" w:pos="851"/>
              </w:tabs>
            </w:pPr>
            <w:r>
              <w:rPr>
                <w:b/>
              </w:rPr>
              <w:t>INS</w:t>
            </w:r>
            <w:r>
              <w:tab/>
              <w:t>INSERIMENTO</w:t>
            </w:r>
          </w:p>
          <w:p w:rsidR="007F7604" w:rsidRDefault="007F7604" w:rsidP="00407551">
            <w:pPr>
              <w:tabs>
                <w:tab w:val="left" w:pos="851"/>
              </w:tabs>
            </w:pPr>
            <w:r>
              <w:rPr>
                <w:b/>
              </w:rPr>
              <w:t>VAR</w:t>
            </w:r>
            <w:r>
              <w:tab/>
              <w:t>VARIAZIONE</w:t>
            </w:r>
          </w:p>
          <w:p w:rsidR="007F7604" w:rsidRDefault="007F7604" w:rsidP="00407551">
            <w:pPr>
              <w:tabs>
                <w:tab w:val="left" w:pos="851"/>
              </w:tabs>
            </w:pPr>
            <w:r>
              <w:rPr>
                <w:b/>
              </w:rPr>
              <w:t>ANN</w:t>
            </w:r>
            <w:r>
              <w:tab/>
              <w:t>ANNULLAMENTO</w:t>
            </w:r>
          </w:p>
          <w:p w:rsidR="007F7604" w:rsidRDefault="007F7604" w:rsidP="00407551">
            <w:r>
              <w:t>Se si digita qualcosa di diverso dai valori ammessi il sistema segnala l'errore 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istituto</w:t>
            </w:r>
          </w:p>
        </w:tc>
        <w:tc>
          <w:tcPr>
            <w:tcW w:w="6237" w:type="dxa"/>
            <w:gridSpan w:val="2"/>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Codice identificativo dell'istituto.</w:t>
            </w:r>
          </w:p>
          <w:p w:rsidR="007F7604" w:rsidRDefault="007F7604" w:rsidP="00407551">
            <w:r>
              <w:t>Se non viene digitato il sistema segnala l'errore 27.</w:t>
            </w:r>
          </w:p>
          <w:p w:rsidR="007F7604" w:rsidRDefault="007F7604" w:rsidP="00407551">
            <w:r>
              <w:t>Se l'operazione è INS il codice non deve essere censito nell'Archivio Istituti; in caso contrario il sistema segnala l'errore 3.</w:t>
            </w:r>
          </w:p>
          <w:p w:rsidR="007F7604" w:rsidRDefault="007F7604" w:rsidP="00407551">
            <w:r>
              <w:t>Se l'operazione è VAR o ANN il codice deve essere censito nell'Archivio Istituti; in caso contrario il sistema segnala l'errore 2.</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descrizione breve</w:t>
            </w:r>
          </w:p>
        </w:tc>
        <w:tc>
          <w:tcPr>
            <w:tcW w:w="6237" w:type="dxa"/>
            <w:gridSpan w:val="2"/>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Descrizione breve dell'istituto.</w:t>
            </w:r>
          </w:p>
          <w:p w:rsidR="007F7604" w:rsidRDefault="007F7604" w:rsidP="00407551">
            <w:r>
              <w:t>Se non viene digitata il sistema segnala l'errore 9031.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descrizione</w:t>
            </w:r>
          </w:p>
        </w:tc>
        <w:tc>
          <w:tcPr>
            <w:tcW w:w="6237" w:type="dxa"/>
            <w:gridSpan w:val="2"/>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r>
              <w:t>Descrizione estesa dell'istituto.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funzione di partenza</w:t>
            </w:r>
          </w:p>
        </w:tc>
        <w:tc>
          <w:tcPr>
            <w:tcW w:w="6237" w:type="dxa"/>
            <w:gridSpan w:val="2"/>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r>
              <w:t>Funzione che viene proposta come default nel campo "Funzione" della mappa di Apertura Sessione.</w:t>
            </w:r>
          </w:p>
          <w:p w:rsidR="007F7604" w:rsidRDefault="007F7604" w:rsidP="00407551">
            <w:r>
              <w:t>Se viene indicata una funzione, questa deve essere censita nell'Archivio Funzioni; in caso contrario il sistema segnala l'errore 6.</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operatore modello</w:t>
            </w:r>
          </w:p>
        </w:tc>
        <w:tc>
          <w:tcPr>
            <w:tcW w:w="6237" w:type="dxa"/>
            <w:gridSpan w:val="2"/>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r>
              <w:t>Codice operatore che verrà proposto come default nel campo "Operatore" della mappa di Apertura Sessione.</w:t>
            </w:r>
          </w:p>
          <w:p w:rsidR="007F7604" w:rsidRDefault="007F7604" w:rsidP="00407551">
            <w:r>
              <w:t>Se viene indicato un operatore, questo deve essere censito nell'Archivio Operatori; in caso contrario il sistema segnala l'errore 16.</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nome sistema</w:t>
            </w:r>
          </w:p>
        </w:tc>
        <w:tc>
          <w:tcPr>
            <w:tcW w:w="6237" w:type="dxa"/>
            <w:gridSpan w:val="2"/>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r>
              <w:t>Codice identificativo della procedura.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gestione consorzio</w:t>
            </w:r>
          </w:p>
        </w:tc>
        <w:tc>
          <w:tcPr>
            <w:tcW w:w="6237" w:type="dxa"/>
            <w:gridSpan w:val="2"/>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Valori ammessi:</w:t>
            </w:r>
          </w:p>
          <w:p w:rsidR="007F7604" w:rsidRDefault="007F7604" w:rsidP="00407551">
            <w:pPr>
              <w:tabs>
                <w:tab w:val="left" w:pos="567"/>
              </w:tabs>
            </w:pPr>
            <w:r>
              <w:rPr>
                <w:b/>
              </w:rPr>
              <w:t>S</w:t>
            </w:r>
            <w:r>
              <w:rPr>
                <w:b/>
              </w:rPr>
              <w:tab/>
            </w:r>
            <w:r>
              <w:t>SI</w:t>
            </w:r>
          </w:p>
          <w:p w:rsidR="007F7604" w:rsidRDefault="007F7604" w:rsidP="00407551">
            <w:pPr>
              <w:tabs>
                <w:tab w:val="left" w:pos="567"/>
              </w:tabs>
            </w:pPr>
            <w:r>
              <w:rPr>
                <w:b/>
              </w:rPr>
              <w:t>N</w:t>
            </w:r>
            <w:r>
              <w:rPr>
                <w:b/>
              </w:rPr>
              <w:tab/>
            </w:r>
            <w:r>
              <w:t>NO</w:t>
            </w:r>
          </w:p>
          <w:p w:rsidR="007F7604" w:rsidRDefault="007F7604" w:rsidP="00407551">
            <w:r>
              <w:t>Default:</w:t>
            </w:r>
            <w:r>
              <w:tab/>
              <w:t>NO</w:t>
            </w:r>
          </w:p>
          <w:p w:rsidR="007F7604" w:rsidRDefault="007F7604" w:rsidP="00407551">
            <w:r>
              <w:t xml:space="preserve">Campo per l'indicazione della gestione </w:t>
            </w:r>
            <w:proofErr w:type="spellStart"/>
            <w:r>
              <w:t>multistituto</w:t>
            </w:r>
            <w:proofErr w:type="spellEnd"/>
            <w:r>
              <w:t>.</w:t>
            </w:r>
          </w:p>
          <w:p w:rsidR="007F7604" w:rsidRDefault="007F7604" w:rsidP="00407551">
            <w:r>
              <w:t>Se si digita qualcosa di diverso dai valori ammessi il sistema segnala l'errore 9031.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lastRenderedPageBreak/>
              <w:t>linguaggio</w:t>
            </w:r>
          </w:p>
        </w:tc>
        <w:tc>
          <w:tcPr>
            <w:tcW w:w="6237" w:type="dxa"/>
            <w:gridSpan w:val="2"/>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Default:</w:t>
            </w:r>
            <w:r>
              <w:tab/>
              <w:t>ITALIANO</w:t>
            </w:r>
          </w:p>
          <w:p w:rsidR="007F7604" w:rsidRDefault="007F7604" w:rsidP="00407551">
            <w:r>
              <w:t>Possibilità di optare per la stampa dei tabulati in lingue diverse. La scelta avviene digitando una "X" sul campo di selezione corrispondente; se si digita un carattere diverso il sistema segnala l'errore 8006.</w:t>
            </w:r>
          </w:p>
          <w:p w:rsidR="007F7604" w:rsidRDefault="007F7604" w:rsidP="00407551">
            <w:r>
              <w:t>E' possibile effettuare una sola selezione.</w:t>
            </w:r>
          </w:p>
          <w:p w:rsidR="007F7604" w:rsidRDefault="007F7604" w:rsidP="00407551">
            <w:r>
              <w:t xml:space="preserve">La gestione del linguaggio per il momento </w:t>
            </w:r>
            <w:r>
              <w:rPr>
                <w:b/>
              </w:rPr>
              <w:t>non</w:t>
            </w:r>
            <w:r>
              <w:t xml:space="preserve"> è attiva.</w:t>
            </w:r>
          </w:p>
          <w:p w:rsidR="007F7604" w:rsidRDefault="007F7604" w:rsidP="00407551">
            <w:r>
              <w:t>Se si seleziona più di un linguaggio il sistema segnala l'errore 8005.</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indirizzo</w:t>
            </w:r>
          </w:p>
        </w:tc>
        <w:tc>
          <w:tcPr>
            <w:tcW w:w="6237" w:type="dxa"/>
            <w:gridSpan w:val="2"/>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r>
              <w:t>Indirizzo di domicilio dell'istituto.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proofErr w:type="spellStart"/>
            <w:r>
              <w:rPr>
                <w:smallCaps/>
              </w:rPr>
              <w:t>c.a.p.</w:t>
            </w:r>
            <w:proofErr w:type="spellEnd"/>
          </w:p>
        </w:tc>
        <w:tc>
          <w:tcPr>
            <w:tcW w:w="6237" w:type="dxa"/>
            <w:gridSpan w:val="2"/>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r>
              <w:t>Codice Avviamento Postale dell'istituto.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proofErr w:type="spellStart"/>
            <w:r>
              <w:rPr>
                <w:smallCaps/>
              </w:rPr>
              <w:t>localita'</w:t>
            </w:r>
            <w:proofErr w:type="spellEnd"/>
          </w:p>
        </w:tc>
        <w:tc>
          <w:tcPr>
            <w:tcW w:w="6237" w:type="dxa"/>
            <w:gridSpan w:val="2"/>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r>
              <w:t>Comune di domicilio dell'istituto.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provincia</w:t>
            </w:r>
          </w:p>
        </w:tc>
        <w:tc>
          <w:tcPr>
            <w:tcW w:w="6237" w:type="dxa"/>
            <w:gridSpan w:val="2"/>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r>
              <w:t>Provincia di domicilio dell'istituto.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 xml:space="preserve">codice </w:t>
            </w:r>
            <w:proofErr w:type="spellStart"/>
            <w:r>
              <w:rPr>
                <w:smallCaps/>
              </w:rPr>
              <w:t>a.b.i</w:t>
            </w:r>
            <w:proofErr w:type="spellEnd"/>
            <w:r>
              <w:rPr>
                <w:smallCaps/>
              </w:rPr>
              <w:t>.</w:t>
            </w:r>
          </w:p>
        </w:tc>
        <w:tc>
          <w:tcPr>
            <w:tcW w:w="6237" w:type="dxa"/>
            <w:gridSpan w:val="2"/>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r>
              <w:t>Codice A.B.I. dell'istituto.</w:t>
            </w:r>
          </w:p>
          <w:p w:rsidR="007F7604" w:rsidRDefault="007F7604" w:rsidP="00407551"/>
        </w:tc>
      </w:tr>
      <w:tr w:rsidR="007F7604" w:rsidTr="00407551">
        <w:trPr>
          <w:cantSplit/>
        </w:trPr>
        <w:tc>
          <w:tcPr>
            <w:tcW w:w="2835" w:type="dxa"/>
            <w:tcBorders>
              <w:top w:val="single" w:sz="6" w:space="0" w:color="FFFF00"/>
              <w:left w:val="single" w:sz="12" w:space="0" w:color="FFFF00"/>
              <w:right w:val="single" w:sz="6" w:space="0" w:color="FFFF00"/>
            </w:tcBorders>
          </w:tcPr>
          <w:p w:rsidR="007F7604" w:rsidRDefault="007F7604" w:rsidP="00407551">
            <w:pPr>
              <w:rPr>
                <w:smallCaps/>
              </w:rPr>
            </w:pPr>
            <w:r>
              <w:rPr>
                <w:smallCaps/>
              </w:rPr>
              <w:t>sicurezza</w:t>
            </w:r>
          </w:p>
        </w:tc>
        <w:tc>
          <w:tcPr>
            <w:tcW w:w="1701" w:type="dxa"/>
            <w:tcBorders>
              <w:top w:val="single" w:sz="6" w:space="0" w:color="FFFF00"/>
              <w:left w:val="single" w:sz="6" w:space="0" w:color="FFFF00"/>
            </w:tcBorders>
          </w:tcPr>
          <w:p w:rsidR="007F7604" w:rsidRDefault="007F7604" w:rsidP="00407551">
            <w:r>
              <w:t>Obbligatorio.</w:t>
            </w:r>
          </w:p>
          <w:p w:rsidR="007F7604" w:rsidRDefault="007F7604" w:rsidP="00407551">
            <w:r>
              <w:t>Valori ammessi:</w:t>
            </w:r>
          </w:p>
          <w:p w:rsidR="007F7604" w:rsidRDefault="007F7604" w:rsidP="00407551">
            <w:pPr>
              <w:rPr>
                <w:b/>
              </w:rPr>
            </w:pPr>
            <w:r>
              <w:rPr>
                <w:b/>
              </w:rPr>
              <w:t>Non attiva</w:t>
            </w:r>
          </w:p>
          <w:p w:rsidR="007F7604" w:rsidRDefault="007F7604" w:rsidP="00407551">
            <w:pPr>
              <w:rPr>
                <w:b/>
              </w:rPr>
            </w:pPr>
            <w:r>
              <w:rPr>
                <w:b/>
              </w:rPr>
              <w:t>Esterna</w:t>
            </w:r>
          </w:p>
          <w:p w:rsidR="007F7604" w:rsidRDefault="007F7604" w:rsidP="00407551">
            <w:r>
              <w:rPr>
                <w:b/>
              </w:rPr>
              <w:t>Interna</w:t>
            </w:r>
            <w:r>
              <w:tab/>
            </w:r>
          </w:p>
          <w:p w:rsidR="007F7604" w:rsidRDefault="007F7604" w:rsidP="00407551">
            <w:pPr>
              <w:rPr>
                <w:b/>
              </w:rPr>
            </w:pPr>
            <w:r>
              <w:rPr>
                <w:b/>
              </w:rPr>
              <w:t>Interna solo autorizzazioni</w:t>
            </w:r>
          </w:p>
          <w:p w:rsidR="007F7604" w:rsidRDefault="007F7604" w:rsidP="00407551">
            <w:r>
              <w:t>Default:</w:t>
            </w:r>
          </w:p>
        </w:tc>
        <w:tc>
          <w:tcPr>
            <w:tcW w:w="4536" w:type="dxa"/>
            <w:tcBorders>
              <w:top w:val="single" w:sz="6" w:space="0" w:color="FFFF00"/>
              <w:right w:val="single" w:sz="12" w:space="0" w:color="FFFF00"/>
            </w:tcBorders>
          </w:tcPr>
          <w:p w:rsidR="007F7604" w:rsidRDefault="007F7604" w:rsidP="00407551"/>
          <w:p w:rsidR="007F7604" w:rsidRDefault="007F7604" w:rsidP="00407551"/>
          <w:p w:rsidR="007F7604" w:rsidRDefault="007F7604" w:rsidP="00407551">
            <w:r>
              <w:t>Non viene gestita nessuna sicurezza</w:t>
            </w:r>
          </w:p>
          <w:p w:rsidR="007F7604" w:rsidRDefault="007F7604" w:rsidP="00407551">
            <w:r>
              <w:t>Non viene gestita direttamente dalla procedura</w:t>
            </w:r>
          </w:p>
          <w:p w:rsidR="007F7604" w:rsidRDefault="007F7604" w:rsidP="00407551">
            <w:pPr>
              <w:tabs>
                <w:tab w:val="left" w:pos="1418"/>
              </w:tabs>
            </w:pPr>
            <w:r>
              <w:t>Viene gestita direttamente dalla procedura</w:t>
            </w:r>
          </w:p>
          <w:p w:rsidR="007F7604" w:rsidRDefault="007F7604" w:rsidP="00407551">
            <w:r>
              <w:t>Viene gestita dalla procedura solo la parte delle autorizzazioni</w:t>
            </w:r>
          </w:p>
          <w:p w:rsidR="007F7604" w:rsidRDefault="007F7604" w:rsidP="00407551">
            <w:r>
              <w:t>NON ATTIVA</w:t>
            </w:r>
          </w:p>
        </w:tc>
      </w:tr>
      <w:tr w:rsidR="007F7604" w:rsidTr="00407551">
        <w:trPr>
          <w:cantSplit/>
        </w:trPr>
        <w:tc>
          <w:tcPr>
            <w:tcW w:w="2835" w:type="dxa"/>
            <w:tcBorders>
              <w:left w:val="single" w:sz="12" w:space="0" w:color="FFFF00"/>
              <w:bottom w:val="single" w:sz="6" w:space="0" w:color="FFFF00"/>
              <w:right w:val="single" w:sz="6" w:space="0" w:color="FFFF00"/>
            </w:tcBorders>
          </w:tcPr>
          <w:p w:rsidR="007F7604" w:rsidRDefault="007F7604" w:rsidP="00407551">
            <w:pPr>
              <w:rPr>
                <w:smallCaps/>
              </w:rPr>
            </w:pPr>
          </w:p>
        </w:tc>
        <w:tc>
          <w:tcPr>
            <w:tcW w:w="6237" w:type="dxa"/>
            <w:gridSpan w:val="2"/>
            <w:tcBorders>
              <w:left w:val="single" w:sz="6" w:space="0" w:color="FFFF00"/>
              <w:bottom w:val="single" w:sz="6" w:space="0" w:color="FFFF00"/>
              <w:right w:val="single" w:sz="12" w:space="0" w:color="FFFF00"/>
            </w:tcBorders>
          </w:tcPr>
          <w:p w:rsidR="007F7604" w:rsidRDefault="007F7604" w:rsidP="00407551">
            <w:r>
              <w:t>Campo per la scelta del sistema di sicurezza adottato dall'istituto.</w:t>
            </w:r>
          </w:p>
          <w:p w:rsidR="007F7604" w:rsidRDefault="007F7604" w:rsidP="00407551"/>
        </w:tc>
      </w:tr>
    </w:tbl>
    <w:p w:rsidR="007F7604" w:rsidRDefault="007F7604" w:rsidP="007F7604">
      <w:pPr>
        <w:spacing w:before="480"/>
      </w:pPr>
      <w:r>
        <w:t xml:space="preserve">Dopo aver digitato l'ultimo dato richiesto e premuto il tasto </w:t>
      </w:r>
      <w:r>
        <w:rPr>
          <w:b/>
        </w:rPr>
        <w:t>'INVIO'</w:t>
      </w:r>
      <w:r>
        <w:t xml:space="preserve">, il sistema chiede la </w:t>
      </w:r>
      <w:r>
        <w:rPr>
          <w:b/>
        </w:rPr>
        <w:t>'CONFERMA</w:t>
      </w:r>
      <w:r>
        <w:t xml:space="preserve"> </w:t>
      </w:r>
      <w:r>
        <w:rPr>
          <w:b/>
        </w:rPr>
        <w:t>SI/NO'</w:t>
      </w:r>
      <w:r>
        <w:t xml:space="preserve"> dei dati inseriti.</w:t>
      </w:r>
    </w:p>
    <w:p w:rsidR="007F7604" w:rsidRDefault="007F7604" w:rsidP="007F7604">
      <w:r>
        <w:t>Se la risposta è negativa la transazione viene annullata ed i dati inseriti vanno persi mentre, in caso di risposta affermativa, i dati vengono memorizzati nell'Archivio Istituti; successivamente la transazione viene chiusa ed il sistema ripropone la mappa vuota per un'eventuale nuova gestione.</w:t>
      </w:r>
    </w:p>
    <w:p w:rsidR="007F7604" w:rsidRDefault="007F7604" w:rsidP="007F7604">
      <w:pPr>
        <w:pStyle w:val="Titolo3"/>
        <w:ind w:left="357" w:hanging="357"/>
      </w:pPr>
      <w:bookmarkStart w:id="137" w:name="_Toc494685447"/>
      <w:bookmarkStart w:id="138" w:name="_Toc510349076"/>
      <w:bookmarkStart w:id="139" w:name="_Toc397613692"/>
      <w:r>
        <w:t>Funzioni associate</w:t>
      </w:r>
      <w:bookmarkEnd w:id="137"/>
      <w:bookmarkEnd w:id="138"/>
      <w:bookmarkEnd w:id="139"/>
    </w:p>
    <w:p w:rsidR="007F7604" w:rsidRDefault="007F7604" w:rsidP="007F7604">
      <w:r>
        <w:t>Gestione Transazioni (GTRX);</w:t>
      </w:r>
    </w:p>
    <w:p w:rsidR="007F7604" w:rsidRDefault="007F7604" w:rsidP="007F7604">
      <w:r>
        <w:t>Gestione Operatori (GOPR);</w:t>
      </w:r>
    </w:p>
    <w:p w:rsidR="007F7604" w:rsidRDefault="007F7604" w:rsidP="007F7604">
      <w:proofErr w:type="spellStart"/>
      <w:r>
        <w:t>Inquiry</w:t>
      </w:r>
      <w:proofErr w:type="spellEnd"/>
      <w:r>
        <w:t xml:space="preserve"> Istituti (IIST).</w:t>
      </w:r>
    </w:p>
    <w:p w:rsidR="007F7604" w:rsidRDefault="007F7604" w:rsidP="007F7604">
      <w:pPr>
        <w:pStyle w:val="Titolo2"/>
      </w:pPr>
      <w:r>
        <w:br w:type="page"/>
      </w:r>
      <w:bookmarkStart w:id="140" w:name="_Toc494685448"/>
      <w:bookmarkStart w:id="141" w:name="_Toc510349077"/>
      <w:bookmarkStart w:id="142" w:name="_Toc397613693"/>
      <w:r>
        <w:lastRenderedPageBreak/>
        <w:t>Gestione Modelli Di Stampa (GMDL)</w:t>
      </w:r>
      <w:bookmarkEnd w:id="140"/>
      <w:bookmarkEnd w:id="141"/>
      <w:bookmarkEnd w:id="142"/>
    </w:p>
    <w:p w:rsidR="007F7604" w:rsidRDefault="007F7604" w:rsidP="007F7604">
      <w:pPr>
        <w:pStyle w:val="Titolo3"/>
        <w:ind w:left="357" w:hanging="357"/>
      </w:pPr>
      <w:bookmarkStart w:id="143" w:name="_Toc494685449"/>
      <w:bookmarkStart w:id="144" w:name="_Toc510349078"/>
      <w:bookmarkStart w:id="145" w:name="_Toc397613694"/>
      <w:r>
        <w:t>Utilizzo della transazione</w:t>
      </w:r>
      <w:bookmarkEnd w:id="143"/>
      <w:bookmarkEnd w:id="144"/>
      <w:bookmarkEnd w:id="145"/>
    </w:p>
    <w:p w:rsidR="007F7604" w:rsidRDefault="007F7604" w:rsidP="007F7604">
      <w:r>
        <w:t>Per poter eseguire delle stampe è prima necessario censire i diversi modelli di stampa indicando, per ognuno di essi, le caratteristiche principali quali:</w:t>
      </w:r>
    </w:p>
    <w:p w:rsidR="007F7604" w:rsidRDefault="007F7604" w:rsidP="007F7604">
      <w:pPr>
        <w:spacing w:before="120"/>
        <w:ind w:left="357" w:hanging="357"/>
      </w:pPr>
      <w:r>
        <w:fldChar w:fldCharType="begin"/>
      </w:r>
      <w:r>
        <w:instrText>SYMBOL 183 \f "Symbol" \s 10 \h</w:instrText>
      </w:r>
      <w:r>
        <w:fldChar w:fldCharType="end"/>
      </w:r>
      <w:r>
        <w:tab/>
        <w:t>il codice che ne permetta l'identificazione;</w:t>
      </w:r>
    </w:p>
    <w:p w:rsidR="007F7604" w:rsidRDefault="007F7604" w:rsidP="007F7604">
      <w:pPr>
        <w:spacing w:before="120"/>
        <w:ind w:left="357" w:hanging="357"/>
      </w:pPr>
      <w:r>
        <w:fldChar w:fldCharType="begin"/>
      </w:r>
      <w:r>
        <w:instrText>SYMBOL 183 \f "Symbol" \s 10 \h</w:instrText>
      </w:r>
      <w:r>
        <w:fldChar w:fldCharType="end"/>
      </w:r>
      <w:r>
        <w:tab/>
        <w:t>la descrizione estesa;</w:t>
      </w:r>
    </w:p>
    <w:p w:rsidR="007F7604" w:rsidRDefault="007F7604" w:rsidP="007F7604">
      <w:pPr>
        <w:spacing w:before="120"/>
        <w:ind w:left="357" w:hanging="357"/>
      </w:pPr>
      <w:r>
        <w:fldChar w:fldCharType="begin"/>
      </w:r>
      <w:r>
        <w:instrText>SYMBOL 183 \f "Symbol" \s 10 \h</w:instrText>
      </w:r>
      <w:r>
        <w:fldChar w:fldCharType="end"/>
      </w:r>
      <w:r>
        <w:tab/>
        <w:t xml:space="preserve">la routine di formattazione associata che verrà richiamata dal </w:t>
      </w:r>
      <w:r>
        <w:rPr>
          <w:i/>
        </w:rPr>
        <w:t>server di stampa</w:t>
      </w:r>
      <w:r>
        <w:t xml:space="preserve"> (zzPT97);</w:t>
      </w:r>
    </w:p>
    <w:p w:rsidR="007F7604" w:rsidRDefault="007F7604" w:rsidP="007F7604">
      <w:pPr>
        <w:spacing w:before="120"/>
        <w:ind w:left="357" w:hanging="357"/>
      </w:pPr>
      <w:r>
        <w:fldChar w:fldCharType="begin"/>
      </w:r>
      <w:r>
        <w:instrText>SYMBOL 183 \f "Symbol" \s 10 \h</w:instrText>
      </w:r>
      <w:r>
        <w:fldChar w:fldCharType="end"/>
      </w:r>
      <w:r>
        <w:tab/>
        <w:t>la modalità di stampa rispetto al tempo di esecuzione;</w:t>
      </w:r>
    </w:p>
    <w:p w:rsidR="007F7604" w:rsidRDefault="007F7604" w:rsidP="007F7604">
      <w:pPr>
        <w:spacing w:before="120"/>
        <w:ind w:left="357" w:hanging="357"/>
      </w:pPr>
      <w:r>
        <w:fldChar w:fldCharType="begin"/>
      </w:r>
      <w:r>
        <w:instrText>SYMBOL 183 \f "Symbol" \s 10 \h</w:instrText>
      </w:r>
      <w:r>
        <w:fldChar w:fldCharType="end"/>
      </w:r>
      <w:r>
        <w:tab/>
        <w:t>la modalità di stampa rispetto al caricamento della stampante;</w:t>
      </w:r>
    </w:p>
    <w:p w:rsidR="007F7604" w:rsidRDefault="007F7604" w:rsidP="007F7604">
      <w:pPr>
        <w:spacing w:before="120"/>
        <w:ind w:left="357" w:hanging="357"/>
      </w:pPr>
      <w:r>
        <w:fldChar w:fldCharType="begin"/>
      </w:r>
      <w:r>
        <w:instrText>SYMBOL 183 \f "Symbol" \s 10 \h</w:instrText>
      </w:r>
      <w:r>
        <w:fldChar w:fldCharType="end"/>
      </w:r>
      <w:r>
        <w:tab/>
        <w:t>il numero di caratteri per pollice;</w:t>
      </w:r>
    </w:p>
    <w:p w:rsidR="007F7604" w:rsidRDefault="007F7604" w:rsidP="007F7604">
      <w:pPr>
        <w:spacing w:before="120"/>
        <w:ind w:left="357" w:hanging="357"/>
      </w:pPr>
      <w:r>
        <w:fldChar w:fldCharType="begin"/>
      </w:r>
      <w:r>
        <w:instrText>SYMBOL 183 \f "Symbol" \s 10 \h</w:instrText>
      </w:r>
      <w:r>
        <w:fldChar w:fldCharType="end"/>
      </w:r>
      <w:r>
        <w:tab/>
        <w:t>il numero di linee per pollice.</w:t>
      </w:r>
    </w:p>
    <w:p w:rsidR="007F7604" w:rsidRDefault="007F7604" w:rsidP="007F7604">
      <w:pPr>
        <w:spacing w:before="240"/>
      </w:pPr>
      <w:r>
        <w:t>Per rendere operativo un modello di stampa si deve inoltre indicare la stampante associata in base alla terna Modello - Transazione - Terminale mediante la funzione APRT (gestione associazione stampanti).</w:t>
      </w:r>
    </w:p>
    <w:p w:rsidR="007F7604" w:rsidRDefault="007F7604" w:rsidP="007F7604">
      <w:pPr>
        <w:pStyle w:val="Titolo3"/>
        <w:ind w:left="357" w:hanging="357"/>
      </w:pPr>
      <w:bookmarkStart w:id="146" w:name="_Toc494685450"/>
      <w:bookmarkStart w:id="147" w:name="_Toc510349079"/>
      <w:bookmarkStart w:id="148" w:name="_Toc397613695"/>
      <w:r>
        <w:t>Interfaccia utente</w:t>
      </w:r>
      <w:bookmarkEnd w:id="146"/>
      <w:bookmarkEnd w:id="147"/>
      <w:bookmarkEnd w:id="148"/>
    </w:p>
    <w:p w:rsidR="007F7604" w:rsidRDefault="007F7604" w:rsidP="007F7604">
      <w:r>
        <w:t>In questa transazione è impiegata una sola mappa (zzM241T).</w:t>
      </w:r>
    </w:p>
    <w:p w:rsidR="007F7604" w:rsidRDefault="007F7604" w:rsidP="007F7604">
      <w:pPr>
        <w:pStyle w:val="ParagNoNum"/>
      </w:pPr>
      <w:r>
        <w:br w:type="page"/>
      </w:r>
      <w:r>
        <w:lastRenderedPageBreak/>
        <w:t>Mappa 1</w:t>
      </w:r>
    </w:p>
    <w:p w:rsidR="007F7604" w:rsidRDefault="007F7604" w:rsidP="007F7604">
      <w:r>
        <w:t xml:space="preserve">Digitando il nome della transazione (GMDL) e premendo </w:t>
      </w:r>
      <w:r>
        <w:rPr>
          <w:b/>
        </w:rPr>
        <w:t>'INVIO'</w:t>
      </w:r>
      <w:r>
        <w:t>, viene presentata la seguente mappa:</w:t>
      </w:r>
    </w:p>
    <w:p w:rsidR="007F7604" w:rsidRDefault="007F7604" w:rsidP="007F7604"/>
    <w:p w:rsidR="007F7604" w:rsidRPr="007F7604" w:rsidRDefault="007F7604" w:rsidP="007F7604">
      <w:pPr>
        <w:pStyle w:val="Mappa"/>
        <w:rPr>
          <w:lang w:val="en-US"/>
        </w:rPr>
      </w:pPr>
      <w:r>
        <w:t xml:space="preserve"> </w:t>
      </w:r>
      <w:r w:rsidRPr="007F7604">
        <w:rPr>
          <w:lang w:val="en-US"/>
        </w:rPr>
        <w:t xml:space="preserve">:::::::: :::::::: * ...................................... * GG/MM/AA HH:MM:SS </w:t>
      </w:r>
    </w:p>
    <w:p w:rsidR="007F7604" w:rsidRDefault="007F7604" w:rsidP="007F7604">
      <w:pPr>
        <w:pStyle w:val="Mappa"/>
      </w:pPr>
      <w:r w:rsidRPr="007F7604">
        <w:rPr>
          <w:lang w:val="en-US"/>
        </w:rPr>
        <w:t xml:space="preserve"> </w:t>
      </w:r>
      <w:r>
        <w:t xml:space="preserve">NP24 _   :::::::: *       GESTIONE MODELLI DI STAMPA       * PAG ____ DI  :::: </w:t>
      </w:r>
    </w:p>
    <w:p w:rsidR="007F7604" w:rsidRDefault="007F7604" w:rsidP="007F7604">
      <w:pPr>
        <w:pStyle w:val="Mappa"/>
      </w:pPr>
      <w:r>
        <w:t xml:space="preserve"> :::: :   :::: :   :::: :   :::: :   :::: :   :::: :   :::: :   :::: :   :::: : </w:t>
      </w:r>
    </w:p>
    <w:p w:rsidR="007F7604" w:rsidRDefault="007F7604" w:rsidP="007F7604">
      <w:pPr>
        <w:pStyle w:val="Mappa"/>
      </w:pPr>
      <w:r>
        <w:t xml:space="preserve"> :::: :::::::::::::::::::::::::::::::::::::::::::::::::::::::::::::::::::: ____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Operazione ___ Modello ________                          </w:t>
      </w:r>
    </w:p>
    <w:p w:rsidR="007F7604" w:rsidRDefault="007F7604" w:rsidP="007F7604">
      <w:pPr>
        <w:pStyle w:val="Mappa"/>
      </w:pPr>
      <w:r>
        <w:t xml:space="preserve">                                                                                </w:t>
      </w:r>
    </w:p>
    <w:p w:rsidR="007F7604" w:rsidRDefault="007F7604" w:rsidP="007F7604">
      <w:pPr>
        <w:pStyle w:val="Mappa"/>
      </w:pPr>
      <w:r>
        <w:t xml:space="preserve">             Descrizione _______________________________________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Routine di formattazione ________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Stampa: _ Immediata                                   </w:t>
      </w:r>
    </w:p>
    <w:p w:rsidR="007F7604" w:rsidRDefault="007F7604" w:rsidP="007F7604">
      <w:pPr>
        <w:pStyle w:val="Mappa"/>
      </w:pPr>
      <w:r>
        <w:t xml:space="preserve">                                  _ Differita                                   </w:t>
      </w:r>
    </w:p>
    <w:p w:rsidR="007F7604" w:rsidRDefault="007F7604" w:rsidP="007F7604">
      <w:pPr>
        <w:pStyle w:val="Mappa"/>
      </w:pPr>
      <w:r>
        <w:t xml:space="preserve">                                  _ Bloccata                                    </w:t>
      </w:r>
    </w:p>
    <w:p w:rsidR="007F7604" w:rsidRDefault="007F7604" w:rsidP="007F7604">
      <w:pPr>
        <w:pStyle w:val="Mappa"/>
      </w:pPr>
      <w:r>
        <w:t xml:space="preserve">                                                                                </w:t>
      </w:r>
    </w:p>
    <w:p w:rsidR="007F7604" w:rsidRDefault="007F7604" w:rsidP="007F7604">
      <w:pPr>
        <w:pStyle w:val="Mappa"/>
      </w:pPr>
      <w:r>
        <w:t xml:space="preserve">                          Modulo _ Discreto                                     </w:t>
      </w:r>
    </w:p>
    <w:p w:rsidR="007F7604" w:rsidRDefault="007F7604" w:rsidP="007F7604">
      <w:pPr>
        <w:pStyle w:val="Mappa"/>
      </w:pPr>
      <w:r>
        <w:t xml:space="preserve">                                 _ Continuo                                     </w:t>
      </w:r>
    </w:p>
    <w:p w:rsidR="007F7604" w:rsidRDefault="007F7604" w:rsidP="007F7604">
      <w:pPr>
        <w:pStyle w:val="Mappa"/>
      </w:pPr>
      <w:r>
        <w:t xml:space="preserve">                                                                                </w:t>
      </w:r>
    </w:p>
    <w:p w:rsidR="007F7604" w:rsidRDefault="007F7604" w:rsidP="007F7604">
      <w:pPr>
        <w:pStyle w:val="Mappa"/>
      </w:pPr>
      <w:r>
        <w:t xml:space="preserve">                   Caratteri per pollice Z9                                     </w:t>
      </w:r>
    </w:p>
    <w:p w:rsidR="007F7604" w:rsidRDefault="007F7604" w:rsidP="007F7604">
      <w:pPr>
        <w:pStyle w:val="Mappa"/>
      </w:pPr>
      <w:r>
        <w:t xml:space="preserve">                   Linee per pollice     Z9                                     </w:t>
      </w:r>
    </w:p>
    <w:p w:rsidR="007F7604" w:rsidRDefault="007F7604" w:rsidP="00DF168B">
      <w:pPr>
        <w:pStyle w:val="Titolo9"/>
        <w:numPr>
          <w:ilvl w:val="0"/>
          <w:numId w:val="0"/>
        </w:numPr>
        <w:ind w:left="1584" w:firstLine="543"/>
        <w:jc w:val="both"/>
      </w:pPr>
      <w:bookmarkStart w:id="149" w:name="_Toc494685561"/>
      <w:bookmarkStart w:id="150" w:name="_Toc510349190"/>
      <w:r>
        <w:t xml:space="preserve">Mappa </w:t>
      </w:r>
      <w:r>
        <w:fldChar w:fldCharType="begin"/>
      </w:r>
      <w:r>
        <w:instrText>SEQ mappa</w:instrText>
      </w:r>
      <w:r>
        <w:fldChar w:fldCharType="separate"/>
      </w:r>
      <w:r>
        <w:rPr>
          <w:noProof/>
        </w:rPr>
        <w:t>9</w:t>
      </w:r>
      <w:r>
        <w:fldChar w:fldCharType="end"/>
      </w:r>
      <w:r>
        <w:t>:   ZZM241T Gestione modelli di stampa</w:t>
      </w:r>
      <w:bookmarkEnd w:id="149"/>
      <w:bookmarkEnd w:id="150"/>
      <w:r>
        <w:t xml:space="preserve"> </w:t>
      </w:r>
    </w:p>
    <w:p w:rsidR="007F7604" w:rsidRDefault="007F7604" w:rsidP="007F7604">
      <w:pPr>
        <w:pStyle w:val="ParagNoNum"/>
      </w:pPr>
      <w:r>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3119"/>
        <w:gridCol w:w="5882"/>
      </w:tblGrid>
      <w:tr w:rsidR="007F7604" w:rsidTr="00407551">
        <w:trPr>
          <w:cantSplit/>
        </w:trPr>
        <w:tc>
          <w:tcPr>
            <w:tcW w:w="3119"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operazione</w:t>
            </w:r>
          </w:p>
        </w:tc>
        <w:tc>
          <w:tcPr>
            <w:tcW w:w="5882" w:type="dxa"/>
            <w:tcBorders>
              <w:top w:val="single" w:sz="12"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Valori ammessi:</w:t>
            </w:r>
          </w:p>
          <w:p w:rsidR="007F7604" w:rsidRDefault="007F7604" w:rsidP="00407551">
            <w:r>
              <w:rPr>
                <w:b/>
              </w:rPr>
              <w:t>INS</w:t>
            </w:r>
            <w:r>
              <w:tab/>
              <w:t>INSERIMENTO.</w:t>
            </w:r>
          </w:p>
          <w:p w:rsidR="007F7604" w:rsidRDefault="007F7604" w:rsidP="00407551">
            <w:r>
              <w:rPr>
                <w:b/>
              </w:rPr>
              <w:t>VAR</w:t>
            </w:r>
            <w:r>
              <w:tab/>
              <w:t>VARIAZIONE</w:t>
            </w:r>
          </w:p>
          <w:p w:rsidR="007F7604" w:rsidRDefault="007F7604" w:rsidP="00407551">
            <w:r>
              <w:rPr>
                <w:b/>
              </w:rPr>
              <w:t>ANN</w:t>
            </w:r>
            <w:r>
              <w:tab/>
              <w:t>ANNULLAMENTO.</w:t>
            </w:r>
          </w:p>
          <w:p w:rsidR="007F7604" w:rsidRDefault="007F7604" w:rsidP="00407551">
            <w:r>
              <w:t>Se si digita qualcosa di diverso dai valori ammessi, il sistema genera l'errore 1.</w:t>
            </w:r>
          </w:p>
          <w:p w:rsidR="007F7604" w:rsidRDefault="007F7604" w:rsidP="00407551"/>
        </w:tc>
      </w:tr>
      <w:tr w:rsidR="007F7604" w:rsidTr="00407551">
        <w:trPr>
          <w:cantSplit/>
        </w:trPr>
        <w:tc>
          <w:tcPr>
            <w:tcW w:w="3119"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modello</w:t>
            </w:r>
          </w:p>
        </w:tc>
        <w:tc>
          <w:tcPr>
            <w:tcW w:w="5882"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Codice identificativo del modello di stampa secondo un criterio liberamente scelto dall'Istituto.</w:t>
            </w:r>
          </w:p>
          <w:p w:rsidR="007F7604" w:rsidRDefault="007F7604" w:rsidP="00407551">
            <w:r>
              <w:t>Se non digitato il sistema genera l'errore 2.</w:t>
            </w:r>
          </w:p>
          <w:p w:rsidR="007F7604" w:rsidRDefault="007F7604" w:rsidP="00407551">
            <w:r>
              <w:t>Se l'operazione è INS il modello non deve essere presente in Archivio Modelli; in caso contrario il sistema genera l'errore 3.</w:t>
            </w:r>
          </w:p>
          <w:p w:rsidR="007F7604" w:rsidRDefault="007F7604" w:rsidP="00407551">
            <w:r>
              <w:t>Se l'operazione è VAR o ANN il modello deve essere presente in Archivio; in caso contrario il sistema genera l'errore 4.</w:t>
            </w:r>
          </w:p>
          <w:p w:rsidR="007F7604" w:rsidRDefault="007F7604" w:rsidP="00407551"/>
        </w:tc>
      </w:tr>
      <w:tr w:rsidR="007F7604" w:rsidTr="00407551">
        <w:trPr>
          <w:cantSplit/>
        </w:trPr>
        <w:tc>
          <w:tcPr>
            <w:tcW w:w="3119"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descrizione</w:t>
            </w:r>
          </w:p>
        </w:tc>
        <w:tc>
          <w:tcPr>
            <w:tcW w:w="5882" w:type="dxa"/>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r>
              <w:t>Descrizione estesa del modello di stampa.</w:t>
            </w:r>
          </w:p>
          <w:p w:rsidR="007F7604" w:rsidRDefault="007F7604" w:rsidP="00407551"/>
        </w:tc>
      </w:tr>
      <w:tr w:rsidR="007F7604" w:rsidTr="00407551">
        <w:trPr>
          <w:cantSplit/>
        </w:trPr>
        <w:tc>
          <w:tcPr>
            <w:tcW w:w="3119"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lastRenderedPageBreak/>
              <w:t>routine di formattazione</w:t>
            </w:r>
          </w:p>
        </w:tc>
        <w:tc>
          <w:tcPr>
            <w:tcW w:w="5882"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Codice identificativo della routine di formattazione righe che gestisce il modello di stampa.</w:t>
            </w:r>
          </w:p>
          <w:p w:rsidR="007F7604" w:rsidRDefault="007F7604" w:rsidP="00407551">
            <w:r>
              <w:t>Se non digitato il sistema genera l'errore 3.</w:t>
            </w:r>
          </w:p>
          <w:p w:rsidR="007F7604" w:rsidRDefault="007F7604" w:rsidP="00407551"/>
        </w:tc>
      </w:tr>
      <w:tr w:rsidR="007F7604" w:rsidTr="00407551">
        <w:trPr>
          <w:cantSplit/>
        </w:trPr>
        <w:tc>
          <w:tcPr>
            <w:tcW w:w="3119"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stampa</w:t>
            </w:r>
          </w:p>
        </w:tc>
        <w:tc>
          <w:tcPr>
            <w:tcW w:w="5882"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Valori ammessi:</w:t>
            </w:r>
          </w:p>
          <w:p w:rsidR="007F7604" w:rsidRDefault="007F7604" w:rsidP="00407551">
            <w:r>
              <w:t>IMMEDIATA</w:t>
            </w:r>
            <w:r>
              <w:tab/>
              <w:t>per eseguire subito la stampa</w:t>
            </w:r>
          </w:p>
          <w:p w:rsidR="007F7604" w:rsidRDefault="007F7604" w:rsidP="00407551">
            <w:r>
              <w:t>DIFFERITA</w:t>
            </w:r>
            <w:r>
              <w:tab/>
              <w:t xml:space="preserve">per salvare la stampa su appoggio ed eseguirla </w:t>
            </w:r>
            <w:r>
              <w:tab/>
            </w:r>
            <w:r>
              <w:tab/>
            </w:r>
            <w:r>
              <w:tab/>
              <w:t>successivamente</w:t>
            </w:r>
          </w:p>
          <w:p w:rsidR="007F7604" w:rsidRDefault="007F7604" w:rsidP="00407551">
            <w:r>
              <w:t>BLOCCATA</w:t>
            </w:r>
            <w:r>
              <w:tab/>
              <w:t>per impedire l'esecuzione della stampa</w:t>
            </w:r>
          </w:p>
          <w:p w:rsidR="007F7604" w:rsidRDefault="007F7604" w:rsidP="00407551">
            <w:r>
              <w:t>In base alla selezione effettuata, al modello di stampa viene assegnato il parametro di tempo per l'esecuzione della stampa.</w:t>
            </w:r>
          </w:p>
          <w:p w:rsidR="007F7604" w:rsidRDefault="007F7604" w:rsidP="00407551">
            <w:r>
              <w:t xml:space="preserve">E' possibile selezionare solo un </w:t>
            </w:r>
            <w:proofErr w:type="spellStart"/>
            <w:r>
              <w:t>flag</w:t>
            </w:r>
            <w:proofErr w:type="spellEnd"/>
            <w:r>
              <w:t xml:space="preserve"> di stampa.</w:t>
            </w:r>
          </w:p>
          <w:p w:rsidR="007F7604" w:rsidRDefault="007F7604" w:rsidP="00407551"/>
        </w:tc>
      </w:tr>
      <w:tr w:rsidR="007F7604" w:rsidTr="00407551">
        <w:trPr>
          <w:cantSplit/>
        </w:trPr>
        <w:tc>
          <w:tcPr>
            <w:tcW w:w="3119"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modulo</w:t>
            </w:r>
          </w:p>
        </w:tc>
        <w:tc>
          <w:tcPr>
            <w:tcW w:w="5882"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Valori ammessi:</w:t>
            </w:r>
          </w:p>
          <w:p w:rsidR="007F7604" w:rsidRDefault="007F7604" w:rsidP="00407551">
            <w:r>
              <w:t>DISCRETO</w:t>
            </w:r>
          </w:p>
          <w:p w:rsidR="007F7604" w:rsidRDefault="007F7604" w:rsidP="00407551">
            <w:r>
              <w:t>CONTINUO</w:t>
            </w:r>
          </w:p>
          <w:p w:rsidR="007F7604" w:rsidRDefault="007F7604" w:rsidP="00407551"/>
        </w:tc>
      </w:tr>
      <w:tr w:rsidR="007F7604" w:rsidTr="00407551">
        <w:trPr>
          <w:cantSplit/>
        </w:trPr>
        <w:tc>
          <w:tcPr>
            <w:tcW w:w="3119"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caratteri per pollice</w:t>
            </w:r>
          </w:p>
        </w:tc>
        <w:tc>
          <w:tcPr>
            <w:tcW w:w="5882" w:type="dxa"/>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r>
              <w:t>E' possibile definire il numero di caratteri per pollice. Se non viene digitato assume un valore di default uguale a 10</w:t>
            </w:r>
          </w:p>
          <w:p w:rsidR="007F7604" w:rsidRDefault="007F7604" w:rsidP="00407551"/>
        </w:tc>
      </w:tr>
      <w:tr w:rsidR="007F7604" w:rsidTr="00407551">
        <w:trPr>
          <w:cantSplit/>
        </w:trPr>
        <w:tc>
          <w:tcPr>
            <w:tcW w:w="3119"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linee per pollice</w:t>
            </w:r>
          </w:p>
        </w:tc>
        <w:tc>
          <w:tcPr>
            <w:tcW w:w="5882" w:type="dxa"/>
            <w:tcBorders>
              <w:top w:val="single" w:sz="6" w:space="0" w:color="FFFF00"/>
              <w:left w:val="single" w:sz="6" w:space="0" w:color="FFFF00"/>
              <w:bottom w:val="single" w:sz="12" w:space="0" w:color="FFFF00"/>
              <w:right w:val="single" w:sz="12" w:space="0" w:color="FFFF00"/>
            </w:tcBorders>
          </w:tcPr>
          <w:p w:rsidR="007F7604" w:rsidRDefault="007F7604" w:rsidP="00407551">
            <w:r>
              <w:t>Facoltativo.</w:t>
            </w:r>
          </w:p>
          <w:p w:rsidR="007F7604" w:rsidRDefault="007F7604" w:rsidP="00407551">
            <w:r>
              <w:t>E' possibile definire il numero di linee per pollice. Se non viene digitato assume un valore di default uguale a 6.</w:t>
            </w:r>
          </w:p>
          <w:p w:rsidR="007F7604" w:rsidRDefault="007F7604" w:rsidP="00407551"/>
        </w:tc>
      </w:tr>
    </w:tbl>
    <w:p w:rsidR="007F7604" w:rsidRDefault="007F7604" w:rsidP="007F7604"/>
    <w:p w:rsidR="007F7604" w:rsidRDefault="007F7604" w:rsidP="007F7604">
      <w:r>
        <w:t xml:space="preserve">Dopo aver valorizzato i campi della mappa in oggetto ed aver premuto il tasto </w:t>
      </w:r>
      <w:r>
        <w:rPr>
          <w:b/>
        </w:rPr>
        <w:t>'INVIO'</w:t>
      </w:r>
      <w:r>
        <w:t xml:space="preserve"> viene chiesta la conferma dei dati. </w:t>
      </w:r>
    </w:p>
    <w:p w:rsidR="007F7604" w:rsidRDefault="007F7604" w:rsidP="007F7604">
      <w:r>
        <w:t>Se la risposta è negativa l'operazione viene annullata altrimenti i nuovi dati vengono memorizzate; viene riproposta poi la mappa vuota per le gestione di una nuovo stampa.</w:t>
      </w:r>
    </w:p>
    <w:p w:rsidR="007F7604" w:rsidRDefault="007F7604" w:rsidP="007F7604">
      <w:pPr>
        <w:pStyle w:val="Titolo3"/>
        <w:ind w:left="357" w:hanging="357"/>
      </w:pPr>
      <w:bookmarkStart w:id="151" w:name="_Toc494685451"/>
      <w:bookmarkStart w:id="152" w:name="_Toc510349080"/>
      <w:bookmarkStart w:id="153" w:name="_Toc397613696"/>
      <w:r>
        <w:t>Funzioni associate</w:t>
      </w:r>
      <w:bookmarkEnd w:id="151"/>
      <w:bookmarkEnd w:id="152"/>
      <w:bookmarkEnd w:id="153"/>
    </w:p>
    <w:p w:rsidR="007F7604" w:rsidRDefault="007F7604" w:rsidP="007F7604">
      <w:proofErr w:type="spellStart"/>
      <w:r>
        <w:t>Inquiry</w:t>
      </w:r>
      <w:proofErr w:type="spellEnd"/>
      <w:r>
        <w:t xml:space="preserve"> Modelli di stampa(IMDL)</w:t>
      </w:r>
    </w:p>
    <w:p w:rsidR="007F7604" w:rsidRDefault="007F7604" w:rsidP="007F7604">
      <w:r>
        <w:t>Gestione Associazione Stampanti (APRT)</w:t>
      </w:r>
    </w:p>
    <w:p w:rsidR="007F7604" w:rsidRDefault="007F7604" w:rsidP="007F7604">
      <w:r>
        <w:t>Controllo Associazione Stampanti (CPRT)</w:t>
      </w:r>
    </w:p>
    <w:p w:rsidR="007F7604" w:rsidRDefault="007F7604" w:rsidP="007F7604">
      <w:proofErr w:type="spellStart"/>
      <w:r>
        <w:t>Inquiry</w:t>
      </w:r>
      <w:proofErr w:type="spellEnd"/>
      <w:r>
        <w:t xml:space="preserve"> Associazione Stampanti (IPRT).</w:t>
      </w:r>
    </w:p>
    <w:p w:rsidR="007F7604" w:rsidRDefault="007F7604" w:rsidP="007F7604">
      <w:pPr>
        <w:pStyle w:val="Titolo2"/>
      </w:pPr>
      <w:r>
        <w:br w:type="page"/>
      </w:r>
      <w:bookmarkStart w:id="154" w:name="_Toc494685452"/>
      <w:bookmarkStart w:id="155" w:name="_Toc510349081"/>
      <w:bookmarkStart w:id="156" w:name="_Toc397613697"/>
      <w:r>
        <w:lastRenderedPageBreak/>
        <w:t>Gestione Menù (GMEN)</w:t>
      </w:r>
      <w:bookmarkEnd w:id="154"/>
      <w:bookmarkEnd w:id="155"/>
      <w:bookmarkEnd w:id="156"/>
    </w:p>
    <w:p w:rsidR="007F7604" w:rsidRDefault="007F7604" w:rsidP="007F7604">
      <w:pPr>
        <w:pStyle w:val="Titolo3"/>
        <w:ind w:left="357" w:hanging="357"/>
      </w:pPr>
      <w:bookmarkStart w:id="157" w:name="_Toc494685453"/>
      <w:bookmarkStart w:id="158" w:name="_Toc510349082"/>
      <w:bookmarkStart w:id="159" w:name="_Toc397613698"/>
      <w:r>
        <w:t>Utilizzo della Transazione</w:t>
      </w:r>
      <w:bookmarkEnd w:id="157"/>
      <w:bookmarkEnd w:id="158"/>
      <w:bookmarkEnd w:id="159"/>
    </w:p>
    <w:p w:rsidR="007F7604" w:rsidRDefault="007F7604" w:rsidP="007F7604">
      <w:pPr>
        <w:spacing w:after="240"/>
      </w:pPr>
      <w:r>
        <w:t>Al fine di consentire all'utente un pratico e veloce metodo operativo, è stato approntato un sistema di menù a cascata grazie al quale, partendo dalla transazione di accesso alla procedura, è possibile, mediante la proposta di menù e sottomenù, giungere alla transazione voluta.</w:t>
      </w:r>
    </w:p>
    <w:p w:rsidR="007F7604" w:rsidRDefault="007F7604" w:rsidP="007F7604">
      <w:pPr>
        <w:spacing w:after="120"/>
      </w:pPr>
      <w:r>
        <w:t>Dopo aver deciso l'organizzazione gerarchica dei menù, si deve definirne la struttura in due fasi:</w:t>
      </w:r>
    </w:p>
    <w:p w:rsidR="007F7604" w:rsidRDefault="007F7604" w:rsidP="007F7604">
      <w:pPr>
        <w:spacing w:after="120"/>
        <w:ind w:left="357" w:hanging="357"/>
      </w:pPr>
      <w:r>
        <w:t>1.</w:t>
      </w:r>
      <w:r>
        <w:tab/>
        <w:t>Inserimento dei nomi dei menù indicando, per ognuno di essi, il riferimento al menù di livello superiore;</w:t>
      </w:r>
    </w:p>
    <w:p w:rsidR="007F7604" w:rsidRDefault="007F7604" w:rsidP="007F7604">
      <w:pPr>
        <w:spacing w:after="120"/>
        <w:ind w:left="357" w:hanging="357"/>
      </w:pPr>
      <w:r>
        <w:t>2.</w:t>
      </w:r>
      <w:r>
        <w:tab/>
        <w:t>Definizione delle voci di ogni menù: possono essere delle transazioni o dei sottomenù, ma in ogni caso devono essere state precedentemente censite nell'Archivio Funzioni.</w:t>
      </w:r>
    </w:p>
    <w:p w:rsidR="007F7604" w:rsidRDefault="007F7604" w:rsidP="007F7604">
      <w:pPr>
        <w:spacing w:after="240"/>
      </w:pPr>
      <w:r>
        <w:t>E' inoltre prevista la possibilità di presentare ogni menù in formati grafici diversi (a colonna verticale, obliqua o interconnessa) e di indicare il tipo di sicurezza adottato.</w:t>
      </w:r>
    </w:p>
    <w:p w:rsidR="007F7604" w:rsidRDefault="007F7604" w:rsidP="007F7604">
      <w:pPr>
        <w:spacing w:after="240"/>
      </w:pPr>
      <w:r>
        <w:t>L'attivazione di una transazione da menù principale può comunque essere eseguita in due modi:</w:t>
      </w:r>
    </w:p>
    <w:p w:rsidR="007F7604" w:rsidRDefault="007F7604" w:rsidP="007F7604">
      <w:pPr>
        <w:spacing w:after="240"/>
        <w:ind w:left="505" w:hanging="505"/>
      </w:pPr>
      <w:r>
        <w:t>a) Digitazione nel campo transazione del codice menù/transazione voluto (Fig. 2).</w:t>
      </w:r>
    </w:p>
    <w:p w:rsidR="007F7604" w:rsidRPr="007F7604" w:rsidRDefault="007F7604" w:rsidP="007F7604">
      <w:pPr>
        <w:pStyle w:val="Mappa"/>
        <w:framePr w:hSpace="142" w:wrap="notBeside" w:vAnchor="text" w:hAnchor="text" w:xAlign="center" w:y="1"/>
        <w:rPr>
          <w:lang w:val="en-US"/>
        </w:rPr>
      </w:pPr>
      <w:r>
        <w:t xml:space="preserve"> </w:t>
      </w:r>
      <w:r w:rsidRPr="007F7604">
        <w:rPr>
          <w:lang w:val="en-US"/>
        </w:rPr>
        <w:t xml:space="preserve">:::::::: :::::::: * ...................................... * GG/MM/AA HH:MM:SS  </w:t>
      </w:r>
    </w:p>
    <w:p w:rsidR="007F7604" w:rsidRPr="007F7604" w:rsidRDefault="007F7604" w:rsidP="007F7604">
      <w:pPr>
        <w:pStyle w:val="Mappa"/>
        <w:framePr w:hSpace="142" w:wrap="notBeside" w:vAnchor="text" w:hAnchor="text" w:xAlign="center" w:y="1"/>
        <w:rPr>
          <w:lang w:val="en-US"/>
        </w:rPr>
      </w:pPr>
      <w:r w:rsidRPr="007F7604">
        <w:rPr>
          <w:lang w:val="en-US"/>
        </w:rPr>
        <w:t xml:space="preserve"> </w:t>
      </w:r>
      <w:r w:rsidRPr="007F7604">
        <w:rPr>
          <w:b/>
          <w:lang w:val="en-US"/>
        </w:rPr>
        <w:t>MSYS 1</w:t>
      </w:r>
      <w:r w:rsidRPr="007F7604">
        <w:rPr>
          <w:lang w:val="en-US"/>
        </w:rPr>
        <w:t xml:space="preserve">   :::::::: *                  MENÙ                  * PAG ____ DI  ::::  </w:t>
      </w:r>
    </w:p>
    <w:p w:rsidR="007F7604" w:rsidRPr="007F7604" w:rsidRDefault="007F7604" w:rsidP="007F7604">
      <w:pPr>
        <w:pStyle w:val="Mappa"/>
        <w:framePr w:hSpace="142" w:wrap="notBeside" w:vAnchor="text" w:hAnchor="text" w:xAlign="center" w:y="1"/>
        <w:rPr>
          <w:lang w:val="en-US"/>
        </w:rPr>
      </w:pPr>
      <w:r w:rsidRPr="007F7604">
        <w:rPr>
          <w:lang w:val="en-US"/>
        </w:rPr>
        <w:t xml:space="preserve"> :::: :   :::: :   :::: :   :::: :   :::: :   :::: :   :::: :   :::: :   :::: :  </w:t>
      </w:r>
    </w:p>
    <w:p w:rsidR="007F7604" w:rsidRPr="007F7604" w:rsidRDefault="007F7604" w:rsidP="007F7604">
      <w:pPr>
        <w:pStyle w:val="Mappa"/>
        <w:framePr w:hSpace="142" w:wrap="notBeside" w:vAnchor="text" w:hAnchor="text" w:xAlign="center" w:y="1"/>
        <w:rPr>
          <w:lang w:val="en-US"/>
        </w:rPr>
      </w:pPr>
      <w:r w:rsidRPr="007F7604">
        <w:rPr>
          <w:lang w:val="en-US"/>
        </w:rPr>
        <w:t xml:space="preserve"> :::: :::::::::::::::::::::::::::::::::::::::::::::::::::::::::::::::::::: ::::  </w:t>
      </w:r>
    </w:p>
    <w:p w:rsidR="007F7604" w:rsidRPr="007F7604" w:rsidRDefault="007F7604" w:rsidP="007F7604">
      <w:pPr>
        <w:pStyle w:val="Mappa"/>
        <w:framePr w:hSpace="142" w:wrap="notBeside" w:vAnchor="text" w:hAnchor="text" w:xAlign="center" w:y="1"/>
        <w:rPr>
          <w:lang w:val="en-US"/>
        </w:rPr>
      </w:pPr>
      <w:r w:rsidRPr="007F7604">
        <w:rPr>
          <w:lang w:val="en-US"/>
        </w:rPr>
        <w:t xml:space="preserve">                                                                                 </w:t>
      </w:r>
    </w:p>
    <w:p w:rsidR="007F7604" w:rsidRPr="007F7604" w:rsidRDefault="007F7604" w:rsidP="007F7604">
      <w:pPr>
        <w:pStyle w:val="Mappa"/>
        <w:framePr w:hSpace="142" w:wrap="notBeside" w:vAnchor="text" w:hAnchor="text" w:xAlign="center" w:y="1"/>
        <w:rPr>
          <w:lang w:val="en-US"/>
        </w:rPr>
      </w:pPr>
      <w:r w:rsidRPr="007F7604">
        <w:rPr>
          <w:lang w:val="en-US"/>
        </w:rPr>
        <w:t xml:space="preserve">                  _  MSYS ::::::::::::::::::::::::::::::::                       </w:t>
      </w:r>
    </w:p>
    <w:p w:rsidR="007F7604" w:rsidRPr="007F7604" w:rsidRDefault="007F7604" w:rsidP="007F7604">
      <w:pPr>
        <w:pStyle w:val="Mappa"/>
        <w:framePr w:hSpace="142" w:wrap="notBeside" w:vAnchor="text" w:hAnchor="text" w:xAlign="center" w:y="1"/>
        <w:rPr>
          <w:lang w:val="en-US"/>
        </w:rPr>
      </w:pPr>
      <w:r w:rsidRPr="007F7604">
        <w:rPr>
          <w:lang w:val="en-US"/>
        </w:rPr>
        <w:t xml:space="preserve">                  _  MREG ::::::::::::::::::::::::::::::::                       </w:t>
      </w:r>
    </w:p>
    <w:p w:rsidR="007F7604" w:rsidRDefault="007F7604" w:rsidP="007F7604">
      <w:pPr>
        <w:pStyle w:val="Mappa"/>
        <w:framePr w:hSpace="142" w:wrap="notBeside" w:vAnchor="text" w:hAnchor="text" w:xAlign="center" w:y="1"/>
      </w:pPr>
      <w:r w:rsidRPr="007F7604">
        <w:rPr>
          <w:lang w:val="en-US"/>
        </w:rPr>
        <w:t xml:space="preserve">                     </w:t>
      </w:r>
      <w:r>
        <w:t xml:space="preserve">____ ::::::::::::::::::::::::::::::::                       </w:t>
      </w:r>
    </w:p>
    <w:p w:rsidR="007F7604" w:rsidRDefault="007F7604" w:rsidP="00DF168B">
      <w:pPr>
        <w:pStyle w:val="Titolo8"/>
        <w:numPr>
          <w:ilvl w:val="0"/>
          <w:numId w:val="0"/>
        </w:numPr>
        <w:ind w:left="1440" w:firstLine="687"/>
        <w:jc w:val="both"/>
      </w:pPr>
      <w:bookmarkStart w:id="160" w:name="_Toc494685551"/>
      <w:bookmarkStart w:id="161" w:name="_Toc510349180"/>
      <w:r>
        <w:t xml:space="preserve">Figura </w:t>
      </w:r>
      <w:r>
        <w:fldChar w:fldCharType="begin"/>
      </w:r>
      <w:r>
        <w:instrText>SEQ figura</w:instrText>
      </w:r>
      <w:r>
        <w:fldChar w:fldCharType="separate"/>
      </w:r>
      <w:r>
        <w:rPr>
          <w:noProof/>
        </w:rPr>
        <w:t>2</w:t>
      </w:r>
      <w:r>
        <w:fldChar w:fldCharType="end"/>
      </w:r>
      <w:r>
        <w:t>:   Scelta della transazione per introduzione.</w:t>
      </w:r>
      <w:bookmarkEnd w:id="160"/>
      <w:bookmarkEnd w:id="161"/>
    </w:p>
    <w:p w:rsidR="007F7604" w:rsidRDefault="007F7604" w:rsidP="007F7604">
      <w:pPr>
        <w:spacing w:before="240" w:after="240"/>
      </w:pPr>
      <w:r>
        <w:t>b) Selezione con una lettera qualsiasi nel campo che precede il codice menù/transazione (Fig. 3).</w:t>
      </w:r>
    </w:p>
    <w:p w:rsidR="007F7604" w:rsidRPr="007F7604" w:rsidRDefault="007F7604" w:rsidP="007F7604">
      <w:pPr>
        <w:pStyle w:val="Mappa"/>
        <w:framePr w:hSpace="142" w:wrap="notBeside" w:vAnchor="text" w:hAnchor="text" w:xAlign="center" w:y="1"/>
        <w:rPr>
          <w:lang w:val="en-US"/>
        </w:rPr>
      </w:pPr>
      <w:r>
        <w:t xml:space="preserve"> </w:t>
      </w:r>
      <w:r w:rsidRPr="007F7604">
        <w:rPr>
          <w:lang w:val="en-US"/>
        </w:rPr>
        <w:t xml:space="preserve">:::::::: :::::::: * ...................................... * GG/MM/AA HH:MM:SS  </w:t>
      </w:r>
    </w:p>
    <w:p w:rsidR="007F7604" w:rsidRDefault="007F7604" w:rsidP="007F7604">
      <w:pPr>
        <w:pStyle w:val="Mappa"/>
        <w:framePr w:hSpace="142" w:wrap="notBeside" w:vAnchor="text" w:hAnchor="text" w:xAlign="center" w:y="1"/>
      </w:pPr>
      <w:r w:rsidRPr="007F7604">
        <w:rPr>
          <w:lang w:val="en-US"/>
        </w:rPr>
        <w:t xml:space="preserve"> </w:t>
      </w:r>
      <w:r>
        <w:t>::::</w:t>
      </w:r>
      <w:r>
        <w:rPr>
          <w:b/>
        </w:rPr>
        <w:t xml:space="preserve"> :</w:t>
      </w:r>
      <w:r>
        <w:t xml:space="preserve">   :::::::: *                  MENÙ                  * PAG ____ DI  ::::  </w:t>
      </w:r>
    </w:p>
    <w:p w:rsidR="007F7604" w:rsidRDefault="007F7604" w:rsidP="007F7604">
      <w:pPr>
        <w:pStyle w:val="Mappa"/>
        <w:framePr w:hSpace="142" w:wrap="notBeside" w:vAnchor="text" w:hAnchor="text" w:xAlign="center" w:y="1"/>
      </w:pPr>
      <w:r>
        <w:t xml:space="preserve"> :::: :   :::: :   :::: :   :::: :   :::: :   :::: :   :::: :   :::: :   :::: :  </w:t>
      </w:r>
    </w:p>
    <w:p w:rsidR="007F7604" w:rsidRDefault="007F7604" w:rsidP="007F7604">
      <w:pPr>
        <w:pStyle w:val="Mappa"/>
        <w:framePr w:hSpace="142" w:wrap="notBeside" w:vAnchor="text" w:hAnchor="text" w:xAlign="center" w:y="1"/>
      </w:pPr>
      <w:r>
        <w:t xml:space="preserve"> :::: :::::::::::::::::::::::::::::::::::::::::::::::::::::::::::::::::::: ::::  </w:t>
      </w:r>
    </w:p>
    <w:p w:rsidR="007F7604" w:rsidRDefault="007F7604" w:rsidP="007F7604">
      <w:pPr>
        <w:pStyle w:val="Mappa"/>
        <w:framePr w:hSpace="142" w:wrap="notBeside" w:vAnchor="text" w:hAnchor="text" w:xAlign="center" w:y="1"/>
      </w:pPr>
      <w:r>
        <w:t xml:space="preserve">                                                                                 </w:t>
      </w:r>
    </w:p>
    <w:p w:rsidR="007F7604" w:rsidRDefault="007F7604" w:rsidP="007F7604">
      <w:pPr>
        <w:pStyle w:val="Mappa"/>
        <w:framePr w:hSpace="142" w:wrap="notBeside" w:vAnchor="text" w:hAnchor="text" w:xAlign="center" w:y="1"/>
      </w:pPr>
      <w:r>
        <w:t xml:space="preserve">                  </w:t>
      </w:r>
      <w:r>
        <w:rPr>
          <w:b/>
        </w:rPr>
        <w:t>X</w:t>
      </w:r>
      <w:r>
        <w:t xml:space="preserve">  MSYS ::::::::::::::::::::::::::::::::                       </w:t>
      </w:r>
    </w:p>
    <w:p w:rsidR="007F7604" w:rsidRDefault="007F7604" w:rsidP="007F7604">
      <w:pPr>
        <w:pStyle w:val="Mappa"/>
        <w:framePr w:hSpace="142" w:wrap="notBeside" w:vAnchor="text" w:hAnchor="text" w:xAlign="center" w:y="1"/>
      </w:pPr>
      <w:r>
        <w:t xml:space="preserve">                  _  MREG ::::::::::::::::::::::::::::::::                       </w:t>
      </w:r>
    </w:p>
    <w:p w:rsidR="007F7604" w:rsidRDefault="007F7604" w:rsidP="007F7604">
      <w:pPr>
        <w:pStyle w:val="Mappa"/>
        <w:framePr w:hSpace="142" w:wrap="notBeside" w:vAnchor="text" w:hAnchor="text" w:xAlign="center" w:y="1"/>
      </w:pPr>
      <w:r>
        <w:t xml:space="preserve">                     ____ ::::::::::::::::::::::::::::::::                       </w:t>
      </w:r>
    </w:p>
    <w:p w:rsidR="007F7604" w:rsidRDefault="007F7604" w:rsidP="00DF168B">
      <w:pPr>
        <w:pStyle w:val="Titolo8"/>
        <w:numPr>
          <w:ilvl w:val="0"/>
          <w:numId w:val="0"/>
        </w:numPr>
        <w:ind w:left="1440" w:firstLine="687"/>
        <w:jc w:val="both"/>
      </w:pPr>
      <w:bookmarkStart w:id="162" w:name="_Toc494685552"/>
      <w:bookmarkStart w:id="163" w:name="_Toc510349181"/>
      <w:r>
        <w:t xml:space="preserve">Figura </w:t>
      </w:r>
      <w:r>
        <w:fldChar w:fldCharType="begin"/>
      </w:r>
      <w:r>
        <w:instrText>SEQ figura</w:instrText>
      </w:r>
      <w:r>
        <w:fldChar w:fldCharType="separate"/>
      </w:r>
      <w:r>
        <w:rPr>
          <w:noProof/>
        </w:rPr>
        <w:t>3</w:t>
      </w:r>
      <w:r>
        <w:fldChar w:fldCharType="end"/>
      </w:r>
      <w:r>
        <w:t>:   Scelta della transazione per selezione da menù.</w:t>
      </w:r>
      <w:bookmarkEnd w:id="162"/>
      <w:bookmarkEnd w:id="163"/>
    </w:p>
    <w:p w:rsidR="007F7604" w:rsidRDefault="007F7604" w:rsidP="007F7604">
      <w:pPr>
        <w:pStyle w:val="Titolo3"/>
        <w:ind w:left="357" w:hanging="357"/>
      </w:pPr>
      <w:bookmarkStart w:id="164" w:name="_Toc494685454"/>
      <w:bookmarkStart w:id="165" w:name="_Toc510349083"/>
      <w:bookmarkStart w:id="166" w:name="_Toc397613699"/>
      <w:r>
        <w:t>Interfaccia utente</w:t>
      </w:r>
      <w:bookmarkEnd w:id="164"/>
      <w:bookmarkEnd w:id="165"/>
      <w:bookmarkEnd w:id="166"/>
    </w:p>
    <w:p w:rsidR="007F7604" w:rsidRDefault="007F7604" w:rsidP="007F7604">
      <w:pPr>
        <w:spacing w:after="240"/>
      </w:pPr>
      <w:r>
        <w:t>La funzione si avvale di due mappe:</w:t>
      </w:r>
    </w:p>
    <w:p w:rsidR="007F7604" w:rsidRDefault="007F7604" w:rsidP="007F7604">
      <w:pPr>
        <w:spacing w:after="240"/>
        <w:ind w:left="709" w:hanging="357"/>
      </w:pPr>
      <w:r>
        <w:fldChar w:fldCharType="begin"/>
      </w:r>
      <w:r>
        <w:instrText>SYMBOL 183 \f "Symbol" \s 10 \h</w:instrText>
      </w:r>
      <w:r>
        <w:fldChar w:fldCharType="end"/>
      </w:r>
      <w:r>
        <w:tab/>
        <w:t>la prima (zzM421T) permette di indicare le caratteristiche del menù che si sta definendo;</w:t>
      </w:r>
    </w:p>
    <w:p w:rsidR="007F7604" w:rsidRDefault="007F7604" w:rsidP="007F7604">
      <w:pPr>
        <w:ind w:left="709" w:hanging="360"/>
      </w:pPr>
      <w:r>
        <w:fldChar w:fldCharType="begin"/>
      </w:r>
      <w:r>
        <w:instrText>SYMBOL 183 \f "Symbol" \s 10 \h</w:instrText>
      </w:r>
      <w:r>
        <w:fldChar w:fldCharType="end"/>
      </w:r>
      <w:r>
        <w:tab/>
        <w:t>la seconda (zzM422T) permette di specificare tutte le funzioni che potranno essere richiamate dal menù, con il layout specificato sulla prima mappa.</w:t>
      </w:r>
    </w:p>
    <w:p w:rsidR="007F7604" w:rsidRDefault="007F7604" w:rsidP="007F7604">
      <w:pPr>
        <w:pStyle w:val="ParagNoNum"/>
      </w:pPr>
      <w:r>
        <w:t>Mappa 1</w:t>
      </w:r>
    </w:p>
    <w:p w:rsidR="007F7604" w:rsidRDefault="007F7604" w:rsidP="007F7604">
      <w:pPr>
        <w:spacing w:after="240"/>
      </w:pPr>
      <w:r>
        <w:lastRenderedPageBreak/>
        <w:t xml:space="preserve">Digitando il nome della transazione (GMEN) e premendo il tasto </w:t>
      </w:r>
      <w:r>
        <w:rPr>
          <w:b/>
        </w:rPr>
        <w:t>'INVIO'</w:t>
      </w:r>
      <w:r>
        <w:t xml:space="preserve"> compare la seguente mappa:</w:t>
      </w:r>
    </w:p>
    <w:p w:rsidR="007F7604" w:rsidRPr="007F7604" w:rsidRDefault="007F7604" w:rsidP="007F7604">
      <w:pPr>
        <w:pStyle w:val="Mappa"/>
        <w:rPr>
          <w:lang w:val="en-US"/>
        </w:rPr>
      </w:pPr>
      <w:r>
        <w:t xml:space="preserve"> </w:t>
      </w:r>
      <w:r w:rsidRPr="007F7604">
        <w:rPr>
          <w:lang w:val="en-US"/>
        </w:rPr>
        <w:t xml:space="preserve">:::::::: :::::::: * ...................................... * GG/MM/AA HH:MM:SS  </w:t>
      </w:r>
    </w:p>
    <w:p w:rsidR="007F7604" w:rsidRDefault="007F7604" w:rsidP="007F7604">
      <w:pPr>
        <w:pStyle w:val="Mappa"/>
      </w:pPr>
      <w:r w:rsidRPr="007F7604">
        <w:rPr>
          <w:lang w:val="en-US"/>
        </w:rPr>
        <w:t xml:space="preserve"> </w:t>
      </w:r>
      <w:r>
        <w:t xml:space="preserve">GMEN Z   :::::::: *             GESTIONE MENÙ              * PAG ____ DI  ::::  </w:t>
      </w:r>
    </w:p>
    <w:p w:rsidR="007F7604" w:rsidRDefault="007F7604" w:rsidP="007F7604">
      <w:pPr>
        <w:pStyle w:val="Mappa"/>
      </w:pPr>
      <w:r>
        <w:t xml:space="preserve"> :::: :   :::: :   :::: :   :::: :   :::: :   :::: :   :::: :   :::: :   :::: :  </w:t>
      </w:r>
    </w:p>
    <w:p w:rsidR="007F7604" w:rsidRDefault="007F7604" w:rsidP="007F7604">
      <w:pPr>
        <w:pStyle w:val="Mappa"/>
      </w:pPr>
      <w:r>
        <w:t xml:space="preserve"> :::: :::::::::::::::::::::::::::::::::::::::::::::::::::::::::::::::::::: ____  </w:t>
      </w:r>
    </w:p>
    <w:p w:rsidR="007F7604" w:rsidRDefault="007F7604" w:rsidP="007F7604">
      <w:pPr>
        <w:pStyle w:val="Mappa"/>
      </w:pPr>
      <w:r>
        <w:t xml:space="preserve">                                                                                 </w:t>
      </w:r>
    </w:p>
    <w:p w:rsidR="007F7604" w:rsidRDefault="007F7604" w:rsidP="007F7604">
      <w:pPr>
        <w:pStyle w:val="Mappa"/>
      </w:pPr>
      <w:r>
        <w:t xml:space="preserve">         Operazione ___ Funzione ____                                            </w:t>
      </w:r>
    </w:p>
    <w:p w:rsidR="007F7604" w:rsidRDefault="007F7604" w:rsidP="007F7604">
      <w:pPr>
        <w:pStyle w:val="Mappa"/>
      </w:pPr>
      <w:r>
        <w:t xml:space="preserve">                                                                                 </w:t>
      </w:r>
    </w:p>
    <w:p w:rsidR="007F7604" w:rsidRDefault="007F7604" w:rsidP="007F7604">
      <w:pPr>
        <w:pStyle w:val="Mappa"/>
      </w:pPr>
      <w:r>
        <w:t xml:space="preserve">                     Descrizione ______________________________________          </w:t>
      </w:r>
    </w:p>
    <w:p w:rsidR="007F7604" w:rsidRDefault="007F7604" w:rsidP="007F7604">
      <w:pPr>
        <w:pStyle w:val="Mappa"/>
      </w:pPr>
      <w:r>
        <w:t xml:space="preserve">            Menù collegato (PF3) ____ ::::::::::::::::::::::::::::::::::::::     </w:t>
      </w:r>
    </w:p>
    <w:p w:rsidR="007F7604" w:rsidRDefault="007F7604" w:rsidP="007F7604">
      <w:pPr>
        <w:pStyle w:val="Mappa"/>
      </w:pPr>
      <w:r>
        <w:t xml:space="preserve">                                                                                 </w:t>
      </w:r>
    </w:p>
    <w:p w:rsidR="007F7604" w:rsidRDefault="007F7604" w:rsidP="007F7604">
      <w:pPr>
        <w:pStyle w:val="Mappa"/>
      </w:pPr>
      <w:r>
        <w:t xml:space="preserve">                          Tipo Menù _ Colonna verticale doppia                   </w:t>
      </w:r>
    </w:p>
    <w:p w:rsidR="007F7604" w:rsidRDefault="007F7604" w:rsidP="007F7604">
      <w:pPr>
        <w:pStyle w:val="Mappa"/>
      </w:pPr>
      <w:r>
        <w:t xml:space="preserve">                                    _ Colonna verticale singola                  </w:t>
      </w:r>
    </w:p>
    <w:p w:rsidR="007F7604" w:rsidRDefault="007F7604" w:rsidP="007F7604">
      <w:pPr>
        <w:pStyle w:val="Mappa"/>
      </w:pPr>
      <w:r>
        <w:t xml:space="preserve">                                    _ Colonna obliqua sinistra                   </w:t>
      </w:r>
    </w:p>
    <w:p w:rsidR="007F7604" w:rsidRDefault="007F7604" w:rsidP="007F7604">
      <w:pPr>
        <w:pStyle w:val="Mappa"/>
      </w:pPr>
      <w:r>
        <w:t xml:space="preserve">                                    _ interconnessione doppia                    </w:t>
      </w:r>
    </w:p>
    <w:p w:rsidR="007F7604" w:rsidRDefault="007F7604" w:rsidP="007F7604">
      <w:pPr>
        <w:pStyle w:val="Mappa"/>
      </w:pPr>
      <w:r>
        <w:t xml:space="preserve">                                    _ interconnessione singola                   </w:t>
      </w:r>
    </w:p>
    <w:p w:rsidR="007F7604" w:rsidRDefault="007F7604" w:rsidP="007F7604">
      <w:pPr>
        <w:pStyle w:val="Mappa"/>
      </w:pPr>
      <w:r>
        <w:t xml:space="preserve">                                    _ Colonna obliqua destra                     </w:t>
      </w:r>
    </w:p>
    <w:p w:rsidR="007F7604" w:rsidRDefault="007F7604" w:rsidP="007F7604">
      <w:pPr>
        <w:pStyle w:val="Mappa"/>
      </w:pPr>
      <w:r>
        <w:t xml:space="preserve">                                    _ Doppia colonna obliqua                     </w:t>
      </w:r>
    </w:p>
    <w:p w:rsidR="007F7604" w:rsidRDefault="007F7604" w:rsidP="007F7604">
      <w:pPr>
        <w:pStyle w:val="Mappa"/>
      </w:pPr>
      <w:r>
        <w:t xml:space="preserve">                                                                                 </w:t>
      </w:r>
    </w:p>
    <w:p w:rsidR="007F7604" w:rsidRDefault="007F7604" w:rsidP="007F7604">
      <w:pPr>
        <w:pStyle w:val="Mappa"/>
      </w:pPr>
      <w:r>
        <w:t xml:space="preserve">                              Stato _ Bloccato                                   </w:t>
      </w:r>
    </w:p>
    <w:p w:rsidR="007F7604" w:rsidRDefault="007F7604" w:rsidP="007F7604">
      <w:pPr>
        <w:pStyle w:val="Mappa"/>
      </w:pPr>
      <w:r>
        <w:t xml:space="preserve">                                    _ Attivo                                     </w:t>
      </w:r>
    </w:p>
    <w:p w:rsidR="007F7604" w:rsidRDefault="007F7604" w:rsidP="007F7604">
      <w:pPr>
        <w:pStyle w:val="Mappa"/>
      </w:pPr>
      <w:r>
        <w:t xml:space="preserve">                                                                                 </w:t>
      </w:r>
    </w:p>
    <w:p w:rsidR="007F7604" w:rsidRDefault="007F7604" w:rsidP="007F7604">
      <w:pPr>
        <w:pStyle w:val="Mappa"/>
      </w:pPr>
      <w:r>
        <w:t xml:space="preserve">                          Sicurezza _ Nessuna                                    </w:t>
      </w:r>
    </w:p>
    <w:p w:rsidR="007F7604" w:rsidRDefault="007F7604" w:rsidP="007F7604">
      <w:pPr>
        <w:pStyle w:val="Mappa"/>
      </w:pPr>
      <w:r>
        <w:t xml:space="preserve">                                    _ Esterna                                    </w:t>
      </w:r>
    </w:p>
    <w:p w:rsidR="007F7604" w:rsidRDefault="007F7604" w:rsidP="007F7604">
      <w:pPr>
        <w:pStyle w:val="Mappa"/>
      </w:pPr>
      <w:r>
        <w:t xml:space="preserve">                                    _ Interna                                    </w:t>
      </w:r>
    </w:p>
    <w:p w:rsidR="007F7604" w:rsidRDefault="007F7604" w:rsidP="00DF168B">
      <w:pPr>
        <w:pStyle w:val="Titolo9"/>
        <w:numPr>
          <w:ilvl w:val="0"/>
          <w:numId w:val="0"/>
        </w:numPr>
        <w:ind w:left="1584" w:firstLine="543"/>
        <w:jc w:val="both"/>
      </w:pPr>
      <w:bookmarkStart w:id="167" w:name="_Toc494685562"/>
      <w:bookmarkStart w:id="168" w:name="_Toc510349191"/>
      <w:r>
        <w:t xml:space="preserve">Mappa </w:t>
      </w:r>
      <w:r>
        <w:fldChar w:fldCharType="begin"/>
      </w:r>
      <w:r>
        <w:instrText>SEQ mappa</w:instrText>
      </w:r>
      <w:r>
        <w:fldChar w:fldCharType="separate"/>
      </w:r>
      <w:r>
        <w:rPr>
          <w:noProof/>
        </w:rPr>
        <w:t>10</w:t>
      </w:r>
      <w:r>
        <w:fldChar w:fldCharType="end"/>
      </w:r>
      <w:r>
        <w:t>:   ZZM421T Gestione Menù</w:t>
      </w:r>
      <w:bookmarkEnd w:id="167"/>
      <w:bookmarkEnd w:id="168"/>
      <w:r>
        <w:t xml:space="preserve"> </w:t>
      </w:r>
    </w:p>
    <w:p w:rsidR="007F7604" w:rsidRDefault="007F7604" w:rsidP="007F7604">
      <w:pPr>
        <w:pStyle w:val="ParagNoNum"/>
      </w:pPr>
      <w:r>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operazione</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pPr>
              <w:tabs>
                <w:tab w:val="left" w:pos="851"/>
              </w:tabs>
            </w:pPr>
            <w:r>
              <w:t>Valori ammessi:</w:t>
            </w:r>
          </w:p>
          <w:p w:rsidR="007F7604" w:rsidRDefault="007F7604" w:rsidP="00407551">
            <w:pPr>
              <w:tabs>
                <w:tab w:val="left" w:pos="851"/>
              </w:tabs>
            </w:pPr>
            <w:r>
              <w:rPr>
                <w:b/>
              </w:rPr>
              <w:t>INS</w:t>
            </w:r>
            <w:r>
              <w:tab/>
              <w:t>INSERIMENTO</w:t>
            </w:r>
          </w:p>
          <w:p w:rsidR="007F7604" w:rsidRDefault="007F7604" w:rsidP="00407551">
            <w:pPr>
              <w:tabs>
                <w:tab w:val="left" w:pos="851"/>
              </w:tabs>
            </w:pPr>
            <w:r>
              <w:rPr>
                <w:b/>
              </w:rPr>
              <w:t>VAR</w:t>
            </w:r>
            <w:r>
              <w:tab/>
              <w:t>VARIAZIONE</w:t>
            </w:r>
          </w:p>
          <w:p w:rsidR="007F7604" w:rsidRDefault="007F7604" w:rsidP="00407551">
            <w:pPr>
              <w:tabs>
                <w:tab w:val="left" w:pos="851"/>
              </w:tabs>
            </w:pPr>
            <w:r>
              <w:rPr>
                <w:b/>
              </w:rPr>
              <w:t>ANN</w:t>
            </w:r>
            <w:r>
              <w:tab/>
              <w:t>ANNULLAMENTO</w:t>
            </w:r>
          </w:p>
          <w:p w:rsidR="007F7604" w:rsidRDefault="007F7604" w:rsidP="00407551">
            <w:r>
              <w:t>Se si digita qualcosa di diverso dai valori ammessi il sistema segnala l'errore 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funzione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Codice identificativo assegnato al menù in composizione.</w:t>
            </w:r>
          </w:p>
          <w:p w:rsidR="007F7604" w:rsidRDefault="007F7604" w:rsidP="00407551">
            <w:r>
              <w:t>Se l'operazione è INS il codice non deve essere presente nell'Archivio Funzioni; in caso contrario il sistema segnala l'errore 3.</w:t>
            </w:r>
          </w:p>
          <w:p w:rsidR="007F7604" w:rsidRDefault="007F7604" w:rsidP="00407551">
            <w:r>
              <w:t>Se l'operazione è VAR o ANN il codice deve essere presente nell'Archivio Funzioni; in caso contrario il sistema segnala l'errore 2.</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descrizione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Descrizione del menù in composizione.</w:t>
            </w:r>
          </w:p>
          <w:p w:rsidR="007F7604" w:rsidRDefault="007F7604" w:rsidP="00407551">
            <w:r>
              <w:t>Se non viene digitata il sistema segnala l'errore 98.</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lastRenderedPageBreak/>
              <w:t>menù' collegato (pf3)</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r>
              <w:t>Menù al quale il sistema rimanda premendo il tasto funzionale PF3.</w:t>
            </w:r>
          </w:p>
          <w:p w:rsidR="007F7604" w:rsidRDefault="007F7604" w:rsidP="00407551">
            <w:r>
              <w:t>Dovrebbe essere il menù che contiene il menù in composizione.</w:t>
            </w:r>
          </w:p>
          <w:p w:rsidR="007F7604" w:rsidRDefault="007F7604" w:rsidP="00407551">
            <w:r>
              <w:t>Se in questo campo si indica un menù, questo deve essere:</w:t>
            </w:r>
          </w:p>
          <w:p w:rsidR="007F7604" w:rsidRDefault="007F7604" w:rsidP="00407551">
            <w:pPr>
              <w:ind w:left="360" w:hanging="360"/>
            </w:pPr>
            <w:r>
              <w:fldChar w:fldCharType="begin"/>
            </w:r>
            <w:r>
              <w:instrText>SYMBOL 183 \f "Symbol" \s 10 \h</w:instrText>
            </w:r>
            <w:r>
              <w:fldChar w:fldCharType="end"/>
            </w:r>
            <w:r>
              <w:tab/>
              <w:t>presente nell'Archivio Funzioni; in caso contrario il sistema segnala l'errore 13;</w:t>
            </w:r>
          </w:p>
          <w:p w:rsidR="007F7604" w:rsidRDefault="007F7604" w:rsidP="00407551">
            <w:pPr>
              <w:ind w:left="360" w:hanging="360"/>
            </w:pPr>
            <w:r>
              <w:fldChar w:fldCharType="begin"/>
            </w:r>
            <w:r>
              <w:instrText>SYMBOL 183 \f "Symbol" \s 10 \h</w:instrText>
            </w:r>
            <w:r>
              <w:fldChar w:fldCharType="end"/>
            </w:r>
            <w:r>
              <w:tab/>
              <w:t>di tipo "Menù"; in caso contrario il sistema segnala l'errore 17.</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tipo menù'</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pPr>
              <w:tabs>
                <w:tab w:val="left" w:pos="1418"/>
              </w:tabs>
            </w:pPr>
            <w:r>
              <w:t>Default:</w:t>
            </w:r>
            <w:r>
              <w:tab/>
              <w:t>COLONNA VERTICALE DOPPIA</w:t>
            </w:r>
          </w:p>
          <w:p w:rsidR="007F7604" w:rsidRDefault="007F7604" w:rsidP="00407551">
            <w:r>
              <w:t>Configurazione grafica del menù in composizione.</w:t>
            </w:r>
          </w:p>
          <w:p w:rsidR="007F7604" w:rsidRDefault="007F7604" w:rsidP="00407551">
            <w:r>
              <w:t>La mappa successiva, per la definizione delle voci di menù, viene presentata con il formato prescelto.</w:t>
            </w:r>
          </w:p>
          <w:p w:rsidR="007F7604" w:rsidRDefault="007F7604" w:rsidP="00407551">
            <w:r>
              <w:t>Se si seleziona più di un valore il sistema segnala l'errore 8005.</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stato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Valori ammessi:</w:t>
            </w:r>
          </w:p>
          <w:p w:rsidR="007F7604" w:rsidRDefault="007F7604" w:rsidP="00407551">
            <w:pPr>
              <w:rPr>
                <w:b/>
              </w:rPr>
            </w:pPr>
            <w:r>
              <w:rPr>
                <w:b/>
              </w:rPr>
              <w:t>Bloccato</w:t>
            </w:r>
            <w:r>
              <w:tab/>
              <w:t>le voci del menù vengono bloccate.</w:t>
            </w:r>
          </w:p>
          <w:p w:rsidR="007F7604" w:rsidRDefault="007F7604" w:rsidP="00407551">
            <w:pPr>
              <w:tabs>
                <w:tab w:val="left" w:pos="1418"/>
              </w:tabs>
            </w:pPr>
            <w:r>
              <w:rPr>
                <w:b/>
              </w:rPr>
              <w:t>Attivo</w:t>
            </w:r>
            <w:r>
              <w:tab/>
              <w:t>le voci del menù sono disponibili.</w:t>
            </w:r>
          </w:p>
          <w:p w:rsidR="007F7604" w:rsidRDefault="007F7604" w:rsidP="00407551">
            <w:pPr>
              <w:tabs>
                <w:tab w:val="left" w:pos="1418"/>
              </w:tabs>
            </w:pPr>
            <w:r>
              <w:t>Default:</w:t>
            </w:r>
            <w:r>
              <w:tab/>
              <w:t>ATTIVO</w:t>
            </w:r>
          </w:p>
          <w:p w:rsidR="007F7604" w:rsidRDefault="007F7604" w:rsidP="00407551">
            <w:r>
              <w:t>L'opzione consente di bloccare un menù e conseguentemente tutti i suoi sottomenù o transazioni.</w:t>
            </w:r>
          </w:p>
          <w:p w:rsidR="007F7604" w:rsidRDefault="007F7604" w:rsidP="00407551">
            <w:r>
              <w:t>Se si seleziona più di un valore il sistema segnala l'errore 8005.</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sicurezza</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Obbligatorio.</w:t>
            </w:r>
          </w:p>
          <w:p w:rsidR="007F7604" w:rsidRDefault="007F7604" w:rsidP="00407551">
            <w:r>
              <w:t>Valori ammessi:</w:t>
            </w:r>
          </w:p>
          <w:p w:rsidR="007F7604" w:rsidRDefault="007F7604" w:rsidP="00407551">
            <w:r>
              <w:rPr>
                <w:b/>
              </w:rPr>
              <w:t>Nessuna</w:t>
            </w:r>
            <w:r>
              <w:tab/>
              <w:t>Sicurezza non gestita.</w:t>
            </w:r>
          </w:p>
          <w:p w:rsidR="007F7604" w:rsidRDefault="007F7604" w:rsidP="00407551">
            <w:pPr>
              <w:tabs>
                <w:tab w:val="left" w:pos="1418"/>
              </w:tabs>
            </w:pPr>
            <w:r>
              <w:rPr>
                <w:b/>
              </w:rPr>
              <w:t>Interna</w:t>
            </w:r>
            <w:r>
              <w:tab/>
              <w:t>Sicurezza gestita dalla procedura.</w:t>
            </w:r>
          </w:p>
          <w:p w:rsidR="007F7604" w:rsidRDefault="007F7604" w:rsidP="00407551">
            <w:pPr>
              <w:ind w:left="1418" w:hanging="1418"/>
            </w:pPr>
            <w:r>
              <w:rPr>
                <w:b/>
              </w:rPr>
              <w:t>Esterna</w:t>
            </w:r>
            <w:r>
              <w:tab/>
              <w:t>Sicurezza gestita esternamente alla procedura mediante interfaccia</w:t>
            </w:r>
          </w:p>
          <w:p w:rsidR="007F7604" w:rsidRDefault="007F7604" w:rsidP="00407551">
            <w:pPr>
              <w:ind w:left="1418" w:hanging="1418"/>
            </w:pPr>
            <w:r>
              <w:t>Default:</w:t>
            </w:r>
            <w:r>
              <w:tab/>
              <w:t>NESSUNA</w:t>
            </w:r>
          </w:p>
          <w:p w:rsidR="007F7604" w:rsidRDefault="007F7604" w:rsidP="00407551">
            <w:r>
              <w:t>Sistema di sicurezza adottato per il menù.</w:t>
            </w:r>
          </w:p>
          <w:p w:rsidR="007F7604" w:rsidRDefault="007F7604" w:rsidP="00407551">
            <w:r>
              <w:t>Se si seleziona più di un valore il sistema segnala l'errore 8005.</w:t>
            </w:r>
          </w:p>
          <w:p w:rsidR="007F7604" w:rsidRDefault="007F7604" w:rsidP="00407551">
            <w:pPr>
              <w:ind w:left="1418" w:hanging="1418"/>
            </w:pPr>
          </w:p>
        </w:tc>
      </w:tr>
    </w:tbl>
    <w:p w:rsidR="007F7604" w:rsidRDefault="007F7604" w:rsidP="007F7604"/>
    <w:p w:rsidR="007F7604" w:rsidRDefault="007F7604" w:rsidP="007F7604">
      <w:r>
        <w:t xml:space="preserve">Dopo aver digitato l'ultimo dato richiesto e premuto il tasto </w:t>
      </w:r>
      <w:r>
        <w:rPr>
          <w:b/>
        </w:rPr>
        <w:t>'INVIO'</w:t>
      </w:r>
      <w:r>
        <w:t xml:space="preserve"> viene presentata la mappa successiva nella quale vanno specificati i sottomenù o le transazioni che fanno parte del menù in composizione.</w:t>
      </w:r>
    </w:p>
    <w:p w:rsidR="007F7604" w:rsidRDefault="007F7604" w:rsidP="007F7604">
      <w:pPr>
        <w:pStyle w:val="ParagNoNum"/>
      </w:pPr>
      <w:r>
        <w:br w:type="page"/>
      </w:r>
      <w:r>
        <w:lastRenderedPageBreak/>
        <w:t>Mappa 2</w:t>
      </w:r>
    </w:p>
    <w:p w:rsidR="007F7604" w:rsidRDefault="007F7604" w:rsidP="007F7604">
      <w:r>
        <w:t>Nella seconda mappa (le mappe successive sono differenti tra loro solo per la configurazione grafica), vanno inseriti, per ogni campo di quattro caratteri a disposizione, i sottomenù o le transazioni che compongono l'elenco delle voci di menù.</w:t>
      </w:r>
    </w:p>
    <w:p w:rsidR="007F7604" w:rsidRDefault="007F7604" w:rsidP="007F7604">
      <w:pPr>
        <w:spacing w:after="480"/>
      </w:pPr>
      <w:r>
        <w:t>Il sistema riporta a fianco di ogni voce la relativa descrizione; se la voce indicata non è censita nell'Archivio Funzioni viene segnalato l'errore 100.</w:t>
      </w:r>
    </w:p>
    <w:p w:rsidR="007F7604" w:rsidRPr="007F7604" w:rsidRDefault="007F7604" w:rsidP="007F7604">
      <w:pPr>
        <w:pStyle w:val="Mappa"/>
        <w:rPr>
          <w:lang w:val="en-US"/>
        </w:rPr>
      </w:pPr>
      <w:r>
        <w:t xml:space="preserve"> </w:t>
      </w:r>
      <w:r w:rsidRPr="007F7604">
        <w:rPr>
          <w:lang w:val="en-US"/>
        </w:rPr>
        <w:t xml:space="preserve">:::::::: :::::::: * ...................................... * GG/MM/AA HH:MM:SS  </w:t>
      </w:r>
    </w:p>
    <w:p w:rsidR="007F7604" w:rsidRDefault="007F7604" w:rsidP="007F7604">
      <w:pPr>
        <w:pStyle w:val="Mappa"/>
      </w:pPr>
      <w:r w:rsidRPr="007F7604">
        <w:rPr>
          <w:lang w:val="en-US"/>
        </w:rPr>
        <w:t xml:space="preserve"> </w:t>
      </w:r>
      <w:r>
        <w:t xml:space="preserve">ZZ42 _   :::::::: *              GESTIONE MENÙ             * PAG ____ DI  ::::  </w:t>
      </w:r>
    </w:p>
    <w:p w:rsidR="007F7604" w:rsidRDefault="007F7604" w:rsidP="007F7604">
      <w:pPr>
        <w:pStyle w:val="Mappa"/>
      </w:pPr>
      <w:r>
        <w:t xml:space="preserve"> :::: :   :::: :   :::: :   :::: :   :::: :   :::: :   :::: :   :::: :   :::: :  </w:t>
      </w:r>
    </w:p>
    <w:p w:rsidR="007F7604" w:rsidRDefault="007F7604" w:rsidP="007F7604">
      <w:pPr>
        <w:pStyle w:val="Mappa"/>
      </w:pPr>
      <w:r>
        <w:t xml:space="preserve"> :::: :::::::::::::::::::::::::::::::::::::::::::::::::::::::::::::::::::: ::::  </w:t>
      </w:r>
    </w:p>
    <w:p w:rsidR="007F7604" w:rsidRDefault="007F7604" w:rsidP="007F7604">
      <w:pPr>
        <w:pStyle w:val="Mappa"/>
      </w:pPr>
      <w:r>
        <w:t xml:space="preserve">                                                                                 </w:t>
      </w:r>
    </w:p>
    <w:p w:rsidR="007F7604" w:rsidRDefault="007F7604" w:rsidP="007F7604">
      <w:pPr>
        <w:pStyle w:val="Mappa"/>
      </w:pPr>
      <w:r>
        <w:t xml:space="preserve">   ____ ::::::::::::::::::::::::::::::      ____ ::::::::::::::::::::::::::::::  </w:t>
      </w:r>
    </w:p>
    <w:p w:rsidR="007F7604" w:rsidRDefault="007F7604" w:rsidP="007F7604">
      <w:pPr>
        <w:pStyle w:val="Mappa"/>
      </w:pPr>
      <w:r>
        <w:t xml:space="preserve">   ____ ::::::::::::::::::::::::::::::      ____ ::::::::::::::::::::::::::::::  </w:t>
      </w:r>
    </w:p>
    <w:p w:rsidR="007F7604" w:rsidRDefault="007F7604" w:rsidP="007F7604">
      <w:pPr>
        <w:pStyle w:val="Mappa"/>
      </w:pPr>
      <w:r>
        <w:t xml:space="preserve">   ____ ::::::::::::::::::::::::::::::      ____ ::::::::::::::::::::::::::::::  </w:t>
      </w:r>
    </w:p>
    <w:p w:rsidR="007F7604" w:rsidRDefault="007F7604" w:rsidP="007F7604">
      <w:pPr>
        <w:pStyle w:val="Mappa"/>
      </w:pPr>
      <w:r>
        <w:t xml:space="preserve">   ____ ::::::::::::::::::::::::::::::      ____ ::::::::::::::::::::::::::::::  </w:t>
      </w:r>
    </w:p>
    <w:p w:rsidR="007F7604" w:rsidRDefault="007F7604" w:rsidP="007F7604">
      <w:pPr>
        <w:pStyle w:val="Mappa"/>
      </w:pPr>
      <w:r>
        <w:t xml:space="preserve">   ____ ::::::::::::::::::::::::::::::      ____ ::::::::::::::::::::::::::::::  </w:t>
      </w:r>
    </w:p>
    <w:p w:rsidR="007F7604" w:rsidRDefault="007F7604" w:rsidP="007F7604">
      <w:pPr>
        <w:pStyle w:val="Mappa"/>
      </w:pPr>
      <w:r>
        <w:t xml:space="preserve">   ____ ::::::::::::::::::::::::::::::      ____ ::::::::::::::::::::::::::::::  </w:t>
      </w:r>
    </w:p>
    <w:p w:rsidR="007F7604" w:rsidRDefault="007F7604" w:rsidP="007F7604">
      <w:pPr>
        <w:pStyle w:val="Mappa"/>
      </w:pPr>
      <w:r>
        <w:t xml:space="preserve">   ____ ::::::::::::::::::::::::::::::      ____ ::::::::::::::::::::::::::::::  </w:t>
      </w:r>
    </w:p>
    <w:p w:rsidR="007F7604" w:rsidRDefault="007F7604" w:rsidP="007F7604">
      <w:pPr>
        <w:pStyle w:val="Mappa"/>
      </w:pPr>
      <w:r>
        <w:t xml:space="preserve">   ____ ::::::::::::::::::::::::::::::      ____ ::::::::::::::::::::::::::::::  </w:t>
      </w:r>
    </w:p>
    <w:p w:rsidR="007F7604" w:rsidRDefault="007F7604" w:rsidP="007F7604">
      <w:pPr>
        <w:pStyle w:val="Mappa"/>
      </w:pPr>
      <w:r>
        <w:t xml:space="preserve">   ____ ::::::::::::::::::::::::::::::      ____ ::::::::::::::::::::::::::::::  </w:t>
      </w:r>
    </w:p>
    <w:p w:rsidR="007F7604" w:rsidRDefault="007F7604" w:rsidP="007F7604">
      <w:pPr>
        <w:pStyle w:val="Mappa"/>
      </w:pPr>
      <w:r>
        <w:t xml:space="preserve">   ____ ::::::::::::::::::::::::::::::      ____ ::::::::::::::::::::::::::::::  </w:t>
      </w:r>
    </w:p>
    <w:p w:rsidR="007F7604" w:rsidRDefault="007F7604" w:rsidP="007F7604">
      <w:pPr>
        <w:pStyle w:val="Mappa"/>
      </w:pPr>
      <w:r>
        <w:t xml:space="preserve">   ____ ::::::::::::::::::::::::::::::      ____ ::::::::::::::::::::::::::::::  </w:t>
      </w:r>
    </w:p>
    <w:p w:rsidR="007F7604" w:rsidRDefault="007F7604" w:rsidP="007F7604">
      <w:pPr>
        <w:pStyle w:val="Mappa"/>
      </w:pPr>
      <w:r>
        <w:t xml:space="preserve">   ____ ::::::::::::::::::::::::::::::      ____ ::::::::::::::::::::::::::::::  </w:t>
      </w:r>
    </w:p>
    <w:p w:rsidR="007F7604" w:rsidRDefault="007F7604" w:rsidP="007F7604">
      <w:pPr>
        <w:pStyle w:val="Mappa"/>
      </w:pPr>
      <w:r>
        <w:t xml:space="preserve">   ____ ::::::::::::::::::::::::::::::      ____ ::::::::::::::::::::::::::::::  </w:t>
      </w:r>
    </w:p>
    <w:p w:rsidR="007F7604" w:rsidRDefault="007F7604" w:rsidP="007F7604">
      <w:pPr>
        <w:pStyle w:val="Mappa"/>
      </w:pPr>
      <w:r>
        <w:t xml:space="preserve">   ____ ::::::::::::::::::::::::::::::      ____ ::::::::::::::::::::::::::::::  </w:t>
      </w:r>
    </w:p>
    <w:p w:rsidR="007F7604" w:rsidRDefault="007F7604" w:rsidP="007F7604">
      <w:pPr>
        <w:pStyle w:val="Mappa"/>
      </w:pPr>
      <w:r>
        <w:t xml:space="preserve">   ____ ::::::::::::::::::::::::::::::      ____ ::::::::::::::::::::::::::::::  </w:t>
      </w:r>
    </w:p>
    <w:p w:rsidR="007F7604" w:rsidRDefault="007F7604" w:rsidP="007F7604">
      <w:pPr>
        <w:pStyle w:val="Mappa"/>
      </w:pPr>
      <w:r>
        <w:t xml:space="preserve">   ____ ::::::::::::::::::::::::::::::      ____ ::::::::::::::::::::::::::::::  </w:t>
      </w:r>
    </w:p>
    <w:p w:rsidR="007F7604" w:rsidRDefault="007F7604" w:rsidP="007F7604">
      <w:pPr>
        <w:pStyle w:val="Mappa"/>
      </w:pPr>
      <w:r>
        <w:t xml:space="preserve">   ____ ::::::::::::::::::::::::::::::      ____ ::::::::::::::::::::::::::::::  </w:t>
      </w:r>
    </w:p>
    <w:p w:rsidR="007F7604" w:rsidRDefault="007F7604" w:rsidP="007F7604">
      <w:pPr>
        <w:pStyle w:val="Mappa"/>
      </w:pPr>
      <w:r>
        <w:t xml:space="preserve">   ____ ::::::::::::::::::::::::::::::      ____ ::::::::::::::::::::::::::::::  </w:t>
      </w:r>
    </w:p>
    <w:p w:rsidR="007F7604" w:rsidRDefault="007F7604" w:rsidP="007F7604">
      <w:pPr>
        <w:pStyle w:val="Mappa"/>
      </w:pPr>
      <w:r>
        <w:t xml:space="preserve">   ____ ::::::::::::::::::::::::::::::      ____ ::::::::::::::::::::::::::::::  </w:t>
      </w:r>
    </w:p>
    <w:p w:rsidR="007F7604" w:rsidRDefault="007F7604" w:rsidP="00DF168B">
      <w:pPr>
        <w:pStyle w:val="Titolo9"/>
        <w:numPr>
          <w:ilvl w:val="0"/>
          <w:numId w:val="0"/>
        </w:numPr>
        <w:ind w:left="1584" w:firstLine="543"/>
        <w:jc w:val="both"/>
      </w:pPr>
      <w:bookmarkStart w:id="169" w:name="_Toc494685563"/>
      <w:bookmarkStart w:id="170" w:name="_Toc510349192"/>
      <w:r>
        <w:t xml:space="preserve">Mappa </w:t>
      </w:r>
      <w:r>
        <w:fldChar w:fldCharType="begin"/>
      </w:r>
      <w:r>
        <w:instrText>SEQ mappa</w:instrText>
      </w:r>
      <w:r>
        <w:fldChar w:fldCharType="separate"/>
      </w:r>
      <w:r>
        <w:rPr>
          <w:noProof/>
        </w:rPr>
        <w:t>11</w:t>
      </w:r>
      <w:r>
        <w:fldChar w:fldCharType="end"/>
      </w:r>
      <w:r>
        <w:t>:   ZZM422T Configurazione a colonna verticale doppia</w:t>
      </w:r>
      <w:bookmarkEnd w:id="169"/>
      <w:bookmarkEnd w:id="170"/>
      <w:r>
        <w:t xml:space="preserve"> </w:t>
      </w:r>
    </w:p>
    <w:p w:rsidR="007F7604" w:rsidRPr="007F7604" w:rsidRDefault="007F7604" w:rsidP="007F7604">
      <w:pPr>
        <w:pStyle w:val="Mappa"/>
        <w:rPr>
          <w:lang w:val="en-US"/>
        </w:rPr>
      </w:pPr>
      <w:r>
        <w:lastRenderedPageBreak/>
        <w:t xml:space="preserve"> </w:t>
      </w:r>
      <w:r w:rsidRPr="007F7604">
        <w:rPr>
          <w:lang w:val="en-US"/>
        </w:rPr>
        <w:t xml:space="preserve">:::::::: :::::::: * ...................................... * GG/MM/AA HH:MM:SS  </w:t>
      </w:r>
    </w:p>
    <w:p w:rsidR="007F7604" w:rsidRDefault="007F7604" w:rsidP="007F7604">
      <w:pPr>
        <w:pStyle w:val="Mappa"/>
      </w:pPr>
      <w:r w:rsidRPr="007F7604">
        <w:rPr>
          <w:lang w:val="en-US"/>
        </w:rPr>
        <w:t xml:space="preserve"> </w:t>
      </w:r>
      <w:r>
        <w:t xml:space="preserve">ZZ42 _   :::::::: *             GESTIONE MENÙ              * PAG ____ DI  ::::  </w:t>
      </w:r>
    </w:p>
    <w:p w:rsidR="007F7604" w:rsidRDefault="007F7604" w:rsidP="007F7604">
      <w:pPr>
        <w:pStyle w:val="Mappa"/>
      </w:pPr>
      <w:r>
        <w:t xml:space="preserve"> :::: :   :::: :   :::: :   :::: :   :::: :   :::: :   :::: :   :::: :   :::: :  </w:t>
      </w:r>
    </w:p>
    <w:p w:rsidR="007F7604" w:rsidRDefault="007F7604" w:rsidP="007F7604">
      <w:pPr>
        <w:pStyle w:val="Mappa"/>
      </w:pPr>
      <w:r>
        <w:t xml:space="preserve"> :::: :::::::::::::::::::::::::::::::::::::::::::::::::::::::::::::::::::: ::::  </w:t>
      </w:r>
    </w:p>
    <w:p w:rsidR="007F7604" w:rsidRDefault="007F7604" w:rsidP="007F7604">
      <w:pPr>
        <w:pStyle w:val="Mappa"/>
      </w:pPr>
      <w:r>
        <w:t xml:space="preserve">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DF168B">
      <w:pPr>
        <w:pStyle w:val="Titolo9"/>
        <w:numPr>
          <w:ilvl w:val="0"/>
          <w:numId w:val="0"/>
        </w:numPr>
        <w:ind w:left="1584" w:firstLine="543"/>
        <w:jc w:val="both"/>
      </w:pPr>
      <w:bookmarkStart w:id="171" w:name="_Toc494685564"/>
      <w:bookmarkStart w:id="172" w:name="_Toc510349193"/>
      <w:r>
        <w:t xml:space="preserve">Mappa </w:t>
      </w:r>
      <w:r>
        <w:fldChar w:fldCharType="begin"/>
      </w:r>
      <w:r>
        <w:instrText>SEQ mappa</w:instrText>
      </w:r>
      <w:r>
        <w:fldChar w:fldCharType="separate"/>
      </w:r>
      <w:r>
        <w:rPr>
          <w:noProof/>
        </w:rPr>
        <w:t>12</w:t>
      </w:r>
      <w:r>
        <w:fldChar w:fldCharType="end"/>
      </w:r>
      <w:r>
        <w:t>:   ZZM423T Configurazione a colonna verticale singola</w:t>
      </w:r>
      <w:bookmarkEnd w:id="171"/>
      <w:bookmarkEnd w:id="172"/>
      <w:r>
        <w:t xml:space="preserve"> </w:t>
      </w:r>
    </w:p>
    <w:p w:rsidR="007F7604" w:rsidRPr="007F7604" w:rsidRDefault="007F7604" w:rsidP="007F7604">
      <w:pPr>
        <w:pStyle w:val="Mappa"/>
        <w:rPr>
          <w:lang w:val="en-US"/>
        </w:rPr>
      </w:pPr>
      <w:r>
        <w:t xml:space="preserve"> </w:t>
      </w:r>
      <w:r w:rsidRPr="007F7604">
        <w:rPr>
          <w:lang w:val="en-US"/>
        </w:rPr>
        <w:t xml:space="preserve">:::::::: :::::::: * ...................................... * GG/MM/AA HH:MM:SS  </w:t>
      </w:r>
    </w:p>
    <w:p w:rsidR="007F7604" w:rsidRDefault="007F7604" w:rsidP="007F7604">
      <w:pPr>
        <w:pStyle w:val="Mappa"/>
      </w:pPr>
      <w:r w:rsidRPr="007F7604">
        <w:rPr>
          <w:lang w:val="en-US"/>
        </w:rPr>
        <w:t xml:space="preserve"> </w:t>
      </w:r>
      <w:r>
        <w:t xml:space="preserve">ZZ42 _   :::::::: *             GESTIONE MENÙ              * PAG ____ DI  ::::  </w:t>
      </w:r>
    </w:p>
    <w:p w:rsidR="007F7604" w:rsidRDefault="007F7604" w:rsidP="007F7604">
      <w:pPr>
        <w:pStyle w:val="Mappa"/>
      </w:pPr>
      <w:r>
        <w:t xml:space="preserve"> :::: :   :::: :   :::: :   :::: :   :::: :   :::: :   :::: :   :::: :   :::: :  </w:t>
      </w:r>
    </w:p>
    <w:p w:rsidR="007F7604" w:rsidRDefault="007F7604" w:rsidP="007F7604">
      <w:pPr>
        <w:pStyle w:val="Mappa"/>
      </w:pPr>
      <w:r>
        <w:t xml:space="preserve"> :::: :::::::::::::::::::::::::::::::::::::::::::::::::::::::::::::::::::: ::::  </w:t>
      </w:r>
    </w:p>
    <w:p w:rsidR="007F7604" w:rsidRDefault="007F7604" w:rsidP="007F7604">
      <w:pPr>
        <w:pStyle w:val="Mappa"/>
      </w:pPr>
      <w:r>
        <w:t xml:space="preserve">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DF168B">
      <w:pPr>
        <w:pStyle w:val="Titolo9"/>
        <w:numPr>
          <w:ilvl w:val="0"/>
          <w:numId w:val="0"/>
        </w:numPr>
        <w:ind w:left="1584" w:firstLine="543"/>
        <w:jc w:val="both"/>
      </w:pPr>
      <w:bookmarkStart w:id="173" w:name="_Toc494685565"/>
      <w:bookmarkStart w:id="174" w:name="_Toc510349194"/>
      <w:r>
        <w:t xml:space="preserve">Mappa </w:t>
      </w:r>
      <w:r>
        <w:fldChar w:fldCharType="begin"/>
      </w:r>
      <w:r>
        <w:instrText>SEQ mappa</w:instrText>
      </w:r>
      <w:r>
        <w:fldChar w:fldCharType="separate"/>
      </w:r>
      <w:r>
        <w:rPr>
          <w:noProof/>
        </w:rPr>
        <w:t>13</w:t>
      </w:r>
      <w:r>
        <w:fldChar w:fldCharType="end"/>
      </w:r>
      <w:r>
        <w:t>:   ZZM424T Configurazione a colonna obliqua sinistra</w:t>
      </w:r>
      <w:bookmarkEnd w:id="173"/>
      <w:bookmarkEnd w:id="174"/>
      <w:r>
        <w:t xml:space="preserve"> </w:t>
      </w:r>
    </w:p>
    <w:p w:rsidR="007F7604" w:rsidRPr="007F7604" w:rsidRDefault="007F7604" w:rsidP="007F7604">
      <w:pPr>
        <w:pStyle w:val="Mappa"/>
        <w:rPr>
          <w:lang w:val="en-US"/>
        </w:rPr>
      </w:pPr>
      <w:r>
        <w:lastRenderedPageBreak/>
        <w:t xml:space="preserve"> </w:t>
      </w:r>
      <w:r w:rsidRPr="007F7604">
        <w:rPr>
          <w:lang w:val="en-US"/>
        </w:rPr>
        <w:t xml:space="preserve">:::::::: :::::::: * ...................................... * GG/MM/AA HH:MM:SS  </w:t>
      </w:r>
    </w:p>
    <w:p w:rsidR="007F7604" w:rsidRDefault="007F7604" w:rsidP="007F7604">
      <w:pPr>
        <w:pStyle w:val="Mappa"/>
      </w:pPr>
      <w:r w:rsidRPr="007F7604">
        <w:rPr>
          <w:lang w:val="en-US"/>
        </w:rPr>
        <w:t xml:space="preserve"> </w:t>
      </w:r>
      <w:r>
        <w:t xml:space="preserve">ZZ42 _   :::::::: *              GESTIONE MENÙ             * PAG ____ DI  ::::  </w:t>
      </w:r>
    </w:p>
    <w:p w:rsidR="007F7604" w:rsidRDefault="007F7604" w:rsidP="007F7604">
      <w:pPr>
        <w:pStyle w:val="Mappa"/>
      </w:pPr>
      <w:r>
        <w:t xml:space="preserve"> :::: :   :::: :   :::: :   :::: :   :::: :   :::: :   :::: :   :::: :   :::: :  </w:t>
      </w:r>
    </w:p>
    <w:p w:rsidR="007F7604" w:rsidRDefault="007F7604" w:rsidP="007F7604">
      <w:pPr>
        <w:pStyle w:val="Mappa"/>
      </w:pPr>
      <w:r>
        <w:t xml:space="preserve"> :::: :::::::::::::::::::::::::::::::::::::::::::::::::::::::::::::::::::: ::::  </w:t>
      </w:r>
    </w:p>
    <w:p w:rsidR="007F7604" w:rsidRDefault="007F7604" w:rsidP="007F7604">
      <w:pPr>
        <w:pStyle w:val="Mappa"/>
      </w:pPr>
      <w:r>
        <w:t xml:space="preserve">                                                                                 </w:t>
      </w:r>
    </w:p>
    <w:p w:rsidR="007F7604" w:rsidRDefault="007F7604" w:rsidP="007F7604">
      <w:pPr>
        <w:pStyle w:val="Mappa"/>
      </w:pPr>
      <w:r>
        <w:t xml:space="preserve">   ____ ::::::::::::::::::::::::::::::     ____ ::::::::::::::::::::::::::::::   </w:t>
      </w:r>
    </w:p>
    <w:p w:rsidR="007F7604" w:rsidRDefault="007F7604" w:rsidP="007F7604">
      <w:pPr>
        <w:pStyle w:val="Mappa"/>
      </w:pPr>
      <w:r>
        <w:t xml:space="preserve">                        ____ ::::::::::::::::::::::::::::::                      </w:t>
      </w:r>
    </w:p>
    <w:p w:rsidR="007F7604" w:rsidRDefault="007F7604" w:rsidP="007F7604">
      <w:pPr>
        <w:pStyle w:val="Mappa"/>
      </w:pPr>
      <w:r>
        <w:t xml:space="preserve">   ____ ::::::::::::::::::::::::::::::     ____ ::::::::::::::::::::::::::::::   </w:t>
      </w:r>
    </w:p>
    <w:p w:rsidR="007F7604" w:rsidRDefault="007F7604" w:rsidP="007F7604">
      <w:pPr>
        <w:pStyle w:val="Mappa"/>
      </w:pPr>
      <w:r>
        <w:t xml:space="preserve">                        ____ ::::::::::::::::::::::::::::::                      </w:t>
      </w:r>
    </w:p>
    <w:p w:rsidR="007F7604" w:rsidRDefault="007F7604" w:rsidP="007F7604">
      <w:pPr>
        <w:pStyle w:val="Mappa"/>
      </w:pPr>
      <w:r>
        <w:t xml:space="preserve">   ____ ::::::::::::::::::::::::::::::     ____ ::::::::::::::::::::::::::::::   </w:t>
      </w:r>
    </w:p>
    <w:p w:rsidR="007F7604" w:rsidRDefault="007F7604" w:rsidP="007F7604">
      <w:pPr>
        <w:pStyle w:val="Mappa"/>
      </w:pPr>
      <w:r>
        <w:t xml:space="preserve">                        ____ ::::::::::::::::::::::::::::::                      </w:t>
      </w:r>
    </w:p>
    <w:p w:rsidR="007F7604" w:rsidRDefault="007F7604" w:rsidP="007F7604">
      <w:pPr>
        <w:pStyle w:val="Mappa"/>
      </w:pPr>
      <w:r>
        <w:t xml:space="preserve">   ____ ::::::::::::::::::::::::::::::     ____ ::::::::::::::::::::::::::::::   </w:t>
      </w:r>
    </w:p>
    <w:p w:rsidR="007F7604" w:rsidRDefault="007F7604" w:rsidP="007F7604">
      <w:pPr>
        <w:pStyle w:val="Mappa"/>
      </w:pPr>
      <w:r>
        <w:t xml:space="preserve">                        ____ ::::::::::::::::::::::::::::::                      </w:t>
      </w:r>
    </w:p>
    <w:p w:rsidR="007F7604" w:rsidRDefault="007F7604" w:rsidP="007F7604">
      <w:pPr>
        <w:pStyle w:val="Mappa"/>
      </w:pPr>
      <w:r>
        <w:t xml:space="preserve">   ____ ::::::::::::::::::::::::::::::     ____ ::::::::::::::::::::::::::::::   </w:t>
      </w:r>
    </w:p>
    <w:p w:rsidR="007F7604" w:rsidRDefault="007F7604" w:rsidP="007F7604">
      <w:pPr>
        <w:pStyle w:val="Mappa"/>
      </w:pPr>
      <w:r>
        <w:t xml:space="preserve">                        ____ ::::::::::::::::::::::::::::::                      </w:t>
      </w:r>
    </w:p>
    <w:p w:rsidR="007F7604" w:rsidRDefault="007F7604" w:rsidP="007F7604">
      <w:pPr>
        <w:pStyle w:val="Mappa"/>
      </w:pPr>
      <w:r>
        <w:t xml:space="preserve">   ____ ::::::::::::::::::::::::::::::     ____ ::::::::::::::::::::::::::::::   </w:t>
      </w:r>
    </w:p>
    <w:p w:rsidR="007F7604" w:rsidRDefault="007F7604" w:rsidP="007F7604">
      <w:pPr>
        <w:pStyle w:val="Mappa"/>
      </w:pPr>
      <w:r>
        <w:t xml:space="preserve">                        ____ ::::::::::::::::::::::::::::::                      </w:t>
      </w:r>
    </w:p>
    <w:p w:rsidR="007F7604" w:rsidRDefault="007F7604" w:rsidP="007F7604">
      <w:pPr>
        <w:pStyle w:val="Mappa"/>
      </w:pPr>
      <w:r>
        <w:t xml:space="preserve">   ____ ::::::::::::::::::::::::::::::     ____ ::::::::::::::::::::::::::::::   </w:t>
      </w:r>
    </w:p>
    <w:p w:rsidR="007F7604" w:rsidRDefault="007F7604" w:rsidP="007F7604">
      <w:pPr>
        <w:pStyle w:val="Mappa"/>
      </w:pPr>
      <w:r>
        <w:t xml:space="preserve">                        ____ ::::::::::::::::::::::::::::::                      </w:t>
      </w:r>
    </w:p>
    <w:p w:rsidR="007F7604" w:rsidRDefault="007F7604" w:rsidP="007F7604">
      <w:pPr>
        <w:pStyle w:val="Mappa"/>
      </w:pPr>
      <w:r>
        <w:t xml:space="preserve">   ____ ::::::::::::::::::::::::::::::     ____ ::::::::::::::::::::::::::::::   </w:t>
      </w:r>
    </w:p>
    <w:p w:rsidR="007F7604" w:rsidRDefault="007F7604" w:rsidP="007F7604">
      <w:pPr>
        <w:pStyle w:val="Mappa"/>
      </w:pPr>
      <w:r>
        <w:t xml:space="preserve">                        ____ ::::::::::::::::::::::::::::::                      </w:t>
      </w:r>
    </w:p>
    <w:p w:rsidR="007F7604" w:rsidRDefault="007F7604" w:rsidP="007F7604">
      <w:pPr>
        <w:pStyle w:val="Mappa"/>
      </w:pPr>
      <w:r>
        <w:t xml:space="preserve">   ____ ::::::::::::::::::::::::::::::     ____ ::::::::::::::::::::::::::::::   </w:t>
      </w:r>
    </w:p>
    <w:p w:rsidR="007F7604" w:rsidRDefault="007F7604" w:rsidP="007F7604">
      <w:pPr>
        <w:pStyle w:val="Mappa"/>
      </w:pPr>
      <w:r>
        <w:t xml:space="preserve">                        ____ ::::::::::::::::::::::::::::::                      </w:t>
      </w:r>
    </w:p>
    <w:p w:rsidR="007F7604" w:rsidRDefault="007F7604" w:rsidP="007F7604">
      <w:pPr>
        <w:pStyle w:val="Mappa"/>
      </w:pPr>
      <w:r>
        <w:t xml:space="preserve">   ____ ::::::::::::::::::::::::::::::     ____ ::::::::::::::::::::::::::::::   </w:t>
      </w:r>
    </w:p>
    <w:p w:rsidR="007F7604" w:rsidRDefault="007F7604" w:rsidP="00DF168B">
      <w:pPr>
        <w:pStyle w:val="Titolo9"/>
        <w:numPr>
          <w:ilvl w:val="0"/>
          <w:numId w:val="0"/>
        </w:numPr>
        <w:ind w:left="1584" w:firstLine="543"/>
        <w:jc w:val="both"/>
      </w:pPr>
      <w:bookmarkStart w:id="175" w:name="_Toc494685566"/>
      <w:bookmarkStart w:id="176" w:name="_Toc510349195"/>
      <w:r>
        <w:t xml:space="preserve">Mappa </w:t>
      </w:r>
      <w:r>
        <w:fldChar w:fldCharType="begin"/>
      </w:r>
      <w:r>
        <w:instrText>SEQ mappa</w:instrText>
      </w:r>
      <w:r>
        <w:fldChar w:fldCharType="separate"/>
      </w:r>
      <w:r>
        <w:rPr>
          <w:noProof/>
        </w:rPr>
        <w:t>14</w:t>
      </w:r>
      <w:r>
        <w:fldChar w:fldCharType="end"/>
      </w:r>
      <w:r>
        <w:t>:   ZZM425T Configurazione ad interconnessione doppia</w:t>
      </w:r>
      <w:bookmarkEnd w:id="175"/>
      <w:bookmarkEnd w:id="176"/>
      <w:r>
        <w:t xml:space="preserve"> </w:t>
      </w:r>
    </w:p>
    <w:p w:rsidR="007F7604" w:rsidRPr="007F7604" w:rsidRDefault="007F7604" w:rsidP="007F7604">
      <w:pPr>
        <w:pStyle w:val="Mappa"/>
        <w:spacing w:before="480"/>
        <w:rPr>
          <w:lang w:val="en-US"/>
        </w:rPr>
      </w:pPr>
      <w:r>
        <w:t xml:space="preserve"> </w:t>
      </w:r>
      <w:r w:rsidRPr="007F7604">
        <w:rPr>
          <w:lang w:val="en-US"/>
        </w:rPr>
        <w:t xml:space="preserve">:::::::: :::::::: * ...................................... * GG/MM/AA HH:MM:SS  </w:t>
      </w:r>
    </w:p>
    <w:p w:rsidR="007F7604" w:rsidRDefault="007F7604" w:rsidP="007F7604">
      <w:pPr>
        <w:pStyle w:val="Mappa"/>
      </w:pPr>
      <w:r w:rsidRPr="007F7604">
        <w:rPr>
          <w:lang w:val="en-US"/>
        </w:rPr>
        <w:t xml:space="preserve"> </w:t>
      </w:r>
      <w:r>
        <w:t xml:space="preserve">ZZ42 _   :::::::: *             GESTIONE MENÙ              * PAG ____ DI  ::::  </w:t>
      </w:r>
    </w:p>
    <w:p w:rsidR="007F7604" w:rsidRDefault="007F7604" w:rsidP="007F7604">
      <w:pPr>
        <w:pStyle w:val="Mappa"/>
      </w:pPr>
      <w:r>
        <w:t xml:space="preserve"> :::: :   :::: :   :::: :   :::: :   :::: :   :::: :   :::: :   :::: :   :::: :  </w:t>
      </w:r>
    </w:p>
    <w:p w:rsidR="007F7604" w:rsidRDefault="007F7604" w:rsidP="007F7604">
      <w:pPr>
        <w:pStyle w:val="Mappa"/>
      </w:pPr>
      <w:r>
        <w:t xml:space="preserve"> :::: :::::::::::::::::::::::::::::::::::::::::::::::::::::::::::::::::::: ::::  </w:t>
      </w:r>
    </w:p>
    <w:p w:rsidR="007F7604" w:rsidRDefault="007F7604" w:rsidP="007F7604">
      <w:pPr>
        <w:pStyle w:val="Mappa"/>
      </w:pPr>
      <w:r>
        <w:t xml:space="preserve">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DF168B">
      <w:pPr>
        <w:pStyle w:val="Titolo9"/>
        <w:numPr>
          <w:ilvl w:val="0"/>
          <w:numId w:val="0"/>
        </w:numPr>
        <w:ind w:left="1584" w:firstLine="543"/>
        <w:jc w:val="both"/>
      </w:pPr>
      <w:bookmarkStart w:id="177" w:name="_Toc494685567"/>
      <w:bookmarkStart w:id="178" w:name="_Toc510349196"/>
      <w:r>
        <w:t xml:space="preserve">Mappa </w:t>
      </w:r>
      <w:r>
        <w:fldChar w:fldCharType="begin"/>
      </w:r>
      <w:r>
        <w:instrText>SEQ mappa</w:instrText>
      </w:r>
      <w:r>
        <w:fldChar w:fldCharType="separate"/>
      </w:r>
      <w:r>
        <w:rPr>
          <w:noProof/>
        </w:rPr>
        <w:t>15</w:t>
      </w:r>
      <w:r>
        <w:fldChar w:fldCharType="end"/>
      </w:r>
      <w:r>
        <w:t>:   ZZM426T Configurazione ad interconnessione singola</w:t>
      </w:r>
      <w:bookmarkEnd w:id="177"/>
      <w:bookmarkEnd w:id="178"/>
      <w:r>
        <w:t xml:space="preserve"> </w:t>
      </w:r>
    </w:p>
    <w:p w:rsidR="007F7604" w:rsidRPr="007F7604" w:rsidRDefault="007F7604" w:rsidP="007F7604">
      <w:pPr>
        <w:pStyle w:val="Mappa"/>
        <w:rPr>
          <w:lang w:val="en-US"/>
        </w:rPr>
      </w:pPr>
      <w:r>
        <w:lastRenderedPageBreak/>
        <w:t xml:space="preserve"> </w:t>
      </w:r>
      <w:r w:rsidRPr="007F7604">
        <w:rPr>
          <w:lang w:val="en-US"/>
        </w:rPr>
        <w:t xml:space="preserve">:::::::: :::::::: * ...................................... * GG/MM/AA HH:MM:SS  </w:t>
      </w:r>
    </w:p>
    <w:p w:rsidR="007F7604" w:rsidRDefault="007F7604" w:rsidP="007F7604">
      <w:pPr>
        <w:pStyle w:val="Mappa"/>
      </w:pPr>
      <w:r w:rsidRPr="007F7604">
        <w:rPr>
          <w:lang w:val="en-US"/>
        </w:rPr>
        <w:t xml:space="preserve"> </w:t>
      </w:r>
      <w:r>
        <w:t xml:space="preserve">ZZ42 _   :::::::: *            GESTIONE MENÙ               * PAG ____ DI  ::::  </w:t>
      </w:r>
    </w:p>
    <w:p w:rsidR="007F7604" w:rsidRDefault="007F7604" w:rsidP="007F7604">
      <w:pPr>
        <w:pStyle w:val="Mappa"/>
      </w:pPr>
      <w:r>
        <w:t xml:space="preserve"> :::: :   :::: :   :::: :   :::: :   :::: :   :::: :   :::: :   :::: :   :::: :  </w:t>
      </w:r>
    </w:p>
    <w:p w:rsidR="007F7604" w:rsidRDefault="007F7604" w:rsidP="007F7604">
      <w:pPr>
        <w:pStyle w:val="Mappa"/>
      </w:pPr>
      <w:r>
        <w:t xml:space="preserve"> :::: :::::::::::::::::::::::::::::::::::::::::::::::::::::::::::::::::::: ::::  </w:t>
      </w:r>
    </w:p>
    <w:p w:rsidR="007F7604" w:rsidRDefault="007F7604" w:rsidP="007F7604">
      <w:pPr>
        <w:pStyle w:val="Mappa"/>
      </w:pPr>
      <w:r>
        <w:t xml:space="preserve">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DF168B">
      <w:pPr>
        <w:pStyle w:val="Titolo9"/>
        <w:numPr>
          <w:ilvl w:val="0"/>
          <w:numId w:val="0"/>
        </w:numPr>
        <w:ind w:left="1584" w:firstLine="543"/>
        <w:jc w:val="both"/>
      </w:pPr>
      <w:bookmarkStart w:id="179" w:name="_Toc494685568"/>
      <w:bookmarkStart w:id="180" w:name="_Toc510349197"/>
      <w:r>
        <w:t xml:space="preserve">Mappa </w:t>
      </w:r>
      <w:r>
        <w:fldChar w:fldCharType="begin"/>
      </w:r>
      <w:r>
        <w:instrText>SEQ mappa</w:instrText>
      </w:r>
      <w:r>
        <w:fldChar w:fldCharType="separate"/>
      </w:r>
      <w:r>
        <w:rPr>
          <w:noProof/>
        </w:rPr>
        <w:t>16</w:t>
      </w:r>
      <w:r>
        <w:fldChar w:fldCharType="end"/>
      </w:r>
      <w:r>
        <w:t>:   ZZM427T Configurazione a colonna obliqua destra</w:t>
      </w:r>
      <w:bookmarkEnd w:id="179"/>
      <w:bookmarkEnd w:id="180"/>
      <w:r>
        <w:t xml:space="preserve"> </w:t>
      </w:r>
    </w:p>
    <w:p w:rsidR="007F7604" w:rsidRPr="007F7604" w:rsidRDefault="007F7604" w:rsidP="007F7604">
      <w:pPr>
        <w:pStyle w:val="Mappa"/>
        <w:spacing w:before="480"/>
        <w:rPr>
          <w:lang w:val="en-US"/>
        </w:rPr>
      </w:pPr>
      <w:r>
        <w:t xml:space="preserve"> </w:t>
      </w:r>
      <w:r w:rsidRPr="007F7604">
        <w:rPr>
          <w:lang w:val="en-US"/>
        </w:rPr>
        <w:t xml:space="preserve">:::::::: :::::::: * ...................................... * GG/MM/AA HH:MM:SS  </w:t>
      </w:r>
    </w:p>
    <w:p w:rsidR="007F7604" w:rsidRDefault="007F7604" w:rsidP="007F7604">
      <w:pPr>
        <w:pStyle w:val="Mappa"/>
      </w:pPr>
      <w:r w:rsidRPr="007F7604">
        <w:rPr>
          <w:lang w:val="en-US"/>
        </w:rPr>
        <w:t xml:space="preserve"> </w:t>
      </w:r>
      <w:r>
        <w:t xml:space="preserve">ZZ42 _   :::::::: *             GESTIONE MENÙ              * PAG ____ DI  ::::  </w:t>
      </w:r>
    </w:p>
    <w:p w:rsidR="007F7604" w:rsidRDefault="007F7604" w:rsidP="007F7604">
      <w:pPr>
        <w:pStyle w:val="Mappa"/>
      </w:pPr>
      <w:r>
        <w:t xml:space="preserve"> :::: :   :::: :   :::: :   :::: :   :::: :   :::: :   :::: :   :::: :   :::: :  </w:t>
      </w:r>
    </w:p>
    <w:p w:rsidR="007F7604" w:rsidRDefault="007F7604" w:rsidP="007F7604">
      <w:pPr>
        <w:pStyle w:val="Mappa"/>
      </w:pPr>
      <w:r>
        <w:t xml:space="preserve"> :::: :::::::::::::::::::::::::::::::::::::::::::::::::::::::::::::::::::: ::::  </w:t>
      </w:r>
    </w:p>
    <w:p w:rsidR="007F7604" w:rsidRDefault="007F7604" w:rsidP="007F7604">
      <w:pPr>
        <w:pStyle w:val="Mappa"/>
      </w:pPr>
      <w:r>
        <w:t xml:space="preserve">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7F7604">
      <w:pPr>
        <w:pStyle w:val="Mappa"/>
      </w:pPr>
      <w:r>
        <w:t xml:space="preserve">    ____ ::::::::::::::::::::::::::::::::                                        </w:t>
      </w:r>
    </w:p>
    <w:p w:rsidR="007F7604" w:rsidRDefault="007F7604" w:rsidP="00DF168B">
      <w:pPr>
        <w:pStyle w:val="Titolo9"/>
        <w:numPr>
          <w:ilvl w:val="0"/>
          <w:numId w:val="0"/>
        </w:numPr>
        <w:ind w:left="1584" w:firstLine="543"/>
        <w:jc w:val="both"/>
      </w:pPr>
      <w:bookmarkStart w:id="181" w:name="_Toc494685569"/>
      <w:bookmarkStart w:id="182" w:name="_Toc510349198"/>
      <w:r>
        <w:t xml:space="preserve">Mappa </w:t>
      </w:r>
      <w:r>
        <w:fldChar w:fldCharType="begin"/>
      </w:r>
      <w:r>
        <w:instrText>SEQ mappa</w:instrText>
      </w:r>
      <w:r>
        <w:fldChar w:fldCharType="separate"/>
      </w:r>
      <w:r>
        <w:rPr>
          <w:noProof/>
        </w:rPr>
        <w:t>17</w:t>
      </w:r>
      <w:r>
        <w:fldChar w:fldCharType="end"/>
      </w:r>
      <w:r>
        <w:t>:   ZZM428T Configurazione a doppia colonna obliqua</w:t>
      </w:r>
      <w:bookmarkEnd w:id="181"/>
      <w:bookmarkEnd w:id="182"/>
      <w:r>
        <w:t xml:space="preserve"> </w:t>
      </w:r>
    </w:p>
    <w:p w:rsidR="007F7604" w:rsidRDefault="007F7604" w:rsidP="007F7604">
      <w:r>
        <w:t xml:space="preserve">Dopo aver digitato l'ultimo dato richiesto e premuto il tasto </w:t>
      </w:r>
      <w:r>
        <w:rPr>
          <w:b/>
        </w:rPr>
        <w:t>'INVIO'</w:t>
      </w:r>
      <w:r>
        <w:t xml:space="preserve">, il sistema chiede la </w:t>
      </w:r>
      <w:r>
        <w:rPr>
          <w:b/>
        </w:rPr>
        <w:t>'CONFERMA</w:t>
      </w:r>
      <w:r>
        <w:t xml:space="preserve"> </w:t>
      </w:r>
      <w:r>
        <w:rPr>
          <w:b/>
        </w:rPr>
        <w:t>SI/NO'</w:t>
      </w:r>
      <w:r>
        <w:t xml:space="preserve"> dei dati inseriti. Se la risposta è negativa la transazione viene annullata ed i dati inseriti vanno persi </w:t>
      </w:r>
      <w:r>
        <w:lastRenderedPageBreak/>
        <w:t>mentre, in caso di risposta affermativa, i dati vengono memorizzati nell'Archivio Funzioni e viene riproposta la prima mappa per un'eventuale nuova gestione.</w:t>
      </w:r>
    </w:p>
    <w:p w:rsidR="007F7604" w:rsidRDefault="007F7604" w:rsidP="007F7604">
      <w:pPr>
        <w:pStyle w:val="Titolo3"/>
        <w:ind w:left="357" w:hanging="357"/>
      </w:pPr>
      <w:bookmarkStart w:id="183" w:name="_Toc494685455"/>
      <w:bookmarkStart w:id="184" w:name="_Toc510349084"/>
      <w:bookmarkStart w:id="185" w:name="_Toc397613700"/>
      <w:r>
        <w:t>Funzioni associate</w:t>
      </w:r>
      <w:bookmarkEnd w:id="183"/>
      <w:bookmarkEnd w:id="184"/>
      <w:bookmarkEnd w:id="185"/>
    </w:p>
    <w:p w:rsidR="007F7604" w:rsidRDefault="007F7604" w:rsidP="007F7604">
      <w:r>
        <w:t>Gestione Transazioni (GTRX)</w:t>
      </w:r>
    </w:p>
    <w:p w:rsidR="007F7604" w:rsidRDefault="007F7604" w:rsidP="007F7604">
      <w:pPr>
        <w:spacing w:after="240"/>
      </w:pPr>
      <w:proofErr w:type="spellStart"/>
      <w:r>
        <w:t>Inquiry</w:t>
      </w:r>
      <w:proofErr w:type="spellEnd"/>
      <w:r>
        <w:t xml:space="preserve"> Menù (IMEN).</w:t>
      </w:r>
    </w:p>
    <w:p w:rsidR="007F7604" w:rsidRDefault="007F7604" w:rsidP="007F7604">
      <w:pPr>
        <w:spacing w:after="120"/>
      </w:pPr>
      <w:r>
        <w:t>Per quanto riguarda la sicurezza:</w:t>
      </w:r>
    </w:p>
    <w:p w:rsidR="007F7604" w:rsidRDefault="007F7604" w:rsidP="007F7604">
      <w:r>
        <w:t>Gestione Transazioni (GTRX);</w:t>
      </w:r>
    </w:p>
    <w:p w:rsidR="007F7604" w:rsidRDefault="007F7604" w:rsidP="007F7604">
      <w:r>
        <w:t>Gestione Moduli Sicurezza (GMOD);</w:t>
      </w:r>
    </w:p>
    <w:p w:rsidR="007F7604" w:rsidRDefault="007F7604" w:rsidP="007F7604">
      <w:r>
        <w:t>Gestione Profili (GPRF);</w:t>
      </w:r>
    </w:p>
    <w:p w:rsidR="007F7604" w:rsidRDefault="007F7604" w:rsidP="007F7604">
      <w:r>
        <w:t>Gestione Operatori (GOPR);</w:t>
      </w:r>
    </w:p>
    <w:p w:rsidR="007F7604" w:rsidRDefault="007F7604" w:rsidP="007F7604">
      <w:r>
        <w:t>Gestione Autorizzazioni (GAUT).</w:t>
      </w:r>
    </w:p>
    <w:p w:rsidR="007F7604" w:rsidRDefault="007F7604" w:rsidP="007F7604">
      <w:pPr>
        <w:pStyle w:val="Titolo2"/>
      </w:pPr>
      <w:r>
        <w:br w:type="page"/>
      </w:r>
      <w:bookmarkStart w:id="186" w:name="_Toc494685456"/>
      <w:bookmarkStart w:id="187" w:name="_Toc510349085"/>
      <w:bookmarkStart w:id="188" w:name="_Toc397613701"/>
      <w:r>
        <w:lastRenderedPageBreak/>
        <w:t>Gestione Moduli di Sicurezza (GMOD)</w:t>
      </w:r>
      <w:bookmarkEnd w:id="186"/>
      <w:bookmarkEnd w:id="187"/>
      <w:bookmarkEnd w:id="188"/>
    </w:p>
    <w:p w:rsidR="007F7604" w:rsidRDefault="007F7604" w:rsidP="007F7604">
      <w:pPr>
        <w:pStyle w:val="Titolo3"/>
        <w:ind w:left="357" w:hanging="357"/>
      </w:pPr>
      <w:bookmarkStart w:id="189" w:name="_Toc494685457"/>
      <w:bookmarkStart w:id="190" w:name="_Toc510349086"/>
      <w:bookmarkStart w:id="191" w:name="_Toc397613702"/>
      <w:r>
        <w:t>Utilizzo della transazione</w:t>
      </w:r>
      <w:bookmarkEnd w:id="189"/>
      <w:bookmarkEnd w:id="190"/>
      <w:bookmarkEnd w:id="191"/>
    </w:p>
    <w:p w:rsidR="007F7604" w:rsidRDefault="007F7604" w:rsidP="007F7604">
      <w:r>
        <w:t>La transazione GMOD (Gestione Moduli di sicurezza) permette di inserire, modificare e annullare un modulo di sicurezza.</w:t>
      </w:r>
    </w:p>
    <w:p w:rsidR="007F7604" w:rsidRDefault="007F7604" w:rsidP="007F7604">
      <w:r>
        <w:t>Un modulo di sicurezza individua l'autorizzazione ad accedere ad un dato o ad un gruppo di dati.</w:t>
      </w:r>
    </w:p>
    <w:p w:rsidR="007F7604" w:rsidRDefault="007F7604" w:rsidP="007F7604">
      <w:r>
        <w:t>Il nome del modulo è l'unico dato obbligatorio della mappa: infatti i campi "Programma associato" e "Transazione associata" vanno valorizzati solo in caso di attivazione della sicurezza esterna (transazione GIST - Gestione Istituti); in tal caso la tabella che contiene le autorizzazioni degli operatori viene sostituita da una serie di programmi esterni interfacciati alla procedura tramite la RACF (routine dell'IBM gestita dai tecnici EDP della banca).</w:t>
      </w:r>
    </w:p>
    <w:p w:rsidR="007F7604" w:rsidRDefault="007F7604" w:rsidP="007F7604">
      <w:pPr>
        <w:spacing w:after="240"/>
      </w:pPr>
      <w:r>
        <w:t>È possibile inoltre attivare o disattivare il controllo sul modulo di sicurezza tramite l'apposito campo "Stato del modulo".</w:t>
      </w:r>
    </w:p>
    <w:p w:rsidR="007F7604" w:rsidRDefault="007F7604" w:rsidP="007F7604">
      <w:r>
        <w:rPr>
          <w:b/>
        </w:rPr>
        <w:t>N.B.</w:t>
      </w:r>
      <w:r>
        <w:t>: I campi "Log", "</w:t>
      </w:r>
      <w:proofErr w:type="spellStart"/>
      <w:r>
        <w:t>Debug</w:t>
      </w:r>
      <w:proofErr w:type="spellEnd"/>
      <w:r>
        <w:t>", "Tipo sicurezza" non sono ancora attivati.</w:t>
      </w:r>
    </w:p>
    <w:p w:rsidR="007F7604" w:rsidRDefault="007F7604" w:rsidP="007F7604">
      <w:pPr>
        <w:pStyle w:val="Titolo3"/>
        <w:ind w:left="357" w:hanging="357"/>
      </w:pPr>
      <w:bookmarkStart w:id="192" w:name="_Toc494685458"/>
      <w:bookmarkStart w:id="193" w:name="_Toc510349087"/>
      <w:bookmarkStart w:id="194" w:name="_Toc397613703"/>
      <w:r>
        <w:t>Interfaccia utente</w:t>
      </w:r>
      <w:bookmarkEnd w:id="192"/>
      <w:bookmarkEnd w:id="193"/>
      <w:bookmarkEnd w:id="194"/>
    </w:p>
    <w:p w:rsidR="007F7604" w:rsidRDefault="007F7604" w:rsidP="007F7604">
      <w:r>
        <w:t>In questa transazione è impiegata una sola mappa (zzM391T).</w:t>
      </w:r>
    </w:p>
    <w:p w:rsidR="007F7604" w:rsidRDefault="007F7604" w:rsidP="007F7604">
      <w:pPr>
        <w:pStyle w:val="ParagNoNum"/>
      </w:pPr>
      <w:r>
        <w:t>Mappa 1</w:t>
      </w:r>
    </w:p>
    <w:p w:rsidR="007F7604" w:rsidRDefault="007F7604" w:rsidP="007F7604">
      <w:pPr>
        <w:spacing w:after="240"/>
      </w:pPr>
      <w:r>
        <w:t xml:space="preserve">Digitando il nome della transazione (GMOD) e premendo </w:t>
      </w:r>
      <w:r>
        <w:rPr>
          <w:b/>
        </w:rPr>
        <w:t>'INVIO'</w:t>
      </w:r>
      <w:r>
        <w:t xml:space="preserve"> viene presentata la seguente mappa:</w:t>
      </w:r>
    </w:p>
    <w:p w:rsidR="007F7604" w:rsidRDefault="007F7604" w:rsidP="007F7604">
      <w:pPr>
        <w:pStyle w:val="Mappa"/>
      </w:pPr>
      <w:r>
        <w:t xml:space="preserve"> :::::::: :::::::: *                                       * :::::::: :::::::: </w:t>
      </w:r>
    </w:p>
    <w:p w:rsidR="007F7604" w:rsidRDefault="007F7604" w:rsidP="007F7604">
      <w:pPr>
        <w:pStyle w:val="Mappa"/>
      </w:pPr>
      <w:r>
        <w:t xml:space="preserve"> GMOD Z : :::::::: * ::GESTIONE MODULI DI AUTORIZZAZIONE:: *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Operazione ___ Modulo ________                                       </w:t>
      </w:r>
    </w:p>
    <w:p w:rsidR="007F7604" w:rsidRDefault="007F7604" w:rsidP="007F7604">
      <w:pPr>
        <w:pStyle w:val="Mappa"/>
      </w:pPr>
      <w:r>
        <w:t xml:space="preserve">                                                                               </w:t>
      </w:r>
    </w:p>
    <w:p w:rsidR="007F7604" w:rsidRDefault="007F7604" w:rsidP="007F7604">
      <w:pPr>
        <w:pStyle w:val="Mappa"/>
      </w:pPr>
      <w:r>
        <w:t xml:space="preserve">             Descrizione modulo ________________________________________       </w:t>
      </w:r>
    </w:p>
    <w:p w:rsidR="007F7604" w:rsidRDefault="007F7604" w:rsidP="007F7604">
      <w:pPr>
        <w:pStyle w:val="Mappa"/>
      </w:pPr>
      <w:r>
        <w:t xml:space="preserve">                                                                               </w:t>
      </w:r>
    </w:p>
    <w:p w:rsidR="007F7604" w:rsidRDefault="007F7604" w:rsidP="007F7604">
      <w:pPr>
        <w:pStyle w:val="Mappa"/>
      </w:pPr>
      <w:r>
        <w:t xml:space="preserve">            Programma associato ________                                       </w:t>
      </w:r>
    </w:p>
    <w:p w:rsidR="007F7604" w:rsidRDefault="007F7604" w:rsidP="007F7604">
      <w:pPr>
        <w:pStyle w:val="Mappa"/>
      </w:pPr>
      <w:r>
        <w:t xml:space="preserve">                                                                               </w:t>
      </w:r>
    </w:p>
    <w:p w:rsidR="007F7604" w:rsidRDefault="007F7604" w:rsidP="007F7604">
      <w:pPr>
        <w:pStyle w:val="Mappa"/>
      </w:pPr>
      <w:r>
        <w:t xml:space="preserve">          Transazione associata ________                                       </w:t>
      </w:r>
    </w:p>
    <w:p w:rsidR="007F7604" w:rsidRDefault="007F7604" w:rsidP="007F7604">
      <w:pPr>
        <w:pStyle w:val="Mappa"/>
      </w:pPr>
      <w:r>
        <w:t xml:space="preserve">                                                                               </w:t>
      </w:r>
    </w:p>
    <w:p w:rsidR="007F7604" w:rsidRDefault="007F7604" w:rsidP="007F7604">
      <w:pPr>
        <w:pStyle w:val="Mappa"/>
      </w:pPr>
      <w:r>
        <w:t xml:space="preserve">                   Stato Modulo _ Bloccato                                     </w:t>
      </w:r>
    </w:p>
    <w:p w:rsidR="007F7604" w:rsidRDefault="007F7604" w:rsidP="007F7604">
      <w:pPr>
        <w:pStyle w:val="Mappa"/>
      </w:pPr>
      <w:r>
        <w:t xml:space="preserve">                                _ Attivo                                       </w:t>
      </w:r>
    </w:p>
    <w:p w:rsidR="007F7604" w:rsidRDefault="007F7604" w:rsidP="007F7604">
      <w:pPr>
        <w:pStyle w:val="Mappa"/>
      </w:pPr>
      <w:r>
        <w:t xml:space="preserve">                                                                               </w:t>
      </w:r>
    </w:p>
    <w:p w:rsidR="007F7604" w:rsidRDefault="007F7604" w:rsidP="007F7604">
      <w:pPr>
        <w:pStyle w:val="Mappa"/>
      </w:pPr>
      <w:r>
        <w:t xml:space="preserve">                            Log _ Non attivo                                   </w:t>
      </w:r>
    </w:p>
    <w:p w:rsidR="007F7604" w:rsidRDefault="007F7604" w:rsidP="007F7604">
      <w:pPr>
        <w:pStyle w:val="Mappa"/>
      </w:pPr>
      <w:r>
        <w:t xml:space="preserve">                                _ Attivo                                       </w:t>
      </w:r>
    </w:p>
    <w:p w:rsidR="007F7604" w:rsidRDefault="007F7604" w:rsidP="007F7604">
      <w:pPr>
        <w:pStyle w:val="Mappa"/>
      </w:pPr>
      <w:r>
        <w:t xml:space="preserve">                                                                               </w:t>
      </w:r>
    </w:p>
    <w:p w:rsidR="007F7604" w:rsidRDefault="007F7604" w:rsidP="007F7604">
      <w:pPr>
        <w:pStyle w:val="Mappa"/>
      </w:pPr>
      <w:r>
        <w:t xml:space="preserve">                          </w:t>
      </w:r>
      <w:proofErr w:type="spellStart"/>
      <w:r>
        <w:t>Debug</w:t>
      </w:r>
      <w:proofErr w:type="spellEnd"/>
      <w:r>
        <w:t xml:space="preserve"> _ Non attivo                                   </w:t>
      </w:r>
    </w:p>
    <w:p w:rsidR="007F7604" w:rsidRDefault="007F7604" w:rsidP="007F7604">
      <w:pPr>
        <w:pStyle w:val="Mappa"/>
      </w:pPr>
      <w:r>
        <w:t xml:space="preserve">                                _ Attivo                                       </w:t>
      </w:r>
    </w:p>
    <w:p w:rsidR="007F7604" w:rsidRDefault="007F7604" w:rsidP="007F7604">
      <w:pPr>
        <w:pStyle w:val="Mappa"/>
      </w:pPr>
      <w:r>
        <w:t xml:space="preserve">                                                                               </w:t>
      </w:r>
    </w:p>
    <w:p w:rsidR="007F7604" w:rsidRDefault="007F7604" w:rsidP="007F7604">
      <w:pPr>
        <w:pStyle w:val="Mappa"/>
      </w:pPr>
      <w:r>
        <w:t xml:space="preserve">                 Tipo Sicurezza _ Nessuna                                      </w:t>
      </w:r>
    </w:p>
    <w:p w:rsidR="007F7604" w:rsidRDefault="007F7604" w:rsidP="007F7604">
      <w:pPr>
        <w:pStyle w:val="Mappa"/>
      </w:pPr>
      <w:r>
        <w:t xml:space="preserve">                                _ Esterna                                      </w:t>
      </w:r>
    </w:p>
    <w:p w:rsidR="007F7604" w:rsidRDefault="007F7604" w:rsidP="007F7604">
      <w:pPr>
        <w:pStyle w:val="Mappa"/>
      </w:pPr>
      <w:r>
        <w:t xml:space="preserve">                                _ Interna                                      </w:t>
      </w:r>
    </w:p>
    <w:p w:rsidR="007F7604" w:rsidRDefault="007F7604" w:rsidP="00DF168B">
      <w:pPr>
        <w:pStyle w:val="Titolo9"/>
        <w:numPr>
          <w:ilvl w:val="0"/>
          <w:numId w:val="0"/>
        </w:numPr>
        <w:ind w:left="1584" w:firstLine="543"/>
        <w:jc w:val="both"/>
      </w:pPr>
      <w:bookmarkStart w:id="195" w:name="_Toc494685570"/>
      <w:bookmarkStart w:id="196" w:name="_Toc510349199"/>
      <w:r>
        <w:t xml:space="preserve">Mappa </w:t>
      </w:r>
      <w:r>
        <w:fldChar w:fldCharType="begin"/>
      </w:r>
      <w:r>
        <w:instrText>SEQ mappa</w:instrText>
      </w:r>
      <w:r>
        <w:fldChar w:fldCharType="separate"/>
      </w:r>
      <w:r>
        <w:rPr>
          <w:noProof/>
        </w:rPr>
        <w:t>18</w:t>
      </w:r>
      <w:r>
        <w:fldChar w:fldCharType="end"/>
      </w:r>
      <w:r>
        <w:t>:   ZZM391T Gestione moduli di autorizzazione</w:t>
      </w:r>
      <w:bookmarkEnd w:id="195"/>
      <w:bookmarkEnd w:id="196"/>
      <w:r>
        <w:t xml:space="preserve"> </w:t>
      </w:r>
    </w:p>
    <w:p w:rsidR="007F7604" w:rsidRDefault="007F7604" w:rsidP="007F7604">
      <w:pPr>
        <w:pStyle w:val="ParagNoNum"/>
      </w:pPr>
      <w:r>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lastRenderedPageBreak/>
              <w:t>operazione</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pPr>
              <w:tabs>
                <w:tab w:val="left" w:pos="851"/>
              </w:tabs>
            </w:pPr>
            <w:r>
              <w:rPr>
                <w:b/>
              </w:rPr>
              <w:t>INS</w:t>
            </w:r>
            <w:r>
              <w:tab/>
              <w:t>INSERIMENTO</w:t>
            </w:r>
          </w:p>
          <w:p w:rsidR="007F7604" w:rsidRDefault="007F7604" w:rsidP="00407551">
            <w:pPr>
              <w:tabs>
                <w:tab w:val="left" w:pos="851"/>
              </w:tabs>
            </w:pPr>
            <w:r>
              <w:rPr>
                <w:b/>
              </w:rPr>
              <w:t>VAR</w:t>
            </w:r>
            <w:r>
              <w:tab/>
              <w:t>VARIAZIONE</w:t>
            </w:r>
          </w:p>
          <w:p w:rsidR="007F7604" w:rsidRDefault="007F7604" w:rsidP="00407551">
            <w:pPr>
              <w:tabs>
                <w:tab w:val="left" w:pos="851"/>
              </w:tabs>
            </w:pPr>
            <w:r>
              <w:rPr>
                <w:b/>
              </w:rPr>
              <w:t>ANN</w:t>
            </w:r>
            <w:r>
              <w:tab/>
              <w:t>ANNULLAMENTO</w:t>
            </w:r>
          </w:p>
          <w:p w:rsidR="007F7604" w:rsidRDefault="007F7604" w:rsidP="00407551">
            <w:r>
              <w:t>Se si digita qualcosa di diverso dai valori ammessi il sistema segnala l'errore 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modulo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Denominazione assegnata al modulo di sicurezza.</w:t>
            </w:r>
          </w:p>
          <w:p w:rsidR="007F7604" w:rsidRDefault="007F7604" w:rsidP="00407551">
            <w:r>
              <w:t>Se i primi 5 caratteri del codice sono degli spazi il sistema segnala l'errore 10.</w:t>
            </w:r>
          </w:p>
          <w:p w:rsidR="007F7604" w:rsidRDefault="007F7604" w:rsidP="00407551">
            <w:r>
              <w:t>Se l'operazione è INS il codice non deve essere presente nell'Archivio Funzioni; in caso contrario il sistema segnala l'errore 3.</w:t>
            </w:r>
          </w:p>
          <w:p w:rsidR="007F7604" w:rsidRDefault="007F7604" w:rsidP="00407551">
            <w:r>
              <w:t>Se l'operazione è VAR o ANN il codice deve essere presente nell'Archivio Funzioni; in caso contrario il sistema segnala l'errore 2.</w:t>
            </w:r>
          </w:p>
          <w:p w:rsidR="007F7604" w:rsidRDefault="007F7604" w:rsidP="00407551">
            <w:pPr>
              <w:tabs>
                <w:tab w:val="left" w:pos="851"/>
              </w:tabs>
            </w:pPr>
            <w:r>
              <w:t>Il codice digitato deve essere censito nell'Archivio Funzioni come "Modulo di sicurezza"; in caso contrario il sistema segnala l'errore 99.</w:t>
            </w:r>
          </w:p>
          <w:p w:rsidR="007F7604" w:rsidRDefault="007F7604" w:rsidP="00407551">
            <w:pPr>
              <w:tabs>
                <w:tab w:val="left" w:pos="851"/>
              </w:tabs>
            </w:pP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descrizione modulo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r>
              <w:t>Descrizione estesa del modulo di sicurezza.</w:t>
            </w:r>
          </w:p>
          <w:p w:rsidR="007F7604" w:rsidRDefault="007F7604" w:rsidP="00407551">
            <w:pPr>
              <w:tabs>
                <w:tab w:val="left" w:pos="851"/>
              </w:tabs>
            </w:pP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programma associato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Identifica il nome del programma richiamato ogni volta che viene tentato un accesso ad un dato associato al modulo in questione. Serve solo nel caso di sicurezza esterna (transazione GIST - Gestione Istituti).</w:t>
            </w:r>
          </w:p>
          <w:p w:rsidR="007F7604" w:rsidRDefault="007F7604" w:rsidP="00407551">
            <w:r>
              <w:t>La transazione associata o il programma associato devono essere valorizzati altrimenti il sistema segnala l'errore 29.</w:t>
            </w:r>
          </w:p>
          <w:p w:rsidR="007F7604" w:rsidRDefault="007F7604" w:rsidP="00407551">
            <w:pPr>
              <w:tabs>
                <w:tab w:val="left" w:pos="851"/>
              </w:tabs>
            </w:pP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transazione associata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Identifica il nome della transazione richiamata ogni volta che viene tentato un accesso ad un dato associato al modulo in questione. Serve solo nel caso di sicurezza esterna (transazione GIST - Gestione Istituti).</w:t>
            </w:r>
          </w:p>
          <w:p w:rsidR="007F7604" w:rsidRDefault="007F7604" w:rsidP="00407551">
            <w:r>
              <w:t>La transazione associata o il programma associato devono essere valorizzati altrimenti il sistema segnala l'errore 29.</w:t>
            </w:r>
          </w:p>
          <w:p w:rsidR="007F7604" w:rsidRDefault="007F7604" w:rsidP="00407551">
            <w:pPr>
              <w:tabs>
                <w:tab w:val="left" w:pos="851"/>
              </w:tabs>
            </w:pP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stato del modulo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Valori ammessi:</w:t>
            </w:r>
          </w:p>
          <w:p w:rsidR="007F7604" w:rsidRDefault="007F7604" w:rsidP="00407551">
            <w:pPr>
              <w:tabs>
                <w:tab w:val="left" w:pos="1418"/>
              </w:tabs>
            </w:pPr>
            <w:r>
              <w:rPr>
                <w:b/>
              </w:rPr>
              <w:t>Attivo</w:t>
            </w:r>
            <w:r>
              <w:tab/>
              <w:t>Il controllo sul modulo è attivo.</w:t>
            </w:r>
          </w:p>
          <w:p w:rsidR="007F7604" w:rsidRDefault="007F7604" w:rsidP="00407551">
            <w:pPr>
              <w:tabs>
                <w:tab w:val="left" w:pos="1418"/>
              </w:tabs>
            </w:pPr>
            <w:r>
              <w:rPr>
                <w:b/>
              </w:rPr>
              <w:t>Bloccato</w:t>
            </w:r>
            <w:r>
              <w:rPr>
                <w:b/>
              </w:rPr>
              <w:tab/>
            </w:r>
            <w:r>
              <w:t>Il controllo sul modulo è disattivato.</w:t>
            </w:r>
          </w:p>
          <w:p w:rsidR="007F7604" w:rsidRDefault="007F7604" w:rsidP="00407551">
            <w:r>
              <w:t>Default:</w:t>
            </w:r>
            <w:r>
              <w:tab/>
              <w:t>ATTIVO</w:t>
            </w:r>
          </w:p>
          <w:p w:rsidR="007F7604" w:rsidRDefault="007F7604" w:rsidP="00407551">
            <w:r>
              <w:t>Consente di sospendere i controlli attivati dal modulo mediante il blocco dello stesso.</w:t>
            </w:r>
          </w:p>
          <w:p w:rsidR="007F7604" w:rsidRDefault="007F7604" w:rsidP="00407551">
            <w:r>
              <w:t>Deve essere valorizzato con una "X".</w:t>
            </w:r>
          </w:p>
          <w:p w:rsidR="007F7604" w:rsidRDefault="007F7604" w:rsidP="00407551">
            <w:r>
              <w:t>Indica se il controllo sul dato/i, effettuato tramite il modulo di sicurezza, è attivo oppure disattivato.</w:t>
            </w:r>
          </w:p>
          <w:p w:rsidR="007F7604" w:rsidRDefault="007F7604" w:rsidP="00407551">
            <w:r>
              <w:t>Se non viene selezionato nessuno dei due valori il sistema segnala l'errore 8006; se vengono selezionati entrambi viene segnalato l'errore 8005.</w:t>
            </w:r>
          </w:p>
          <w:p w:rsidR="007F7604" w:rsidRDefault="007F7604" w:rsidP="00407551">
            <w:pPr>
              <w:tabs>
                <w:tab w:val="left" w:pos="851"/>
              </w:tabs>
            </w:pP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lastRenderedPageBreak/>
              <w:t>log</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Valori ammessi:</w:t>
            </w:r>
          </w:p>
          <w:p w:rsidR="007F7604" w:rsidRDefault="007F7604" w:rsidP="00407551">
            <w:pPr>
              <w:tabs>
                <w:tab w:val="left" w:pos="1418"/>
              </w:tabs>
            </w:pPr>
            <w:r>
              <w:rPr>
                <w:b/>
              </w:rPr>
              <w:t>Non attivo</w:t>
            </w:r>
            <w:r>
              <w:rPr>
                <w:b/>
              </w:rPr>
              <w:tab/>
            </w:r>
            <w:r>
              <w:t>Il modulo non genera dati di Log.</w:t>
            </w:r>
          </w:p>
          <w:p w:rsidR="007F7604" w:rsidRDefault="007F7604" w:rsidP="00407551">
            <w:pPr>
              <w:tabs>
                <w:tab w:val="left" w:pos="1418"/>
              </w:tabs>
            </w:pPr>
            <w:r>
              <w:rPr>
                <w:b/>
              </w:rPr>
              <w:t>Attivo</w:t>
            </w:r>
            <w:r>
              <w:tab/>
              <w:t>Il modulo genera dati di Log.</w:t>
            </w:r>
          </w:p>
          <w:p w:rsidR="007F7604" w:rsidRDefault="007F7604" w:rsidP="00407551">
            <w:pPr>
              <w:tabs>
                <w:tab w:val="left" w:pos="1418"/>
              </w:tabs>
            </w:pPr>
            <w:r>
              <w:t>Default:</w:t>
            </w:r>
            <w:r>
              <w:tab/>
              <w:t>ATTIVO</w:t>
            </w:r>
          </w:p>
          <w:p w:rsidR="007F7604" w:rsidRDefault="007F7604" w:rsidP="00407551">
            <w:r>
              <w:t>Permette di indicare se il Log sul modulo in esame deve o non deve essere effettuato.</w:t>
            </w:r>
          </w:p>
          <w:p w:rsidR="007F7604" w:rsidRDefault="007F7604" w:rsidP="00407551">
            <w:r>
              <w:t>Deve essere valorizzato con una "X".</w:t>
            </w:r>
          </w:p>
          <w:p w:rsidR="007F7604" w:rsidRDefault="007F7604" w:rsidP="00407551">
            <w:r>
              <w:t>Se non viene selezionato nessuno dei due valori il sistema segnala l'errore 8006; se vengono selezionati entrambi viene segnalato l'errore 8005.</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proofErr w:type="spellStart"/>
            <w:r>
              <w:rPr>
                <w:smallCaps/>
              </w:rPr>
              <w:t>debug</w:t>
            </w:r>
            <w:proofErr w:type="spellEnd"/>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Valori ammessi:</w:t>
            </w:r>
          </w:p>
          <w:p w:rsidR="007F7604" w:rsidRDefault="007F7604" w:rsidP="00407551">
            <w:pPr>
              <w:tabs>
                <w:tab w:val="left" w:pos="1418"/>
              </w:tabs>
            </w:pPr>
            <w:r>
              <w:rPr>
                <w:b/>
              </w:rPr>
              <w:t>Non attivo</w:t>
            </w:r>
            <w:r>
              <w:rPr>
                <w:b/>
              </w:rPr>
              <w:tab/>
            </w:r>
            <w:r>
              <w:t xml:space="preserve">L'esecuzione non avviene in modalità </w:t>
            </w:r>
            <w:proofErr w:type="spellStart"/>
            <w:r>
              <w:t>debug</w:t>
            </w:r>
            <w:proofErr w:type="spellEnd"/>
            <w:r>
              <w:t>.</w:t>
            </w:r>
          </w:p>
          <w:p w:rsidR="007F7604" w:rsidRDefault="007F7604" w:rsidP="00407551">
            <w:pPr>
              <w:tabs>
                <w:tab w:val="left" w:pos="1418"/>
              </w:tabs>
            </w:pPr>
            <w:r>
              <w:rPr>
                <w:b/>
              </w:rPr>
              <w:t>Attivo</w:t>
            </w:r>
            <w:r>
              <w:tab/>
              <w:t xml:space="preserve">L'esecuzione avviene in modalità </w:t>
            </w:r>
            <w:proofErr w:type="spellStart"/>
            <w:r>
              <w:t>debug</w:t>
            </w:r>
            <w:proofErr w:type="spellEnd"/>
            <w:r>
              <w:t>.</w:t>
            </w:r>
          </w:p>
          <w:p w:rsidR="007F7604" w:rsidRDefault="007F7604" w:rsidP="00407551">
            <w:pPr>
              <w:tabs>
                <w:tab w:val="left" w:pos="1418"/>
              </w:tabs>
            </w:pPr>
            <w:r>
              <w:t>Default:</w:t>
            </w:r>
            <w:r>
              <w:tab/>
              <w:t>ATTIVO</w:t>
            </w:r>
          </w:p>
          <w:p w:rsidR="007F7604" w:rsidRDefault="007F7604" w:rsidP="00407551">
            <w:r>
              <w:t xml:space="preserve">Strettamente riservato ai tecnici </w:t>
            </w:r>
            <w:proofErr w:type="spellStart"/>
            <w:r>
              <w:t>Edp</w:t>
            </w:r>
            <w:proofErr w:type="spellEnd"/>
            <w:r>
              <w:t xml:space="preserve"> - CAD Informatica.</w:t>
            </w:r>
          </w:p>
          <w:p w:rsidR="007F7604" w:rsidRDefault="007F7604" w:rsidP="00407551">
            <w:r>
              <w:t>Se non viene selezionato nessuno dei due valori il sistema segnala l'errore 8006; se vengono selezionati entrambi viene segnalato l'errore 8005.</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tipo sicurezza</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Obbligatorio.</w:t>
            </w:r>
          </w:p>
          <w:p w:rsidR="007F7604" w:rsidRDefault="007F7604" w:rsidP="00407551">
            <w:r>
              <w:t>Valori ammessi:</w:t>
            </w:r>
          </w:p>
          <w:p w:rsidR="007F7604" w:rsidRDefault="007F7604" w:rsidP="00407551">
            <w:pPr>
              <w:tabs>
                <w:tab w:val="left" w:pos="1418"/>
              </w:tabs>
            </w:pPr>
            <w:r>
              <w:rPr>
                <w:b/>
              </w:rPr>
              <w:t>Nessuna</w:t>
            </w:r>
            <w:r>
              <w:tab/>
              <w:t>Sicurezza non attiva.</w:t>
            </w:r>
          </w:p>
          <w:p w:rsidR="007F7604" w:rsidRDefault="007F7604" w:rsidP="00407551">
            <w:pPr>
              <w:tabs>
                <w:tab w:val="left" w:pos="1418"/>
              </w:tabs>
            </w:pPr>
            <w:r>
              <w:rPr>
                <w:b/>
              </w:rPr>
              <w:t>Esterna</w:t>
            </w:r>
            <w:r>
              <w:tab/>
              <w:t>Sicurezza gestita tramite programmi esterni.</w:t>
            </w:r>
          </w:p>
          <w:p w:rsidR="007F7604" w:rsidRDefault="007F7604" w:rsidP="00407551">
            <w:pPr>
              <w:tabs>
                <w:tab w:val="left" w:pos="1418"/>
              </w:tabs>
            </w:pPr>
            <w:r>
              <w:rPr>
                <w:b/>
              </w:rPr>
              <w:t>Interna</w:t>
            </w:r>
            <w:r>
              <w:tab/>
              <w:t>Sicurezza gestita dalla procedura.</w:t>
            </w:r>
          </w:p>
          <w:p w:rsidR="007F7604" w:rsidRDefault="007F7604" w:rsidP="00407551">
            <w:r>
              <w:t>Consente di specificare il sistema di sicurezza adottato per il modulo.</w:t>
            </w:r>
          </w:p>
          <w:p w:rsidR="007F7604" w:rsidRDefault="007F7604" w:rsidP="00407551">
            <w:r>
              <w:t>Deve essere valorizzato con una "X".</w:t>
            </w:r>
          </w:p>
          <w:p w:rsidR="007F7604" w:rsidRDefault="007F7604" w:rsidP="00407551">
            <w:r>
              <w:t>Se non viene selezionato nessuno dei tre valori il sistema segnala l'errore 8006; se ne viene selezionato più d'uno viene segnalato l'errore 8005.</w:t>
            </w:r>
          </w:p>
          <w:p w:rsidR="007F7604" w:rsidRDefault="007F7604" w:rsidP="00407551"/>
        </w:tc>
      </w:tr>
    </w:tbl>
    <w:p w:rsidR="007F7604" w:rsidRDefault="007F7604" w:rsidP="007F7604">
      <w:pPr>
        <w:spacing w:before="720"/>
      </w:pPr>
      <w:r>
        <w:t xml:space="preserve">Dopo aver digitato l'ultimo dato richiesto e premuto il tasto </w:t>
      </w:r>
      <w:r>
        <w:rPr>
          <w:b/>
        </w:rPr>
        <w:t>'INVIO'</w:t>
      </w:r>
      <w:r>
        <w:t xml:space="preserve">, il sistema chiede la </w:t>
      </w:r>
      <w:r>
        <w:rPr>
          <w:b/>
        </w:rPr>
        <w:t>'CONFERMA</w:t>
      </w:r>
      <w:r>
        <w:t xml:space="preserve"> </w:t>
      </w:r>
      <w:r>
        <w:rPr>
          <w:b/>
        </w:rPr>
        <w:t>SI/NO'</w:t>
      </w:r>
      <w:r>
        <w:t xml:space="preserve"> dei dati inseriti.</w:t>
      </w:r>
    </w:p>
    <w:p w:rsidR="007F7604" w:rsidRDefault="007F7604" w:rsidP="007F7604">
      <w:r>
        <w:t>Se la risposta è negativa la transazione viene annullata ed i dati vanno persi mentre, in caso di risposta affermativa, i dati vengono memorizzati nell'Archivio Funzioni; successivamente la transazione viene chiusa ed il sistema ripropone la mappa vuota per un'eventuale nuova gestione.</w:t>
      </w:r>
    </w:p>
    <w:p w:rsidR="007F7604" w:rsidRDefault="007F7604" w:rsidP="007F7604">
      <w:pPr>
        <w:pStyle w:val="Titolo3"/>
        <w:ind w:left="357" w:hanging="357"/>
      </w:pPr>
      <w:bookmarkStart w:id="197" w:name="_Toc494685459"/>
      <w:bookmarkStart w:id="198" w:name="_Toc510349088"/>
      <w:bookmarkStart w:id="199" w:name="_Toc397613704"/>
      <w:r>
        <w:t>Funzioni associate</w:t>
      </w:r>
      <w:bookmarkEnd w:id="197"/>
      <w:bookmarkEnd w:id="198"/>
      <w:bookmarkEnd w:id="199"/>
    </w:p>
    <w:p w:rsidR="007F7604" w:rsidRDefault="007F7604" w:rsidP="007F7604">
      <w:proofErr w:type="spellStart"/>
      <w:r>
        <w:t>Inquiry</w:t>
      </w:r>
      <w:proofErr w:type="spellEnd"/>
      <w:r>
        <w:t xml:space="preserve"> Moduli di sicurezza (IMOD);</w:t>
      </w:r>
    </w:p>
    <w:p w:rsidR="007F7604" w:rsidRDefault="007F7604" w:rsidP="007F7604">
      <w:r>
        <w:t>Gestione Autorizzazioni (GAUT);</w:t>
      </w:r>
    </w:p>
    <w:p w:rsidR="007F7604" w:rsidRDefault="007F7604" w:rsidP="007F7604">
      <w:r>
        <w:t>Gestione Profili (GPRF);</w:t>
      </w:r>
    </w:p>
    <w:p w:rsidR="007F7604" w:rsidRDefault="007F7604" w:rsidP="007F7604">
      <w:r>
        <w:t>Gestione Operatori (GOPR);</w:t>
      </w:r>
    </w:p>
    <w:p w:rsidR="007F7604" w:rsidRDefault="007F7604" w:rsidP="007F7604">
      <w:r>
        <w:t>Gestione Menù (GMEN).</w:t>
      </w:r>
    </w:p>
    <w:p w:rsidR="007F7604" w:rsidRDefault="007F7604" w:rsidP="007F7604">
      <w:pPr>
        <w:pStyle w:val="Titolo2"/>
      </w:pPr>
      <w:r>
        <w:br w:type="page"/>
      </w:r>
      <w:bookmarkStart w:id="200" w:name="_Toc494685460"/>
      <w:bookmarkStart w:id="201" w:name="_Toc510349089"/>
      <w:bookmarkStart w:id="202" w:name="_Toc397613705"/>
      <w:r>
        <w:lastRenderedPageBreak/>
        <w:t>Gestione Messaggi (GMSG)</w:t>
      </w:r>
      <w:bookmarkEnd w:id="200"/>
      <w:bookmarkEnd w:id="201"/>
      <w:bookmarkEnd w:id="202"/>
    </w:p>
    <w:p w:rsidR="007F7604" w:rsidRDefault="007F7604" w:rsidP="007F7604">
      <w:pPr>
        <w:pStyle w:val="Titolo3"/>
        <w:ind w:left="357" w:hanging="357"/>
      </w:pPr>
      <w:bookmarkStart w:id="203" w:name="_Toc494685461"/>
      <w:bookmarkStart w:id="204" w:name="_Toc510349090"/>
      <w:bookmarkStart w:id="205" w:name="_Toc397613706"/>
      <w:r>
        <w:t>Utilizzo della Transazione</w:t>
      </w:r>
      <w:bookmarkEnd w:id="203"/>
      <w:bookmarkEnd w:id="204"/>
      <w:bookmarkEnd w:id="205"/>
    </w:p>
    <w:p w:rsidR="007F7604" w:rsidRDefault="007F7604" w:rsidP="007F7604">
      <w:r>
        <w:t>Al fine di facilitare l'utente nell'uso della procedura, sono stati approntati una serie di controlli sull'operatività, ciascuno dei quali produce un messaggio a video volto a segnalare le anomalie nella sequenza di inserimento dati o a guidare l'operatore nelle successive fasi della transazione.</w:t>
      </w:r>
    </w:p>
    <w:p w:rsidR="007F7604" w:rsidRDefault="007F7604" w:rsidP="007F7604">
      <w:pPr>
        <w:spacing w:after="240"/>
      </w:pPr>
      <w:r>
        <w:t>Scopo della transazione GMSG (Gestione Messaggi) è di consentire la personalizzazione del messaggio visualizzato; per ogni messaggio viene richiesto il codice e la corrispondente descrizione, che verrà poi segnalata a video una volta riscontrato l'errore.</w:t>
      </w:r>
    </w:p>
    <w:p w:rsidR="007F7604" w:rsidRDefault="007F7604" w:rsidP="007F7604">
      <w:r>
        <w:t>Esistono due tipi di messaggi:</w:t>
      </w:r>
    </w:p>
    <w:p w:rsidR="007F7604" w:rsidRDefault="007F7604" w:rsidP="007F7604"/>
    <w:p w:rsidR="007F7604" w:rsidRDefault="007F7604" w:rsidP="007F7604">
      <w:pPr>
        <w:ind w:left="360" w:hanging="360"/>
      </w:pPr>
      <w:r>
        <w:t>1.</w:t>
      </w:r>
      <w:r>
        <w:tab/>
        <w:t>messaggi generici di procedura: vengono prodotti in seguito a richieste non corrette durante la gestione dei dati di procedura e devono essere associati al codice identificativo denominato "zz00".</w:t>
      </w:r>
    </w:p>
    <w:p w:rsidR="007F7604" w:rsidRDefault="007F7604" w:rsidP="007F7604">
      <w:pPr>
        <w:spacing w:after="240"/>
        <w:ind w:left="426" w:hanging="426"/>
      </w:pPr>
    </w:p>
    <w:p w:rsidR="007F7604" w:rsidRDefault="007F7604" w:rsidP="007F7604">
      <w:pPr>
        <w:spacing w:after="240"/>
        <w:ind w:left="426" w:hanging="426"/>
      </w:pPr>
      <w:r>
        <w:t>2.</w:t>
      </w:r>
      <w:r>
        <w:tab/>
        <w:t>messaggi specifici di transazione: sono strettamente connessi all'utilizzo della transazione in corso e devono essere associati al codice della transazione stessa.</w:t>
      </w:r>
    </w:p>
    <w:p w:rsidR="007F7604" w:rsidRDefault="007F7604" w:rsidP="007F7604">
      <w:r>
        <w:t>Prima di inserire un nuovo messaggio, è consigliabile accertarsi che non ne esista uno di simile; questo per evitare ridondanze e ripetizioni nell'Archivio dei Messaggi.</w:t>
      </w:r>
    </w:p>
    <w:p w:rsidR="007F7604" w:rsidRDefault="007F7604" w:rsidP="007F7604">
      <w:pPr>
        <w:pStyle w:val="Titolo3"/>
        <w:ind w:left="357" w:hanging="357"/>
      </w:pPr>
      <w:bookmarkStart w:id="206" w:name="_Toc494685462"/>
      <w:bookmarkStart w:id="207" w:name="_Toc510349091"/>
      <w:bookmarkStart w:id="208" w:name="_Toc397613707"/>
      <w:r>
        <w:t>Interfaccia utente</w:t>
      </w:r>
      <w:bookmarkEnd w:id="206"/>
      <w:bookmarkEnd w:id="207"/>
      <w:bookmarkEnd w:id="208"/>
    </w:p>
    <w:p w:rsidR="007F7604" w:rsidRDefault="007F7604" w:rsidP="007F7604">
      <w:r>
        <w:t>In questa transazione è impiegata una sola mappa (zzM021T).</w:t>
      </w:r>
    </w:p>
    <w:p w:rsidR="007F7604" w:rsidRDefault="007F7604" w:rsidP="007F7604">
      <w:pPr>
        <w:pStyle w:val="ParagNoNum"/>
      </w:pPr>
      <w:r>
        <w:br w:type="page"/>
      </w:r>
      <w:r>
        <w:lastRenderedPageBreak/>
        <w:t>Mappa 1</w:t>
      </w:r>
    </w:p>
    <w:p w:rsidR="007F7604" w:rsidRDefault="007F7604" w:rsidP="007F7604">
      <w:pPr>
        <w:spacing w:after="240"/>
      </w:pPr>
      <w:r>
        <w:t xml:space="preserve">Digitando il nome della transazione (GMSG) e premendo il tasto </w:t>
      </w:r>
      <w:r>
        <w:rPr>
          <w:b/>
        </w:rPr>
        <w:t>'INVIO'</w:t>
      </w:r>
      <w:r>
        <w:t xml:space="preserve"> viene presentata la seguente mappa:</w:t>
      </w:r>
    </w:p>
    <w:p w:rsidR="007F7604" w:rsidRDefault="007F7604" w:rsidP="007F7604">
      <w:pPr>
        <w:pStyle w:val="Mappa"/>
      </w:pPr>
      <w:r>
        <w:t xml:space="preserve">          :::::::: * :::::::::::::::::::::::::::::::::::::: * :::::::: ::::::::</w:t>
      </w:r>
    </w:p>
    <w:p w:rsidR="007F7604" w:rsidRDefault="007F7604" w:rsidP="007F7604">
      <w:pPr>
        <w:pStyle w:val="Mappa"/>
      </w:pPr>
      <w:r>
        <w:t xml:space="preserve"> ____ Z : :::::::: * ::::::::::::::::::::::::::::::::::::::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Operazione ___ Programma/Funzione ________ Messaggio ZZZ9 Lingua : Italiano </w:t>
      </w:r>
    </w:p>
    <w:p w:rsidR="007F7604" w:rsidRDefault="007F7604" w:rsidP="007F7604">
      <w:pPr>
        <w:pStyle w:val="Mappa"/>
      </w:pPr>
      <w:r>
        <w:t xml:space="preserve">                                                                    : Tedesco  </w:t>
      </w:r>
    </w:p>
    <w:p w:rsidR="007F7604" w:rsidRDefault="007F7604" w:rsidP="007F7604">
      <w:pPr>
        <w:pStyle w:val="Mappa"/>
      </w:pPr>
      <w:r>
        <w:t xml:space="preserve">                                                                    : Inglese  </w:t>
      </w:r>
    </w:p>
    <w:p w:rsidR="007F7604" w:rsidRDefault="007F7604" w:rsidP="007F7604">
      <w:pPr>
        <w:pStyle w:val="Mappa"/>
      </w:pPr>
      <w:r>
        <w:t xml:space="preserve">                                                                    : Francese </w:t>
      </w:r>
    </w:p>
    <w:p w:rsidR="007F7604" w:rsidRDefault="007F7604" w:rsidP="007F7604">
      <w:pPr>
        <w:pStyle w:val="Mappa"/>
      </w:pPr>
      <w:r>
        <w:t xml:space="preserve">                                                                    : Spagnolo </w:t>
      </w:r>
    </w:p>
    <w:p w:rsidR="007F7604" w:rsidRDefault="007F7604" w:rsidP="007F7604">
      <w:pPr>
        <w:pStyle w:val="Mappa"/>
      </w:pPr>
      <w:r>
        <w:t xml:space="preserve">                                                                               </w:t>
      </w:r>
    </w:p>
    <w:p w:rsidR="007F7604" w:rsidRDefault="007F7604" w:rsidP="007F7604">
      <w:pPr>
        <w:pStyle w:val="Mappa"/>
      </w:pPr>
      <w:r>
        <w:t xml:space="preserve"> Messaggio ____________________________________________________________________</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DF168B">
      <w:pPr>
        <w:pStyle w:val="Titolo9"/>
        <w:numPr>
          <w:ilvl w:val="0"/>
          <w:numId w:val="0"/>
        </w:numPr>
        <w:ind w:left="1584" w:firstLine="543"/>
        <w:jc w:val="both"/>
      </w:pPr>
      <w:bookmarkStart w:id="209" w:name="_Toc494685571"/>
      <w:bookmarkStart w:id="210" w:name="_Toc510349200"/>
      <w:r>
        <w:t xml:space="preserve">Mappa </w:t>
      </w:r>
      <w:r>
        <w:fldChar w:fldCharType="begin"/>
      </w:r>
      <w:r>
        <w:instrText>SEQ mappa</w:instrText>
      </w:r>
      <w:r>
        <w:fldChar w:fldCharType="separate"/>
      </w:r>
      <w:r>
        <w:rPr>
          <w:noProof/>
        </w:rPr>
        <w:t>19</w:t>
      </w:r>
      <w:r>
        <w:fldChar w:fldCharType="end"/>
      </w:r>
      <w:r>
        <w:t>:   ZZM021T Gestione messaggi</w:t>
      </w:r>
      <w:bookmarkEnd w:id="209"/>
      <w:bookmarkEnd w:id="210"/>
      <w:r>
        <w:t xml:space="preserve"> </w:t>
      </w:r>
    </w:p>
    <w:p w:rsidR="007F7604" w:rsidRDefault="007F7604" w:rsidP="007F7604">
      <w:pPr>
        <w:pStyle w:val="ParagNoNum"/>
      </w:pPr>
      <w:r>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operazione</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pPr>
              <w:tabs>
                <w:tab w:val="left" w:pos="851"/>
              </w:tabs>
            </w:pPr>
            <w:r>
              <w:rPr>
                <w:b/>
              </w:rPr>
              <w:t>INS</w:t>
            </w:r>
            <w:r>
              <w:tab/>
              <w:t>INSERIMENTO</w:t>
            </w:r>
          </w:p>
          <w:p w:rsidR="007F7604" w:rsidRDefault="007F7604" w:rsidP="00407551">
            <w:pPr>
              <w:tabs>
                <w:tab w:val="left" w:pos="851"/>
              </w:tabs>
            </w:pPr>
            <w:r>
              <w:rPr>
                <w:b/>
              </w:rPr>
              <w:t>VAR</w:t>
            </w:r>
            <w:r>
              <w:tab/>
              <w:t>VARIAZIONE</w:t>
            </w:r>
          </w:p>
          <w:p w:rsidR="007F7604" w:rsidRDefault="007F7604" w:rsidP="00407551">
            <w:pPr>
              <w:tabs>
                <w:tab w:val="left" w:pos="851"/>
              </w:tabs>
            </w:pPr>
            <w:r>
              <w:rPr>
                <w:b/>
              </w:rPr>
              <w:t>ANN</w:t>
            </w:r>
            <w:r>
              <w:tab/>
              <w:t>ANNULLAMENTO</w:t>
            </w:r>
          </w:p>
          <w:p w:rsidR="007F7604" w:rsidRDefault="007F7604" w:rsidP="00407551">
            <w:r>
              <w:t>Se si digita qualcosa di diverso dai valori ammessi il sistema segnala l'errore 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programma/funzione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Si deve specificare se il messaggio è relativo alla gestione generalizzata (zz00) oppure se si tratta di una segnalazione relativa ad un particolare programma o funzione; in questo caso nel campo si deve indicarne il nome.</w:t>
            </w:r>
          </w:p>
          <w:p w:rsidR="007F7604" w:rsidRDefault="007F7604" w:rsidP="00407551">
            <w:r>
              <w:t>Se viene digitata una funzione questa deve essere presente nel Archivio Funzioni; in caso contrario il sistema segnala l'errore 99.</w:t>
            </w:r>
          </w:p>
          <w:p w:rsidR="007F7604" w:rsidRDefault="007F7604" w:rsidP="00407551">
            <w:pPr>
              <w:tabs>
                <w:tab w:val="left" w:pos="851"/>
              </w:tabs>
            </w:pP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lastRenderedPageBreak/>
              <w:t>messaggio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Codice identificativo del messaggio.</w:t>
            </w:r>
          </w:p>
          <w:p w:rsidR="007F7604" w:rsidRDefault="007F7604" w:rsidP="00407551">
            <w:r>
              <w:t>Se non viene digitato il sistema segnala l'errore 17.</w:t>
            </w:r>
          </w:p>
          <w:p w:rsidR="007F7604" w:rsidRDefault="007F7604" w:rsidP="00407551">
            <w:r>
              <w:t>Se l'operazione è INS il codice non deve essere presente nell'Archivio Messaggi; in caso contrario il sistema segnala l'errore 3.</w:t>
            </w:r>
          </w:p>
          <w:p w:rsidR="007F7604" w:rsidRDefault="007F7604" w:rsidP="00407551">
            <w:r>
              <w:t>Se l'operazione è VAR o ANN il codice deve essere presente nell'Archivio Messaggi; in caso contrario il sistema segnala l'errore 2.</w:t>
            </w:r>
          </w:p>
          <w:p w:rsidR="007F7604" w:rsidRDefault="007F7604" w:rsidP="00407551">
            <w:pPr>
              <w:tabs>
                <w:tab w:val="left" w:pos="851"/>
              </w:tabs>
            </w:pP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linguaggio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tabs>
                <w:tab w:val="left" w:pos="851"/>
              </w:tabs>
            </w:pPr>
            <w:r>
              <w:t>Obbligatorio e protetto.</w:t>
            </w:r>
          </w:p>
          <w:p w:rsidR="007F7604" w:rsidRDefault="007F7604" w:rsidP="00407551">
            <w:pPr>
              <w:tabs>
                <w:tab w:val="left" w:pos="1418"/>
              </w:tabs>
            </w:pPr>
            <w:r>
              <w:t>Default:</w:t>
            </w:r>
            <w:r>
              <w:tab/>
              <w:t>ITALIANO</w:t>
            </w:r>
          </w:p>
          <w:p w:rsidR="007F7604" w:rsidRDefault="007F7604" w:rsidP="00407551">
            <w:pPr>
              <w:tabs>
                <w:tab w:val="left" w:pos="851"/>
              </w:tabs>
            </w:pPr>
            <w:r>
              <w:t>Gli altri linguaggi, per il momento, non sono gestiti.</w:t>
            </w:r>
          </w:p>
          <w:p w:rsidR="007F7604" w:rsidRDefault="007F7604" w:rsidP="00407551">
            <w:pPr>
              <w:tabs>
                <w:tab w:val="left" w:pos="851"/>
              </w:tabs>
            </w:pPr>
          </w:p>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messaggio</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Obbligatorio.</w:t>
            </w:r>
          </w:p>
          <w:p w:rsidR="007F7604" w:rsidRDefault="007F7604" w:rsidP="00407551">
            <w:r>
              <w:t>Descrizione del messaggio.</w:t>
            </w:r>
          </w:p>
          <w:p w:rsidR="007F7604" w:rsidRDefault="007F7604" w:rsidP="00407551">
            <w:pPr>
              <w:tabs>
                <w:tab w:val="left" w:pos="851"/>
              </w:tabs>
            </w:pPr>
            <w:r>
              <w:t>Se non viene digitato il sistema segnala l'errore 29.</w:t>
            </w:r>
          </w:p>
          <w:p w:rsidR="007F7604" w:rsidRDefault="007F7604" w:rsidP="00407551">
            <w:pPr>
              <w:tabs>
                <w:tab w:val="left" w:pos="851"/>
              </w:tabs>
            </w:pPr>
          </w:p>
        </w:tc>
      </w:tr>
    </w:tbl>
    <w:p w:rsidR="007F7604" w:rsidRDefault="007F7604" w:rsidP="007F7604">
      <w:pPr>
        <w:spacing w:before="720"/>
      </w:pPr>
      <w:r>
        <w:t xml:space="preserve">Dopo aver valorizzato i campi della mappa in oggetto ed aver premuto il tasto </w:t>
      </w:r>
      <w:r>
        <w:rPr>
          <w:b/>
        </w:rPr>
        <w:t>'INVIO'</w:t>
      </w:r>
      <w:r>
        <w:t xml:space="preserve"> viene chiesta la conferma dei dati.</w:t>
      </w:r>
    </w:p>
    <w:p w:rsidR="007F7604" w:rsidRDefault="007F7604" w:rsidP="007F7604">
      <w:r>
        <w:t>Se la risposta è negativa l'operazione viene annullata ed i dati vanno persi mentre, in caso di risposta affermativa, il messaggio viene memorizzato nell'Archivio Messaggi; successivamente la transazione viene chiusa e viene riproposta la mappa vuota per l'eventuale gestione di un nuovo messaggio.</w:t>
      </w:r>
    </w:p>
    <w:p w:rsidR="007F7604" w:rsidRDefault="007F7604" w:rsidP="007F7604">
      <w:pPr>
        <w:pStyle w:val="Titolo3"/>
        <w:ind w:left="357" w:hanging="357"/>
      </w:pPr>
      <w:bookmarkStart w:id="211" w:name="_Toc494685463"/>
      <w:bookmarkStart w:id="212" w:name="_Toc510349092"/>
      <w:bookmarkStart w:id="213" w:name="_Toc397613708"/>
      <w:r>
        <w:t>Funzioni associate</w:t>
      </w:r>
      <w:bookmarkEnd w:id="211"/>
      <w:bookmarkEnd w:id="212"/>
      <w:bookmarkEnd w:id="213"/>
    </w:p>
    <w:p w:rsidR="007F7604" w:rsidRDefault="007F7604" w:rsidP="007F7604">
      <w:proofErr w:type="spellStart"/>
      <w:r>
        <w:t>Inquiry</w:t>
      </w:r>
      <w:proofErr w:type="spellEnd"/>
      <w:r>
        <w:t xml:space="preserve"> Messaggi (IMSG);</w:t>
      </w:r>
    </w:p>
    <w:p w:rsidR="007F7604" w:rsidRDefault="007F7604" w:rsidP="007F7604">
      <w:r>
        <w:t>Gestione transazioni (GTRX).</w:t>
      </w:r>
    </w:p>
    <w:p w:rsidR="007F7604" w:rsidRDefault="007F7604" w:rsidP="007F7604">
      <w:pPr>
        <w:pStyle w:val="Titolo2"/>
      </w:pPr>
      <w:r>
        <w:br w:type="page"/>
      </w:r>
      <w:bookmarkStart w:id="214" w:name="_Toc494685464"/>
      <w:bookmarkStart w:id="215" w:name="_Toc510349093"/>
      <w:bookmarkStart w:id="216" w:name="_Toc397613709"/>
      <w:r>
        <w:lastRenderedPageBreak/>
        <w:t>Gestione Operatori (GOPR)</w:t>
      </w:r>
      <w:bookmarkEnd w:id="214"/>
      <w:bookmarkEnd w:id="215"/>
      <w:bookmarkEnd w:id="216"/>
    </w:p>
    <w:p w:rsidR="007F7604" w:rsidRDefault="007F7604" w:rsidP="007F7604">
      <w:pPr>
        <w:pStyle w:val="Titolo3"/>
        <w:ind w:left="357" w:hanging="357"/>
      </w:pPr>
      <w:bookmarkStart w:id="217" w:name="_Toc494685465"/>
      <w:bookmarkStart w:id="218" w:name="_Toc510349094"/>
      <w:bookmarkStart w:id="219" w:name="_Toc397613710"/>
      <w:r>
        <w:t>Utilizzo della Transazione</w:t>
      </w:r>
      <w:bookmarkEnd w:id="217"/>
      <w:bookmarkEnd w:id="218"/>
      <w:bookmarkEnd w:id="219"/>
    </w:p>
    <w:p w:rsidR="007F7604" w:rsidRDefault="007F7604" w:rsidP="007F7604">
      <w:r>
        <w:t>La transazione GOPR (Gestione Operatori) viene utilizzata per censire tutti gli operatori che potranno avere accesso al sistema.</w:t>
      </w:r>
    </w:p>
    <w:p w:rsidR="007F7604" w:rsidRDefault="007F7604" w:rsidP="007F7604">
      <w:r>
        <w:t>Unitamente ai dati identificativi di ogni operatore, vengono richiesti alcuni parametri (relativi alla password ) che regolano la sicurezza di accesso al sistema.</w:t>
      </w:r>
    </w:p>
    <w:p w:rsidR="007F7604" w:rsidRDefault="007F7604" w:rsidP="007F7604">
      <w:r>
        <w:t xml:space="preserve">Il codice che viene assegnato in questa fase è associato a quello già esistente stabilito dall'Istituto per la codifica del proprio personale (matricola); è possibile attivare delle </w:t>
      </w:r>
      <w:proofErr w:type="spellStart"/>
      <w:r>
        <w:t>routines</w:t>
      </w:r>
      <w:proofErr w:type="spellEnd"/>
      <w:r>
        <w:t xml:space="preserve"> di interfacciamento con l'anagrafe del personale per il riconoscimento dei codici di matricola.</w:t>
      </w:r>
    </w:p>
    <w:p w:rsidR="007F7604" w:rsidRDefault="007F7604" w:rsidP="007F7604">
      <w:pPr>
        <w:pStyle w:val="Titolo3"/>
        <w:ind w:left="357" w:hanging="357"/>
      </w:pPr>
      <w:bookmarkStart w:id="220" w:name="_Toc494685466"/>
      <w:bookmarkStart w:id="221" w:name="_Toc510349095"/>
      <w:bookmarkStart w:id="222" w:name="_Toc397613711"/>
      <w:r>
        <w:t>Interfaccia utente</w:t>
      </w:r>
      <w:bookmarkEnd w:id="220"/>
      <w:bookmarkEnd w:id="221"/>
      <w:bookmarkEnd w:id="222"/>
    </w:p>
    <w:p w:rsidR="007F7604" w:rsidRDefault="007F7604" w:rsidP="007F7604">
      <w:r>
        <w:t>In questa transazione viene impiegata una sola mappa (zzM041T).</w:t>
      </w:r>
    </w:p>
    <w:p w:rsidR="007F7604" w:rsidRDefault="007F7604" w:rsidP="007F7604">
      <w:pPr>
        <w:pStyle w:val="ParagNoNum"/>
      </w:pPr>
      <w:r>
        <w:t>Mappa 1</w:t>
      </w:r>
    </w:p>
    <w:p w:rsidR="007F7604" w:rsidRDefault="007F7604" w:rsidP="007F7604">
      <w:pPr>
        <w:spacing w:after="240"/>
      </w:pPr>
      <w:r>
        <w:t xml:space="preserve">Digitando il nome della transazione (GOPR) e premendo il tasto </w:t>
      </w:r>
      <w:r>
        <w:rPr>
          <w:b/>
        </w:rPr>
        <w:t>'INVIO'</w:t>
      </w:r>
      <w:r>
        <w:t xml:space="preserve"> viene visualizzata la seguente mappa:</w:t>
      </w:r>
    </w:p>
    <w:p w:rsidR="007F7604" w:rsidRPr="007F7604" w:rsidRDefault="007F7604" w:rsidP="007F7604">
      <w:pPr>
        <w:pStyle w:val="Testonormale1"/>
        <w:pBdr>
          <w:top w:val="single" w:sz="6" w:space="1" w:color="auto"/>
          <w:left w:val="single" w:sz="6" w:space="4" w:color="auto"/>
          <w:bottom w:val="single" w:sz="6" w:space="1" w:color="auto"/>
          <w:right w:val="single" w:sz="6" w:space="4" w:color="auto"/>
        </w:pBdr>
        <w:rPr>
          <w:lang w:val="it-IT"/>
        </w:rPr>
      </w:pPr>
      <w:r w:rsidRPr="007F7604">
        <w:rPr>
          <w:lang w:val="it-IT"/>
        </w:rPr>
        <w:t xml:space="preserve"> </w:t>
      </w:r>
      <w:proofErr w:type="spellStart"/>
      <w:r w:rsidRPr="007F7604">
        <w:rPr>
          <w:lang w:val="it-IT"/>
        </w:rPr>
        <w:t>Term</w:t>
      </w:r>
      <w:proofErr w:type="spellEnd"/>
      <w:r w:rsidRPr="007F7604">
        <w:rPr>
          <w:lang w:val="it-IT"/>
        </w:rPr>
        <w:t xml:space="preserve">:::: </w:t>
      </w:r>
      <w:proofErr w:type="spellStart"/>
      <w:r w:rsidRPr="007F7604">
        <w:rPr>
          <w:lang w:val="it-IT"/>
        </w:rPr>
        <w:t>Oper</w:t>
      </w:r>
      <w:proofErr w:type="spellEnd"/>
      <w:r w:rsidRPr="007F7604">
        <w:rPr>
          <w:lang w:val="it-IT"/>
        </w:rPr>
        <w:t>:::: *          Descrizione Istituto          * GG/MM/AA HH:MM:SS</w:t>
      </w:r>
    </w:p>
    <w:p w:rsidR="007F7604" w:rsidRPr="007F7604" w:rsidRDefault="007F7604" w:rsidP="007F7604">
      <w:pPr>
        <w:pStyle w:val="Testonormale1"/>
        <w:pBdr>
          <w:top w:val="single" w:sz="6" w:space="1" w:color="auto"/>
          <w:left w:val="single" w:sz="6" w:space="4" w:color="auto"/>
          <w:bottom w:val="single" w:sz="6" w:space="1" w:color="auto"/>
          <w:right w:val="single" w:sz="6" w:space="4" w:color="auto"/>
        </w:pBdr>
        <w:rPr>
          <w:lang w:val="it-IT"/>
        </w:rPr>
      </w:pPr>
      <w:r w:rsidRPr="007F7604">
        <w:rPr>
          <w:lang w:val="it-IT"/>
        </w:rPr>
        <w:t xml:space="preserve"> ZZ04 _   Sistema: *           GESTIONE OPERATORI           * PAG ____ DI  ::::</w:t>
      </w:r>
    </w:p>
    <w:p w:rsidR="007F7604" w:rsidRPr="007F7604" w:rsidRDefault="007F7604" w:rsidP="007F7604">
      <w:pPr>
        <w:pStyle w:val="Testonormale1"/>
        <w:pBdr>
          <w:top w:val="single" w:sz="6" w:space="1" w:color="auto"/>
          <w:left w:val="single" w:sz="6" w:space="4" w:color="auto"/>
          <w:bottom w:val="single" w:sz="6" w:space="1" w:color="auto"/>
          <w:right w:val="single" w:sz="6" w:space="4" w:color="auto"/>
        </w:pBdr>
        <w:rPr>
          <w:lang w:val="it-IT"/>
        </w:rPr>
      </w:pPr>
      <w:r w:rsidRPr="007F7604">
        <w:rPr>
          <w:lang w:val="it-IT"/>
        </w:rPr>
        <w:t xml:space="preserve"> :::: :   :::: :   :::: :   :::: :   :::: :   :::: :   :::: :   :::: :   :::: :</w:t>
      </w:r>
    </w:p>
    <w:p w:rsidR="007F7604" w:rsidRPr="007F7604" w:rsidRDefault="007F7604" w:rsidP="007F7604">
      <w:pPr>
        <w:pStyle w:val="Testonormale1"/>
        <w:pBdr>
          <w:top w:val="single" w:sz="6" w:space="1" w:color="auto"/>
          <w:left w:val="single" w:sz="6" w:space="4" w:color="auto"/>
          <w:bottom w:val="single" w:sz="6" w:space="1" w:color="auto"/>
          <w:right w:val="single" w:sz="6" w:space="4" w:color="auto"/>
        </w:pBdr>
        <w:rPr>
          <w:lang w:val="it-IT"/>
        </w:rPr>
      </w:pPr>
      <w:r w:rsidRPr="007F7604">
        <w:rPr>
          <w:lang w:val="it-IT"/>
        </w:rPr>
        <w:t xml:space="preserve"> :::: ::::Segnalazione messaggistica:::::::::::::::::::::::::::::::::::::: ____</w:t>
      </w:r>
    </w:p>
    <w:p w:rsidR="007F7604" w:rsidRPr="007F7604" w:rsidRDefault="007F7604" w:rsidP="007F7604">
      <w:pPr>
        <w:pStyle w:val="Testonormale1"/>
        <w:pBdr>
          <w:top w:val="single" w:sz="6" w:space="1" w:color="auto"/>
          <w:left w:val="single" w:sz="6" w:space="4" w:color="auto"/>
          <w:bottom w:val="single" w:sz="6" w:space="1" w:color="auto"/>
          <w:right w:val="single" w:sz="6" w:space="4" w:color="auto"/>
        </w:pBdr>
        <w:rPr>
          <w:lang w:val="it-IT"/>
        </w:rPr>
      </w:pPr>
      <w:r w:rsidRPr="007F7604">
        <w:rPr>
          <w:lang w:val="it-IT"/>
        </w:rPr>
        <w:t xml:space="preserve">                         Operazione ___ Operatore ________</w:t>
      </w:r>
    </w:p>
    <w:p w:rsidR="007F7604" w:rsidRPr="007F7604" w:rsidRDefault="007F7604" w:rsidP="007F7604">
      <w:pPr>
        <w:pStyle w:val="Testonormale1"/>
        <w:pBdr>
          <w:top w:val="single" w:sz="6" w:space="1" w:color="auto"/>
          <w:left w:val="single" w:sz="6" w:space="4" w:color="auto"/>
          <w:bottom w:val="single" w:sz="6" w:space="1" w:color="auto"/>
          <w:right w:val="single" w:sz="6" w:space="4" w:color="auto"/>
        </w:pBdr>
        <w:rPr>
          <w:lang w:val="it-IT"/>
        </w:rPr>
      </w:pPr>
    </w:p>
    <w:p w:rsidR="007F7604" w:rsidRPr="007F7604" w:rsidRDefault="007F7604" w:rsidP="007F7604">
      <w:pPr>
        <w:pStyle w:val="Testonormale1"/>
        <w:pBdr>
          <w:top w:val="single" w:sz="6" w:space="1" w:color="auto"/>
          <w:left w:val="single" w:sz="6" w:space="4" w:color="auto"/>
          <w:bottom w:val="single" w:sz="6" w:space="1" w:color="auto"/>
          <w:right w:val="single" w:sz="6" w:space="4" w:color="auto"/>
        </w:pBdr>
        <w:rPr>
          <w:lang w:val="it-IT"/>
        </w:rPr>
      </w:pPr>
      <w:r w:rsidRPr="007F7604">
        <w:rPr>
          <w:lang w:val="it-IT"/>
        </w:rPr>
        <w:t xml:space="preserve"> Descrizione breve:  ____________________</w:t>
      </w:r>
    </w:p>
    <w:p w:rsidR="007F7604" w:rsidRPr="007F7604" w:rsidRDefault="007F7604" w:rsidP="007F7604">
      <w:pPr>
        <w:pStyle w:val="Testonormale1"/>
        <w:pBdr>
          <w:top w:val="single" w:sz="6" w:space="1" w:color="auto"/>
          <w:left w:val="single" w:sz="6" w:space="4" w:color="auto"/>
          <w:bottom w:val="single" w:sz="6" w:space="1" w:color="auto"/>
          <w:right w:val="single" w:sz="6" w:space="4" w:color="auto"/>
        </w:pBdr>
        <w:rPr>
          <w:lang w:val="it-IT"/>
        </w:rPr>
      </w:pPr>
    </w:p>
    <w:p w:rsidR="007F7604" w:rsidRPr="007F7604" w:rsidRDefault="007F7604" w:rsidP="007F7604">
      <w:pPr>
        <w:pStyle w:val="Testonormale1"/>
        <w:pBdr>
          <w:top w:val="single" w:sz="6" w:space="1" w:color="auto"/>
          <w:left w:val="single" w:sz="6" w:space="4" w:color="auto"/>
          <w:bottom w:val="single" w:sz="6" w:space="1" w:color="auto"/>
          <w:right w:val="single" w:sz="6" w:space="4" w:color="auto"/>
        </w:pBdr>
        <w:rPr>
          <w:lang w:val="it-IT"/>
        </w:rPr>
      </w:pPr>
      <w:r w:rsidRPr="007F7604">
        <w:rPr>
          <w:lang w:val="it-IT"/>
        </w:rPr>
        <w:t xml:space="preserve"> Descrizione estesa: ________________________________________</w:t>
      </w:r>
    </w:p>
    <w:p w:rsidR="007F7604" w:rsidRPr="007F7604" w:rsidRDefault="007F7604" w:rsidP="007F7604">
      <w:pPr>
        <w:pStyle w:val="Testonormale1"/>
        <w:pBdr>
          <w:top w:val="single" w:sz="6" w:space="1" w:color="auto"/>
          <w:left w:val="single" w:sz="6" w:space="4" w:color="auto"/>
          <w:bottom w:val="single" w:sz="6" w:space="1" w:color="auto"/>
          <w:right w:val="single" w:sz="6" w:space="4" w:color="auto"/>
        </w:pBdr>
        <w:rPr>
          <w:lang w:val="it-IT"/>
        </w:rPr>
      </w:pPr>
    </w:p>
    <w:p w:rsidR="007F7604" w:rsidRPr="007F7604" w:rsidRDefault="007F7604" w:rsidP="007F7604">
      <w:pPr>
        <w:pStyle w:val="Testonormale1"/>
        <w:pBdr>
          <w:top w:val="single" w:sz="6" w:space="1" w:color="auto"/>
          <w:left w:val="single" w:sz="6" w:space="4" w:color="auto"/>
          <w:bottom w:val="single" w:sz="6" w:space="1" w:color="auto"/>
          <w:right w:val="single" w:sz="6" w:space="4" w:color="auto"/>
        </w:pBdr>
        <w:rPr>
          <w:lang w:val="it-IT"/>
        </w:rPr>
      </w:pPr>
      <w:r w:rsidRPr="007F7604">
        <w:rPr>
          <w:lang w:val="it-IT"/>
        </w:rPr>
        <w:t xml:space="preserve"> Matricola: __________    Terminale attivo: ::::::::   Reset terminale (S/N)  _</w:t>
      </w:r>
    </w:p>
    <w:p w:rsidR="007F7604" w:rsidRPr="007F7604" w:rsidRDefault="007F7604" w:rsidP="007F7604">
      <w:pPr>
        <w:pStyle w:val="Testonormale1"/>
        <w:pBdr>
          <w:top w:val="single" w:sz="6" w:space="1" w:color="auto"/>
          <w:left w:val="single" w:sz="6" w:space="4" w:color="auto"/>
          <w:bottom w:val="single" w:sz="6" w:space="1" w:color="auto"/>
          <w:right w:val="single" w:sz="6" w:space="4" w:color="auto"/>
        </w:pBdr>
        <w:rPr>
          <w:lang w:val="it-IT"/>
        </w:rPr>
      </w:pPr>
    </w:p>
    <w:p w:rsidR="007F7604" w:rsidRPr="007F7604" w:rsidRDefault="007F7604" w:rsidP="007F7604">
      <w:pPr>
        <w:pStyle w:val="Testonormale1"/>
        <w:pBdr>
          <w:top w:val="single" w:sz="6" w:space="1" w:color="auto"/>
          <w:left w:val="single" w:sz="6" w:space="4" w:color="auto"/>
          <w:bottom w:val="single" w:sz="6" w:space="1" w:color="auto"/>
          <w:right w:val="single" w:sz="6" w:space="4" w:color="auto"/>
        </w:pBdr>
        <w:rPr>
          <w:lang w:val="it-IT"/>
        </w:rPr>
      </w:pPr>
      <w:r w:rsidRPr="007F7604">
        <w:rPr>
          <w:lang w:val="it-IT"/>
        </w:rPr>
        <w:t xml:space="preserve"> Dipendenza:  _____   ::::::::::::::::::::::::::::::::::::::::</w:t>
      </w:r>
    </w:p>
    <w:p w:rsidR="007F7604" w:rsidRPr="007F7604" w:rsidRDefault="007F7604" w:rsidP="007F7604">
      <w:pPr>
        <w:pStyle w:val="Testonormale1"/>
        <w:pBdr>
          <w:top w:val="single" w:sz="6" w:space="1" w:color="auto"/>
          <w:left w:val="single" w:sz="6" w:space="4" w:color="auto"/>
          <w:bottom w:val="single" w:sz="6" w:space="1" w:color="auto"/>
          <w:right w:val="single" w:sz="6" w:space="4" w:color="auto"/>
        </w:pBdr>
        <w:rPr>
          <w:lang w:val="it-IT"/>
        </w:rPr>
      </w:pPr>
    </w:p>
    <w:p w:rsidR="007F7604" w:rsidRPr="007F7604" w:rsidRDefault="007F7604" w:rsidP="007F7604">
      <w:pPr>
        <w:pStyle w:val="Testonormale1"/>
        <w:pBdr>
          <w:top w:val="single" w:sz="6" w:space="1" w:color="auto"/>
          <w:left w:val="single" w:sz="6" w:space="4" w:color="auto"/>
          <w:bottom w:val="single" w:sz="6" w:space="1" w:color="auto"/>
          <w:right w:val="single" w:sz="6" w:space="4" w:color="auto"/>
        </w:pBdr>
        <w:rPr>
          <w:lang w:val="it-IT"/>
        </w:rPr>
      </w:pPr>
      <w:r w:rsidRPr="007F7604">
        <w:rPr>
          <w:lang w:val="it-IT"/>
        </w:rPr>
        <w:t xml:space="preserve"> Linguaggio:  _ Italiano    _ Tedesco    _ Inglese    _ Francese    _ Spagnolo</w:t>
      </w:r>
    </w:p>
    <w:p w:rsidR="007F7604" w:rsidRPr="007F7604" w:rsidRDefault="007F7604" w:rsidP="007F7604">
      <w:pPr>
        <w:pStyle w:val="Testonormale1"/>
        <w:pBdr>
          <w:top w:val="single" w:sz="6" w:space="1" w:color="auto"/>
          <w:left w:val="single" w:sz="6" w:space="4" w:color="auto"/>
          <w:bottom w:val="single" w:sz="6" w:space="1" w:color="auto"/>
          <w:right w:val="single" w:sz="6" w:space="4" w:color="auto"/>
        </w:pBdr>
        <w:rPr>
          <w:lang w:val="it-IT"/>
        </w:rPr>
      </w:pPr>
    </w:p>
    <w:p w:rsidR="007F7604" w:rsidRPr="007F7604" w:rsidRDefault="007F7604" w:rsidP="007F7604">
      <w:pPr>
        <w:pStyle w:val="Testonormale1"/>
        <w:pBdr>
          <w:top w:val="single" w:sz="6" w:space="1" w:color="auto"/>
          <w:left w:val="single" w:sz="6" w:space="4" w:color="auto"/>
          <w:bottom w:val="single" w:sz="6" w:space="1" w:color="auto"/>
          <w:right w:val="single" w:sz="6" w:space="4" w:color="auto"/>
        </w:pBdr>
        <w:rPr>
          <w:lang w:val="it-IT"/>
        </w:rPr>
      </w:pPr>
      <w:r w:rsidRPr="007F7604">
        <w:rPr>
          <w:lang w:val="it-IT"/>
        </w:rPr>
        <w:t xml:space="preserve"> Password obbligatoria   (S/N) _           Forzatura password      (S/N) _</w:t>
      </w:r>
    </w:p>
    <w:p w:rsidR="007F7604" w:rsidRPr="007F7604" w:rsidRDefault="007F7604" w:rsidP="007F7604">
      <w:pPr>
        <w:pStyle w:val="Testonormale1"/>
        <w:pBdr>
          <w:top w:val="single" w:sz="6" w:space="1" w:color="auto"/>
          <w:left w:val="single" w:sz="6" w:space="4" w:color="auto"/>
          <w:bottom w:val="single" w:sz="6" w:space="1" w:color="auto"/>
          <w:right w:val="single" w:sz="6" w:space="4" w:color="auto"/>
        </w:pBdr>
        <w:rPr>
          <w:lang w:val="it-IT"/>
        </w:rPr>
      </w:pPr>
    </w:p>
    <w:p w:rsidR="007F7604" w:rsidRPr="007F7604" w:rsidRDefault="007F7604" w:rsidP="007F7604">
      <w:pPr>
        <w:pStyle w:val="Testonormale1"/>
        <w:pBdr>
          <w:top w:val="single" w:sz="6" w:space="1" w:color="auto"/>
          <w:left w:val="single" w:sz="6" w:space="4" w:color="auto"/>
          <w:bottom w:val="single" w:sz="6" w:space="1" w:color="auto"/>
          <w:right w:val="single" w:sz="6" w:space="4" w:color="auto"/>
        </w:pBdr>
        <w:rPr>
          <w:lang w:val="it-IT"/>
        </w:rPr>
      </w:pPr>
      <w:r w:rsidRPr="007F7604">
        <w:rPr>
          <w:lang w:val="it-IT"/>
        </w:rPr>
        <w:t xml:space="preserve"> Password modificabile   (S/N) _           La password scade ogni ___ giorni</w:t>
      </w:r>
    </w:p>
    <w:p w:rsidR="007F7604" w:rsidRPr="007F7604" w:rsidRDefault="007F7604" w:rsidP="007F7604">
      <w:pPr>
        <w:pStyle w:val="Testonormale1"/>
        <w:pBdr>
          <w:top w:val="single" w:sz="6" w:space="1" w:color="auto"/>
          <w:left w:val="single" w:sz="6" w:space="4" w:color="auto"/>
          <w:bottom w:val="single" w:sz="6" w:space="1" w:color="auto"/>
          <w:right w:val="single" w:sz="6" w:space="4" w:color="auto"/>
        </w:pBdr>
        <w:rPr>
          <w:lang w:val="it-IT"/>
        </w:rPr>
      </w:pPr>
    </w:p>
    <w:p w:rsidR="007F7604" w:rsidRPr="007F7604" w:rsidRDefault="007F7604" w:rsidP="007F7604">
      <w:pPr>
        <w:pStyle w:val="Testonormale1"/>
        <w:pBdr>
          <w:top w:val="single" w:sz="6" w:space="1" w:color="auto"/>
          <w:left w:val="single" w:sz="6" w:space="4" w:color="auto"/>
          <w:bottom w:val="single" w:sz="6" w:space="1" w:color="auto"/>
          <w:right w:val="single" w:sz="6" w:space="4" w:color="auto"/>
        </w:pBdr>
        <w:rPr>
          <w:lang w:val="it-IT"/>
        </w:rPr>
      </w:pPr>
      <w:r w:rsidRPr="007F7604">
        <w:rPr>
          <w:lang w:val="it-IT"/>
        </w:rPr>
        <w:t xml:space="preserve"> Lunghezza minima password:    _</w:t>
      </w:r>
    </w:p>
    <w:p w:rsidR="007F7604" w:rsidRPr="007F7604" w:rsidRDefault="007F7604" w:rsidP="007F7604">
      <w:pPr>
        <w:pStyle w:val="Testonormale1"/>
        <w:pBdr>
          <w:top w:val="single" w:sz="6" w:space="1" w:color="auto"/>
          <w:left w:val="single" w:sz="6" w:space="4" w:color="auto"/>
          <w:bottom w:val="single" w:sz="6" w:space="1" w:color="auto"/>
          <w:right w:val="single" w:sz="6" w:space="4" w:color="auto"/>
        </w:pBdr>
        <w:rPr>
          <w:lang w:val="it-IT"/>
        </w:rPr>
      </w:pPr>
    </w:p>
    <w:p w:rsidR="007F7604" w:rsidRPr="007F7604" w:rsidRDefault="007F7604" w:rsidP="007F7604">
      <w:pPr>
        <w:pStyle w:val="Testonormale1"/>
        <w:pBdr>
          <w:top w:val="single" w:sz="6" w:space="1" w:color="auto"/>
          <w:left w:val="single" w:sz="6" w:space="4" w:color="auto"/>
          <w:bottom w:val="single" w:sz="6" w:space="1" w:color="auto"/>
          <w:right w:val="single" w:sz="6" w:space="4" w:color="auto"/>
        </w:pBdr>
        <w:rPr>
          <w:lang w:val="it-IT"/>
        </w:rPr>
      </w:pPr>
      <w:r w:rsidRPr="007F7604">
        <w:rPr>
          <w:lang w:val="it-IT"/>
        </w:rPr>
        <w:t xml:space="preserve"> Password          ________           Data ultimo cambio password:   ::.::.::::</w:t>
      </w:r>
    </w:p>
    <w:p w:rsidR="007F7604" w:rsidRPr="007F7604" w:rsidRDefault="007F7604" w:rsidP="007F7604">
      <w:pPr>
        <w:pStyle w:val="Testonormale1"/>
        <w:pBdr>
          <w:top w:val="single" w:sz="6" w:space="1" w:color="auto"/>
          <w:left w:val="single" w:sz="6" w:space="4" w:color="auto"/>
          <w:bottom w:val="single" w:sz="6" w:space="1" w:color="auto"/>
          <w:right w:val="single" w:sz="6" w:space="4" w:color="auto"/>
        </w:pBdr>
        <w:rPr>
          <w:lang w:val="it-IT"/>
        </w:rPr>
      </w:pPr>
      <w:r w:rsidRPr="007F7604">
        <w:rPr>
          <w:lang w:val="it-IT"/>
        </w:rPr>
        <w:t xml:space="preserve"> Conferma password ________           Data prossimo cambio password: ::.::.::::</w:t>
      </w:r>
    </w:p>
    <w:p w:rsidR="007F7604" w:rsidRDefault="007F7604" w:rsidP="00DF168B">
      <w:pPr>
        <w:pStyle w:val="Titolo9"/>
        <w:numPr>
          <w:ilvl w:val="0"/>
          <w:numId w:val="0"/>
        </w:numPr>
        <w:ind w:left="1584" w:firstLine="543"/>
        <w:jc w:val="both"/>
      </w:pPr>
      <w:bookmarkStart w:id="223" w:name="EndX"/>
      <w:bookmarkStart w:id="224" w:name="_Toc494685572"/>
      <w:bookmarkStart w:id="225" w:name="_Toc510349201"/>
      <w:bookmarkEnd w:id="223"/>
      <w:r>
        <w:t xml:space="preserve">Mappa </w:t>
      </w:r>
      <w:fldSimple w:instr=" SEQ &quot;Mappa&quot; \* MERGEFORMAT ">
        <w:r>
          <w:rPr>
            <w:noProof/>
          </w:rPr>
          <w:t>20</w:t>
        </w:r>
      </w:fldSimple>
      <w:r>
        <w:t>: °° ZZM041T Gestione Operatori</w:t>
      </w:r>
      <w:bookmarkEnd w:id="224"/>
      <w:bookmarkEnd w:id="225"/>
      <w:r>
        <w:t xml:space="preserve"> </w:t>
      </w:r>
    </w:p>
    <w:p w:rsidR="007F7604" w:rsidRDefault="007F7604" w:rsidP="007F7604">
      <w:pPr>
        <w:pStyle w:val="ParagNoNum"/>
      </w:pPr>
      <w:r>
        <w:br w:type="page"/>
      </w:r>
      <w:r>
        <w:lastRenderedPageBreak/>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pStyle w:val="Indice1"/>
              <w:rPr>
                <w:smallCaps/>
              </w:rPr>
            </w:pPr>
            <w:r>
              <w:rPr>
                <w:smallCaps/>
              </w:rPr>
              <w:t>operazione</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pPr>
              <w:tabs>
                <w:tab w:val="left" w:pos="851"/>
              </w:tabs>
            </w:pPr>
            <w:r>
              <w:t>Valori ammessi:</w:t>
            </w:r>
          </w:p>
          <w:p w:rsidR="007F7604" w:rsidRDefault="007F7604" w:rsidP="00407551">
            <w:pPr>
              <w:tabs>
                <w:tab w:val="left" w:pos="851"/>
              </w:tabs>
            </w:pPr>
            <w:r>
              <w:rPr>
                <w:b/>
              </w:rPr>
              <w:t>INS</w:t>
            </w:r>
            <w:r>
              <w:tab/>
              <w:t>INSERIMENTO</w:t>
            </w:r>
          </w:p>
          <w:p w:rsidR="007F7604" w:rsidRDefault="007F7604" w:rsidP="00407551">
            <w:pPr>
              <w:tabs>
                <w:tab w:val="left" w:pos="851"/>
              </w:tabs>
            </w:pPr>
            <w:r>
              <w:rPr>
                <w:b/>
              </w:rPr>
              <w:t>VAR</w:t>
            </w:r>
            <w:r>
              <w:tab/>
              <w:t>VARIAZIONE</w:t>
            </w:r>
          </w:p>
          <w:p w:rsidR="007F7604" w:rsidRDefault="007F7604" w:rsidP="00407551">
            <w:pPr>
              <w:tabs>
                <w:tab w:val="left" w:pos="851"/>
              </w:tabs>
            </w:pPr>
            <w:r>
              <w:rPr>
                <w:b/>
              </w:rPr>
              <w:t>ANN</w:t>
            </w:r>
            <w:r>
              <w:tab/>
              <w:t>ANNULLAMENTO</w:t>
            </w:r>
          </w:p>
          <w:p w:rsidR="007F7604" w:rsidRDefault="007F7604" w:rsidP="00407551">
            <w:r>
              <w:t>Se si digita qualcosa di diverso dai valori ammessi il sistema segnala l'errore 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operatore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Codice identificativo dell'operatore.</w:t>
            </w:r>
          </w:p>
          <w:p w:rsidR="007F7604" w:rsidRDefault="007F7604" w:rsidP="00407551">
            <w:r>
              <w:t>Se non viene digitato il sistema segnala l'errore 17.</w:t>
            </w:r>
          </w:p>
          <w:p w:rsidR="007F7604" w:rsidRDefault="007F7604" w:rsidP="00407551">
            <w:r>
              <w:t>Se l'operazione è INS il codice non deve essere presente nell'Archivio Operatori; in caso contrario il sistema segnala l'errore 3.</w:t>
            </w:r>
          </w:p>
          <w:p w:rsidR="007F7604" w:rsidRDefault="007F7604" w:rsidP="00407551">
            <w:r>
              <w:t>Se l'operazione è VAR o ANN il codice deve essere presente nell'Archivio Operatori; in caso contrario il sistema segnala l'errore 2.</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descrizione breve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Descrizione sintetica dell'operatore.</w:t>
            </w:r>
          </w:p>
          <w:p w:rsidR="007F7604" w:rsidRDefault="007F7604" w:rsidP="00407551">
            <w:r>
              <w:t>Se non viene digitata il sistema segnala l'errore 9031.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descrizione estesa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r>
              <w:t>Descrizione estesa dell'operatore.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matricola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r>
              <w:t>Codice matricola dell'operatore.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terminale attivo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pPr>
              <w:tabs>
                <w:tab w:val="left" w:pos="1418"/>
              </w:tabs>
            </w:pPr>
            <w:r>
              <w:t>Codice del terminale che l'operatore abitualmente usa.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reset terminale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r>
              <w:t>Valori ammessi:</w:t>
            </w:r>
          </w:p>
          <w:p w:rsidR="007F7604" w:rsidRDefault="007F7604" w:rsidP="00407551">
            <w:pPr>
              <w:tabs>
                <w:tab w:val="left" w:pos="851"/>
              </w:tabs>
            </w:pPr>
            <w:r>
              <w:rPr>
                <w:b/>
              </w:rPr>
              <w:t>S</w:t>
            </w:r>
            <w:r>
              <w:tab/>
              <w:t>SI</w:t>
            </w:r>
          </w:p>
          <w:p w:rsidR="007F7604" w:rsidRDefault="007F7604" w:rsidP="00407551">
            <w:pPr>
              <w:tabs>
                <w:tab w:val="left" w:pos="851"/>
              </w:tabs>
            </w:pPr>
            <w:r>
              <w:rPr>
                <w:b/>
              </w:rPr>
              <w:t>N</w:t>
            </w:r>
            <w:r>
              <w:tab/>
              <w:t>NO</w:t>
            </w:r>
          </w:p>
          <w:p w:rsidR="007F7604" w:rsidRDefault="007F7604" w:rsidP="00407551">
            <w:pPr>
              <w:tabs>
                <w:tab w:val="left" w:pos="851"/>
              </w:tabs>
            </w:pPr>
            <w:r>
              <w:t>Attualmente il campo non è gestito.</w:t>
            </w:r>
          </w:p>
          <w:p w:rsidR="007F7604" w:rsidRDefault="007F7604" w:rsidP="00407551">
            <w:pPr>
              <w:tabs>
                <w:tab w:val="left" w:pos="851"/>
              </w:tabs>
            </w:pP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dipendenza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pPr>
              <w:tabs>
                <w:tab w:val="left" w:pos="1418"/>
              </w:tabs>
            </w:pPr>
            <w:r>
              <w:t>Default:</w:t>
            </w:r>
            <w:r>
              <w:tab/>
              <w:t>dipendenza di appartenenza del terminale attivo.</w:t>
            </w:r>
          </w:p>
          <w:p w:rsidR="007F7604" w:rsidRDefault="007F7604" w:rsidP="00407551">
            <w:r>
              <w:t>Dipendenza di appartenenza dell'operatore.</w:t>
            </w:r>
          </w:p>
          <w:p w:rsidR="007F7604" w:rsidRDefault="007F7604" w:rsidP="00407551">
            <w:r>
              <w:t>Il codice deve essere presente nell'Archivio Dipendenze; in caso contrario il sistema segnala l'errore 11.</w:t>
            </w:r>
          </w:p>
          <w:p w:rsidR="007F7604" w:rsidRDefault="007F7604" w:rsidP="00407551">
            <w:r>
              <w:t>Se non viene digitato un valore numerico il sistema segnala l'errore 9001.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lastRenderedPageBreak/>
              <w:t>linguaggio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Default:</w:t>
            </w:r>
            <w:r>
              <w:tab/>
              <w:t>Italiano.</w:t>
            </w:r>
          </w:p>
          <w:p w:rsidR="007F7604" w:rsidRDefault="007F7604" w:rsidP="00407551">
            <w:r>
              <w:t>Permette di indicare la lingua di stampa per i tabulati richiesti dall'operatore.</w:t>
            </w:r>
          </w:p>
          <w:p w:rsidR="007F7604" w:rsidRDefault="007F7604" w:rsidP="00407551">
            <w:r>
              <w:t>Selezionare con una 'X' il linguaggio desiderato.</w:t>
            </w:r>
          </w:p>
          <w:p w:rsidR="007F7604" w:rsidRDefault="007F7604" w:rsidP="00407551">
            <w:r>
              <w:t>Se seleziono più di un linguaggio il sistema segnala l'errore 8005.</w:t>
            </w:r>
          </w:p>
          <w:p w:rsidR="007F7604" w:rsidRDefault="007F7604" w:rsidP="00407551">
            <w:r>
              <w:t>Se seleziono un linguaggio con un carattere diverso da 'X' il sistema segnala l'errore 8006.</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password obbligatoria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pPr>
              <w:tabs>
                <w:tab w:val="left" w:pos="1418"/>
              </w:tabs>
            </w:pPr>
            <w:r>
              <w:t>Default:</w:t>
            </w:r>
            <w:r>
              <w:tab/>
              <w:t>SI</w:t>
            </w:r>
          </w:p>
          <w:p w:rsidR="007F7604" w:rsidRDefault="007F7604" w:rsidP="00407551">
            <w:r>
              <w:t>Valori ammessi:</w:t>
            </w:r>
          </w:p>
          <w:p w:rsidR="007F7604" w:rsidRDefault="007F7604" w:rsidP="00407551">
            <w:pPr>
              <w:tabs>
                <w:tab w:val="left" w:pos="851"/>
              </w:tabs>
            </w:pPr>
            <w:r>
              <w:rPr>
                <w:b/>
              </w:rPr>
              <w:t>S</w:t>
            </w:r>
            <w:r>
              <w:rPr>
                <w:b/>
              </w:rPr>
              <w:tab/>
            </w:r>
            <w:r>
              <w:t>SI</w:t>
            </w:r>
          </w:p>
          <w:p w:rsidR="007F7604" w:rsidRDefault="007F7604" w:rsidP="00407551">
            <w:pPr>
              <w:tabs>
                <w:tab w:val="left" w:pos="851"/>
              </w:tabs>
            </w:pPr>
            <w:r>
              <w:rPr>
                <w:b/>
              </w:rPr>
              <w:t>N</w:t>
            </w:r>
            <w:r>
              <w:tab/>
              <w:t>NO</w:t>
            </w:r>
          </w:p>
          <w:p w:rsidR="007F7604" w:rsidRDefault="007F7604" w:rsidP="00407551">
            <w:pPr>
              <w:tabs>
                <w:tab w:val="left" w:pos="1418"/>
              </w:tabs>
            </w:pPr>
            <w:r>
              <w:t>Indica se l'operatore può digitare, durante l'apertura di sessione, un codice segreto.</w:t>
            </w:r>
          </w:p>
          <w:p w:rsidR="007F7604" w:rsidRDefault="007F7604" w:rsidP="00407551">
            <w:pPr>
              <w:tabs>
                <w:tab w:val="left" w:pos="1418"/>
              </w:tabs>
            </w:pP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pStyle w:val="Indice1"/>
              <w:rPr>
                <w:smallCaps/>
              </w:rPr>
            </w:pPr>
            <w:r>
              <w:rPr>
                <w:smallCaps/>
              </w:rPr>
              <w:t>forzatura password</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da valorizzare in caso di password obbligatoria.</w:t>
            </w:r>
          </w:p>
          <w:p w:rsidR="007F7604" w:rsidRDefault="007F7604" w:rsidP="00407551">
            <w:pPr>
              <w:tabs>
                <w:tab w:val="left" w:pos="1418"/>
              </w:tabs>
            </w:pPr>
            <w:r>
              <w:t>Default:</w:t>
            </w:r>
            <w:r>
              <w:tab/>
              <w:t>SI se OPERAZIONE=INS;</w:t>
            </w:r>
          </w:p>
          <w:p w:rsidR="007F7604" w:rsidRDefault="007F7604" w:rsidP="00407551">
            <w:pPr>
              <w:tabs>
                <w:tab w:val="left" w:pos="1418"/>
              </w:tabs>
            </w:pPr>
            <w:r>
              <w:tab/>
              <w:t>NO se OPERAZIONE=VAR</w:t>
            </w:r>
          </w:p>
          <w:p w:rsidR="007F7604" w:rsidRDefault="007F7604" w:rsidP="00407551">
            <w:pPr>
              <w:tabs>
                <w:tab w:val="left" w:pos="1418"/>
              </w:tabs>
            </w:pPr>
            <w:r>
              <w:t>Valori ammessi:</w:t>
            </w:r>
          </w:p>
          <w:p w:rsidR="007F7604" w:rsidRDefault="007F7604" w:rsidP="00407551">
            <w:pPr>
              <w:tabs>
                <w:tab w:val="left" w:pos="1418"/>
              </w:tabs>
            </w:pPr>
            <w:r>
              <w:rPr>
                <w:b/>
              </w:rPr>
              <w:t>S</w:t>
            </w:r>
            <w:r>
              <w:rPr>
                <w:b/>
              </w:rPr>
              <w:tab/>
            </w:r>
            <w:r>
              <w:t xml:space="preserve">SI </w:t>
            </w:r>
          </w:p>
          <w:p w:rsidR="007F7604" w:rsidRDefault="007F7604" w:rsidP="00407551">
            <w:pPr>
              <w:tabs>
                <w:tab w:val="left" w:pos="1418"/>
              </w:tabs>
            </w:pPr>
            <w:r>
              <w:rPr>
                <w:b/>
              </w:rPr>
              <w:t>N</w:t>
            </w:r>
            <w:r>
              <w:tab/>
              <w:t>NO</w:t>
            </w:r>
          </w:p>
          <w:p w:rsidR="007F7604" w:rsidRDefault="007F7604" w:rsidP="00407551">
            <w:pPr>
              <w:tabs>
                <w:tab w:val="left" w:pos="1418"/>
              </w:tabs>
            </w:pPr>
            <w:r>
              <w:t>Indica se l'operatore deve modificare OBBLIGATORIAMENTE la password al successivo login.</w:t>
            </w:r>
          </w:p>
          <w:p w:rsidR="007F7604" w:rsidRDefault="007F7604" w:rsidP="00407551">
            <w:pPr>
              <w:tabs>
                <w:tab w:val="left" w:pos="1418"/>
              </w:tabs>
            </w:pP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pStyle w:val="Indice1"/>
              <w:rPr>
                <w:smallCaps/>
              </w:rPr>
            </w:pPr>
            <w:r>
              <w:rPr>
                <w:smallCaps/>
              </w:rPr>
              <w:t>password modificabile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da valorizzare in caso di password obbligatoria.</w:t>
            </w:r>
          </w:p>
          <w:p w:rsidR="007F7604" w:rsidRDefault="007F7604" w:rsidP="00407551">
            <w:pPr>
              <w:tabs>
                <w:tab w:val="left" w:pos="1418"/>
              </w:tabs>
            </w:pPr>
            <w:r>
              <w:t>Default:</w:t>
            </w:r>
            <w:r>
              <w:tab/>
              <w:t>SI</w:t>
            </w:r>
          </w:p>
          <w:p w:rsidR="007F7604" w:rsidRDefault="007F7604" w:rsidP="00407551">
            <w:pPr>
              <w:tabs>
                <w:tab w:val="left" w:pos="1418"/>
              </w:tabs>
            </w:pPr>
            <w:r>
              <w:t>Valori ammessi:</w:t>
            </w:r>
          </w:p>
          <w:p w:rsidR="007F7604" w:rsidRDefault="007F7604" w:rsidP="00407551">
            <w:pPr>
              <w:tabs>
                <w:tab w:val="left" w:pos="1418"/>
              </w:tabs>
            </w:pPr>
            <w:r>
              <w:rPr>
                <w:b/>
              </w:rPr>
              <w:t>S</w:t>
            </w:r>
            <w:r>
              <w:rPr>
                <w:b/>
              </w:rPr>
              <w:tab/>
            </w:r>
            <w:r>
              <w:t xml:space="preserve">SI </w:t>
            </w:r>
          </w:p>
          <w:p w:rsidR="007F7604" w:rsidRDefault="007F7604" w:rsidP="00407551">
            <w:pPr>
              <w:tabs>
                <w:tab w:val="left" w:pos="1418"/>
              </w:tabs>
            </w:pPr>
            <w:r>
              <w:rPr>
                <w:b/>
              </w:rPr>
              <w:t>N</w:t>
            </w:r>
            <w:r>
              <w:tab/>
              <w:t>NO</w:t>
            </w:r>
          </w:p>
          <w:p w:rsidR="007F7604" w:rsidRDefault="007F7604" w:rsidP="00407551">
            <w:pPr>
              <w:tabs>
                <w:tab w:val="left" w:pos="1418"/>
              </w:tabs>
            </w:pPr>
            <w:r>
              <w:t>Indica se l'operatore può modificare la password inserendone una nuova.</w:t>
            </w:r>
          </w:p>
          <w:p w:rsidR="007F7604" w:rsidRDefault="007F7604" w:rsidP="00407551">
            <w:pPr>
              <w:tabs>
                <w:tab w:val="left" w:pos="1418"/>
              </w:tabs>
            </w:pP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la password scade ogni ... giorni</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tabs>
                <w:tab w:val="left" w:pos="1418"/>
              </w:tabs>
              <w:ind w:left="1418" w:hanging="1418"/>
            </w:pPr>
            <w:r>
              <w:t>Condizionato:</w:t>
            </w:r>
            <w:r>
              <w:tab/>
              <w:t>da valorizzare in caso di password obbligatoria.</w:t>
            </w:r>
          </w:p>
          <w:p w:rsidR="007F7604" w:rsidRDefault="007F7604" w:rsidP="00407551">
            <w:pPr>
              <w:tabs>
                <w:tab w:val="left" w:pos="1418"/>
              </w:tabs>
            </w:pPr>
            <w:r>
              <w:t>Default:</w:t>
            </w:r>
            <w:r>
              <w:tab/>
              <w:t>20 giorni se OPERAZIONE=INS.</w:t>
            </w:r>
          </w:p>
          <w:p w:rsidR="007F7604" w:rsidRDefault="007F7604" w:rsidP="00407551">
            <w:r>
              <w:t>Numero di giorni fissato per la validità della password corrente. Alla scadenza il sistema richiede all'operatore di sostituire il codice segreto.</w:t>
            </w:r>
          </w:p>
          <w:p w:rsidR="007F7604" w:rsidRDefault="007F7604" w:rsidP="00407551">
            <w:r>
              <w:t>Se digito un valore numerico il sistema segnala l'errore 9001.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pStyle w:val="Indice1"/>
              <w:rPr>
                <w:smallCaps/>
              </w:rPr>
            </w:pPr>
            <w:r>
              <w:rPr>
                <w:smallCaps/>
              </w:rPr>
              <w:t xml:space="preserve">lunghezza minima </w:t>
            </w:r>
          </w:p>
          <w:p w:rsidR="007F7604" w:rsidRDefault="007F7604" w:rsidP="00407551">
            <w:pPr>
              <w:rPr>
                <w:smallCaps/>
              </w:rPr>
            </w:pPr>
            <w:r>
              <w:rPr>
                <w:smallCaps/>
              </w:rPr>
              <w:t>password</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da valorizzare in caso di password obbligatoria.</w:t>
            </w:r>
          </w:p>
          <w:p w:rsidR="007F7604" w:rsidRDefault="007F7604" w:rsidP="00407551">
            <w:pPr>
              <w:tabs>
                <w:tab w:val="left" w:pos="1418"/>
              </w:tabs>
            </w:pPr>
            <w:r>
              <w:t>Default:</w:t>
            </w:r>
            <w:r>
              <w:tab/>
              <w:t>5 caratteri.</w:t>
            </w:r>
          </w:p>
          <w:p w:rsidR="007F7604" w:rsidRDefault="007F7604" w:rsidP="00407551">
            <w:r>
              <w:t>Numero minimo di caratteri che devono comporre la password dell'operatore.</w:t>
            </w:r>
          </w:p>
          <w:p w:rsidR="007F7604" w:rsidRDefault="007F7604" w:rsidP="00407551">
            <w:r>
              <w:t>Se digito un valore non numerico il sistema segnala l'errore 9001.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password</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da valorizzare in caso di password obbligatoria.</w:t>
            </w:r>
          </w:p>
          <w:p w:rsidR="007F7604" w:rsidRDefault="007F7604" w:rsidP="00407551">
            <w:r>
              <w:t>Codice della password.</w:t>
            </w:r>
          </w:p>
          <w:p w:rsidR="007F7604" w:rsidRDefault="007F7604" w:rsidP="00407551">
            <w:r>
              <w:t>Se si inserisce la password corrente, il sistema visualizza l'errore 12.</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lastRenderedPageBreak/>
              <w:t>data ultimo cambio password</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Data dell' ultima volta in cui si è cambiata la password.</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conferma password</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pPr>
              <w:tabs>
                <w:tab w:val="left" w:pos="1418"/>
              </w:tabs>
            </w:pPr>
            <w:r>
              <w:t>Condizionato:</w:t>
            </w:r>
            <w:r>
              <w:tab/>
              <w:t>da valorizzare in caso di password obbligatoria.</w:t>
            </w:r>
          </w:p>
          <w:p w:rsidR="007F7604" w:rsidRDefault="007F7604" w:rsidP="00407551">
            <w:r>
              <w:t>In caso di inserimento di nuova password il sistema richiede una conferma; se la seconda password non corrisponde alla prima viene segnalato l'errore 13.</w:t>
            </w: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data prossimo cambio password</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Condizionato. Data del prossimo cambio password (valorizzato solo se è stata fissata una certa validità della password corrente).</w:t>
            </w:r>
          </w:p>
          <w:p w:rsidR="007F7604" w:rsidRDefault="007F7604" w:rsidP="00407551"/>
        </w:tc>
      </w:tr>
    </w:tbl>
    <w:p w:rsidR="007F7604" w:rsidRDefault="007F7604" w:rsidP="007F7604">
      <w:pPr>
        <w:spacing w:before="720"/>
      </w:pPr>
      <w:r>
        <w:t xml:space="preserve">Dopo aver valorizzato i campi della mappa in oggetto ed aver premuto il tasto </w:t>
      </w:r>
      <w:r>
        <w:rPr>
          <w:b/>
        </w:rPr>
        <w:t>'INVIO'</w:t>
      </w:r>
      <w:r>
        <w:t xml:space="preserve"> viene chiesta la conferma dei dati. </w:t>
      </w:r>
    </w:p>
    <w:p w:rsidR="007F7604" w:rsidRDefault="007F7604" w:rsidP="007F7604">
      <w:r>
        <w:t>Se la risposta è negativa l'operazione viene annullata ed i dati vanno persi mentre, in caso di risposta affermativa, i nuovi dati vengono memorizzati nell'Archivio Operatori; successivamente viene riproposta la mappa vuota per l'eventuale gestione di un nuovo operatore.</w:t>
      </w:r>
    </w:p>
    <w:p w:rsidR="007F7604" w:rsidRDefault="007F7604" w:rsidP="007F7604">
      <w:pPr>
        <w:pStyle w:val="Titolo3"/>
        <w:ind w:left="357" w:hanging="357"/>
      </w:pPr>
      <w:bookmarkStart w:id="226" w:name="_Toc494685467"/>
      <w:bookmarkStart w:id="227" w:name="_Toc510349096"/>
      <w:bookmarkStart w:id="228" w:name="_Toc397613712"/>
      <w:r>
        <w:t>Funzioni associate</w:t>
      </w:r>
      <w:bookmarkEnd w:id="226"/>
      <w:bookmarkEnd w:id="227"/>
      <w:bookmarkEnd w:id="228"/>
    </w:p>
    <w:p w:rsidR="007F7604" w:rsidRDefault="007F7604" w:rsidP="007F7604">
      <w:proofErr w:type="spellStart"/>
      <w:r>
        <w:t>Inquiry</w:t>
      </w:r>
      <w:proofErr w:type="spellEnd"/>
      <w:r>
        <w:t xml:space="preserve"> Operatori (IOPR);</w:t>
      </w:r>
    </w:p>
    <w:p w:rsidR="007F7604" w:rsidRDefault="007F7604" w:rsidP="007F7604">
      <w:r>
        <w:t>Apertura Sessione (</w:t>
      </w:r>
      <w:r w:rsidRPr="00DF168B">
        <w:rPr>
          <w:sz w:val="20"/>
        </w:rPr>
        <w:t>ZZ</w:t>
      </w:r>
      <w:r>
        <w:t>00).</w:t>
      </w:r>
    </w:p>
    <w:p w:rsidR="007F7604" w:rsidRDefault="007F7604" w:rsidP="007F7604">
      <w:pPr>
        <w:pStyle w:val="Titolo2"/>
      </w:pPr>
      <w:r>
        <w:br w:type="page"/>
      </w:r>
      <w:bookmarkStart w:id="229" w:name="_Toc494685468"/>
      <w:bookmarkStart w:id="230" w:name="_Toc510349097"/>
      <w:bookmarkStart w:id="231" w:name="_Toc397613713"/>
      <w:r>
        <w:lastRenderedPageBreak/>
        <w:t>Gestione Profili (GPRF).</w:t>
      </w:r>
      <w:bookmarkEnd w:id="229"/>
      <w:bookmarkEnd w:id="230"/>
      <w:bookmarkEnd w:id="231"/>
    </w:p>
    <w:p w:rsidR="007F7604" w:rsidRDefault="007F7604" w:rsidP="007F7604">
      <w:pPr>
        <w:pStyle w:val="Titolo3"/>
        <w:ind w:left="357" w:hanging="357"/>
      </w:pPr>
      <w:bookmarkStart w:id="232" w:name="_Toc494685469"/>
      <w:bookmarkStart w:id="233" w:name="_Toc510349098"/>
      <w:bookmarkStart w:id="234" w:name="_Toc397613714"/>
      <w:r>
        <w:t>Utilizzo della transazione</w:t>
      </w:r>
      <w:bookmarkEnd w:id="232"/>
      <w:bookmarkEnd w:id="233"/>
      <w:bookmarkEnd w:id="234"/>
    </w:p>
    <w:p w:rsidR="007F7604" w:rsidRDefault="007F7604" w:rsidP="007F7604">
      <w:r>
        <w:t>La transazione GPRF (Gestione Profili di Lavoro) permette di inserire, variare e annullare un profilo di sicurezza.</w:t>
      </w:r>
    </w:p>
    <w:p w:rsidR="007F7604" w:rsidRDefault="007F7604" w:rsidP="007F7604">
      <w:r>
        <w:t>Si ricorda che un profilo raggruppa un insieme di moduli di sicurezza e funzioni correlati fra loro e che viene utilizzato per una gestione più semplice ed efficiente della sicurezza all'interno della procedura; infatti permette, mediante un'unica assegnazione, di abilitare un operatore a tutte le operazioni da cui è formato.</w:t>
      </w:r>
    </w:p>
    <w:p w:rsidR="007F7604" w:rsidRDefault="007F7604" w:rsidP="007F7604">
      <w:r>
        <w:t>Dopo aver specificato il tipo di operazione desiderata (inserimento, variazione o annullamento), viene richiesto il codice del profilo che deve essere unico per ogni profilo censito; l'altro campo della mappa obbligatorio è la descrizione breve mentre quella estesa è facoltativa.</w:t>
      </w:r>
    </w:p>
    <w:p w:rsidR="007F7604" w:rsidRDefault="007F7604" w:rsidP="007F7604">
      <w:pPr>
        <w:pStyle w:val="Titolo3"/>
        <w:ind w:left="357" w:hanging="357"/>
      </w:pPr>
      <w:bookmarkStart w:id="235" w:name="_Toc494685470"/>
      <w:bookmarkStart w:id="236" w:name="_Toc510349099"/>
      <w:bookmarkStart w:id="237" w:name="_Toc397613715"/>
      <w:r>
        <w:t>Interfaccia utente</w:t>
      </w:r>
      <w:bookmarkEnd w:id="235"/>
      <w:bookmarkEnd w:id="236"/>
      <w:bookmarkEnd w:id="237"/>
    </w:p>
    <w:p w:rsidR="007F7604" w:rsidRDefault="007F7604" w:rsidP="007F7604">
      <w:r>
        <w:t>In questa transazione è impiegata una sola mappa (zzM151T).</w:t>
      </w:r>
    </w:p>
    <w:p w:rsidR="007F7604" w:rsidRDefault="007F7604" w:rsidP="007F7604">
      <w:pPr>
        <w:pStyle w:val="ParagNoNum"/>
      </w:pPr>
      <w:r>
        <w:t>Mappa 1</w:t>
      </w:r>
    </w:p>
    <w:p w:rsidR="007F7604" w:rsidRDefault="007F7604" w:rsidP="007F7604">
      <w:pPr>
        <w:tabs>
          <w:tab w:val="left" w:pos="426"/>
          <w:tab w:val="left" w:pos="4537"/>
          <w:tab w:val="left" w:pos="9356"/>
        </w:tabs>
        <w:spacing w:after="240"/>
      </w:pPr>
      <w:r>
        <w:t xml:space="preserve">Digitando il nome della transazione (GPRF) e premendo il tasto </w:t>
      </w:r>
      <w:r>
        <w:rPr>
          <w:b/>
        </w:rPr>
        <w:t>'INVIO'</w:t>
      </w:r>
      <w:r>
        <w:t xml:space="preserve"> viene visualizzata la seguente mappa:</w:t>
      </w:r>
    </w:p>
    <w:p w:rsidR="007F7604" w:rsidRDefault="007F7604" w:rsidP="007F7604">
      <w:pPr>
        <w:pStyle w:val="Mappa"/>
      </w:pPr>
      <w:r>
        <w:t xml:space="preserve"> :::::::: :::::::: * :::::::::::::::::::::::::::::::::::::: * :::::::: ::::::::</w:t>
      </w:r>
    </w:p>
    <w:p w:rsidR="007F7604" w:rsidRDefault="007F7604" w:rsidP="007F7604">
      <w:pPr>
        <w:pStyle w:val="Mappa"/>
      </w:pPr>
      <w:r>
        <w:t xml:space="preserve"> GPRF Z : :::::::: * ::::GESTIONE  PROFILI DI SICUREZZA::::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Operazione ___ Profilo ________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Descrizione breve   ____________________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Descrizione estesa  ________________________________________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DF168B">
      <w:pPr>
        <w:pStyle w:val="Titolo9"/>
        <w:numPr>
          <w:ilvl w:val="0"/>
          <w:numId w:val="0"/>
        </w:numPr>
        <w:ind w:left="1584" w:firstLine="543"/>
        <w:jc w:val="both"/>
      </w:pPr>
      <w:bookmarkStart w:id="238" w:name="_Toc494685573"/>
      <w:bookmarkStart w:id="239" w:name="_Toc510349202"/>
      <w:r>
        <w:t xml:space="preserve">Mappa </w:t>
      </w:r>
      <w:r>
        <w:fldChar w:fldCharType="begin"/>
      </w:r>
      <w:r>
        <w:instrText>SEQ mappa</w:instrText>
      </w:r>
      <w:r>
        <w:fldChar w:fldCharType="separate"/>
      </w:r>
      <w:r>
        <w:rPr>
          <w:noProof/>
        </w:rPr>
        <w:t>21</w:t>
      </w:r>
      <w:r>
        <w:fldChar w:fldCharType="end"/>
      </w:r>
      <w:r>
        <w:t>:   ZZM151T Gestione profili di sicurezza</w:t>
      </w:r>
      <w:bookmarkEnd w:id="238"/>
      <w:bookmarkEnd w:id="239"/>
      <w:r>
        <w:t xml:space="preserve"> </w:t>
      </w:r>
    </w:p>
    <w:p w:rsidR="007F7604" w:rsidRDefault="007F7604" w:rsidP="007F7604">
      <w:pPr>
        <w:pStyle w:val="ParagNoNum"/>
      </w:pPr>
      <w:r>
        <w:br w:type="page"/>
      </w:r>
      <w:r>
        <w:lastRenderedPageBreak/>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Operazione</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Valori ammessi:</w:t>
            </w:r>
          </w:p>
          <w:p w:rsidR="007F7604" w:rsidRDefault="007F7604" w:rsidP="00407551">
            <w:pPr>
              <w:tabs>
                <w:tab w:val="left" w:pos="851"/>
              </w:tabs>
              <w:rPr>
                <w:smallCaps/>
              </w:rPr>
            </w:pPr>
            <w:r>
              <w:rPr>
                <w:b/>
              </w:rPr>
              <w:t>INS</w:t>
            </w:r>
            <w:r>
              <w:rPr>
                <w:b/>
              </w:rPr>
              <w:tab/>
            </w:r>
            <w:r>
              <w:t>I</w:t>
            </w:r>
            <w:r>
              <w:rPr>
                <w:smallCaps/>
              </w:rPr>
              <w:t>nserimento</w:t>
            </w:r>
          </w:p>
          <w:p w:rsidR="007F7604" w:rsidRDefault="007F7604" w:rsidP="00407551">
            <w:pPr>
              <w:tabs>
                <w:tab w:val="left" w:pos="851"/>
              </w:tabs>
              <w:rPr>
                <w:smallCaps/>
              </w:rPr>
            </w:pPr>
            <w:r>
              <w:rPr>
                <w:b/>
                <w:smallCaps/>
              </w:rPr>
              <w:t>VAR</w:t>
            </w:r>
            <w:r>
              <w:rPr>
                <w:b/>
                <w:smallCaps/>
              </w:rPr>
              <w:tab/>
            </w:r>
            <w:r>
              <w:rPr>
                <w:smallCaps/>
              </w:rPr>
              <w:t>Variazione</w:t>
            </w:r>
          </w:p>
          <w:p w:rsidR="007F7604" w:rsidRDefault="007F7604" w:rsidP="00407551">
            <w:pPr>
              <w:tabs>
                <w:tab w:val="left" w:pos="851"/>
              </w:tabs>
              <w:rPr>
                <w:smallCaps/>
              </w:rPr>
            </w:pPr>
            <w:r>
              <w:rPr>
                <w:b/>
                <w:smallCaps/>
              </w:rPr>
              <w:t>ANN</w:t>
            </w:r>
            <w:r>
              <w:rPr>
                <w:b/>
                <w:smallCaps/>
              </w:rPr>
              <w:tab/>
            </w:r>
            <w:r>
              <w:rPr>
                <w:smallCaps/>
              </w:rPr>
              <w:t>Annullamento</w:t>
            </w:r>
          </w:p>
          <w:p w:rsidR="007F7604" w:rsidRDefault="007F7604" w:rsidP="00407551">
            <w:r>
              <w:t>Se si digita qualcosa di diverso dai valori ammessi, il sistema segnala l'errore 9034.</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Profilo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Identifica il codice profilo di lavoro.</w:t>
            </w:r>
          </w:p>
          <w:p w:rsidR="007F7604" w:rsidRDefault="007F7604" w:rsidP="00407551">
            <w:r>
              <w:t>Se non digitato il sistema segnala l'errore 17.</w:t>
            </w:r>
          </w:p>
          <w:p w:rsidR="007F7604" w:rsidRDefault="007F7604" w:rsidP="00407551">
            <w:r>
              <w:t>Se l'operazione è INS il codice non deve essere presente nell'Archivio Profili; in caso contrario il sistema segnala l'errore 9037.</w:t>
            </w:r>
          </w:p>
          <w:p w:rsidR="007F7604" w:rsidRDefault="007F7604" w:rsidP="00407551">
            <w:r>
              <w:t>Se l'operazione è VAR o ANN il codice deve essere presente nell'Archivio Profili; in caso contrario il sistema segnala l'errore 9036.</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Descrizione breve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Descrizione breve del profilo di lavoro.</w:t>
            </w:r>
          </w:p>
          <w:p w:rsidR="007F7604" w:rsidRDefault="007F7604" w:rsidP="00407551">
            <w:r>
              <w:t>Se non viene digitata il sistema segnala l'errore 9031.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descrizione estesa</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Facoltativo.</w:t>
            </w:r>
          </w:p>
          <w:p w:rsidR="007F7604" w:rsidRDefault="007F7604" w:rsidP="00407551">
            <w:r>
              <w:t>Descrizione estesa del profilo di lavoro.</w:t>
            </w:r>
          </w:p>
          <w:p w:rsidR="007F7604" w:rsidRDefault="007F7604" w:rsidP="00407551"/>
        </w:tc>
      </w:tr>
    </w:tbl>
    <w:p w:rsidR="007F7604" w:rsidRDefault="007F7604" w:rsidP="007F7604">
      <w:pPr>
        <w:spacing w:before="720"/>
      </w:pPr>
      <w:r>
        <w:t xml:space="preserve">Dopo aver valorizzato i campi della mappa in oggetto ed aver premuto il tasto </w:t>
      </w:r>
      <w:r>
        <w:rPr>
          <w:b/>
        </w:rPr>
        <w:t>'INVIO'</w:t>
      </w:r>
      <w:r>
        <w:t xml:space="preserve"> viene chiesta la conferma dei dati.</w:t>
      </w:r>
    </w:p>
    <w:p w:rsidR="007F7604" w:rsidRDefault="007F7604" w:rsidP="007F7604">
      <w:r>
        <w:t>Se la risposta è negativa l'operazione viene annullata ed i dati vanno persi mentre, in caso di risposta affermativa, i nuovi dati vengono memorizzati nell'Archivio Profili.</w:t>
      </w:r>
    </w:p>
    <w:p w:rsidR="007F7604" w:rsidRDefault="007F7604" w:rsidP="007F7604">
      <w:r>
        <w:t>Successivamente viene riproposta la mappa vuota per l'eventuale gestione di un nuovo profilo.</w:t>
      </w:r>
    </w:p>
    <w:p w:rsidR="007F7604" w:rsidRDefault="007F7604" w:rsidP="007F7604">
      <w:pPr>
        <w:pStyle w:val="Titolo3"/>
        <w:ind w:left="357" w:hanging="357"/>
      </w:pPr>
      <w:bookmarkStart w:id="240" w:name="_Toc494685471"/>
      <w:bookmarkStart w:id="241" w:name="_Toc510349100"/>
      <w:bookmarkStart w:id="242" w:name="_Toc397613716"/>
      <w:r>
        <w:t>Funzioni associate</w:t>
      </w:r>
      <w:bookmarkEnd w:id="240"/>
      <w:bookmarkEnd w:id="241"/>
      <w:bookmarkEnd w:id="242"/>
    </w:p>
    <w:p w:rsidR="007F7604" w:rsidRDefault="007F7604" w:rsidP="007F7604">
      <w:proofErr w:type="spellStart"/>
      <w:r>
        <w:t>Inquiry</w:t>
      </w:r>
      <w:proofErr w:type="spellEnd"/>
      <w:r>
        <w:t xml:space="preserve"> Operatori (IOPR);</w:t>
      </w:r>
    </w:p>
    <w:p w:rsidR="007F7604" w:rsidRDefault="007F7604" w:rsidP="007F7604">
      <w:proofErr w:type="spellStart"/>
      <w:r>
        <w:t>Inquiry</w:t>
      </w:r>
      <w:proofErr w:type="spellEnd"/>
      <w:r>
        <w:t xml:space="preserve"> Profili (IPRF);</w:t>
      </w:r>
    </w:p>
    <w:p w:rsidR="007F7604" w:rsidRDefault="007F7604" w:rsidP="007F7604">
      <w:r>
        <w:t>Gestione Autorizzazioni (GAUT).</w:t>
      </w:r>
    </w:p>
    <w:p w:rsidR="007F7604" w:rsidRDefault="007F7604" w:rsidP="007F7604">
      <w:pPr>
        <w:pStyle w:val="Titolo2"/>
      </w:pPr>
      <w:r>
        <w:br w:type="page"/>
      </w:r>
      <w:bookmarkStart w:id="243" w:name="_Toc494685472"/>
      <w:bookmarkStart w:id="244" w:name="_Toc510349101"/>
      <w:bookmarkStart w:id="245" w:name="_Toc397613717"/>
      <w:r>
        <w:lastRenderedPageBreak/>
        <w:t xml:space="preserve">Gestione delle Stampe </w:t>
      </w:r>
      <w:proofErr w:type="spellStart"/>
      <w:r>
        <w:t>Spool</w:t>
      </w:r>
      <w:proofErr w:type="spellEnd"/>
      <w:r>
        <w:t xml:space="preserve"> (GSPO)</w:t>
      </w:r>
      <w:bookmarkEnd w:id="243"/>
      <w:bookmarkEnd w:id="244"/>
      <w:bookmarkEnd w:id="245"/>
    </w:p>
    <w:p w:rsidR="007F7604" w:rsidRDefault="007F7604" w:rsidP="007F7604">
      <w:pPr>
        <w:pStyle w:val="Titolo3"/>
        <w:ind w:left="357" w:hanging="357"/>
      </w:pPr>
      <w:bookmarkStart w:id="246" w:name="_Toc494685473"/>
      <w:bookmarkStart w:id="247" w:name="_Toc510349102"/>
      <w:bookmarkStart w:id="248" w:name="_Toc397613718"/>
      <w:r>
        <w:t>Utilizzo della Transazione.</w:t>
      </w:r>
      <w:bookmarkEnd w:id="246"/>
      <w:bookmarkEnd w:id="247"/>
      <w:bookmarkEnd w:id="248"/>
    </w:p>
    <w:p w:rsidR="007F7604" w:rsidRDefault="007F7604" w:rsidP="007F7604">
      <w:r>
        <w:t xml:space="preserve">Un documento può essere mandato in stampa contemporaneamente alla transazione che lo gestisce oppure può essere salvato su un'area d'appoggio, detta </w:t>
      </w:r>
      <w:proofErr w:type="spellStart"/>
      <w:r>
        <w:rPr>
          <w:i/>
        </w:rPr>
        <w:t>spool</w:t>
      </w:r>
      <w:proofErr w:type="spellEnd"/>
      <w:r>
        <w:t>, per essere stampato successivamente; tra le due possibilità la seconda è sicuramente la migliore poiché permette la ristampa del documento senza dover rieseguire la transazione corrispondente.</w:t>
      </w:r>
    </w:p>
    <w:p w:rsidR="007F7604" w:rsidRDefault="007F7604" w:rsidP="007F7604">
      <w:r>
        <w:t xml:space="preserve">La funzione GSPO consente all'operatore di estrarre dallo </w:t>
      </w:r>
      <w:proofErr w:type="spellStart"/>
      <w:r>
        <w:t>spool</w:t>
      </w:r>
      <w:proofErr w:type="spellEnd"/>
      <w:r>
        <w:t xml:space="preserve"> i documenti desiderati e mandarli quindi in stampa. E' necessario indicare un </w:t>
      </w:r>
      <w:proofErr w:type="spellStart"/>
      <w:r>
        <w:t>range</w:t>
      </w:r>
      <w:proofErr w:type="spellEnd"/>
      <w:r>
        <w:t xml:space="preserve"> di estrazione che specifichi:</w:t>
      </w:r>
    </w:p>
    <w:p w:rsidR="007F7604" w:rsidRDefault="007F7604" w:rsidP="007F7604">
      <w:pPr>
        <w:spacing w:before="120"/>
        <w:ind w:left="360" w:hanging="360"/>
      </w:pPr>
      <w:r>
        <w:fldChar w:fldCharType="begin"/>
      </w:r>
      <w:r>
        <w:instrText>SYMBOL 183 \f "Symbol" \s 10 \h</w:instrText>
      </w:r>
      <w:r>
        <w:fldChar w:fldCharType="end"/>
      </w:r>
      <w:r>
        <w:tab/>
        <w:t>il modello di stampa;</w:t>
      </w:r>
    </w:p>
    <w:p w:rsidR="007F7604" w:rsidRDefault="007F7604" w:rsidP="007F7604">
      <w:pPr>
        <w:spacing w:before="120"/>
        <w:ind w:left="360" w:hanging="360"/>
      </w:pPr>
      <w:r>
        <w:fldChar w:fldCharType="begin"/>
      </w:r>
      <w:r>
        <w:instrText>SYMBOL 183 \f "Symbol" \s 10 \h</w:instrText>
      </w:r>
      <w:r>
        <w:fldChar w:fldCharType="end"/>
      </w:r>
      <w:r>
        <w:tab/>
        <w:t>la transazione;</w:t>
      </w:r>
    </w:p>
    <w:p w:rsidR="007F7604" w:rsidRDefault="007F7604" w:rsidP="007F7604">
      <w:pPr>
        <w:spacing w:before="120"/>
        <w:ind w:left="360" w:hanging="360"/>
      </w:pPr>
      <w:r>
        <w:fldChar w:fldCharType="begin"/>
      </w:r>
      <w:r>
        <w:instrText>SYMBOL 183 \f "Symbol" \s 10 \h</w:instrText>
      </w:r>
      <w:r>
        <w:fldChar w:fldCharType="end"/>
      </w:r>
      <w:r>
        <w:tab/>
        <w:t>l'operatore;</w:t>
      </w:r>
    </w:p>
    <w:p w:rsidR="007F7604" w:rsidRDefault="007F7604" w:rsidP="007F7604">
      <w:pPr>
        <w:spacing w:before="120"/>
        <w:ind w:left="360" w:hanging="360"/>
      </w:pPr>
      <w:r>
        <w:fldChar w:fldCharType="begin"/>
      </w:r>
      <w:r>
        <w:instrText>SYMBOL 183 \f "Symbol" \s 10 \h</w:instrText>
      </w:r>
      <w:r>
        <w:fldChar w:fldCharType="end"/>
      </w:r>
      <w:r>
        <w:tab/>
        <w:t>il terminale;</w:t>
      </w:r>
    </w:p>
    <w:p w:rsidR="007F7604" w:rsidRDefault="007F7604" w:rsidP="007F7604">
      <w:pPr>
        <w:spacing w:before="120"/>
        <w:ind w:left="360" w:hanging="360"/>
      </w:pPr>
      <w:r>
        <w:fldChar w:fldCharType="begin"/>
      </w:r>
      <w:r>
        <w:instrText>SYMBOL 183 \f "Symbol" \s 10 \h</w:instrText>
      </w:r>
      <w:r>
        <w:fldChar w:fldCharType="end"/>
      </w:r>
      <w:r>
        <w:tab/>
        <w:t>l'ora;</w:t>
      </w:r>
    </w:p>
    <w:p w:rsidR="007F7604" w:rsidRDefault="007F7604" w:rsidP="007F7604">
      <w:pPr>
        <w:spacing w:before="120"/>
        <w:ind w:left="360" w:hanging="360"/>
      </w:pPr>
      <w:r>
        <w:fldChar w:fldCharType="begin"/>
      </w:r>
      <w:r>
        <w:instrText>SYMBOL 183 \f "Symbol" \s 10 \h</w:instrText>
      </w:r>
      <w:r>
        <w:fldChar w:fldCharType="end"/>
      </w:r>
      <w:r>
        <w:tab/>
        <w:t>la data;</w:t>
      </w:r>
    </w:p>
    <w:p w:rsidR="007F7604" w:rsidRDefault="007F7604" w:rsidP="007F7604">
      <w:pPr>
        <w:spacing w:before="120"/>
      </w:pPr>
      <w:r>
        <w:t>di inizio e fine estrazione. Viene quindi proposta la lista dei documenti compresi nell'intervallo indicato; l'operatore può scegliere quali stampare selezionando con una X la riga corrispondente.</w:t>
      </w:r>
    </w:p>
    <w:p w:rsidR="007F7604" w:rsidRDefault="007F7604" w:rsidP="007F7604">
      <w:pPr>
        <w:pStyle w:val="Titolo3"/>
        <w:ind w:left="357" w:hanging="357"/>
      </w:pPr>
      <w:bookmarkStart w:id="249" w:name="_Toc494685474"/>
      <w:bookmarkStart w:id="250" w:name="_Toc510349103"/>
      <w:bookmarkStart w:id="251" w:name="_Toc397613719"/>
      <w:r>
        <w:t>Interfaccia utente</w:t>
      </w:r>
      <w:bookmarkEnd w:id="249"/>
      <w:bookmarkEnd w:id="250"/>
      <w:bookmarkEnd w:id="251"/>
    </w:p>
    <w:p w:rsidR="007F7604" w:rsidRDefault="007F7604" w:rsidP="007F7604">
      <w:r>
        <w:t>La transazione prevede una mappa (zzM281T).</w:t>
      </w:r>
    </w:p>
    <w:p w:rsidR="007F7604" w:rsidRDefault="007F7604" w:rsidP="007F7604">
      <w:pPr>
        <w:pStyle w:val="ParagNoNum"/>
      </w:pPr>
      <w:r>
        <w:br w:type="page"/>
      </w:r>
      <w:r>
        <w:lastRenderedPageBreak/>
        <w:t>Mappa 1</w:t>
      </w:r>
    </w:p>
    <w:p w:rsidR="007F7604" w:rsidRDefault="007F7604" w:rsidP="007F7604">
      <w:pPr>
        <w:spacing w:after="240"/>
      </w:pPr>
      <w:r>
        <w:t xml:space="preserve">Digitando il nome della transazione (GSPO) e premendo il tasto </w:t>
      </w:r>
      <w:r>
        <w:rPr>
          <w:b/>
        </w:rPr>
        <w:t>&lt;INVIO&gt;</w:t>
      </w:r>
      <w:r>
        <w:t>, viene presentata la seguente mappa:</w:t>
      </w:r>
    </w:p>
    <w:p w:rsidR="007F7604" w:rsidRPr="007F7604" w:rsidRDefault="007F7604" w:rsidP="007F7604">
      <w:pPr>
        <w:pStyle w:val="Mappa"/>
        <w:rPr>
          <w:lang w:val="en-US"/>
        </w:rPr>
      </w:pPr>
      <w:r>
        <w:t xml:space="preserve"> </w:t>
      </w:r>
      <w:r w:rsidRPr="007F7604">
        <w:rPr>
          <w:lang w:val="en-US"/>
        </w:rPr>
        <w:t xml:space="preserve">:::::::: :::::::: * ...................................... * GG/MM/AA HH:MM:SS  </w:t>
      </w:r>
    </w:p>
    <w:p w:rsidR="007F7604" w:rsidRDefault="007F7604" w:rsidP="007F7604">
      <w:pPr>
        <w:pStyle w:val="Mappa"/>
      </w:pPr>
      <w:r w:rsidRPr="007F7604">
        <w:rPr>
          <w:lang w:val="en-US"/>
        </w:rPr>
        <w:t xml:space="preserve"> </w:t>
      </w:r>
      <w:r>
        <w:t xml:space="preserve">NP28 _   :::::::: *      GESTIONE SPOOL STAMPE ONLINE      * PAG ____ DI  ::::  </w:t>
      </w:r>
    </w:p>
    <w:p w:rsidR="007F7604" w:rsidRDefault="007F7604" w:rsidP="007F7604">
      <w:pPr>
        <w:pStyle w:val="Mappa"/>
      </w:pPr>
      <w:r>
        <w:t xml:space="preserve"> :::: :   :::: :   :::: :   :::: :   :::: :   :::: :   :::: :   :::: :   :::: :  </w:t>
      </w:r>
    </w:p>
    <w:p w:rsidR="007F7604" w:rsidRDefault="007F7604" w:rsidP="007F7604">
      <w:pPr>
        <w:pStyle w:val="Mappa"/>
      </w:pPr>
      <w:r>
        <w:t xml:space="preserve"> :::: :::::::::::::::::::::::::::::::::::::::::::::::::::::::::::::::::::: ::::  </w:t>
      </w:r>
    </w:p>
    <w:p w:rsidR="007F7604" w:rsidRDefault="007F7604" w:rsidP="007F7604">
      <w:pPr>
        <w:pStyle w:val="Mappa"/>
      </w:pPr>
      <w:r>
        <w:t xml:space="preserve">                                                                                 </w:t>
      </w:r>
    </w:p>
    <w:p w:rsidR="007F7604" w:rsidRDefault="007F7604" w:rsidP="007F7604">
      <w:pPr>
        <w:pStyle w:val="Mappa"/>
      </w:pPr>
      <w:r>
        <w:t xml:space="preserve">                                    DA           A                               </w:t>
      </w:r>
    </w:p>
    <w:p w:rsidR="007F7604" w:rsidRDefault="007F7604" w:rsidP="007F7604">
      <w:pPr>
        <w:pStyle w:val="Mappa"/>
      </w:pPr>
      <w:r>
        <w:t xml:space="preserve">                       Modello   ________     ________                           </w:t>
      </w:r>
    </w:p>
    <w:p w:rsidR="007F7604" w:rsidRDefault="007F7604" w:rsidP="007F7604">
      <w:pPr>
        <w:pStyle w:val="Mappa"/>
      </w:pPr>
      <w:r>
        <w:t xml:space="preserve">                   Transazione   ____         ____                               </w:t>
      </w:r>
    </w:p>
    <w:p w:rsidR="007F7604" w:rsidRDefault="007F7604" w:rsidP="007F7604">
      <w:pPr>
        <w:pStyle w:val="Mappa"/>
      </w:pPr>
      <w:r>
        <w:t xml:space="preserve">                     Operatore   ________     ________                           </w:t>
      </w:r>
    </w:p>
    <w:p w:rsidR="007F7604" w:rsidRDefault="007F7604" w:rsidP="007F7604">
      <w:pPr>
        <w:pStyle w:val="Mappa"/>
      </w:pPr>
      <w:r>
        <w:t xml:space="preserve">                     Terminale   ________     ________                           </w:t>
      </w:r>
    </w:p>
    <w:p w:rsidR="007F7604" w:rsidRDefault="007F7604" w:rsidP="007F7604">
      <w:pPr>
        <w:pStyle w:val="Mappa"/>
      </w:pPr>
      <w:r>
        <w:t xml:space="preserve">                           Ora   ________     ________                           </w:t>
      </w:r>
    </w:p>
    <w:p w:rsidR="007F7604" w:rsidRDefault="007F7604" w:rsidP="007F7604">
      <w:pPr>
        <w:pStyle w:val="Mappa"/>
      </w:pPr>
      <w:r>
        <w:t xml:space="preserve">                          Data   __________   __________                         </w:t>
      </w:r>
    </w:p>
    <w:p w:rsidR="007F7604" w:rsidRDefault="007F7604" w:rsidP="007F7604">
      <w:pPr>
        <w:pStyle w:val="Mappa"/>
      </w:pPr>
      <w:r>
        <w:t xml:space="preserve">                                                                                 </w:t>
      </w:r>
    </w:p>
    <w:p w:rsidR="007F7604" w:rsidRDefault="007F7604" w:rsidP="007F7604">
      <w:pPr>
        <w:pStyle w:val="Mappa"/>
      </w:pPr>
      <w:r>
        <w:t xml:space="preserve"> S. </w:t>
      </w:r>
      <w:proofErr w:type="spellStart"/>
      <w:r>
        <w:t>Term</w:t>
      </w:r>
      <w:proofErr w:type="spellEnd"/>
      <w:r>
        <w:t xml:space="preserve">.   Modello   Descrizione Modello     </w:t>
      </w:r>
      <w:proofErr w:type="spellStart"/>
      <w:r>
        <w:t>Operat</w:t>
      </w:r>
      <w:proofErr w:type="spellEnd"/>
      <w:r>
        <w:t xml:space="preserve">.  </w:t>
      </w:r>
      <w:proofErr w:type="spellStart"/>
      <w:r>
        <w:t>Trx</w:t>
      </w:r>
      <w:proofErr w:type="spellEnd"/>
      <w:r>
        <w:t xml:space="preserve">     Data      Ora     </w:t>
      </w:r>
    </w:p>
    <w:p w:rsidR="007F7604" w:rsidRDefault="007F7604" w:rsidP="007F7604">
      <w:pPr>
        <w:pStyle w:val="Mappa"/>
      </w:pPr>
      <w:r>
        <w:t xml:space="preserve">                                                                                 </w:t>
      </w:r>
    </w:p>
    <w:p w:rsidR="007F7604" w:rsidRDefault="007F7604" w:rsidP="007F7604">
      <w:pPr>
        <w:pStyle w:val="Mappa"/>
      </w:pPr>
      <w:r>
        <w:t xml:space="preserve"> : :::::::: :::::::: ::::::::::::::::::::: :: :::::::: :::: :::::::::: ::::::::  </w:t>
      </w:r>
    </w:p>
    <w:p w:rsidR="007F7604" w:rsidRDefault="007F7604" w:rsidP="007F7604">
      <w:pPr>
        <w:pStyle w:val="Mappa"/>
      </w:pPr>
      <w:r>
        <w:t xml:space="preserve"> : :::::::: :::::::: ::::::::::::::::::::: :: :::::::: :::: :::::::::: ::::::::  </w:t>
      </w:r>
    </w:p>
    <w:p w:rsidR="007F7604" w:rsidRDefault="007F7604" w:rsidP="007F7604">
      <w:pPr>
        <w:pStyle w:val="Mappa"/>
      </w:pPr>
      <w:r>
        <w:t xml:space="preserve"> : :::::::: :::::::: ::::::::::::::::::::: :: :::::::: :::: :::::::::: ::::::::  </w:t>
      </w:r>
    </w:p>
    <w:p w:rsidR="007F7604" w:rsidRDefault="007F7604" w:rsidP="007F7604">
      <w:pPr>
        <w:pStyle w:val="Mappa"/>
      </w:pPr>
      <w:r>
        <w:t xml:space="preserve"> : :::::::: :::::::: ::::::::::::::::::::: :: :::::::: :::: :::::::::: ::::::::  </w:t>
      </w:r>
    </w:p>
    <w:p w:rsidR="007F7604" w:rsidRDefault="007F7604" w:rsidP="007F7604">
      <w:pPr>
        <w:pStyle w:val="Mappa"/>
      </w:pPr>
      <w:r>
        <w:t xml:space="preserve"> : :::::::: :::::::: ::::::::::::::::::::: :: :::::::: :::: :::::::::: ::::::::  </w:t>
      </w:r>
    </w:p>
    <w:p w:rsidR="007F7604" w:rsidRDefault="007F7604" w:rsidP="007F7604">
      <w:pPr>
        <w:pStyle w:val="Mappa"/>
      </w:pPr>
      <w:r>
        <w:t xml:space="preserve"> : :::::::: :::::::: ::::::::::::::::::::: :: :::::::: :::: :::::::::: ::::::::  </w:t>
      </w:r>
    </w:p>
    <w:p w:rsidR="007F7604" w:rsidRDefault="007F7604" w:rsidP="007F7604">
      <w:pPr>
        <w:pStyle w:val="Mappa"/>
      </w:pPr>
      <w:r>
        <w:t xml:space="preserve"> : :::::::: :::::::: ::::::::::::::::::::: :: :::::::: :::: :::::::::: ::::::::  </w:t>
      </w:r>
    </w:p>
    <w:p w:rsidR="007F7604" w:rsidRDefault="007F7604" w:rsidP="007F7604">
      <w:pPr>
        <w:pStyle w:val="Mappa"/>
      </w:pPr>
      <w:r>
        <w:t xml:space="preserve"> : :::::::: :::::::: ::::::::::::::::::::: :: :::::::: :::: :::::::::: ::::::::  </w:t>
      </w:r>
    </w:p>
    <w:p w:rsidR="007F7604" w:rsidRDefault="007F7604" w:rsidP="007F7604">
      <w:pPr>
        <w:pStyle w:val="Mappa"/>
      </w:pPr>
      <w:r>
        <w:t xml:space="preserve"> : :::::::: :::::::: ::::::::::::::::::::: :: :::::::: :::: :::::::::: ::::::::  </w:t>
      </w:r>
    </w:p>
    <w:p w:rsidR="007F7604" w:rsidRPr="00AD1873" w:rsidRDefault="007F7604" w:rsidP="00DF168B">
      <w:pPr>
        <w:pStyle w:val="Titolo9"/>
        <w:numPr>
          <w:ilvl w:val="0"/>
          <w:numId w:val="0"/>
        </w:numPr>
        <w:ind w:left="1584" w:firstLine="543"/>
        <w:jc w:val="both"/>
      </w:pPr>
      <w:bookmarkStart w:id="252" w:name="_Toc494685574"/>
      <w:bookmarkStart w:id="253" w:name="_Toc510349203"/>
      <w:r w:rsidRPr="00AD1873">
        <w:t xml:space="preserve">Mappa </w:t>
      </w:r>
      <w:r>
        <w:fldChar w:fldCharType="begin"/>
      </w:r>
      <w:r w:rsidRPr="00AD1873">
        <w:instrText>SEQ mappa</w:instrText>
      </w:r>
      <w:r>
        <w:fldChar w:fldCharType="separate"/>
      </w:r>
      <w:r w:rsidRPr="00AD1873">
        <w:rPr>
          <w:noProof/>
        </w:rPr>
        <w:t>22</w:t>
      </w:r>
      <w:r>
        <w:fldChar w:fldCharType="end"/>
      </w:r>
      <w:r w:rsidRPr="00AD1873">
        <w:t xml:space="preserve">:   ZZM281T Gestione </w:t>
      </w:r>
      <w:proofErr w:type="spellStart"/>
      <w:r w:rsidRPr="00AD1873">
        <w:t>spool</w:t>
      </w:r>
      <w:proofErr w:type="spellEnd"/>
      <w:r w:rsidRPr="00AD1873">
        <w:t xml:space="preserve"> stampe on-line</w:t>
      </w:r>
      <w:bookmarkEnd w:id="252"/>
      <w:bookmarkEnd w:id="253"/>
      <w:r w:rsidRPr="00AD1873">
        <w:t xml:space="preserve"> </w:t>
      </w:r>
    </w:p>
    <w:p w:rsidR="007F7604" w:rsidRDefault="007F7604" w:rsidP="007F7604">
      <w:pPr>
        <w:pStyle w:val="ParagNoNum"/>
      </w:pPr>
      <w:r>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da modello</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 xml:space="preserve">Codice modello di stampa di inizio </w:t>
            </w:r>
            <w:proofErr w:type="spellStart"/>
            <w:r>
              <w:t>range</w:t>
            </w:r>
            <w:proofErr w:type="spellEnd"/>
            <w:r>
              <w:t>.</w:t>
            </w:r>
          </w:p>
          <w:p w:rsidR="007F7604" w:rsidRDefault="007F7604" w:rsidP="00407551">
            <w:r>
              <w:t>Se non viene digitato il sistema genera l'errore 9038.</w:t>
            </w:r>
          </w:p>
          <w:p w:rsidR="007F7604" w:rsidRDefault="007F7604" w:rsidP="00407551">
            <w:r>
              <w:t xml:space="preserve">Se è maggiore del codice modello di fine </w:t>
            </w:r>
            <w:proofErr w:type="spellStart"/>
            <w:r>
              <w:t>range</w:t>
            </w:r>
            <w:proofErr w:type="spellEnd"/>
            <w:r>
              <w:t xml:space="preserve"> il sistema genera l'errore 9041.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da transazione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 xml:space="preserve">Codice transazione di inizio </w:t>
            </w:r>
            <w:proofErr w:type="spellStart"/>
            <w:r>
              <w:t>range</w:t>
            </w:r>
            <w:proofErr w:type="spellEnd"/>
          </w:p>
          <w:p w:rsidR="007F7604" w:rsidRDefault="007F7604" w:rsidP="00407551">
            <w:r>
              <w:t>Se non viene digitato il sistema genera l'errore 9038.</w:t>
            </w:r>
          </w:p>
          <w:p w:rsidR="007F7604" w:rsidRDefault="007F7604" w:rsidP="00407551">
            <w:r>
              <w:t xml:space="preserve">Se è maggiore del codice transazione di fine </w:t>
            </w:r>
            <w:proofErr w:type="spellStart"/>
            <w:r>
              <w:t>range</w:t>
            </w:r>
            <w:proofErr w:type="spellEnd"/>
            <w:r>
              <w:t xml:space="preserve"> il sistema genera l'errore 9041.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da operatore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r>
              <w:t>Default:</w:t>
            </w:r>
            <w:r>
              <w:tab/>
              <w:t>codice operatore attivo.</w:t>
            </w:r>
          </w:p>
          <w:p w:rsidR="007F7604" w:rsidRDefault="007F7604" w:rsidP="00407551">
            <w:r>
              <w:t xml:space="preserve">Codice operatore di inizio </w:t>
            </w:r>
            <w:proofErr w:type="spellStart"/>
            <w:r>
              <w:t>range</w:t>
            </w:r>
            <w:proofErr w:type="spellEnd"/>
            <w:r>
              <w:t>.</w:t>
            </w:r>
          </w:p>
          <w:p w:rsidR="007F7604" w:rsidRDefault="007F7604" w:rsidP="00407551">
            <w:r>
              <w:t xml:space="preserve">Se è maggiore del codice operatore di fine </w:t>
            </w:r>
            <w:proofErr w:type="spellStart"/>
            <w:r>
              <w:t>range</w:t>
            </w:r>
            <w:proofErr w:type="spellEnd"/>
            <w:r>
              <w:t xml:space="preserve"> il sistema genera l'errore 9041.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lastRenderedPageBreak/>
              <w:t>da terminale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r>
              <w:t>Default:</w:t>
            </w:r>
            <w:r>
              <w:tab/>
              <w:t>codice terminale attivo.</w:t>
            </w:r>
          </w:p>
          <w:p w:rsidR="007F7604" w:rsidRDefault="007F7604" w:rsidP="00407551">
            <w:r>
              <w:t xml:space="preserve">Codice terminale di inizio </w:t>
            </w:r>
            <w:proofErr w:type="spellStart"/>
            <w:r>
              <w:t>range</w:t>
            </w:r>
            <w:proofErr w:type="spellEnd"/>
            <w:r>
              <w:t>.</w:t>
            </w:r>
          </w:p>
          <w:p w:rsidR="007F7604" w:rsidRDefault="007F7604" w:rsidP="00407551">
            <w:r>
              <w:t xml:space="preserve">Se è maggiore del codice terminale di fine </w:t>
            </w:r>
            <w:proofErr w:type="spellStart"/>
            <w:r>
              <w:t>range</w:t>
            </w:r>
            <w:proofErr w:type="spellEnd"/>
            <w:r>
              <w:t xml:space="preserve"> il sistema genera l'errore 9041.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da ora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r>
              <w:t>Default:</w:t>
            </w:r>
            <w:r>
              <w:tab/>
              <w:t>ora attuale.</w:t>
            </w:r>
          </w:p>
          <w:p w:rsidR="007F7604" w:rsidRDefault="007F7604" w:rsidP="00407551">
            <w:r>
              <w:t xml:space="preserve">Ora di inizio </w:t>
            </w:r>
            <w:proofErr w:type="spellStart"/>
            <w:r>
              <w:t>range</w:t>
            </w:r>
            <w:proofErr w:type="spellEnd"/>
            <w:r>
              <w:t>.</w:t>
            </w:r>
          </w:p>
          <w:p w:rsidR="007F7604" w:rsidRDefault="007F7604" w:rsidP="00407551">
            <w:r>
              <w:t>Se l'ora non è corretta il sistema genera l'errore 9001.</w:t>
            </w:r>
          </w:p>
          <w:p w:rsidR="007F7604" w:rsidRDefault="007F7604" w:rsidP="00407551">
            <w:r>
              <w:t xml:space="preserve">Se è maggiore dell'ora di fine </w:t>
            </w:r>
            <w:proofErr w:type="spellStart"/>
            <w:r>
              <w:t>range</w:t>
            </w:r>
            <w:proofErr w:type="spellEnd"/>
            <w:r>
              <w:t xml:space="preserve"> il sistema genera l'errore 9041.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da data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r>
              <w:t>Default:</w:t>
            </w:r>
            <w:r>
              <w:tab/>
              <w:t>data attuale.</w:t>
            </w:r>
          </w:p>
          <w:p w:rsidR="007F7604" w:rsidRDefault="007F7604" w:rsidP="00407551">
            <w:r>
              <w:t xml:space="preserve">Ora di inizio </w:t>
            </w:r>
            <w:proofErr w:type="spellStart"/>
            <w:r>
              <w:t>range</w:t>
            </w:r>
            <w:proofErr w:type="spellEnd"/>
            <w:r>
              <w:t>.</w:t>
            </w:r>
          </w:p>
          <w:p w:rsidR="007F7604" w:rsidRDefault="007F7604" w:rsidP="00407551">
            <w:r>
              <w:t>Se l'ora non è corretta il sistema genera l'errore 9001.</w:t>
            </w:r>
          </w:p>
          <w:p w:rsidR="007F7604" w:rsidRDefault="007F7604" w:rsidP="00407551">
            <w:r>
              <w:t xml:space="preserve">Se è maggiore della data di fine </w:t>
            </w:r>
            <w:proofErr w:type="spellStart"/>
            <w:r>
              <w:t>range</w:t>
            </w:r>
            <w:proofErr w:type="spellEnd"/>
            <w:r>
              <w:t xml:space="preserve"> il sistema genera l'errore 9041.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a modello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pPr>
              <w:ind w:left="1418" w:hanging="1418"/>
            </w:pPr>
            <w:r>
              <w:t>Default:</w:t>
            </w:r>
            <w:r>
              <w:tab/>
              <w:t xml:space="preserve">codice modello di inizio </w:t>
            </w:r>
            <w:proofErr w:type="spellStart"/>
            <w:r>
              <w:t>range</w:t>
            </w:r>
            <w:proofErr w:type="spellEnd"/>
            <w:r>
              <w:t xml:space="preserve"> se valorizzato, altrimenti valore massimo ammesso.</w:t>
            </w:r>
          </w:p>
          <w:p w:rsidR="007F7604" w:rsidRDefault="007F7604" w:rsidP="00407551">
            <w:r>
              <w:t xml:space="preserve">Codice modello di fine </w:t>
            </w:r>
            <w:proofErr w:type="spellStart"/>
            <w:r>
              <w:t>range</w:t>
            </w:r>
            <w:proofErr w:type="spellEnd"/>
            <w:r>
              <w:t>.</w:t>
            </w:r>
          </w:p>
          <w:p w:rsidR="007F7604" w:rsidRDefault="007F7604" w:rsidP="00407551">
            <w:r>
              <w:t xml:space="preserve">Se è minore del codice modello di inizio </w:t>
            </w:r>
            <w:proofErr w:type="spellStart"/>
            <w:r>
              <w:t>range</w:t>
            </w:r>
            <w:proofErr w:type="spellEnd"/>
            <w:r>
              <w:t xml:space="preserve"> il sistema genera l'errore 9041.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a transazione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pPr>
              <w:ind w:left="1418" w:hanging="1418"/>
            </w:pPr>
            <w:r>
              <w:t>Default:</w:t>
            </w:r>
            <w:r>
              <w:tab/>
              <w:t xml:space="preserve">codice transazione di inizio </w:t>
            </w:r>
            <w:proofErr w:type="spellStart"/>
            <w:r>
              <w:t>range</w:t>
            </w:r>
            <w:proofErr w:type="spellEnd"/>
            <w:r>
              <w:t xml:space="preserve"> se valorizzato, altrimenti valore massimo ammesso.</w:t>
            </w:r>
          </w:p>
          <w:p w:rsidR="007F7604" w:rsidRDefault="007F7604" w:rsidP="00407551">
            <w:r>
              <w:t xml:space="preserve">Codice transazione di fine </w:t>
            </w:r>
            <w:proofErr w:type="spellStart"/>
            <w:r>
              <w:t>range</w:t>
            </w:r>
            <w:proofErr w:type="spellEnd"/>
            <w:r>
              <w:t>.</w:t>
            </w:r>
          </w:p>
          <w:p w:rsidR="007F7604" w:rsidRDefault="007F7604" w:rsidP="00407551">
            <w:r>
              <w:t xml:space="preserve">Se è minore del codice transazione di inizio </w:t>
            </w:r>
            <w:proofErr w:type="spellStart"/>
            <w:r>
              <w:t>range</w:t>
            </w:r>
            <w:proofErr w:type="spellEnd"/>
            <w:r>
              <w:t xml:space="preserve"> il sistema genera l'errore 9041.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a operatore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pPr>
              <w:ind w:left="1418" w:hanging="1418"/>
            </w:pPr>
            <w:r>
              <w:t>Default:</w:t>
            </w:r>
            <w:r>
              <w:tab/>
              <w:t xml:space="preserve">codice operatore di inizio </w:t>
            </w:r>
            <w:proofErr w:type="spellStart"/>
            <w:r>
              <w:t>range</w:t>
            </w:r>
            <w:proofErr w:type="spellEnd"/>
            <w:r>
              <w:t xml:space="preserve"> se valorizzato, altrimenti codice operatore attivo.</w:t>
            </w:r>
          </w:p>
          <w:p w:rsidR="007F7604" w:rsidRDefault="007F7604" w:rsidP="00407551">
            <w:r>
              <w:t xml:space="preserve">Codice operatore di fine </w:t>
            </w:r>
            <w:proofErr w:type="spellStart"/>
            <w:r>
              <w:t>range</w:t>
            </w:r>
            <w:proofErr w:type="spellEnd"/>
            <w:r>
              <w:t>.</w:t>
            </w:r>
          </w:p>
          <w:p w:rsidR="007F7604" w:rsidRDefault="007F7604" w:rsidP="00407551">
            <w:r>
              <w:t xml:space="preserve">Se è minore del codice operatore di inizio </w:t>
            </w:r>
            <w:proofErr w:type="spellStart"/>
            <w:r>
              <w:t>range</w:t>
            </w:r>
            <w:proofErr w:type="spellEnd"/>
            <w:r>
              <w:t xml:space="preserve"> il sistema genera l'errore 9041.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a terminale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pPr>
              <w:ind w:left="1418" w:hanging="1418"/>
            </w:pPr>
            <w:r>
              <w:t>Default:</w:t>
            </w:r>
            <w:r>
              <w:tab/>
              <w:t xml:space="preserve">codice terminale di inizio </w:t>
            </w:r>
            <w:proofErr w:type="spellStart"/>
            <w:r>
              <w:t>range</w:t>
            </w:r>
            <w:proofErr w:type="spellEnd"/>
            <w:r>
              <w:t xml:space="preserve"> se valorizzato, altrimenti codice terminale attivo.</w:t>
            </w:r>
          </w:p>
          <w:p w:rsidR="007F7604" w:rsidRDefault="007F7604" w:rsidP="00407551">
            <w:r>
              <w:t xml:space="preserve">Codice terminale di fine </w:t>
            </w:r>
            <w:proofErr w:type="spellStart"/>
            <w:r>
              <w:t>range</w:t>
            </w:r>
            <w:proofErr w:type="spellEnd"/>
            <w:r>
              <w:t>.</w:t>
            </w:r>
          </w:p>
          <w:p w:rsidR="007F7604" w:rsidRDefault="007F7604" w:rsidP="00407551">
            <w:r>
              <w:t xml:space="preserve">Se è minore del codice terminale di inizio </w:t>
            </w:r>
            <w:proofErr w:type="spellStart"/>
            <w:r>
              <w:t>range</w:t>
            </w:r>
            <w:proofErr w:type="spellEnd"/>
            <w:r>
              <w:t xml:space="preserve"> il sistema genera l'errore 9041.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a ora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pPr>
              <w:ind w:left="1418" w:hanging="1418"/>
            </w:pPr>
            <w:r>
              <w:t>Default:</w:t>
            </w:r>
            <w:r>
              <w:tab/>
              <w:t xml:space="preserve">ora di inizio </w:t>
            </w:r>
            <w:proofErr w:type="spellStart"/>
            <w:r>
              <w:t>range</w:t>
            </w:r>
            <w:proofErr w:type="spellEnd"/>
            <w:r>
              <w:t xml:space="preserve"> se valorizzata, altrimenti ora attuale</w:t>
            </w:r>
          </w:p>
          <w:p w:rsidR="007F7604" w:rsidRDefault="007F7604" w:rsidP="00407551">
            <w:r>
              <w:t xml:space="preserve">Ora di fine </w:t>
            </w:r>
            <w:proofErr w:type="spellStart"/>
            <w:r>
              <w:t>range</w:t>
            </w:r>
            <w:proofErr w:type="spellEnd"/>
            <w:r>
              <w:t>.</w:t>
            </w:r>
          </w:p>
          <w:p w:rsidR="007F7604" w:rsidRDefault="007F7604" w:rsidP="00407551">
            <w:r>
              <w:t xml:space="preserve">Se è minore dell'ora di inizio </w:t>
            </w:r>
            <w:proofErr w:type="spellStart"/>
            <w:r>
              <w:t>range</w:t>
            </w:r>
            <w:proofErr w:type="spellEnd"/>
            <w:r>
              <w:t xml:space="preserve"> il sistema genera l'errore 9041.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lastRenderedPageBreak/>
              <w:t>a data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pPr>
              <w:ind w:left="1418" w:hanging="1418"/>
            </w:pPr>
            <w:r>
              <w:t>Default:</w:t>
            </w:r>
            <w:r>
              <w:tab/>
              <w:t xml:space="preserve">data di inizio </w:t>
            </w:r>
            <w:proofErr w:type="spellStart"/>
            <w:r>
              <w:t>range</w:t>
            </w:r>
            <w:proofErr w:type="spellEnd"/>
            <w:r>
              <w:t xml:space="preserve"> se valorizzata, altrimenti data attuale.</w:t>
            </w:r>
          </w:p>
          <w:p w:rsidR="007F7604" w:rsidRDefault="007F7604" w:rsidP="00407551">
            <w:r>
              <w:t xml:space="preserve">Data di fine </w:t>
            </w:r>
            <w:proofErr w:type="spellStart"/>
            <w:r>
              <w:t>range</w:t>
            </w:r>
            <w:proofErr w:type="spellEnd"/>
            <w:r>
              <w:t>.</w:t>
            </w:r>
          </w:p>
          <w:p w:rsidR="007F7604" w:rsidRDefault="007F7604" w:rsidP="00407551">
            <w:r>
              <w:t xml:space="preserve">Se è minore della data di inizio </w:t>
            </w:r>
            <w:proofErr w:type="spellStart"/>
            <w:r>
              <w:t>range</w:t>
            </w:r>
            <w:proofErr w:type="spellEnd"/>
            <w:r>
              <w:t xml:space="preserve"> il sistema genera l'errore 9041.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Terminale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terminale.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Modello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modello di stampa.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Descrizione Modello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Descrizione modello di stampa.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Operatore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operatore.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Transazione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transazione.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Data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Data di stampa.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Ora</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Protetto.</w:t>
            </w:r>
          </w:p>
          <w:p w:rsidR="007F7604" w:rsidRDefault="007F7604" w:rsidP="00407551">
            <w:r>
              <w:t>Ora di stampa.</w:t>
            </w:r>
          </w:p>
          <w:p w:rsidR="007F7604" w:rsidRDefault="007F7604" w:rsidP="00407551"/>
        </w:tc>
      </w:tr>
    </w:tbl>
    <w:p w:rsidR="007F7604" w:rsidRDefault="007F7604" w:rsidP="007F7604">
      <w:pPr>
        <w:pStyle w:val="Titolo3"/>
        <w:ind w:left="357" w:hanging="357"/>
      </w:pPr>
      <w:bookmarkStart w:id="254" w:name="_Toc494685475"/>
      <w:bookmarkStart w:id="255" w:name="_Toc510349104"/>
      <w:bookmarkStart w:id="256" w:name="_Toc397613720"/>
      <w:r>
        <w:t>Funzioni associate</w:t>
      </w:r>
      <w:bookmarkEnd w:id="254"/>
      <w:bookmarkEnd w:id="255"/>
      <w:bookmarkEnd w:id="256"/>
    </w:p>
    <w:p w:rsidR="007F7604" w:rsidRDefault="007F7604" w:rsidP="007F7604">
      <w:r>
        <w:t>Gestione modelli di stampa (GMDL).</w:t>
      </w:r>
    </w:p>
    <w:p w:rsidR="007F7604" w:rsidRDefault="007F7604" w:rsidP="007F7604">
      <w:r>
        <w:t>Gestione associazione stampanti (APRT).</w:t>
      </w:r>
    </w:p>
    <w:p w:rsidR="007F7604" w:rsidRDefault="007F7604" w:rsidP="007F7604">
      <w:proofErr w:type="spellStart"/>
      <w:r>
        <w:t>Inquiry</w:t>
      </w:r>
      <w:proofErr w:type="spellEnd"/>
      <w:r>
        <w:t xml:space="preserve"> associazione stampanti (IPRT).</w:t>
      </w:r>
    </w:p>
    <w:p w:rsidR="007F7604" w:rsidRDefault="007F7604" w:rsidP="007F7604">
      <w:pPr>
        <w:pStyle w:val="Titolo2"/>
      </w:pPr>
      <w:bookmarkStart w:id="257" w:name="_Toc494685476"/>
      <w:bookmarkStart w:id="258" w:name="_Toc510349105"/>
      <w:bookmarkStart w:id="259" w:name="_Toc397613721"/>
      <w:r>
        <w:t>Gestione Terminali (GTER)</w:t>
      </w:r>
      <w:bookmarkEnd w:id="257"/>
      <w:bookmarkEnd w:id="258"/>
      <w:bookmarkEnd w:id="259"/>
    </w:p>
    <w:p w:rsidR="007F7604" w:rsidRDefault="007F7604" w:rsidP="007F7604">
      <w:pPr>
        <w:pStyle w:val="Titolo3"/>
        <w:ind w:left="357" w:hanging="357"/>
      </w:pPr>
      <w:bookmarkStart w:id="260" w:name="_Toc494685477"/>
      <w:bookmarkStart w:id="261" w:name="_Toc510349106"/>
      <w:bookmarkStart w:id="262" w:name="_Toc397613722"/>
      <w:r>
        <w:t>Utilizzo della Transazione</w:t>
      </w:r>
      <w:bookmarkEnd w:id="260"/>
      <w:bookmarkEnd w:id="261"/>
      <w:bookmarkEnd w:id="262"/>
    </w:p>
    <w:p w:rsidR="007F7604" w:rsidRDefault="007F7604" w:rsidP="007F7604">
      <w:r>
        <w:t>La transazione GTER (Gestione Terminali) consente di censire tutti i terminali e le stampanti che vengono utilizzati dal sistema.</w:t>
      </w:r>
    </w:p>
    <w:p w:rsidR="007F7604" w:rsidRDefault="007F7604" w:rsidP="007F7604">
      <w:r>
        <w:t>Oltre al codice, che deve essere univoco, ad ogni terminale vanno associati una descrizione, un istituto, una dipendenza ed un tipo; quest'ultimo ne specifica le caratteristiche tecniche (ad esempio il numero di righe e di caratteri per pollice) definite con la transazione GTTE (Gestione Tipi Terminali).</w:t>
      </w:r>
    </w:p>
    <w:p w:rsidR="007F7604" w:rsidRDefault="007F7604" w:rsidP="007F7604">
      <w:pPr>
        <w:pStyle w:val="Titolo3"/>
        <w:ind w:left="357" w:hanging="357"/>
      </w:pPr>
      <w:bookmarkStart w:id="263" w:name="_Toc494685478"/>
      <w:bookmarkStart w:id="264" w:name="_Toc510349107"/>
      <w:bookmarkStart w:id="265" w:name="_Toc397613723"/>
      <w:r>
        <w:t>Interfaccia utente</w:t>
      </w:r>
      <w:bookmarkEnd w:id="263"/>
      <w:bookmarkEnd w:id="264"/>
      <w:bookmarkEnd w:id="265"/>
    </w:p>
    <w:p w:rsidR="007F7604" w:rsidRDefault="007F7604" w:rsidP="007F7604">
      <w:r>
        <w:t>In questa transazione viene impiegata una sola mappa (zzM011T).</w:t>
      </w:r>
    </w:p>
    <w:p w:rsidR="007F7604" w:rsidRDefault="007F7604" w:rsidP="007F7604">
      <w:pPr>
        <w:pStyle w:val="ParagNoNum"/>
      </w:pPr>
      <w:r>
        <w:t>Mappa 1</w:t>
      </w:r>
    </w:p>
    <w:p w:rsidR="007F7604" w:rsidRDefault="007F7604" w:rsidP="007F7604">
      <w:pPr>
        <w:spacing w:after="240"/>
      </w:pPr>
      <w:r>
        <w:t xml:space="preserve">Digitando il nome della transazione (GTER) e premendo </w:t>
      </w:r>
      <w:r>
        <w:rPr>
          <w:b/>
        </w:rPr>
        <w:t>'INVIO'</w:t>
      </w:r>
      <w:r>
        <w:t xml:space="preserve"> viene proposta la seguente mappa:</w:t>
      </w:r>
    </w:p>
    <w:p w:rsidR="007F7604" w:rsidRDefault="007F7604" w:rsidP="007F7604">
      <w:pPr>
        <w:pStyle w:val="Mappa"/>
      </w:pPr>
      <w:r>
        <w:lastRenderedPageBreak/>
        <w:t xml:space="preserve">          :::::::: * :::::::::::::::::::::::::::::::::::::: * :::::::: ::::::::</w:t>
      </w:r>
    </w:p>
    <w:p w:rsidR="007F7604" w:rsidRDefault="007F7604" w:rsidP="007F7604">
      <w:pPr>
        <w:pStyle w:val="Mappa"/>
      </w:pPr>
      <w:r>
        <w:t xml:space="preserve"> GTER Z : :::::::: * ::::::::::GESTIONE TERMINALI:::::::::: * ::: :::: ::: ::::</w:t>
      </w:r>
    </w:p>
    <w:p w:rsidR="007F7604" w:rsidRDefault="007F7604" w:rsidP="007F7604">
      <w:pPr>
        <w:pStyle w:val="Mappa"/>
      </w:pPr>
      <w:r>
        <w:t xml:space="preserve"> :::: :   :::: :   :::: :   :::: :   :::: :   :::: :   :::: :   :::: :   :::: :</w:t>
      </w:r>
    </w:p>
    <w:p w:rsidR="007F7604" w:rsidRDefault="007F7604" w:rsidP="007F7604">
      <w:pPr>
        <w:pStyle w:val="Mappa"/>
      </w:pPr>
      <w:r>
        <w:t xml:space="preserve"> :::: :::::::::::::::::::::::::::::::::::::::::::::::::::::::::::::::::::: ____</w:t>
      </w:r>
    </w:p>
    <w:p w:rsidR="007F7604" w:rsidRDefault="007F7604" w:rsidP="007F7604">
      <w:pPr>
        <w:pStyle w:val="Mappa"/>
      </w:pPr>
      <w:r>
        <w:t xml:space="preserve">                                                                               </w:t>
      </w:r>
    </w:p>
    <w:p w:rsidR="007F7604" w:rsidRDefault="007F7604" w:rsidP="007F7604">
      <w:pPr>
        <w:pStyle w:val="Mappa"/>
      </w:pPr>
      <w:r>
        <w:t xml:space="preserve">          Operazione ___ Terminale ________                                    </w:t>
      </w:r>
    </w:p>
    <w:p w:rsidR="007F7604" w:rsidRDefault="007F7604" w:rsidP="007F7604">
      <w:pPr>
        <w:pStyle w:val="Mappa"/>
      </w:pPr>
      <w:r>
        <w:t xml:space="preserve">                                                                               </w:t>
      </w:r>
    </w:p>
    <w:p w:rsidR="007F7604" w:rsidRDefault="007F7604" w:rsidP="007F7604">
      <w:pPr>
        <w:pStyle w:val="Mappa"/>
      </w:pPr>
      <w:r>
        <w:t xml:space="preserve">          Descrizione ________________________________________                 </w:t>
      </w:r>
    </w:p>
    <w:p w:rsidR="007F7604" w:rsidRDefault="007F7604" w:rsidP="007F7604">
      <w:pPr>
        <w:pStyle w:val="Mappa"/>
      </w:pPr>
      <w:r>
        <w:t xml:space="preserve">                                                                               </w:t>
      </w:r>
    </w:p>
    <w:p w:rsidR="007F7604" w:rsidRDefault="007F7604" w:rsidP="007F7604">
      <w:pPr>
        <w:pStyle w:val="Mappa"/>
      </w:pPr>
      <w:r>
        <w:t xml:space="preserve">          Istituto    ZZZZ9 ::::::::::::::::::::::::::::::::::::::::           </w:t>
      </w:r>
    </w:p>
    <w:p w:rsidR="007F7604" w:rsidRDefault="007F7604" w:rsidP="007F7604">
      <w:pPr>
        <w:pStyle w:val="Mappa"/>
      </w:pPr>
      <w:r>
        <w:t xml:space="preserve">          Dipendenza  ZZZZ9 ::::::::::::::::::::::::::::::::::::::::           </w:t>
      </w:r>
    </w:p>
    <w:p w:rsidR="007F7604" w:rsidRDefault="007F7604" w:rsidP="007F7604">
      <w:pPr>
        <w:pStyle w:val="Mappa"/>
      </w:pPr>
      <w:r>
        <w:t xml:space="preserve">                                                                               </w:t>
      </w:r>
    </w:p>
    <w:p w:rsidR="007F7604" w:rsidRDefault="007F7604" w:rsidP="007F7604">
      <w:pPr>
        <w:pStyle w:val="Mappa"/>
      </w:pPr>
      <w:r>
        <w:t xml:space="preserve">          Tipo:    ________ ::::::::::::::::::::::::::::::::::::::::           </w:t>
      </w:r>
    </w:p>
    <w:p w:rsidR="007F7604" w:rsidRDefault="007F7604" w:rsidP="007F7604">
      <w:pPr>
        <w:pStyle w:val="Mappa"/>
      </w:pPr>
      <w:r>
        <w:t xml:space="preserve">                            ::::::::::::::::::::::::::::::::::::::::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DF168B">
      <w:pPr>
        <w:pStyle w:val="Titolo9"/>
        <w:numPr>
          <w:ilvl w:val="0"/>
          <w:numId w:val="0"/>
        </w:numPr>
        <w:ind w:left="1584" w:firstLine="543"/>
        <w:jc w:val="both"/>
      </w:pPr>
      <w:bookmarkStart w:id="266" w:name="_Toc494685575"/>
      <w:bookmarkStart w:id="267" w:name="_Toc510349204"/>
      <w:r>
        <w:t xml:space="preserve">Mappa </w:t>
      </w:r>
      <w:r>
        <w:fldChar w:fldCharType="begin"/>
      </w:r>
      <w:r>
        <w:instrText>SEQ mappa</w:instrText>
      </w:r>
      <w:r>
        <w:fldChar w:fldCharType="separate"/>
      </w:r>
      <w:r>
        <w:rPr>
          <w:noProof/>
        </w:rPr>
        <w:t>23</w:t>
      </w:r>
      <w:r>
        <w:fldChar w:fldCharType="end"/>
      </w:r>
      <w:r>
        <w:t>:   ZZM011T Gestione terminali</w:t>
      </w:r>
      <w:bookmarkEnd w:id="266"/>
      <w:bookmarkEnd w:id="267"/>
      <w:r>
        <w:t xml:space="preserve"> </w:t>
      </w:r>
    </w:p>
    <w:p w:rsidR="007F7604" w:rsidRDefault="007F7604" w:rsidP="007F7604">
      <w:pPr>
        <w:pStyle w:val="ParagNoNum"/>
      </w:pPr>
      <w:r>
        <w:br w:type="page"/>
      </w:r>
      <w:r>
        <w:lastRenderedPageBreak/>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operazione</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pPr>
              <w:tabs>
                <w:tab w:val="left" w:pos="851"/>
              </w:tabs>
            </w:pPr>
            <w:r>
              <w:rPr>
                <w:b/>
              </w:rPr>
              <w:t>INS</w:t>
            </w:r>
            <w:r>
              <w:tab/>
              <w:t>INSERIMENTO</w:t>
            </w:r>
          </w:p>
          <w:p w:rsidR="007F7604" w:rsidRDefault="007F7604" w:rsidP="00407551">
            <w:pPr>
              <w:tabs>
                <w:tab w:val="left" w:pos="851"/>
              </w:tabs>
            </w:pPr>
            <w:r>
              <w:rPr>
                <w:b/>
              </w:rPr>
              <w:t>VAR</w:t>
            </w:r>
            <w:r>
              <w:tab/>
              <w:t>VARIAZIONE</w:t>
            </w:r>
          </w:p>
          <w:p w:rsidR="007F7604" w:rsidRDefault="007F7604" w:rsidP="00407551">
            <w:pPr>
              <w:tabs>
                <w:tab w:val="left" w:pos="851"/>
              </w:tabs>
            </w:pPr>
            <w:r>
              <w:rPr>
                <w:b/>
              </w:rPr>
              <w:t>ANN</w:t>
            </w:r>
            <w:r>
              <w:tab/>
              <w:t>ANNULLAMENTO</w:t>
            </w:r>
          </w:p>
          <w:p w:rsidR="007F7604" w:rsidRDefault="007F7604" w:rsidP="00407551">
            <w:r>
              <w:t>Se si digita qualcosa di diverso dal valori ammessi, il sistema segnala l'errore 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terminale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pPr>
              <w:tabs>
                <w:tab w:val="left" w:pos="1418"/>
              </w:tabs>
            </w:pPr>
            <w:r>
              <w:t>Default:</w:t>
            </w:r>
            <w:r>
              <w:tab/>
              <w:t>Codice del terminale attivo.</w:t>
            </w:r>
          </w:p>
          <w:p w:rsidR="007F7604" w:rsidRDefault="007F7604" w:rsidP="00407551">
            <w:r>
              <w:t>Codice identificativo del terminale/stampante.</w:t>
            </w:r>
          </w:p>
          <w:p w:rsidR="007F7604" w:rsidRDefault="007F7604" w:rsidP="00407551">
            <w:r>
              <w:t>Se l'operazione è ANN il terminale non può essere quello attivo; in caso contrario il sistema segnala l'errore 13.</w:t>
            </w:r>
          </w:p>
          <w:p w:rsidR="007F7604" w:rsidRDefault="007F7604" w:rsidP="00407551">
            <w:r>
              <w:t>Se l'operazione è INS il terminale non deve essere presente nell'Archivio Terminali; in caso contrario il sistema segnala l'errore 3.</w:t>
            </w:r>
          </w:p>
          <w:p w:rsidR="007F7604" w:rsidRDefault="007F7604" w:rsidP="00407551">
            <w:r>
              <w:t>Se l'operazione è VAR o ANN il terminale deve essere presente nell'Archivio Terminali; in caso contrario il sistema segnala l'errore 2.</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descrizione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r>
              <w:t>Descrizione estesa del terminale/stampante.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istituto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pPr>
              <w:tabs>
                <w:tab w:val="left" w:pos="1418"/>
              </w:tabs>
            </w:pPr>
            <w:r>
              <w:t>Default:</w:t>
            </w:r>
            <w:r>
              <w:tab/>
              <w:t>Istituto di appartenenza del terminale attivo.</w:t>
            </w:r>
          </w:p>
          <w:p w:rsidR="007F7604" w:rsidRDefault="007F7604" w:rsidP="00407551">
            <w:r>
              <w:t>Codice dell'istituto di appartenenza del terminale/stampante.</w:t>
            </w:r>
          </w:p>
          <w:p w:rsidR="007F7604" w:rsidRDefault="007F7604" w:rsidP="00407551">
            <w:r>
              <w:t>A fianco del campo viene visualizzata la relativa descrizione.</w:t>
            </w:r>
          </w:p>
          <w:p w:rsidR="007F7604" w:rsidRDefault="007F7604" w:rsidP="00407551">
            <w:r>
              <w:t>Il codice deve essere presente nell'Archivio Istituti; in caso contrario il sistema segnala l'errore 12.</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dipendenza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pPr>
              <w:tabs>
                <w:tab w:val="left" w:pos="1418"/>
              </w:tabs>
            </w:pPr>
            <w:r>
              <w:t>Default:</w:t>
            </w:r>
            <w:r>
              <w:tab/>
              <w:t>Dipendenza di appartenenza del terminale attivo.</w:t>
            </w:r>
          </w:p>
          <w:p w:rsidR="007F7604" w:rsidRDefault="007F7604" w:rsidP="00407551">
            <w:r>
              <w:t>Codice della dipendenza di appartenenza del terminale/stampante.</w:t>
            </w:r>
          </w:p>
          <w:p w:rsidR="007F7604" w:rsidRDefault="007F7604" w:rsidP="00407551">
            <w:r>
              <w:t>A fianco del campo viene visualizzata la relativa descrizione.</w:t>
            </w:r>
          </w:p>
          <w:p w:rsidR="007F7604" w:rsidRDefault="007F7604" w:rsidP="00407551">
            <w:r>
              <w:t>Il codice deve essere presente nell'Archivio Dipendenze; in caso contrario il sistema segnala l'errore 11.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tipo</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Obbligatorio.</w:t>
            </w:r>
          </w:p>
          <w:p w:rsidR="007F7604" w:rsidRDefault="007F7604" w:rsidP="00407551">
            <w:r>
              <w:t>Se non viene digitato il sistema segnala l'errore 14.</w:t>
            </w:r>
          </w:p>
          <w:p w:rsidR="007F7604" w:rsidRDefault="007F7604" w:rsidP="00407551">
            <w:r>
              <w:t>A fianco del campo viene visualizzata la relativa descrizione.</w:t>
            </w:r>
          </w:p>
          <w:p w:rsidR="007F7604" w:rsidRDefault="007F7604" w:rsidP="00407551">
            <w:r>
              <w:t>Il tipo terminale deve essere censito nell'Archivio Tipi Terminali; in caso contrario il sistema segnala l'errore 44.</w:t>
            </w:r>
          </w:p>
        </w:tc>
      </w:tr>
    </w:tbl>
    <w:p w:rsidR="007F7604" w:rsidRDefault="007F7604" w:rsidP="007F7604">
      <w:pPr>
        <w:spacing w:before="240"/>
      </w:pPr>
      <w:r>
        <w:t xml:space="preserve">Dopo aver valorizzato i campi della mappa in oggetto ed aver premuto il tasto </w:t>
      </w:r>
      <w:r>
        <w:rPr>
          <w:b/>
        </w:rPr>
        <w:t>'INVIO'</w:t>
      </w:r>
      <w:r>
        <w:t xml:space="preserve"> viene chiesta la conferma dei dati.</w:t>
      </w:r>
    </w:p>
    <w:p w:rsidR="007F7604" w:rsidRDefault="007F7604" w:rsidP="007F7604">
      <w:r>
        <w:t>Se la risposta è negativa l'operazione viene annullata ed i dati vanno persi mentre, in caso di risposta affermativa, i nuovi dati vengono memorizzati nell'Archivio Terminali; successivamente viene riproposta la mappa vuota per l'eventuale gestione di un nuovo terminale.</w:t>
      </w:r>
    </w:p>
    <w:p w:rsidR="007F7604" w:rsidRDefault="007F7604" w:rsidP="007F7604">
      <w:pPr>
        <w:pStyle w:val="Titolo3"/>
        <w:ind w:left="357" w:hanging="357"/>
      </w:pPr>
      <w:bookmarkStart w:id="268" w:name="_Toc494685479"/>
      <w:bookmarkStart w:id="269" w:name="_Toc510349108"/>
      <w:bookmarkStart w:id="270" w:name="_Toc397613724"/>
      <w:r>
        <w:t>Funzioni associate</w:t>
      </w:r>
      <w:bookmarkEnd w:id="268"/>
      <w:bookmarkEnd w:id="269"/>
      <w:bookmarkEnd w:id="270"/>
    </w:p>
    <w:p w:rsidR="007F7604" w:rsidRDefault="007F7604" w:rsidP="007F7604">
      <w:proofErr w:type="spellStart"/>
      <w:r>
        <w:t>Inquiry</w:t>
      </w:r>
      <w:proofErr w:type="spellEnd"/>
      <w:r>
        <w:t xml:space="preserve"> Terminali (ITER);</w:t>
      </w:r>
    </w:p>
    <w:p w:rsidR="007F7604" w:rsidRDefault="007F7604" w:rsidP="007F7604">
      <w:r>
        <w:t>Gestione Istituto (GIST);</w:t>
      </w:r>
    </w:p>
    <w:p w:rsidR="007F7604" w:rsidRDefault="007F7604" w:rsidP="007F7604">
      <w:r>
        <w:lastRenderedPageBreak/>
        <w:t>Gestione Dipendenze (GDIP);</w:t>
      </w:r>
    </w:p>
    <w:p w:rsidR="007F7604" w:rsidRDefault="007F7604" w:rsidP="007F7604">
      <w:r>
        <w:t>Gestione Tipi Terminali (GTTE).</w:t>
      </w:r>
    </w:p>
    <w:p w:rsidR="007F7604" w:rsidRDefault="007F7604" w:rsidP="007F7604">
      <w:pPr>
        <w:pStyle w:val="Titolo2"/>
      </w:pPr>
      <w:bookmarkStart w:id="271" w:name="_Toc494685480"/>
      <w:bookmarkStart w:id="272" w:name="_Toc510349109"/>
      <w:bookmarkStart w:id="273" w:name="_Toc397613725"/>
      <w:r>
        <w:t>Gestione Transazioni (GTRX).</w:t>
      </w:r>
      <w:bookmarkEnd w:id="271"/>
      <w:bookmarkEnd w:id="272"/>
      <w:bookmarkEnd w:id="273"/>
    </w:p>
    <w:p w:rsidR="007F7604" w:rsidRDefault="007F7604" w:rsidP="007F7604">
      <w:pPr>
        <w:pStyle w:val="Titolo3"/>
        <w:ind w:left="357" w:hanging="357"/>
      </w:pPr>
      <w:bookmarkStart w:id="274" w:name="_Toc494685481"/>
      <w:bookmarkStart w:id="275" w:name="_Toc510349110"/>
      <w:bookmarkStart w:id="276" w:name="_Toc397613726"/>
      <w:r>
        <w:t>Utilizzo della Transazione</w:t>
      </w:r>
      <w:bookmarkEnd w:id="274"/>
      <w:bookmarkEnd w:id="275"/>
      <w:bookmarkEnd w:id="276"/>
    </w:p>
    <w:p w:rsidR="007F7604" w:rsidRDefault="007F7604" w:rsidP="007F7604">
      <w:r>
        <w:t>La transazione GTRX (Gestione Transazioni) permette di associare ad una transazione (o programma) un codice di funzione.</w:t>
      </w:r>
    </w:p>
    <w:p w:rsidR="007F7604" w:rsidRDefault="007F7604" w:rsidP="007F7604">
      <w:r>
        <w:t>Il codice assegnato deve essere univoco e la transazione può venire richiamata esclusivamente digitando la corrispondente funzione.</w:t>
      </w:r>
    </w:p>
    <w:p w:rsidR="007F7604" w:rsidRDefault="007F7604" w:rsidP="007F7604">
      <w:pPr>
        <w:spacing w:before="72" w:after="72"/>
      </w:pPr>
      <w:r>
        <w:t>E' possibile inoltre specificare per ogni funzione:</w:t>
      </w:r>
    </w:p>
    <w:p w:rsidR="007F7604" w:rsidRDefault="007F7604" w:rsidP="007F7604">
      <w:pPr>
        <w:spacing w:after="72"/>
        <w:ind w:left="360" w:hanging="360"/>
      </w:pPr>
      <w:r>
        <w:fldChar w:fldCharType="begin"/>
      </w:r>
      <w:r>
        <w:instrText>SYMBOL 183 \f "Symbol" \s 10 \h</w:instrText>
      </w:r>
      <w:r>
        <w:fldChar w:fldCharType="end"/>
      </w:r>
      <w:r>
        <w:tab/>
        <w:t>il tempo massimo riservato alla sua esecuzione;</w:t>
      </w:r>
    </w:p>
    <w:p w:rsidR="007F7604" w:rsidRDefault="007F7604" w:rsidP="007F7604">
      <w:pPr>
        <w:spacing w:after="72"/>
        <w:ind w:left="360" w:hanging="360"/>
      </w:pPr>
      <w:r>
        <w:fldChar w:fldCharType="begin"/>
      </w:r>
      <w:r>
        <w:instrText>SYMBOL 183 \f "Symbol" \s 10 \h</w:instrText>
      </w:r>
      <w:r>
        <w:fldChar w:fldCharType="end"/>
      </w:r>
      <w:r>
        <w:tab/>
        <w:t>il menù al quale appartiene;</w:t>
      </w:r>
    </w:p>
    <w:p w:rsidR="007F7604" w:rsidRDefault="007F7604" w:rsidP="007F7604">
      <w:pPr>
        <w:spacing w:after="72"/>
        <w:ind w:left="360" w:hanging="360"/>
      </w:pPr>
      <w:r>
        <w:fldChar w:fldCharType="begin"/>
      </w:r>
      <w:r>
        <w:instrText>SYMBOL 183 \f "Symbol" \s 10 \h</w:instrText>
      </w:r>
      <w:r>
        <w:fldChar w:fldCharType="end"/>
      </w:r>
      <w:r>
        <w:tab/>
        <w:t>se deve segnalare dati di log;</w:t>
      </w:r>
    </w:p>
    <w:p w:rsidR="007F7604" w:rsidRDefault="007F7604" w:rsidP="007F7604">
      <w:pPr>
        <w:spacing w:after="72"/>
        <w:ind w:left="360" w:hanging="360"/>
      </w:pPr>
      <w:r>
        <w:fldChar w:fldCharType="begin"/>
      </w:r>
      <w:r>
        <w:instrText>SYMBOL 183 \f "Symbol" \s 10 \h</w:instrText>
      </w:r>
      <w:r>
        <w:fldChar w:fldCharType="end"/>
      </w:r>
      <w:r>
        <w:tab/>
        <w:t>la frequenza con la quale viene eseguita;</w:t>
      </w:r>
    </w:p>
    <w:p w:rsidR="007F7604" w:rsidRDefault="007F7604" w:rsidP="007F7604">
      <w:pPr>
        <w:spacing w:after="72"/>
        <w:ind w:left="360" w:hanging="360"/>
      </w:pPr>
      <w:r>
        <w:fldChar w:fldCharType="begin"/>
      </w:r>
      <w:r>
        <w:instrText>SYMBOL 183 \f "Symbol" \s 10 \h</w:instrText>
      </w:r>
      <w:r>
        <w:fldChar w:fldCharType="end"/>
      </w:r>
      <w:r>
        <w:tab/>
        <w:t xml:space="preserve">se l'esecuzione deve avvenire in </w:t>
      </w:r>
      <w:proofErr w:type="spellStart"/>
      <w:r>
        <w:t>debug</w:t>
      </w:r>
      <w:proofErr w:type="spellEnd"/>
      <w:r>
        <w:t>;</w:t>
      </w:r>
    </w:p>
    <w:p w:rsidR="007F7604" w:rsidRDefault="007F7604" w:rsidP="007F7604">
      <w:pPr>
        <w:spacing w:after="72"/>
        <w:ind w:left="360" w:hanging="360"/>
      </w:pPr>
      <w:r>
        <w:fldChar w:fldCharType="begin"/>
      </w:r>
      <w:r>
        <w:instrText>SYMBOL 183 \f "Symbol" \s 10 \h</w:instrText>
      </w:r>
      <w:r>
        <w:fldChar w:fldCharType="end"/>
      </w:r>
      <w:r>
        <w:tab/>
        <w:t>lo stato attivo, parzialmente attivo o bloccato;</w:t>
      </w:r>
    </w:p>
    <w:p w:rsidR="007F7604" w:rsidRDefault="007F7604" w:rsidP="007F7604">
      <w:pPr>
        <w:spacing w:after="72"/>
        <w:ind w:left="360" w:hanging="360"/>
      </w:pPr>
      <w:r>
        <w:fldChar w:fldCharType="begin"/>
      </w:r>
      <w:r>
        <w:instrText>SYMBOL 183 \f "Symbol" \s 10 \h</w:instrText>
      </w:r>
      <w:r>
        <w:fldChar w:fldCharType="end"/>
      </w:r>
      <w:r>
        <w:tab/>
        <w:t>la modalità di conferma dei dati;</w:t>
      </w:r>
    </w:p>
    <w:p w:rsidR="007F7604" w:rsidRDefault="007F7604" w:rsidP="007F7604">
      <w:pPr>
        <w:spacing w:after="72"/>
        <w:ind w:left="357" w:hanging="357"/>
      </w:pPr>
      <w:r>
        <w:fldChar w:fldCharType="begin"/>
      </w:r>
      <w:r>
        <w:instrText>SYMBOL 183 \f "Symbol" \s 10 \h</w:instrText>
      </w:r>
      <w:r>
        <w:fldChar w:fldCharType="end"/>
      </w:r>
      <w:r>
        <w:tab/>
        <w:t>il tipo di sicurezza adottato.</w:t>
      </w:r>
    </w:p>
    <w:p w:rsidR="007F7604" w:rsidRDefault="007F7604" w:rsidP="007F7604">
      <w:r>
        <w:t>Particolarmente interessante, ai fini della sicurezza interna, è la possibilità di tener traccia di ogni esecuzione scegliendo il log attivo; è comunque consigliato limitarne l'uso alle funzioni per le quali è necessario un controllo strettissimo, onde evitare di appesantire eccessivamente il lavoro del sistema.</w:t>
      </w:r>
    </w:p>
    <w:p w:rsidR="007F7604" w:rsidRDefault="007F7604" w:rsidP="007F7604">
      <w:pPr>
        <w:pStyle w:val="Titolo3"/>
        <w:ind w:left="357" w:hanging="357"/>
      </w:pPr>
      <w:bookmarkStart w:id="277" w:name="_Toc494685482"/>
      <w:bookmarkStart w:id="278" w:name="_Toc510349111"/>
      <w:bookmarkStart w:id="279" w:name="_Toc397613727"/>
      <w:r>
        <w:t>Interfaccia utente</w:t>
      </w:r>
      <w:bookmarkEnd w:id="277"/>
      <w:bookmarkEnd w:id="278"/>
      <w:bookmarkEnd w:id="279"/>
    </w:p>
    <w:p w:rsidR="007F7604" w:rsidRDefault="007F7604" w:rsidP="007F7604">
      <w:r>
        <w:t>In questa transazione viene impiegata una sola mappa (zzM261T).</w:t>
      </w:r>
    </w:p>
    <w:p w:rsidR="007F7604" w:rsidRDefault="007F7604" w:rsidP="007F7604">
      <w:pPr>
        <w:pStyle w:val="ParagNoNum"/>
      </w:pPr>
      <w:r>
        <w:t>Mappa 1</w:t>
      </w:r>
    </w:p>
    <w:p w:rsidR="007F7604" w:rsidRDefault="007F7604" w:rsidP="007F7604">
      <w:pPr>
        <w:spacing w:after="240"/>
      </w:pPr>
      <w:r>
        <w:t xml:space="preserve">Digitando il nome della transazione (GTRX) e premendo il tasto </w:t>
      </w:r>
      <w:r>
        <w:rPr>
          <w:b/>
        </w:rPr>
        <w:t>'INVIO'</w:t>
      </w:r>
      <w:r>
        <w:t xml:space="preserve"> viene visualizzata la seguente mappa:</w:t>
      </w:r>
    </w:p>
    <w:p w:rsidR="007F7604" w:rsidRPr="007F7604" w:rsidRDefault="007F7604" w:rsidP="007F7604">
      <w:pPr>
        <w:pStyle w:val="Mappa"/>
        <w:rPr>
          <w:lang w:val="en-US"/>
        </w:rPr>
      </w:pPr>
      <w:r>
        <w:lastRenderedPageBreak/>
        <w:t xml:space="preserve"> </w:t>
      </w:r>
      <w:r w:rsidRPr="007F7604">
        <w:rPr>
          <w:lang w:val="en-US"/>
        </w:rPr>
        <w:t xml:space="preserve">:::::::: :::::::: * ...................................... * GG/MM/AA HH:MM:SS </w:t>
      </w:r>
    </w:p>
    <w:p w:rsidR="007F7604" w:rsidRDefault="007F7604" w:rsidP="007F7604">
      <w:pPr>
        <w:pStyle w:val="Mappa"/>
      </w:pPr>
      <w:r w:rsidRPr="007F7604">
        <w:rPr>
          <w:lang w:val="en-US"/>
        </w:rPr>
        <w:t xml:space="preserve"> </w:t>
      </w:r>
      <w:r>
        <w:t xml:space="preserve">NP26 _   :::::::: *         GESTIONE  TRANSAZIONI          * PAG ____ DI  :::: </w:t>
      </w:r>
    </w:p>
    <w:p w:rsidR="007F7604" w:rsidRDefault="007F7604" w:rsidP="007F7604">
      <w:pPr>
        <w:pStyle w:val="Mappa"/>
      </w:pPr>
      <w:r>
        <w:t xml:space="preserve"> :::: :   :::: :   :::: :   :::: :   :::: :   :::: :   :::: :   :::: :   :::: : </w:t>
      </w:r>
    </w:p>
    <w:p w:rsidR="007F7604" w:rsidRDefault="007F7604" w:rsidP="007F7604">
      <w:pPr>
        <w:pStyle w:val="Mappa"/>
      </w:pPr>
      <w:r>
        <w:t xml:space="preserve"> :::: :::::::::::::::::::::::::::::::::::::::::::::::::::::::::::::::::::: ____ </w:t>
      </w:r>
    </w:p>
    <w:p w:rsidR="007F7604" w:rsidRDefault="007F7604" w:rsidP="007F7604">
      <w:pPr>
        <w:pStyle w:val="Mappa"/>
      </w:pPr>
      <w:r>
        <w:t xml:space="preserve">                                                                                </w:t>
      </w:r>
    </w:p>
    <w:p w:rsidR="007F7604" w:rsidRDefault="007F7604" w:rsidP="007F7604">
      <w:pPr>
        <w:pStyle w:val="Mappa"/>
      </w:pPr>
      <w:r>
        <w:t xml:space="preserve">                Operazione ___ Funzione ____                                    </w:t>
      </w:r>
    </w:p>
    <w:p w:rsidR="007F7604" w:rsidRDefault="007F7604" w:rsidP="007F7604">
      <w:pPr>
        <w:pStyle w:val="Mappa"/>
      </w:pPr>
      <w:r>
        <w:t xml:space="preserve">                                                                                </w:t>
      </w:r>
    </w:p>
    <w:p w:rsidR="007F7604" w:rsidRDefault="007F7604" w:rsidP="007F7604">
      <w:pPr>
        <w:pStyle w:val="Mappa"/>
      </w:pPr>
      <w:r>
        <w:t xml:space="preserve">               Descrizione ______________________________________               </w:t>
      </w:r>
    </w:p>
    <w:p w:rsidR="007F7604" w:rsidRDefault="007F7604" w:rsidP="007F7604">
      <w:pPr>
        <w:pStyle w:val="Mappa"/>
      </w:pPr>
      <w:r>
        <w:t xml:space="preserve">                                                                                </w:t>
      </w:r>
    </w:p>
    <w:p w:rsidR="007F7604" w:rsidRDefault="007F7604" w:rsidP="007F7604">
      <w:pPr>
        <w:pStyle w:val="Mappa"/>
      </w:pPr>
      <w:r>
        <w:t xml:space="preserve">        Programma ________                                                      </w:t>
      </w:r>
    </w:p>
    <w:p w:rsidR="007F7604" w:rsidRDefault="007F7604" w:rsidP="007F7604">
      <w:pPr>
        <w:pStyle w:val="Mappa"/>
      </w:pPr>
      <w:r>
        <w:t xml:space="preserve">                                                                                </w:t>
      </w:r>
    </w:p>
    <w:p w:rsidR="007F7604" w:rsidRDefault="007F7604" w:rsidP="007F7604">
      <w:pPr>
        <w:pStyle w:val="Mappa"/>
      </w:pPr>
      <w:r>
        <w:t xml:space="preserve">      Transazione ________        Time out ZZ9                                  </w:t>
      </w:r>
    </w:p>
    <w:p w:rsidR="007F7604" w:rsidRDefault="007F7604" w:rsidP="007F7604">
      <w:pPr>
        <w:pStyle w:val="Mappa"/>
      </w:pPr>
      <w:r>
        <w:t xml:space="preserve">                                                                                </w:t>
      </w:r>
    </w:p>
    <w:p w:rsidR="007F7604" w:rsidRDefault="007F7604" w:rsidP="007F7604">
      <w:pPr>
        <w:pStyle w:val="Mappa"/>
      </w:pPr>
      <w:r>
        <w:t xml:space="preserve"> Menu collegato (PF3) ____ ::::::::::::::::::::::::::::::::::::::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Log _ Non attivo         _ </w:t>
      </w:r>
      <w:proofErr w:type="spellStart"/>
      <w:r>
        <w:t>Attivo</w:t>
      </w:r>
      <w:proofErr w:type="spellEnd"/>
      <w:r>
        <w:t xml:space="preserve">                          </w:t>
      </w:r>
    </w:p>
    <w:p w:rsidR="007F7604" w:rsidRDefault="007F7604" w:rsidP="007F7604">
      <w:pPr>
        <w:pStyle w:val="Mappa"/>
      </w:pPr>
      <w:r>
        <w:t xml:space="preserve">                     Uso _ Non frequente      _ </w:t>
      </w:r>
      <w:proofErr w:type="spellStart"/>
      <w:r>
        <w:t>Frequente</w:t>
      </w:r>
      <w:proofErr w:type="spellEnd"/>
      <w:r>
        <w:t xml:space="preserve">                       </w:t>
      </w:r>
    </w:p>
    <w:p w:rsidR="007F7604" w:rsidRDefault="007F7604" w:rsidP="007F7604">
      <w:pPr>
        <w:pStyle w:val="Mappa"/>
      </w:pPr>
      <w:r>
        <w:t xml:space="preserve">                                                                                </w:t>
      </w:r>
    </w:p>
    <w:p w:rsidR="007F7604" w:rsidRDefault="007F7604" w:rsidP="007F7604">
      <w:pPr>
        <w:pStyle w:val="Mappa"/>
      </w:pPr>
      <w:r>
        <w:t xml:space="preserve">                   </w:t>
      </w:r>
      <w:proofErr w:type="spellStart"/>
      <w:r>
        <w:t>Debug</w:t>
      </w:r>
      <w:proofErr w:type="spellEnd"/>
      <w:r>
        <w:t xml:space="preserve"> _ Non attivo         _ </w:t>
      </w:r>
      <w:proofErr w:type="spellStart"/>
      <w:r>
        <w:t>Attivo</w:t>
      </w:r>
      <w:proofErr w:type="spellEnd"/>
      <w:r>
        <w:t xml:space="preserve">                          </w:t>
      </w:r>
    </w:p>
    <w:p w:rsidR="007F7604" w:rsidRDefault="007F7604" w:rsidP="007F7604">
      <w:pPr>
        <w:pStyle w:val="Mappa"/>
      </w:pPr>
      <w:r>
        <w:t xml:space="preserve">                   Stato _ Bloccata           _ Attiva   _ </w:t>
      </w:r>
      <w:proofErr w:type="spellStart"/>
      <w:r>
        <w:t>Attiva</w:t>
      </w:r>
      <w:proofErr w:type="spellEnd"/>
      <w:r>
        <w:t xml:space="preserve"> su schema     </w:t>
      </w:r>
    </w:p>
    <w:p w:rsidR="007F7604" w:rsidRDefault="007F7604" w:rsidP="007F7604">
      <w:pPr>
        <w:pStyle w:val="Mappa"/>
      </w:pPr>
      <w:r>
        <w:t xml:space="preserve">                                                                                </w:t>
      </w:r>
    </w:p>
    <w:p w:rsidR="007F7604" w:rsidRDefault="007F7604" w:rsidP="007F7604">
      <w:pPr>
        <w:pStyle w:val="Mappa"/>
      </w:pPr>
      <w:r>
        <w:t xml:space="preserve">                Conferma _ Obbligatoria       _ Si per default    _ Nessuna     </w:t>
      </w:r>
    </w:p>
    <w:p w:rsidR="007F7604" w:rsidRDefault="007F7604" w:rsidP="007F7604">
      <w:pPr>
        <w:pStyle w:val="Mappa"/>
      </w:pPr>
      <w:r>
        <w:t xml:space="preserve">               Sicurezza _ Nessuna            _ Esterna           _ Interna     </w:t>
      </w:r>
    </w:p>
    <w:p w:rsidR="007F7604" w:rsidRDefault="007F7604" w:rsidP="00DF168B">
      <w:pPr>
        <w:pStyle w:val="Titolo9"/>
        <w:numPr>
          <w:ilvl w:val="0"/>
          <w:numId w:val="0"/>
        </w:numPr>
        <w:ind w:left="709" w:firstLine="709"/>
        <w:jc w:val="both"/>
      </w:pPr>
      <w:bookmarkStart w:id="280" w:name="_Toc494685576"/>
      <w:bookmarkStart w:id="281" w:name="_Toc510349205"/>
      <w:r>
        <w:t xml:space="preserve">Mappa </w:t>
      </w:r>
      <w:r>
        <w:fldChar w:fldCharType="begin"/>
      </w:r>
      <w:r>
        <w:instrText>SEQ mappa</w:instrText>
      </w:r>
      <w:r>
        <w:fldChar w:fldCharType="separate"/>
      </w:r>
      <w:r>
        <w:rPr>
          <w:noProof/>
        </w:rPr>
        <w:t>24</w:t>
      </w:r>
      <w:r>
        <w:fldChar w:fldCharType="end"/>
      </w:r>
      <w:r>
        <w:t>:   ZZM261T Gestione transazioni</w:t>
      </w:r>
      <w:bookmarkEnd w:id="280"/>
      <w:bookmarkEnd w:id="281"/>
      <w:r>
        <w:t xml:space="preserve"> </w:t>
      </w:r>
    </w:p>
    <w:p w:rsidR="007F7604" w:rsidRDefault="007F7604" w:rsidP="007F7604">
      <w:pPr>
        <w:pStyle w:val="ParagNoNum"/>
      </w:pPr>
      <w:r>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operazione</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Valori ammessi :</w:t>
            </w:r>
          </w:p>
          <w:p w:rsidR="007F7604" w:rsidRDefault="007F7604" w:rsidP="00407551">
            <w:pPr>
              <w:tabs>
                <w:tab w:val="left" w:pos="851"/>
              </w:tabs>
            </w:pPr>
            <w:r>
              <w:rPr>
                <w:b/>
              </w:rPr>
              <w:t>INS</w:t>
            </w:r>
            <w:r>
              <w:tab/>
              <w:t>INSERIMENTO</w:t>
            </w:r>
          </w:p>
          <w:p w:rsidR="007F7604" w:rsidRDefault="007F7604" w:rsidP="00407551">
            <w:pPr>
              <w:tabs>
                <w:tab w:val="left" w:pos="851"/>
              </w:tabs>
            </w:pPr>
            <w:r>
              <w:rPr>
                <w:b/>
              </w:rPr>
              <w:t>VAR</w:t>
            </w:r>
            <w:r>
              <w:tab/>
              <w:t>VARIAZIONE</w:t>
            </w:r>
          </w:p>
          <w:p w:rsidR="007F7604" w:rsidRDefault="007F7604" w:rsidP="00407551">
            <w:pPr>
              <w:tabs>
                <w:tab w:val="left" w:pos="851"/>
              </w:tabs>
            </w:pPr>
            <w:r>
              <w:rPr>
                <w:b/>
              </w:rPr>
              <w:t>ANN</w:t>
            </w:r>
            <w:r>
              <w:tab/>
              <w:t>ANNULLAMENTO</w:t>
            </w:r>
          </w:p>
          <w:p w:rsidR="007F7604" w:rsidRDefault="007F7604" w:rsidP="00407551">
            <w:r>
              <w:t>Se si digita qualcosa di diverso dai valori ammessi, il sistema segnala l'errore 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funzione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Codice della funzione.</w:t>
            </w:r>
          </w:p>
          <w:p w:rsidR="007F7604" w:rsidRDefault="007F7604" w:rsidP="00407551">
            <w:r>
              <w:t>Se l'operazione è INS la funzione non deve essere presente nell'Archivio Funzioni; in caso contrario il sistema segnala l'errore 3.</w:t>
            </w:r>
          </w:p>
          <w:p w:rsidR="007F7604" w:rsidRDefault="007F7604" w:rsidP="00407551">
            <w:r>
              <w:t>Se l'operazione è VAR o ANN la funzione deve essere presente nell'Archivio Funzioni; in caso contrario il sistema segnala l'errore 2.</w:t>
            </w:r>
          </w:p>
          <w:p w:rsidR="007F7604" w:rsidRDefault="007F7604" w:rsidP="00407551">
            <w:r>
              <w:t>Se la funzione digitata corrisponde a "ISCH" il sistema segnala l'errore 77.</w:t>
            </w:r>
          </w:p>
          <w:p w:rsidR="007F7604" w:rsidRDefault="007F7604" w:rsidP="00407551">
            <w:pPr>
              <w:tabs>
                <w:tab w:val="left" w:pos="851"/>
              </w:tabs>
            </w:pP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descrizione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Descrizione della funzione.</w:t>
            </w:r>
          </w:p>
          <w:p w:rsidR="007F7604" w:rsidRDefault="007F7604" w:rsidP="00407551">
            <w:r>
              <w:t>Se non viene digitata il sistema segnala l'errore 9031.</w:t>
            </w:r>
          </w:p>
          <w:p w:rsidR="007F7604" w:rsidRDefault="007F7604" w:rsidP="00407551">
            <w:pPr>
              <w:tabs>
                <w:tab w:val="left" w:pos="851"/>
              </w:tabs>
            </w:pP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programma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Codice del programma associato alla funzione.</w:t>
            </w:r>
          </w:p>
          <w:p w:rsidR="007F7604" w:rsidRDefault="007F7604" w:rsidP="00407551">
            <w:r>
              <w:t>Se non viene digitato il sistema segnala l'errore 29.</w:t>
            </w:r>
          </w:p>
          <w:p w:rsidR="007F7604" w:rsidRDefault="007F7604" w:rsidP="00407551">
            <w:pPr>
              <w:tabs>
                <w:tab w:val="left" w:pos="851"/>
              </w:tabs>
            </w:pP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lastRenderedPageBreak/>
              <w:t>transazione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Codice della transazione associata alla funzione.</w:t>
            </w:r>
          </w:p>
          <w:p w:rsidR="007F7604" w:rsidRDefault="007F7604" w:rsidP="00407551">
            <w:r>
              <w:t>Se non viene digitato il sistema segnala l'errore 30.</w:t>
            </w:r>
          </w:p>
          <w:p w:rsidR="007F7604" w:rsidRDefault="007F7604" w:rsidP="00407551">
            <w:pPr>
              <w:tabs>
                <w:tab w:val="left" w:pos="851"/>
              </w:tabs>
            </w:pP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time out</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pPr>
              <w:tabs>
                <w:tab w:val="left" w:pos="1418"/>
              </w:tabs>
            </w:pPr>
            <w:r>
              <w:t>Default:</w:t>
            </w:r>
            <w:r>
              <w:tab/>
              <w:t>999 secondi.</w:t>
            </w:r>
          </w:p>
          <w:p w:rsidR="007F7604" w:rsidRDefault="007F7604" w:rsidP="00407551">
            <w:r>
              <w:t>Limite di tempo massimo riservato all'esecuzione della funzione.</w:t>
            </w:r>
          </w:p>
          <w:p w:rsidR="007F7604" w:rsidRDefault="007F7604" w:rsidP="00407551">
            <w:r>
              <w:t>Viene fissato per interrompere esecuzioni troppo complesse dovute spesso ad una impostazione errata dei parametri.</w:t>
            </w:r>
          </w:p>
          <w:p w:rsidR="007F7604" w:rsidRDefault="007F7604" w:rsidP="00407551">
            <w:pPr>
              <w:tabs>
                <w:tab w:val="left" w:pos="851"/>
              </w:tabs>
            </w:pP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menu collegato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r>
              <w:t>Codice del menù a cui appartiene la funzione.</w:t>
            </w:r>
          </w:p>
          <w:p w:rsidR="007F7604" w:rsidRDefault="007F7604" w:rsidP="00407551">
            <w:r>
              <w:t>Il sistema restituisce automaticamente la descrizione del menù.</w:t>
            </w:r>
          </w:p>
          <w:p w:rsidR="007F7604" w:rsidRDefault="007F7604" w:rsidP="00407551">
            <w:r>
              <w:t>Se viene digitato deve essere presente nell'Archivio Funzioni; in caso contrario il sistema segnala l'errore 13.</w:t>
            </w:r>
          </w:p>
          <w:p w:rsidR="007F7604" w:rsidRDefault="007F7604" w:rsidP="00407551">
            <w:r>
              <w:t>Se non è di tipo menu il sistema segnala l'errore 17.</w:t>
            </w:r>
          </w:p>
          <w:p w:rsidR="007F7604" w:rsidRDefault="007F7604" w:rsidP="00407551">
            <w:pPr>
              <w:tabs>
                <w:tab w:val="left" w:pos="851"/>
              </w:tabs>
            </w:pP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log</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pPr>
              <w:tabs>
                <w:tab w:val="left" w:pos="1418"/>
              </w:tabs>
            </w:pPr>
            <w:r>
              <w:t>Default:</w:t>
            </w:r>
            <w:r>
              <w:tab/>
              <w:t>ATTIVO</w:t>
            </w:r>
          </w:p>
          <w:p w:rsidR="007F7604" w:rsidRDefault="007F7604" w:rsidP="00407551">
            <w:r>
              <w:t>Valori ammessi:</w:t>
            </w:r>
          </w:p>
          <w:p w:rsidR="007F7604" w:rsidRDefault="007F7604" w:rsidP="00407551">
            <w:r>
              <w:rPr>
                <w:b/>
              </w:rPr>
              <w:t>Non attivo:</w:t>
            </w:r>
            <w:r>
              <w:rPr>
                <w:b/>
              </w:rPr>
              <w:tab/>
            </w:r>
            <w:r>
              <w:t>log non attivo.</w:t>
            </w:r>
          </w:p>
          <w:p w:rsidR="007F7604" w:rsidRDefault="007F7604" w:rsidP="00407551">
            <w:r>
              <w:rPr>
                <w:b/>
              </w:rPr>
              <w:t>Attivo:</w:t>
            </w:r>
            <w:r>
              <w:rPr>
                <w:b/>
              </w:rPr>
              <w:tab/>
            </w:r>
            <w:r>
              <w:rPr>
                <w:b/>
              </w:rPr>
              <w:tab/>
            </w:r>
            <w:r>
              <w:t>log attivo.</w:t>
            </w:r>
          </w:p>
          <w:p w:rsidR="007F7604" w:rsidRDefault="007F7604" w:rsidP="00407551">
            <w:r>
              <w:t>Consente di indicare se si devono memorizzare la data, l'ora, l'operatore e il terminale d'accesso ogni volta che la funzione viene richiamata.</w:t>
            </w:r>
          </w:p>
          <w:p w:rsidR="007F7604" w:rsidRDefault="007F7604" w:rsidP="00407551">
            <w:r>
              <w:t>Se si valorizzano entrambi i valori il sistema segnala l'errore 8005.</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uso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pPr>
              <w:tabs>
                <w:tab w:val="left" w:pos="1418"/>
              </w:tabs>
            </w:pPr>
            <w:r>
              <w:t>Default:</w:t>
            </w:r>
            <w:r>
              <w:tab/>
              <w:t>FREQUENTE.</w:t>
            </w:r>
          </w:p>
          <w:p w:rsidR="007F7604" w:rsidRDefault="007F7604" w:rsidP="00407551">
            <w:pPr>
              <w:tabs>
                <w:tab w:val="left" w:pos="1418"/>
              </w:tabs>
            </w:pPr>
            <w:r>
              <w:t>Valori ammessi:</w:t>
            </w:r>
          </w:p>
          <w:p w:rsidR="007F7604" w:rsidRDefault="007F7604" w:rsidP="00407551">
            <w:pPr>
              <w:tabs>
                <w:tab w:val="left" w:pos="1418"/>
              </w:tabs>
              <w:rPr>
                <w:b/>
              </w:rPr>
            </w:pPr>
            <w:r>
              <w:rPr>
                <w:b/>
              </w:rPr>
              <w:t>Non frequente:</w:t>
            </w:r>
            <w:r>
              <w:rPr>
                <w:b/>
              </w:rPr>
              <w:tab/>
            </w:r>
            <w:r>
              <w:t>la funzione viene usata frequentemente.</w:t>
            </w:r>
          </w:p>
          <w:p w:rsidR="007F7604" w:rsidRDefault="007F7604" w:rsidP="00407551">
            <w:pPr>
              <w:tabs>
                <w:tab w:val="left" w:pos="1418"/>
              </w:tabs>
            </w:pPr>
            <w:r>
              <w:rPr>
                <w:b/>
              </w:rPr>
              <w:t>Frequente:</w:t>
            </w:r>
            <w:r>
              <w:rPr>
                <w:b/>
              </w:rPr>
              <w:tab/>
            </w:r>
            <w:r>
              <w:t>la funzione non viene usata frequentemente.</w:t>
            </w:r>
          </w:p>
          <w:p w:rsidR="007F7604" w:rsidRDefault="007F7604" w:rsidP="00407551">
            <w:pPr>
              <w:tabs>
                <w:tab w:val="left" w:pos="1418"/>
              </w:tabs>
            </w:pPr>
            <w:r>
              <w:t>Permette di specificare la frequenza con la quale viene richiamata la funzione.</w:t>
            </w:r>
          </w:p>
          <w:p w:rsidR="007F7604" w:rsidRDefault="007F7604" w:rsidP="00407551">
            <w:pPr>
              <w:tabs>
                <w:tab w:val="left" w:pos="1418"/>
              </w:tabs>
            </w:pPr>
            <w:r>
              <w:t>Se valorizzo entrambi i valori il sistema segnala l'errore 8005.</w:t>
            </w:r>
          </w:p>
          <w:p w:rsidR="007F7604" w:rsidRDefault="007F7604" w:rsidP="00407551">
            <w:pPr>
              <w:tabs>
                <w:tab w:val="left" w:pos="1418"/>
              </w:tabs>
            </w:pP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proofErr w:type="spellStart"/>
            <w:r>
              <w:rPr>
                <w:smallCaps/>
              </w:rPr>
              <w:t>debug</w:t>
            </w:r>
            <w:proofErr w:type="spellEnd"/>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pPr>
              <w:tabs>
                <w:tab w:val="left" w:pos="1418"/>
              </w:tabs>
            </w:pPr>
            <w:r>
              <w:t>Default:</w:t>
            </w:r>
            <w:r>
              <w:tab/>
              <w:t>ATTIVO.</w:t>
            </w:r>
          </w:p>
          <w:p w:rsidR="007F7604" w:rsidRDefault="007F7604" w:rsidP="00407551">
            <w:r>
              <w:t>Valori ammessi:</w:t>
            </w:r>
          </w:p>
          <w:p w:rsidR="007F7604" w:rsidRDefault="007F7604" w:rsidP="00407551">
            <w:r>
              <w:rPr>
                <w:b/>
              </w:rPr>
              <w:t>Non attivo:</w:t>
            </w:r>
            <w:r>
              <w:rPr>
                <w:b/>
              </w:rPr>
              <w:tab/>
            </w:r>
            <w:proofErr w:type="spellStart"/>
            <w:r>
              <w:t>debug</w:t>
            </w:r>
            <w:proofErr w:type="spellEnd"/>
            <w:r>
              <w:t xml:space="preserve"> non attivo.</w:t>
            </w:r>
          </w:p>
          <w:p w:rsidR="007F7604" w:rsidRDefault="007F7604" w:rsidP="00407551">
            <w:pPr>
              <w:tabs>
                <w:tab w:val="left" w:pos="1418"/>
              </w:tabs>
            </w:pPr>
            <w:r>
              <w:rPr>
                <w:b/>
              </w:rPr>
              <w:t>Attivo:</w:t>
            </w:r>
            <w:r>
              <w:rPr>
                <w:b/>
              </w:rPr>
              <w:tab/>
            </w:r>
            <w:proofErr w:type="spellStart"/>
            <w:r>
              <w:t>debug</w:t>
            </w:r>
            <w:proofErr w:type="spellEnd"/>
            <w:r>
              <w:t xml:space="preserve"> attivo.</w:t>
            </w:r>
          </w:p>
          <w:p w:rsidR="007F7604" w:rsidRDefault="007F7604" w:rsidP="00407551">
            <w:r>
              <w:t xml:space="preserve">La gestione di questo campo è demandata ai tecnici </w:t>
            </w:r>
            <w:proofErr w:type="spellStart"/>
            <w:r>
              <w:t>Edp</w:t>
            </w:r>
            <w:proofErr w:type="spellEnd"/>
            <w:r>
              <w:t xml:space="preserve"> che installano la procedura.</w:t>
            </w:r>
          </w:p>
          <w:p w:rsidR="007F7604" w:rsidRDefault="007F7604" w:rsidP="00407551">
            <w:r>
              <w:t>E' utile per trovare eventuali anomalie nell'esecuzione del programma.</w:t>
            </w:r>
          </w:p>
          <w:p w:rsidR="007F7604" w:rsidRDefault="007F7604" w:rsidP="00407551">
            <w:r>
              <w:t>Se valorizzo entrambi i valori il sistema segnala l'errore 8005.</w:t>
            </w:r>
          </w:p>
          <w:p w:rsidR="007F7604" w:rsidRDefault="007F7604" w:rsidP="00407551">
            <w:pPr>
              <w:tabs>
                <w:tab w:val="left" w:pos="851"/>
              </w:tabs>
            </w:pP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lastRenderedPageBreak/>
              <w:t>stato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Default:</w:t>
            </w:r>
            <w:r>
              <w:tab/>
              <w:t>ATTIVO.</w:t>
            </w:r>
          </w:p>
          <w:p w:rsidR="007F7604" w:rsidRDefault="007F7604" w:rsidP="00407551">
            <w:r>
              <w:t>Valori ammessi:</w:t>
            </w:r>
          </w:p>
          <w:p w:rsidR="007F7604" w:rsidRDefault="007F7604" w:rsidP="00407551">
            <w:pPr>
              <w:rPr>
                <w:b/>
              </w:rPr>
            </w:pPr>
            <w:r>
              <w:rPr>
                <w:b/>
              </w:rPr>
              <w:t>Bloccata:</w:t>
            </w:r>
            <w:r>
              <w:rPr>
                <w:b/>
              </w:rPr>
              <w:tab/>
            </w:r>
            <w:r>
              <w:rPr>
                <w:b/>
              </w:rPr>
              <w:tab/>
            </w:r>
            <w:r>
              <w:t>la funzione non è attivabile;</w:t>
            </w:r>
          </w:p>
          <w:p w:rsidR="007F7604" w:rsidRDefault="007F7604" w:rsidP="00407551">
            <w:r>
              <w:rPr>
                <w:b/>
              </w:rPr>
              <w:t>Attiva:</w:t>
            </w:r>
            <w:r>
              <w:t xml:space="preserve"> </w:t>
            </w:r>
            <w:r>
              <w:tab/>
            </w:r>
            <w:r>
              <w:tab/>
              <w:t>la funzione è attivabile;</w:t>
            </w:r>
          </w:p>
          <w:p w:rsidR="007F7604" w:rsidRDefault="007F7604" w:rsidP="00407551">
            <w:pPr>
              <w:rPr>
                <w:b/>
              </w:rPr>
            </w:pPr>
            <w:r>
              <w:rPr>
                <w:b/>
              </w:rPr>
              <w:t>Attiva su schema:</w:t>
            </w:r>
            <w:r>
              <w:rPr>
                <w:b/>
              </w:rPr>
              <w:tab/>
            </w:r>
            <w:r>
              <w:t>la funzione è attivabile solo nell'ambito di</w:t>
            </w:r>
            <w:r>
              <w:br/>
            </w:r>
            <w:r>
              <w:tab/>
            </w:r>
            <w:r>
              <w:tab/>
            </w:r>
            <w:r>
              <w:tab/>
              <w:t>uno schema di collegamento.</w:t>
            </w:r>
          </w:p>
          <w:p w:rsidR="007F7604" w:rsidRDefault="007F7604" w:rsidP="00407551">
            <w:r>
              <w:t>Possibilità di bloccare l'esecuzione in particolari situazioni oppure di renderla attiva esclusivamente nell'ambito di uno schema di collegamento.</w:t>
            </w:r>
          </w:p>
          <w:p w:rsidR="007F7604" w:rsidRDefault="007F7604" w:rsidP="00407551">
            <w:r>
              <w:t>Se viene selezionato più di un valore il sistema segnala l'errore 8005.</w:t>
            </w:r>
          </w:p>
          <w:p w:rsidR="007F7604" w:rsidRDefault="007F7604" w:rsidP="00407551">
            <w:pPr>
              <w:tabs>
                <w:tab w:val="left" w:pos="851"/>
              </w:tabs>
            </w:pP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conferma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Default:</w:t>
            </w:r>
            <w:r>
              <w:tab/>
              <w:t>OBBLIGATORIA.</w:t>
            </w:r>
          </w:p>
          <w:p w:rsidR="007F7604" w:rsidRDefault="007F7604" w:rsidP="00407551">
            <w:r>
              <w:t>Valori ammessi:</w:t>
            </w:r>
          </w:p>
          <w:p w:rsidR="007F7604" w:rsidRDefault="007F7604" w:rsidP="00407551">
            <w:r>
              <w:rPr>
                <w:b/>
              </w:rPr>
              <w:t>Obbligatoria</w:t>
            </w:r>
            <w:r>
              <w:t>:</w:t>
            </w:r>
            <w:r>
              <w:tab/>
              <w:t>viene sempre richiesta la conferma dei dati;</w:t>
            </w:r>
          </w:p>
          <w:p w:rsidR="007F7604" w:rsidRDefault="007F7604" w:rsidP="00407551">
            <w:r>
              <w:rPr>
                <w:b/>
              </w:rPr>
              <w:t>SI per default</w:t>
            </w:r>
            <w:r>
              <w:t>:</w:t>
            </w:r>
            <w:r>
              <w:tab/>
              <w:t>viene sempre richiesta la conferma dei dati ma con</w:t>
            </w:r>
            <w:r>
              <w:br/>
            </w:r>
            <w:r>
              <w:tab/>
            </w:r>
            <w:r>
              <w:tab/>
              <w:t>la proposta automatica del SI;</w:t>
            </w:r>
          </w:p>
          <w:p w:rsidR="007F7604" w:rsidRDefault="007F7604" w:rsidP="00407551">
            <w:r>
              <w:rPr>
                <w:b/>
              </w:rPr>
              <w:t>Nessuna</w:t>
            </w:r>
            <w:r>
              <w:t>:</w:t>
            </w:r>
            <w:r>
              <w:tab/>
              <w:t>i dati vengono confermati con la semplice</w:t>
            </w:r>
            <w:r>
              <w:br/>
            </w:r>
            <w:r>
              <w:tab/>
            </w:r>
            <w:r>
              <w:tab/>
              <w:t>pressione del tasto "INVIO" dopo l' immissione.</w:t>
            </w:r>
          </w:p>
          <w:p w:rsidR="007F7604" w:rsidRDefault="007F7604" w:rsidP="00407551">
            <w:r>
              <w:t>Con questa opzione viene regolata l'operazione di conferma della registrazione dei dati nell'Archivio.</w:t>
            </w:r>
          </w:p>
          <w:p w:rsidR="007F7604" w:rsidRDefault="007F7604" w:rsidP="00407551">
            <w:r>
              <w:t>Se viene selezionato più di un valore il sistema segnala l'errore 8005.</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sicurezza</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Obbligatorio.</w:t>
            </w:r>
          </w:p>
          <w:p w:rsidR="007F7604" w:rsidRDefault="007F7604" w:rsidP="00407551">
            <w:r>
              <w:t>Default:</w:t>
            </w:r>
            <w:r>
              <w:tab/>
              <w:t>INTERNA.</w:t>
            </w:r>
          </w:p>
          <w:p w:rsidR="007F7604" w:rsidRDefault="007F7604" w:rsidP="00407551">
            <w:r>
              <w:t>Valori ammessi:</w:t>
            </w:r>
          </w:p>
          <w:p w:rsidR="007F7604" w:rsidRDefault="007F7604" w:rsidP="00407551">
            <w:r>
              <w:rPr>
                <w:b/>
              </w:rPr>
              <w:t>Nessuna</w:t>
            </w:r>
            <w:r>
              <w:t>:</w:t>
            </w:r>
            <w:r>
              <w:tab/>
              <w:t>la sicurezza non è attiva;</w:t>
            </w:r>
          </w:p>
          <w:p w:rsidR="007F7604" w:rsidRDefault="007F7604" w:rsidP="00407551">
            <w:r>
              <w:rPr>
                <w:b/>
              </w:rPr>
              <w:t>Esterna</w:t>
            </w:r>
            <w:r>
              <w:t>:</w:t>
            </w:r>
            <w:r>
              <w:tab/>
              <w:t xml:space="preserve">a sicurezza è gestita da un programma esterno </w:t>
            </w:r>
            <w:r>
              <w:br/>
            </w:r>
            <w:r>
              <w:tab/>
            </w:r>
            <w:r>
              <w:tab/>
              <w:t>alla procedura;</w:t>
            </w:r>
          </w:p>
          <w:p w:rsidR="007F7604" w:rsidRDefault="007F7604" w:rsidP="00407551">
            <w:r>
              <w:rPr>
                <w:b/>
              </w:rPr>
              <w:t>Interna</w:t>
            </w:r>
            <w:r>
              <w:t>:</w:t>
            </w:r>
            <w:r>
              <w:tab/>
              <w:t>la sicurezza è gestita dalla procedura.</w:t>
            </w:r>
          </w:p>
          <w:p w:rsidR="007F7604" w:rsidRDefault="007F7604" w:rsidP="00407551">
            <w:pPr>
              <w:ind w:firstLine="1"/>
            </w:pPr>
            <w:r>
              <w:t>Permette di indicare il tipo di sicurezza adottato per la funzione.</w:t>
            </w:r>
          </w:p>
          <w:p w:rsidR="007F7604" w:rsidRDefault="007F7604" w:rsidP="00407551">
            <w:pPr>
              <w:ind w:firstLine="1"/>
            </w:pPr>
            <w:r>
              <w:t>Se viene selezionato più di un valore il sistema segnala l'errore 8005.</w:t>
            </w:r>
          </w:p>
          <w:p w:rsidR="007F7604" w:rsidRDefault="007F7604" w:rsidP="00407551">
            <w:pPr>
              <w:ind w:firstLine="1"/>
            </w:pPr>
          </w:p>
        </w:tc>
      </w:tr>
    </w:tbl>
    <w:p w:rsidR="007F7604" w:rsidRDefault="007F7604" w:rsidP="007F7604">
      <w:pPr>
        <w:spacing w:before="720"/>
      </w:pPr>
      <w:r>
        <w:t xml:space="preserve">Dopo aver valorizzato i campi della mappa in oggetto ed aver premuto il tasto </w:t>
      </w:r>
      <w:r>
        <w:rPr>
          <w:b/>
        </w:rPr>
        <w:t>'INVIO'</w:t>
      </w:r>
      <w:r>
        <w:t xml:space="preserve"> viene chiesta la conferma dei dati. </w:t>
      </w:r>
    </w:p>
    <w:p w:rsidR="007F7604" w:rsidRDefault="007F7604" w:rsidP="007F7604">
      <w:r>
        <w:t>Se la risposta è negativa l'operazione viene annullata ed i dati vanno persi mentre, in caso di risposta affermativa i nuovi dati vengono memorizzati nell'Archivio Funzioni; successivamente viene riproposta la mappa vuota per l'eventuale gestione di una nuova funzione.</w:t>
      </w:r>
    </w:p>
    <w:p w:rsidR="007F7604" w:rsidRDefault="007F7604" w:rsidP="007F7604">
      <w:pPr>
        <w:pStyle w:val="Titolo3"/>
        <w:ind w:left="357" w:hanging="357"/>
      </w:pPr>
      <w:bookmarkStart w:id="282" w:name="_Toc494685483"/>
      <w:bookmarkStart w:id="283" w:name="_Toc510349112"/>
      <w:bookmarkStart w:id="284" w:name="_Toc397613728"/>
      <w:r>
        <w:t>Funzioni associate</w:t>
      </w:r>
      <w:bookmarkEnd w:id="282"/>
      <w:bookmarkEnd w:id="283"/>
      <w:bookmarkEnd w:id="284"/>
    </w:p>
    <w:p w:rsidR="007F7604" w:rsidRDefault="007F7604" w:rsidP="007F7604">
      <w:r>
        <w:t>Gestione Menù (GMEN);</w:t>
      </w:r>
    </w:p>
    <w:p w:rsidR="007F7604" w:rsidRDefault="007F7604" w:rsidP="007F7604">
      <w:proofErr w:type="spellStart"/>
      <w:r>
        <w:t>Inquiry</w:t>
      </w:r>
      <w:proofErr w:type="spellEnd"/>
      <w:r>
        <w:t xml:space="preserve"> Funzioni (IFUN);</w:t>
      </w:r>
    </w:p>
    <w:p w:rsidR="007F7604" w:rsidRDefault="007F7604" w:rsidP="007F7604">
      <w:proofErr w:type="spellStart"/>
      <w:r>
        <w:t>Inquiry</w:t>
      </w:r>
      <w:proofErr w:type="spellEnd"/>
      <w:r>
        <w:t xml:space="preserve"> Transazioni (ITRX).</w:t>
      </w:r>
    </w:p>
    <w:p w:rsidR="007F7604" w:rsidRDefault="007F7604" w:rsidP="007F7604">
      <w:pPr>
        <w:pStyle w:val="Titolo2"/>
      </w:pPr>
      <w:bookmarkStart w:id="285" w:name="_Toc494685484"/>
      <w:bookmarkStart w:id="286" w:name="_Toc510349113"/>
      <w:bookmarkStart w:id="287" w:name="_Toc397613729"/>
      <w:r>
        <w:t>Gestione Tipi Terminali (GTTE)</w:t>
      </w:r>
      <w:bookmarkEnd w:id="285"/>
      <w:bookmarkEnd w:id="286"/>
      <w:bookmarkEnd w:id="287"/>
    </w:p>
    <w:p w:rsidR="007F7604" w:rsidRDefault="007F7604" w:rsidP="007F7604">
      <w:pPr>
        <w:pStyle w:val="Titolo3"/>
        <w:ind w:left="357" w:hanging="357"/>
      </w:pPr>
      <w:bookmarkStart w:id="288" w:name="_Toc494685485"/>
      <w:bookmarkStart w:id="289" w:name="_Toc510349114"/>
      <w:bookmarkStart w:id="290" w:name="_Toc397613730"/>
      <w:r>
        <w:t>Utilizzo della transazione</w:t>
      </w:r>
      <w:bookmarkEnd w:id="288"/>
      <w:bookmarkEnd w:id="289"/>
      <w:bookmarkEnd w:id="290"/>
    </w:p>
    <w:p w:rsidR="007F7604" w:rsidRDefault="007F7604" w:rsidP="007F7604">
      <w:r>
        <w:t>Scopo della transazione GTTE è di censire i vari tipi di terminale che vengono utilizzati dal sistema.</w:t>
      </w:r>
    </w:p>
    <w:p w:rsidR="007F7604" w:rsidRDefault="007F7604" w:rsidP="007F7604">
      <w:r>
        <w:lastRenderedPageBreak/>
        <w:t>Un terminale può essere un video o una stampante ed è caratterizzato dal numero di righe e di colonne; nel caso di una stampante è possibile inoltre ridefinire i codici esadecimali dei comandi, i caratteri grafici utilizzabili ed i margini da rispettare durante la stampa.</w:t>
      </w:r>
    </w:p>
    <w:p w:rsidR="007F7604" w:rsidRDefault="007F7604" w:rsidP="007F7604">
      <w:r>
        <w:t>L'assegnazione di un terminale al tipo di appartenenza si effettua invece eseguendo la transazione GTER (Gestione Terminali).</w:t>
      </w:r>
    </w:p>
    <w:p w:rsidR="007F7604" w:rsidRDefault="007F7604" w:rsidP="007F7604">
      <w:pPr>
        <w:pStyle w:val="Titolo3"/>
        <w:ind w:left="357" w:hanging="357"/>
      </w:pPr>
      <w:bookmarkStart w:id="291" w:name="_Toc494685486"/>
      <w:bookmarkStart w:id="292" w:name="_Toc510349115"/>
      <w:bookmarkStart w:id="293" w:name="_Toc397613731"/>
      <w:r>
        <w:t>Interfaccia utente</w:t>
      </w:r>
      <w:bookmarkEnd w:id="291"/>
      <w:bookmarkEnd w:id="292"/>
      <w:bookmarkEnd w:id="293"/>
    </w:p>
    <w:p w:rsidR="007F7604" w:rsidRDefault="007F7604" w:rsidP="007F7604">
      <w:r>
        <w:t>In questa transazione vengono utilizzate due mappe: la mappa zzM061T e la mappa zzM062T, che viene richiamata solo nel caso in cui il tipo di terminale che si vuole censire è una stampante.</w:t>
      </w:r>
    </w:p>
    <w:p w:rsidR="007F7604" w:rsidRDefault="007F7604" w:rsidP="007F7604">
      <w:pPr>
        <w:pStyle w:val="ParagNoNum"/>
      </w:pPr>
      <w:r>
        <w:t>Mappa 1</w:t>
      </w:r>
    </w:p>
    <w:p w:rsidR="007F7604" w:rsidRDefault="007F7604" w:rsidP="007F7604">
      <w:pPr>
        <w:tabs>
          <w:tab w:val="left" w:pos="426"/>
          <w:tab w:val="left" w:pos="4537"/>
          <w:tab w:val="left" w:pos="9356"/>
        </w:tabs>
        <w:spacing w:after="240"/>
      </w:pPr>
      <w:r>
        <w:t xml:space="preserve">Digitando il nome della transazione (GTTE) e premendo il tasto </w:t>
      </w:r>
      <w:r>
        <w:rPr>
          <w:b/>
        </w:rPr>
        <w:t>'INVIO'</w:t>
      </w:r>
      <w:r>
        <w:t xml:space="preserve"> viene visualizzata la seguente mappa:</w:t>
      </w:r>
    </w:p>
    <w:p w:rsidR="007F7604" w:rsidRDefault="007F7604" w:rsidP="007F7604">
      <w:pPr>
        <w:pStyle w:val="Mappa"/>
      </w:pPr>
      <w:r>
        <w:t xml:space="preserve"> :::::::: :::::::: * :::::::::::::::::::::::::::::::::::::: * :::::::: ::::::::</w:t>
      </w:r>
    </w:p>
    <w:p w:rsidR="007F7604" w:rsidRDefault="007F7604" w:rsidP="007F7604">
      <w:pPr>
        <w:pStyle w:val="Mappa"/>
      </w:pPr>
      <w:r>
        <w:t xml:space="preserve"> ____ Z : :::::::: * :::::::GESTIONE TIPI TERMINALI::::::::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Operazione: ___           Tipo terminale: ________                        </w:t>
      </w:r>
    </w:p>
    <w:p w:rsidR="007F7604" w:rsidRDefault="007F7604" w:rsidP="007F7604">
      <w:pPr>
        <w:pStyle w:val="Mappa"/>
      </w:pPr>
      <w:r>
        <w:t xml:space="preserve">     Descrizione ________________________________________                      </w:t>
      </w:r>
    </w:p>
    <w:p w:rsidR="007F7604" w:rsidRDefault="007F7604" w:rsidP="007F7604">
      <w:pPr>
        <w:pStyle w:val="Mappa"/>
      </w:pPr>
      <w:r>
        <w:t xml:space="preserve">                 ________________________________________                      </w:t>
      </w:r>
    </w:p>
    <w:p w:rsidR="007F7604" w:rsidRDefault="007F7604" w:rsidP="007F7604">
      <w:pPr>
        <w:pStyle w:val="Mappa"/>
      </w:pPr>
      <w:r>
        <w:t xml:space="preserve">                                                                               </w:t>
      </w:r>
    </w:p>
    <w:p w:rsidR="007F7604" w:rsidRDefault="007F7604" w:rsidP="007F7604">
      <w:pPr>
        <w:pStyle w:val="Mappa"/>
      </w:pPr>
      <w:r>
        <w:t xml:space="preserve">     Categoria: _ Video                                                        </w:t>
      </w:r>
    </w:p>
    <w:p w:rsidR="007F7604" w:rsidRDefault="007F7604" w:rsidP="007F7604">
      <w:pPr>
        <w:pStyle w:val="Mappa"/>
      </w:pPr>
      <w:r>
        <w:t xml:space="preserve">                _ Stampante                                                    </w:t>
      </w:r>
    </w:p>
    <w:p w:rsidR="007F7604" w:rsidRDefault="007F7604" w:rsidP="007F7604">
      <w:pPr>
        <w:pStyle w:val="Mappa"/>
      </w:pPr>
      <w:r>
        <w:t xml:space="preserve">     Righe:   ZZ9             Colonne: ZZ9                                     </w:t>
      </w:r>
    </w:p>
    <w:p w:rsidR="007F7604" w:rsidRDefault="007F7604" w:rsidP="007F7604">
      <w:pPr>
        <w:pStyle w:val="Mappa"/>
      </w:pPr>
      <w:r>
        <w:t xml:space="preserve">     Comandi:                                                                  </w:t>
      </w:r>
    </w:p>
    <w:p w:rsidR="007F7604" w:rsidRDefault="007F7604" w:rsidP="007F7604">
      <w:pPr>
        <w:pStyle w:val="Mappa"/>
      </w:pPr>
      <w:r>
        <w:t xml:space="preserve">          Reset                ____________________                            </w:t>
      </w:r>
    </w:p>
    <w:p w:rsidR="007F7604" w:rsidRDefault="007F7604" w:rsidP="007F7604">
      <w:pPr>
        <w:pStyle w:val="Mappa"/>
      </w:pPr>
      <w:r>
        <w:t xml:space="preserve">          </w:t>
      </w:r>
      <w:proofErr w:type="spellStart"/>
      <w:r>
        <w:t>Sel</w:t>
      </w:r>
      <w:proofErr w:type="spellEnd"/>
      <w:r>
        <w:t xml:space="preserve">. modulo Discreto ____________________                            </w:t>
      </w:r>
    </w:p>
    <w:p w:rsidR="007F7604" w:rsidRDefault="007F7604" w:rsidP="007F7604">
      <w:pPr>
        <w:pStyle w:val="Mappa"/>
      </w:pPr>
      <w:r>
        <w:t xml:space="preserve">                      Continuo ____________________                            </w:t>
      </w:r>
    </w:p>
    <w:p w:rsidR="007F7604" w:rsidRDefault="007F7604" w:rsidP="007F7604">
      <w:pPr>
        <w:pStyle w:val="Mappa"/>
      </w:pPr>
      <w:r>
        <w:t xml:space="preserve">          Avanzamento pagina   ____________________                            </w:t>
      </w:r>
    </w:p>
    <w:p w:rsidR="007F7604" w:rsidRDefault="007F7604" w:rsidP="007F7604">
      <w:pPr>
        <w:pStyle w:val="Mappa"/>
      </w:pPr>
      <w:r>
        <w:t xml:space="preserve">          Avanzamento riga     ____________________                            </w:t>
      </w:r>
    </w:p>
    <w:p w:rsidR="007F7604" w:rsidRDefault="007F7604" w:rsidP="007F7604">
      <w:pPr>
        <w:pStyle w:val="Mappa"/>
      </w:pPr>
      <w:r>
        <w:t xml:space="preserve">          Richiesta modulo     ____________________                            </w:t>
      </w:r>
    </w:p>
    <w:p w:rsidR="007F7604" w:rsidRDefault="007F7604" w:rsidP="007F7604">
      <w:pPr>
        <w:pStyle w:val="Mappa"/>
      </w:pPr>
      <w:r>
        <w:t xml:space="preserve">          Espulsione modulo    ____________________                            </w:t>
      </w:r>
    </w:p>
    <w:p w:rsidR="007F7604" w:rsidRDefault="007F7604" w:rsidP="007F7604">
      <w:pPr>
        <w:pStyle w:val="Mappa"/>
      </w:pPr>
      <w:r>
        <w:t xml:space="preserve">          Prefisso caratteri per pollice  ____________________                 </w:t>
      </w:r>
    </w:p>
    <w:p w:rsidR="007F7604" w:rsidRDefault="007F7604" w:rsidP="007F7604">
      <w:pPr>
        <w:pStyle w:val="Mappa"/>
      </w:pPr>
      <w:r>
        <w:t xml:space="preserve">          Prefisso linee     per pollice  ____________________                 </w:t>
      </w:r>
    </w:p>
    <w:p w:rsidR="007F7604" w:rsidRDefault="007F7604" w:rsidP="007F7604">
      <w:pPr>
        <w:pStyle w:val="Mappa"/>
      </w:pPr>
      <w:r>
        <w:t xml:space="preserve">          Seleziona caratteri grafici     ____________________                 </w:t>
      </w:r>
    </w:p>
    <w:p w:rsidR="007F7604" w:rsidRDefault="007F7604" w:rsidP="007F7604">
      <w:pPr>
        <w:pStyle w:val="Mappa"/>
      </w:pPr>
      <w:r>
        <w:t xml:space="preserve">          Seleziona caratteri alfabetici  ____________________                 </w:t>
      </w:r>
    </w:p>
    <w:p w:rsidR="007F7604" w:rsidRDefault="007F7604" w:rsidP="00464905">
      <w:pPr>
        <w:pStyle w:val="Titolo9"/>
        <w:numPr>
          <w:ilvl w:val="0"/>
          <w:numId w:val="0"/>
        </w:numPr>
        <w:ind w:left="2293" w:firstLine="543"/>
        <w:jc w:val="both"/>
      </w:pPr>
      <w:bookmarkStart w:id="294" w:name="_Toc494685577"/>
      <w:bookmarkStart w:id="295" w:name="_Toc510349206"/>
      <w:r>
        <w:t xml:space="preserve">Mappa </w:t>
      </w:r>
      <w:r>
        <w:fldChar w:fldCharType="begin"/>
      </w:r>
      <w:r>
        <w:instrText>SEQ mappa</w:instrText>
      </w:r>
      <w:r>
        <w:fldChar w:fldCharType="separate"/>
      </w:r>
      <w:r>
        <w:rPr>
          <w:noProof/>
        </w:rPr>
        <w:t>25</w:t>
      </w:r>
      <w:r>
        <w:fldChar w:fldCharType="end"/>
      </w:r>
      <w:r>
        <w:t>:   ZZM061T Gestione tipi terminali – 1</w:t>
      </w:r>
      <w:bookmarkEnd w:id="294"/>
      <w:bookmarkEnd w:id="295"/>
    </w:p>
    <w:p w:rsidR="007F7604" w:rsidRDefault="007F7604" w:rsidP="007F7604">
      <w:pPr>
        <w:pStyle w:val="ParagNoNum"/>
      </w:pPr>
      <w:r>
        <w:br w:type="page"/>
      </w:r>
      <w:r>
        <w:lastRenderedPageBreak/>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operazione</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Tipo di operazione.</w:t>
            </w:r>
          </w:p>
          <w:p w:rsidR="007F7604" w:rsidRDefault="007F7604" w:rsidP="00407551">
            <w:r>
              <w:t>Valori ammessi:</w:t>
            </w:r>
          </w:p>
          <w:p w:rsidR="007F7604" w:rsidRDefault="007F7604" w:rsidP="00407551">
            <w:pPr>
              <w:rPr>
                <w:b/>
              </w:rPr>
            </w:pPr>
            <w:r>
              <w:rPr>
                <w:b/>
              </w:rPr>
              <w:t>INS</w:t>
            </w:r>
            <w:r>
              <w:tab/>
              <w:t>INSERIMENTO</w:t>
            </w:r>
          </w:p>
          <w:p w:rsidR="007F7604" w:rsidRDefault="007F7604" w:rsidP="00407551">
            <w:pPr>
              <w:rPr>
                <w:b/>
              </w:rPr>
            </w:pPr>
            <w:r>
              <w:rPr>
                <w:b/>
              </w:rPr>
              <w:t>VAR</w:t>
            </w:r>
            <w:r>
              <w:tab/>
              <w:t>VARIAZIONE</w:t>
            </w:r>
          </w:p>
          <w:p w:rsidR="007F7604" w:rsidRDefault="007F7604" w:rsidP="00407551">
            <w:r>
              <w:rPr>
                <w:b/>
              </w:rPr>
              <w:t>ANN</w:t>
            </w:r>
            <w:r>
              <w:tab/>
              <w:t>ANNULLAMENTO</w:t>
            </w:r>
          </w:p>
          <w:p w:rsidR="007F7604" w:rsidRDefault="007F7604" w:rsidP="00407551">
            <w:r>
              <w:t>Se si digita qualcosa di diverso dai valori ammessi, il sistema segnala l'errore 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tipo terminale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Codice del tipo di terminale.</w:t>
            </w:r>
          </w:p>
          <w:p w:rsidR="007F7604" w:rsidRDefault="007F7604" w:rsidP="00407551">
            <w:r>
              <w:t>Se non viene digitato il sistema segnala l'errore 9031.</w:t>
            </w:r>
          </w:p>
          <w:p w:rsidR="007F7604" w:rsidRDefault="007F7604" w:rsidP="00407551">
            <w:r>
              <w:t>Se l'operazione è INS il tipo terminale non deve essere censito nell'Archivio Tipo Terminali; in caso contrario il sistema segnala l'errore 7.</w:t>
            </w:r>
          </w:p>
          <w:p w:rsidR="007F7604" w:rsidRDefault="007F7604" w:rsidP="00407551">
            <w:r>
              <w:t>Se l'operazione è VAR o ANN il tipo di terminale digitato deve essere censito nell'Archivio Tipo Terminali; in caso contrario il sistema segnala l'errore 6.</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descrizione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Descrizione del tipo di terminale.</w:t>
            </w:r>
          </w:p>
          <w:p w:rsidR="007F7604" w:rsidRDefault="007F7604" w:rsidP="00407551">
            <w:r>
              <w:t>Se non digitato il sistema segnala l'errore 2.</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categoria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Valori ammessi:</w:t>
            </w:r>
          </w:p>
          <w:p w:rsidR="007F7604" w:rsidRDefault="007F7604" w:rsidP="00407551">
            <w:pPr>
              <w:rPr>
                <w:b/>
              </w:rPr>
            </w:pPr>
            <w:r>
              <w:rPr>
                <w:b/>
              </w:rPr>
              <w:t>VIDEO</w:t>
            </w:r>
          </w:p>
          <w:p w:rsidR="007F7604" w:rsidRDefault="007F7604" w:rsidP="00407551">
            <w:pPr>
              <w:rPr>
                <w:b/>
              </w:rPr>
            </w:pPr>
            <w:r>
              <w:rPr>
                <w:b/>
              </w:rPr>
              <w:t>STAMPANTE.</w:t>
            </w:r>
          </w:p>
          <w:p w:rsidR="007F7604" w:rsidRDefault="007F7604" w:rsidP="00407551">
            <w:r>
              <w:t>Categoria del tipo di terminale.</w:t>
            </w:r>
          </w:p>
          <w:p w:rsidR="007F7604" w:rsidRDefault="007F7604" w:rsidP="00407551">
            <w:r>
              <w:t>Selezionare con una "X" la categoria del tipo di terminale.</w:t>
            </w:r>
          </w:p>
          <w:p w:rsidR="007F7604" w:rsidRDefault="007F7604" w:rsidP="00407551">
            <w:r>
              <w:t>Se non si seleziona nessuna delle due categorie, il sistema segnala l'errore 2; se si selezionano entrambe il sistema segnala l'errore 3.</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righe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pPr>
              <w:tabs>
                <w:tab w:val="left" w:pos="1418"/>
                <w:tab w:val="left" w:pos="3119"/>
              </w:tabs>
            </w:pPr>
            <w:r>
              <w:t>Default:</w:t>
            </w:r>
            <w:r>
              <w:tab/>
              <w:t>VIDEO</w:t>
            </w:r>
            <w:r>
              <w:tab/>
            </w:r>
            <w:r>
              <w:tab/>
              <w:t>24 righe.</w:t>
            </w:r>
          </w:p>
          <w:p w:rsidR="007F7604" w:rsidRDefault="007F7604" w:rsidP="00407551">
            <w:r>
              <w:tab/>
            </w:r>
            <w:r>
              <w:tab/>
              <w:t>STAMPANTE</w:t>
            </w:r>
            <w:r>
              <w:tab/>
            </w:r>
            <w:r>
              <w:tab/>
              <w:t>60 righe.</w:t>
            </w:r>
          </w:p>
          <w:p w:rsidR="007F7604" w:rsidRDefault="007F7604" w:rsidP="00407551">
            <w:r>
              <w:t>Numero di righe del tipo di terminale.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colonne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pPr>
              <w:tabs>
                <w:tab w:val="left" w:pos="1418"/>
                <w:tab w:val="left" w:pos="3119"/>
              </w:tabs>
            </w:pPr>
            <w:r>
              <w:t>Default:</w:t>
            </w:r>
            <w:r>
              <w:tab/>
              <w:t>VIDEO</w:t>
            </w:r>
            <w:r>
              <w:tab/>
              <w:t>80 colonne.</w:t>
            </w:r>
          </w:p>
          <w:p w:rsidR="007F7604" w:rsidRDefault="007F7604" w:rsidP="00407551">
            <w:pPr>
              <w:tabs>
                <w:tab w:val="left" w:pos="1418"/>
                <w:tab w:val="left" w:pos="3119"/>
              </w:tabs>
            </w:pPr>
            <w:r>
              <w:tab/>
              <w:t>STAMPANTE</w:t>
            </w:r>
            <w:r>
              <w:tab/>
              <w:t>133 colonne.</w:t>
            </w:r>
          </w:p>
          <w:p w:rsidR="007F7604" w:rsidRDefault="007F7604" w:rsidP="00407551">
            <w:r>
              <w:t>Numero di colonne del tipo di terminale.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comandi</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Facoltativo.</w:t>
            </w:r>
          </w:p>
          <w:p w:rsidR="007F7604" w:rsidRDefault="007F7604" w:rsidP="00407551">
            <w:r>
              <w:t>Permette, per le operazioni indicate, di ridefinire i codici esadecimali dei corrispondenti comandi.</w:t>
            </w:r>
          </w:p>
          <w:p w:rsidR="007F7604" w:rsidRDefault="007F7604" w:rsidP="00407551">
            <w:r>
              <w:t>Se i codici digitati non sono esadecimali il sistema segnala l'errore 4.</w:t>
            </w:r>
          </w:p>
        </w:tc>
      </w:tr>
    </w:tbl>
    <w:p w:rsidR="007F7604" w:rsidRDefault="007F7604" w:rsidP="007F7604">
      <w:pPr>
        <w:spacing w:before="720"/>
      </w:pPr>
      <w:r>
        <w:t>Dopo aver valorizzato i campi della mappa 1, se la categoria del terminale è "VIDEO" viene richiesta subito la conferma dei dati, altrimenti viene visualizzata la seconda mappa.</w:t>
      </w:r>
    </w:p>
    <w:p w:rsidR="007F7604" w:rsidRDefault="007F7604" w:rsidP="007F7604">
      <w:pPr>
        <w:pStyle w:val="ParagNoNum"/>
      </w:pPr>
      <w:r>
        <w:lastRenderedPageBreak/>
        <w:t>Mappa 2</w:t>
      </w:r>
    </w:p>
    <w:p w:rsidR="007F7604" w:rsidRDefault="007F7604" w:rsidP="007F7604">
      <w:pPr>
        <w:pStyle w:val="Mappa"/>
      </w:pPr>
      <w:r>
        <w:t xml:space="preserve"> :::::::: :::::::: * :::::::::::::::::::::::::::::::::::::: * :::::::: ::::::::</w:t>
      </w:r>
    </w:p>
    <w:p w:rsidR="007F7604" w:rsidRDefault="007F7604" w:rsidP="007F7604">
      <w:pPr>
        <w:pStyle w:val="Mappa"/>
      </w:pPr>
      <w:r>
        <w:t xml:space="preserve"> ____ Z : :::::::: * ::::::::::::::::::::::::::::::::::::::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Caratteri grafici:                                                        </w:t>
      </w:r>
    </w:p>
    <w:p w:rsidR="007F7604" w:rsidRDefault="007F7604" w:rsidP="007F7604">
      <w:pPr>
        <w:pStyle w:val="Mappa"/>
      </w:pPr>
      <w:r>
        <w:t xml:space="preserve">          Angolo superiore sinistro   __                                       </w:t>
      </w:r>
    </w:p>
    <w:p w:rsidR="007F7604" w:rsidRDefault="007F7604" w:rsidP="007F7604">
      <w:pPr>
        <w:pStyle w:val="Mappa"/>
      </w:pPr>
      <w:r>
        <w:t xml:space="preserve">          Angolo superiore destro     __                                       </w:t>
      </w:r>
    </w:p>
    <w:p w:rsidR="007F7604" w:rsidRDefault="007F7604" w:rsidP="007F7604">
      <w:pPr>
        <w:pStyle w:val="Mappa"/>
      </w:pPr>
      <w:r>
        <w:t xml:space="preserve">          Angolo inferiore sinistro   __                                       </w:t>
      </w:r>
    </w:p>
    <w:p w:rsidR="007F7604" w:rsidRDefault="007F7604" w:rsidP="007F7604">
      <w:pPr>
        <w:pStyle w:val="Mappa"/>
      </w:pPr>
      <w:r>
        <w:t xml:space="preserve">          Angolo inferiore destro     __                                       </w:t>
      </w:r>
    </w:p>
    <w:p w:rsidR="007F7604" w:rsidRDefault="007F7604" w:rsidP="007F7604">
      <w:pPr>
        <w:pStyle w:val="Mappa"/>
      </w:pPr>
      <w:r>
        <w:t xml:space="preserve">          Incrocio                    __                                       </w:t>
      </w:r>
    </w:p>
    <w:p w:rsidR="007F7604" w:rsidRDefault="007F7604" w:rsidP="007F7604">
      <w:pPr>
        <w:pStyle w:val="Mappa"/>
      </w:pPr>
      <w:r>
        <w:t xml:space="preserve">          Incrocio superiore          __                                       </w:t>
      </w:r>
    </w:p>
    <w:p w:rsidR="007F7604" w:rsidRDefault="007F7604" w:rsidP="007F7604">
      <w:pPr>
        <w:pStyle w:val="Mappa"/>
      </w:pPr>
      <w:r>
        <w:t xml:space="preserve">          Incrocio inferiore          __                                       </w:t>
      </w:r>
    </w:p>
    <w:p w:rsidR="007F7604" w:rsidRDefault="007F7604" w:rsidP="007F7604">
      <w:pPr>
        <w:pStyle w:val="Mappa"/>
      </w:pPr>
      <w:r>
        <w:t xml:space="preserve">          Incrocio sinistro           __                                       </w:t>
      </w:r>
    </w:p>
    <w:p w:rsidR="007F7604" w:rsidRDefault="007F7604" w:rsidP="007F7604">
      <w:pPr>
        <w:pStyle w:val="Mappa"/>
      </w:pPr>
      <w:r>
        <w:t xml:space="preserve">          Incrocio destro             __                                       </w:t>
      </w:r>
    </w:p>
    <w:p w:rsidR="007F7604" w:rsidRDefault="007F7604" w:rsidP="007F7604">
      <w:pPr>
        <w:pStyle w:val="Mappa"/>
      </w:pPr>
      <w:r>
        <w:t xml:space="preserve">          Barra verticale             __                                       </w:t>
      </w:r>
    </w:p>
    <w:p w:rsidR="007F7604" w:rsidRDefault="007F7604" w:rsidP="007F7604">
      <w:pPr>
        <w:pStyle w:val="Mappa"/>
      </w:pPr>
      <w:r>
        <w:t xml:space="preserve">          Barra orizzontale           __                                       </w:t>
      </w:r>
    </w:p>
    <w:p w:rsidR="007F7604" w:rsidRDefault="007F7604" w:rsidP="007F7604">
      <w:pPr>
        <w:pStyle w:val="Mappa"/>
      </w:pPr>
      <w:r>
        <w:t xml:space="preserve">                                                                               </w:t>
      </w:r>
    </w:p>
    <w:p w:rsidR="007F7604" w:rsidRDefault="007F7604" w:rsidP="007F7604">
      <w:pPr>
        <w:pStyle w:val="Mappa"/>
      </w:pPr>
      <w:r>
        <w:t xml:space="preserve">     Margine:                                                                  </w:t>
      </w:r>
    </w:p>
    <w:p w:rsidR="007F7604" w:rsidRDefault="007F7604" w:rsidP="007F7604">
      <w:pPr>
        <w:pStyle w:val="Mappa"/>
      </w:pPr>
      <w:r>
        <w:t xml:space="preserve">          Righe dall'alto      Z9                                              </w:t>
      </w:r>
    </w:p>
    <w:p w:rsidR="007F7604" w:rsidRDefault="007F7604" w:rsidP="007F7604">
      <w:pPr>
        <w:pStyle w:val="Mappa"/>
      </w:pPr>
      <w:r>
        <w:t xml:space="preserve">          Righe dal basso      Z9                                              </w:t>
      </w:r>
    </w:p>
    <w:p w:rsidR="007F7604" w:rsidRDefault="007F7604" w:rsidP="007F7604">
      <w:pPr>
        <w:pStyle w:val="Mappa"/>
      </w:pPr>
      <w:r>
        <w:t xml:space="preserve">          Caratteri a destra   Z9                                              </w:t>
      </w:r>
    </w:p>
    <w:p w:rsidR="007F7604" w:rsidRDefault="007F7604" w:rsidP="007F7604">
      <w:pPr>
        <w:pStyle w:val="Mappa"/>
      </w:pPr>
      <w:r>
        <w:t xml:space="preserve">          Caratteri a sinistra Z9                                              </w:t>
      </w:r>
    </w:p>
    <w:p w:rsidR="007F7604" w:rsidRDefault="007F7604" w:rsidP="007F7604">
      <w:pPr>
        <w:pStyle w:val="Mappa"/>
      </w:pPr>
      <w:r>
        <w:t xml:space="preserve">                                                                               </w:t>
      </w:r>
    </w:p>
    <w:p w:rsidR="007F7604" w:rsidRDefault="007F7604" w:rsidP="00464905">
      <w:pPr>
        <w:pStyle w:val="Titolo9"/>
        <w:numPr>
          <w:ilvl w:val="0"/>
          <w:numId w:val="0"/>
        </w:numPr>
        <w:ind w:left="1584" w:firstLine="543"/>
        <w:jc w:val="both"/>
      </w:pPr>
      <w:bookmarkStart w:id="296" w:name="_Toc494685578"/>
      <w:bookmarkStart w:id="297" w:name="_Toc510349207"/>
      <w:r>
        <w:t xml:space="preserve">Mappa </w:t>
      </w:r>
      <w:r>
        <w:fldChar w:fldCharType="begin"/>
      </w:r>
      <w:r>
        <w:instrText>SEQ mappa</w:instrText>
      </w:r>
      <w:r>
        <w:fldChar w:fldCharType="separate"/>
      </w:r>
      <w:r>
        <w:rPr>
          <w:noProof/>
        </w:rPr>
        <w:t>26</w:t>
      </w:r>
      <w:r>
        <w:fldChar w:fldCharType="end"/>
      </w:r>
      <w:r>
        <w:t>:   ZZM062T Gestione tipi terminali – 2</w:t>
      </w:r>
      <w:bookmarkEnd w:id="296"/>
      <w:bookmarkEnd w:id="297"/>
    </w:p>
    <w:p w:rsidR="007F7604" w:rsidRDefault="007F7604" w:rsidP="007F7604">
      <w:pPr>
        <w:pStyle w:val="ParagNoNum"/>
      </w:pPr>
      <w:r>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caratteri grafici</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r>
              <w:t>Permette di ridefinire i codici esadecimali dei caratteri indicati.</w:t>
            </w:r>
          </w:p>
          <w:p w:rsidR="007F7604" w:rsidRDefault="007F7604" w:rsidP="00407551">
            <w:r>
              <w:t>Se i codici non sono esadecimali il sistema segnala l'errore 4.</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margine</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Obbligatorio.</w:t>
            </w:r>
          </w:p>
          <w:p w:rsidR="007F7604" w:rsidRDefault="007F7604" w:rsidP="00407551">
            <w:r>
              <w:t>Consente di specificare il numero di righe e di colonne che vanno lasciate dai margini alto, basso, sinistro e destro.</w:t>
            </w:r>
          </w:p>
          <w:p w:rsidR="007F7604" w:rsidRDefault="007F7604" w:rsidP="00407551">
            <w:r>
              <w:t>Se non vengono inseriti i dati relativi al margine il sistema segnala l'errore 2.</w:t>
            </w:r>
          </w:p>
          <w:p w:rsidR="007F7604" w:rsidRDefault="007F7604" w:rsidP="00407551">
            <w:r>
              <w:t>La somma del numero delle righe dall'alto e del numero di righe dal basso deve essere inferiore al numero di righe specificato nella prima mappa; in caso contrario il sistema segnala l'errore 5.</w:t>
            </w:r>
          </w:p>
          <w:p w:rsidR="007F7604" w:rsidRDefault="007F7604" w:rsidP="00407551">
            <w:r>
              <w:t>La somma del numero di caratteri da destra e del numero di caratteri da sinistra deve essere inferiore al numero di colonne specificate nella prima mappa; in caso contrario il sistema segnala l'errore 5.</w:t>
            </w:r>
          </w:p>
          <w:p w:rsidR="007F7604" w:rsidRDefault="007F7604" w:rsidP="00407551"/>
        </w:tc>
      </w:tr>
    </w:tbl>
    <w:p w:rsidR="007F7604" w:rsidRDefault="007F7604" w:rsidP="007F7604">
      <w:pPr>
        <w:spacing w:before="720"/>
      </w:pPr>
      <w:r>
        <w:t xml:space="preserve">Dopo aver valorizzato i campi della mappa in oggetto ed aver premuto il tasto </w:t>
      </w:r>
      <w:r>
        <w:rPr>
          <w:b/>
        </w:rPr>
        <w:t>'INVIO'</w:t>
      </w:r>
      <w:r>
        <w:t xml:space="preserve"> viene chiesta la conferma dei dati. </w:t>
      </w:r>
    </w:p>
    <w:p w:rsidR="007F7604" w:rsidRDefault="007F7604" w:rsidP="007F7604">
      <w:r>
        <w:t>Se la risposta è negativa l'operazione viene annullata ed i dati vanno persi mentre in caso di risposta affermativa i nuovi dati vengono memorizzati nell'Archivio Tipo Terminali; successivamente viene riproposta la mappa vuota per l'eventuale gestione di un nuovo tipo di terminale.</w:t>
      </w:r>
    </w:p>
    <w:p w:rsidR="007F7604" w:rsidRDefault="007F7604" w:rsidP="007F7604">
      <w:pPr>
        <w:pStyle w:val="Titolo3"/>
        <w:ind w:left="357" w:hanging="357"/>
      </w:pPr>
      <w:bookmarkStart w:id="298" w:name="_Toc494685487"/>
      <w:bookmarkStart w:id="299" w:name="_Toc510349116"/>
      <w:bookmarkStart w:id="300" w:name="_Toc397613732"/>
      <w:r>
        <w:lastRenderedPageBreak/>
        <w:t>Funzioni associate</w:t>
      </w:r>
      <w:bookmarkEnd w:id="298"/>
      <w:bookmarkEnd w:id="299"/>
      <w:bookmarkEnd w:id="300"/>
    </w:p>
    <w:p w:rsidR="007F7604" w:rsidRDefault="007F7604" w:rsidP="007F7604">
      <w:r>
        <w:t>Gestione Terminali (GTER);</w:t>
      </w:r>
    </w:p>
    <w:p w:rsidR="007F7604" w:rsidRDefault="007F7604" w:rsidP="007F7604">
      <w:proofErr w:type="spellStart"/>
      <w:r>
        <w:t>Inquiry</w:t>
      </w:r>
      <w:proofErr w:type="spellEnd"/>
      <w:r>
        <w:t xml:space="preserve"> Tipo Terminali (ITTE);</w:t>
      </w:r>
    </w:p>
    <w:p w:rsidR="007F7604" w:rsidRDefault="007F7604" w:rsidP="007F7604">
      <w:proofErr w:type="spellStart"/>
      <w:r>
        <w:t>Inquiry</w:t>
      </w:r>
      <w:proofErr w:type="spellEnd"/>
      <w:r>
        <w:t xml:space="preserve"> Terminali (ITER).</w:t>
      </w:r>
    </w:p>
    <w:p w:rsidR="007F7604" w:rsidRDefault="007F7604" w:rsidP="007F7604">
      <w:pPr>
        <w:pStyle w:val="Titolo2"/>
      </w:pPr>
      <w:bookmarkStart w:id="301" w:name="_Toc494685488"/>
      <w:bookmarkStart w:id="302" w:name="_Toc510349117"/>
      <w:bookmarkStart w:id="303" w:name="_Toc397613733"/>
      <w:proofErr w:type="spellStart"/>
      <w:r>
        <w:t>Inquiry</w:t>
      </w:r>
      <w:proofErr w:type="spellEnd"/>
      <w:r>
        <w:t xml:space="preserve"> Associazioni Istituti di Riferimento (IAIR)</w:t>
      </w:r>
      <w:bookmarkEnd w:id="301"/>
      <w:bookmarkEnd w:id="302"/>
      <w:bookmarkEnd w:id="303"/>
    </w:p>
    <w:p w:rsidR="007F7604" w:rsidRDefault="007F7604" w:rsidP="007F7604">
      <w:pPr>
        <w:pStyle w:val="Titolo3"/>
        <w:ind w:left="357" w:hanging="357"/>
      </w:pPr>
      <w:bookmarkStart w:id="304" w:name="_Toc494685489"/>
      <w:bookmarkStart w:id="305" w:name="_Toc510349118"/>
      <w:bookmarkStart w:id="306" w:name="_Toc397613734"/>
      <w:r>
        <w:t>Utilizzo della transazione</w:t>
      </w:r>
      <w:bookmarkEnd w:id="304"/>
      <w:bookmarkEnd w:id="305"/>
      <w:bookmarkEnd w:id="306"/>
    </w:p>
    <w:p w:rsidR="007F7604" w:rsidRDefault="007F7604" w:rsidP="007F7604">
      <w:r>
        <w:t xml:space="preserve">Con la gestione </w:t>
      </w:r>
      <w:proofErr w:type="spellStart"/>
      <w:r>
        <w:t>multistituto</w:t>
      </w:r>
      <w:proofErr w:type="spellEnd"/>
      <w:r>
        <w:t xml:space="preserve"> della procedura, alcuni archivi anagrafici appartenenti ad un Istituto di Riferimento possono venir condivisi con gli Istituti consorziati: scopo della transazione IAIR (</w:t>
      </w:r>
      <w:proofErr w:type="spellStart"/>
      <w:r>
        <w:t>Inquiry</w:t>
      </w:r>
      <w:proofErr w:type="spellEnd"/>
      <w:r>
        <w:t xml:space="preserve"> Associazioni Istituti di Riferimento) è la visualizzazione della lista di tali archivi e dell'Istituto al quale si deve far riferimento per l'accesso ai dati.</w:t>
      </w:r>
    </w:p>
    <w:p w:rsidR="007F7604" w:rsidRDefault="007F7604" w:rsidP="007F7604">
      <w:r>
        <w:t>L'unico dato che è necessario indicare è il codice dell'Istituto di cui interessano le informazioni;</w:t>
      </w:r>
    </w:p>
    <w:p w:rsidR="007F7604" w:rsidRDefault="007F7604" w:rsidP="007F7604">
      <w:r>
        <w:t>automaticamente viene mostrata la lista di tutti gli archivi condivisi e dei corrispondenti Istituti possessori.</w:t>
      </w:r>
    </w:p>
    <w:p w:rsidR="007F7604" w:rsidRDefault="007F7604" w:rsidP="007F7604">
      <w:pPr>
        <w:pStyle w:val="Titolo3"/>
        <w:ind w:left="357" w:hanging="357"/>
      </w:pPr>
      <w:bookmarkStart w:id="307" w:name="_Toc494685490"/>
      <w:bookmarkStart w:id="308" w:name="_Toc510349119"/>
      <w:bookmarkStart w:id="309" w:name="_Toc397613735"/>
      <w:r>
        <w:t>Interfaccia utente</w:t>
      </w:r>
      <w:bookmarkEnd w:id="307"/>
      <w:bookmarkEnd w:id="308"/>
      <w:bookmarkEnd w:id="309"/>
    </w:p>
    <w:p w:rsidR="007F7604" w:rsidRDefault="007F7604" w:rsidP="007F7604">
      <w:r>
        <w:t>In questa transazione è impiegata una sola mappa (zzM231T).</w:t>
      </w:r>
    </w:p>
    <w:p w:rsidR="007F7604" w:rsidRDefault="007F7604" w:rsidP="007F7604">
      <w:pPr>
        <w:pStyle w:val="ParagNoNum"/>
      </w:pPr>
      <w:r>
        <w:t>Mappa 1</w:t>
      </w:r>
    </w:p>
    <w:p w:rsidR="007F7604" w:rsidRDefault="007F7604" w:rsidP="007F7604">
      <w:pPr>
        <w:tabs>
          <w:tab w:val="left" w:pos="426"/>
          <w:tab w:val="left" w:pos="4537"/>
          <w:tab w:val="left" w:pos="9356"/>
        </w:tabs>
        <w:spacing w:after="240"/>
      </w:pPr>
      <w:r>
        <w:t xml:space="preserve">Digitando il nome della transazione (IAIR) e premendo il tasto </w:t>
      </w:r>
      <w:r>
        <w:rPr>
          <w:b/>
        </w:rPr>
        <w:t>'INVIO'</w:t>
      </w:r>
      <w:r>
        <w:t xml:space="preserve"> viene presentata la seguente mappa:</w:t>
      </w:r>
    </w:p>
    <w:p w:rsidR="007F7604" w:rsidRDefault="007F7604" w:rsidP="007F7604">
      <w:pPr>
        <w:pStyle w:val="Mappa"/>
      </w:pPr>
      <w:r>
        <w:t xml:space="preserve"> :::::::: :::::::: * :::::::::::::::::::::::::::::::::::::: * :::::::: ::::::::</w:t>
      </w:r>
    </w:p>
    <w:p w:rsidR="007F7604" w:rsidRDefault="007F7604" w:rsidP="007F7604">
      <w:pPr>
        <w:pStyle w:val="Mappa"/>
      </w:pPr>
      <w:r>
        <w:t xml:space="preserve"> ____ Z : :::::::: * :INFORMATIVA ISTITUTI DI RIFERIMENTO::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Istituto ZZZZZ ::::::::::::::::::::::::::::::::::::::::    </w:t>
      </w:r>
    </w:p>
    <w:p w:rsidR="007F7604" w:rsidRDefault="007F7604" w:rsidP="007F7604">
      <w:pPr>
        <w:pStyle w:val="Mappa"/>
      </w:pPr>
      <w:r>
        <w:t xml:space="preserve">                                                                               </w:t>
      </w:r>
    </w:p>
    <w:p w:rsidR="007F7604" w:rsidRDefault="007F7604" w:rsidP="007F7604">
      <w:pPr>
        <w:pStyle w:val="Mappa"/>
      </w:pPr>
      <w:r>
        <w:t xml:space="preserve"> Archivio                                Istituto di riferimento               </w:t>
      </w:r>
    </w:p>
    <w:p w:rsidR="007F7604" w:rsidRDefault="007F7604" w:rsidP="007F7604">
      <w:pPr>
        <w:pStyle w:val="Mappa"/>
      </w:pPr>
      <w:r>
        <w:t xml:space="preserve">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464905">
      <w:pPr>
        <w:pStyle w:val="Titolo9"/>
        <w:numPr>
          <w:ilvl w:val="0"/>
          <w:numId w:val="0"/>
        </w:numPr>
        <w:ind w:left="1584" w:firstLine="543"/>
        <w:jc w:val="both"/>
      </w:pPr>
      <w:bookmarkStart w:id="310" w:name="_Toc494685579"/>
      <w:bookmarkStart w:id="311" w:name="_Toc510349208"/>
      <w:r>
        <w:t xml:space="preserve">Mappa </w:t>
      </w:r>
      <w:r>
        <w:fldChar w:fldCharType="begin"/>
      </w:r>
      <w:r>
        <w:instrText>SEQ mappa</w:instrText>
      </w:r>
      <w:r>
        <w:fldChar w:fldCharType="separate"/>
      </w:r>
      <w:r>
        <w:rPr>
          <w:noProof/>
        </w:rPr>
        <w:t>27</w:t>
      </w:r>
      <w:r>
        <w:fldChar w:fldCharType="end"/>
      </w:r>
      <w:r>
        <w:t>:   ZZM231T Informativa Istituti di riferimento</w:t>
      </w:r>
      <w:bookmarkEnd w:id="310"/>
      <w:bookmarkEnd w:id="311"/>
    </w:p>
    <w:p w:rsidR="007F7604" w:rsidRDefault="007F7604" w:rsidP="007F7604">
      <w:pPr>
        <w:pStyle w:val="ParagNoNum"/>
      </w:pPr>
      <w:r>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lastRenderedPageBreak/>
              <w:t>istituto</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pPr>
              <w:tabs>
                <w:tab w:val="left" w:pos="1418"/>
              </w:tabs>
            </w:pPr>
            <w:r>
              <w:t>Default:</w:t>
            </w:r>
            <w:r>
              <w:tab/>
              <w:t>Nessuno.</w:t>
            </w:r>
          </w:p>
          <w:p w:rsidR="007F7604" w:rsidRDefault="007F7604" w:rsidP="00407551">
            <w:r>
              <w:t>Codice dell'Istituto consorziato che fa riferimento agli archivi dell'Istituto Capofila.</w:t>
            </w:r>
          </w:p>
          <w:p w:rsidR="007F7604" w:rsidRDefault="007F7604" w:rsidP="00407551">
            <w:r>
              <w:t>Se viene digitato deve essere presente nell'archivio Istituti; in caso contrario il sistema segnala l'errore 9082.</w:t>
            </w:r>
          </w:p>
          <w:p w:rsidR="007F7604" w:rsidRDefault="007F7604" w:rsidP="00407551">
            <w:r>
              <w:t>Se nell'archivio degli Istituti di Riferimento non esiste nessuna associazione con l'Istituto digitato il sistema segnala l'errore 9072.</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archivio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Contiene il codice e la descrizione dell'archivio condiviso con l'Istituto di Riferimento.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proofErr w:type="spellStart"/>
            <w:r>
              <w:rPr>
                <w:smallCaps/>
              </w:rPr>
              <w:t>isituto</w:t>
            </w:r>
            <w:proofErr w:type="spellEnd"/>
            <w:r>
              <w:rPr>
                <w:smallCaps/>
              </w:rPr>
              <w:t xml:space="preserve"> di riferimento</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Protetto.</w:t>
            </w:r>
          </w:p>
          <w:p w:rsidR="007F7604" w:rsidRDefault="007F7604" w:rsidP="00407551">
            <w:r>
              <w:t>Contiene il codice e la descrizione dell'Istituto al quale si fa riferimento per accedere ai dati dell'archivio condiviso.</w:t>
            </w:r>
          </w:p>
          <w:p w:rsidR="007F7604" w:rsidRDefault="007F7604" w:rsidP="00407551"/>
        </w:tc>
      </w:tr>
    </w:tbl>
    <w:p w:rsidR="007F7604" w:rsidRDefault="007F7604" w:rsidP="007F7604">
      <w:pPr>
        <w:pStyle w:val="Titolo3"/>
        <w:ind w:left="357" w:hanging="357"/>
      </w:pPr>
      <w:bookmarkStart w:id="312" w:name="_Toc494685491"/>
      <w:bookmarkStart w:id="313" w:name="_Toc510349120"/>
      <w:bookmarkStart w:id="314" w:name="_Toc397613736"/>
      <w:r>
        <w:t>Funzioni associate</w:t>
      </w:r>
      <w:bookmarkEnd w:id="312"/>
      <w:bookmarkEnd w:id="313"/>
      <w:bookmarkEnd w:id="314"/>
    </w:p>
    <w:p w:rsidR="007F7604" w:rsidRDefault="007F7604" w:rsidP="007F7604">
      <w:r>
        <w:t>Gestione Associazione Istituti di Riferimento (GAIR).</w:t>
      </w:r>
    </w:p>
    <w:p w:rsidR="007F7604" w:rsidRDefault="007F7604" w:rsidP="007F7604">
      <w:pPr>
        <w:pStyle w:val="Titolo2"/>
      </w:pPr>
      <w:r>
        <w:br w:type="page"/>
      </w:r>
      <w:bookmarkStart w:id="315" w:name="_Toc494685492"/>
      <w:bookmarkStart w:id="316" w:name="_Toc510349121"/>
      <w:bookmarkStart w:id="317" w:name="_Toc397613737"/>
      <w:proofErr w:type="spellStart"/>
      <w:r>
        <w:lastRenderedPageBreak/>
        <w:t>Inquiry</w:t>
      </w:r>
      <w:proofErr w:type="spellEnd"/>
      <w:r>
        <w:t xml:space="preserve"> Dipendenze (IDIP)</w:t>
      </w:r>
      <w:bookmarkEnd w:id="315"/>
      <w:bookmarkEnd w:id="316"/>
      <w:bookmarkEnd w:id="317"/>
    </w:p>
    <w:p w:rsidR="007F7604" w:rsidRDefault="007F7604" w:rsidP="007F7604">
      <w:pPr>
        <w:pStyle w:val="Titolo3"/>
        <w:ind w:left="357" w:hanging="357"/>
      </w:pPr>
      <w:bookmarkStart w:id="318" w:name="_Toc494685493"/>
      <w:bookmarkStart w:id="319" w:name="_Toc510349122"/>
      <w:bookmarkStart w:id="320" w:name="_Toc397613738"/>
      <w:r>
        <w:t>Utilizzo della transazione</w:t>
      </w:r>
      <w:bookmarkEnd w:id="318"/>
      <w:bookmarkEnd w:id="319"/>
      <w:bookmarkEnd w:id="320"/>
    </w:p>
    <w:p w:rsidR="007F7604" w:rsidRDefault="007F7604" w:rsidP="007F7604">
      <w:pPr>
        <w:tabs>
          <w:tab w:val="left" w:pos="567"/>
        </w:tabs>
        <w:spacing w:before="360" w:after="240"/>
      </w:pPr>
      <w:r>
        <w:t>La transazione IDIP (</w:t>
      </w:r>
      <w:proofErr w:type="spellStart"/>
      <w:r>
        <w:t>Inquiry</w:t>
      </w:r>
      <w:proofErr w:type="spellEnd"/>
      <w:r>
        <w:t xml:space="preserve"> Dipendenze) permette di effettuare un'interrogazione dei dati censiti nell'archivio Dipendenze con la funzione GDIP (Gestione Dipendenze).</w:t>
      </w:r>
    </w:p>
    <w:p w:rsidR="007F7604" w:rsidRDefault="007F7604" w:rsidP="007F7604">
      <w:pPr>
        <w:tabs>
          <w:tab w:val="left" w:pos="567"/>
        </w:tabs>
      </w:pPr>
      <w:r>
        <w:t xml:space="preserve">Per l'estrazione dei dati desiderati è necessario specificare un intervallo che contenga i codici dipendenza di inizio e fine ricerca. E' possibile non valorizzare il valore di inizio o fine </w:t>
      </w:r>
      <w:proofErr w:type="spellStart"/>
      <w:r>
        <w:t>range</w:t>
      </w:r>
      <w:proofErr w:type="spellEnd"/>
      <w:r>
        <w:t>; ciò equivale a considerare implicitamente quel valore come rispettivamente il minimo o il massimo ammesso.</w:t>
      </w:r>
    </w:p>
    <w:p w:rsidR="007F7604" w:rsidRDefault="007F7604" w:rsidP="007F7604">
      <w:pPr>
        <w:tabs>
          <w:tab w:val="left" w:pos="567"/>
        </w:tabs>
      </w:pPr>
      <w:r>
        <w:t xml:space="preserve">Una volta valorizzato il </w:t>
      </w:r>
      <w:proofErr w:type="spellStart"/>
      <w:r>
        <w:t>range</w:t>
      </w:r>
      <w:proofErr w:type="spellEnd"/>
      <w:r>
        <w:t xml:space="preserve"> compare a video la lista dei record estratti dall'archivio Dipendenze; è possibile scegliere quello/i di cui interessa la visione dettagliata digitando una "X" nel campo di selezione corrispondente e premendo INVIO.</w:t>
      </w:r>
    </w:p>
    <w:p w:rsidR="007F7604" w:rsidRDefault="007F7604" w:rsidP="007F7604">
      <w:pPr>
        <w:tabs>
          <w:tab w:val="left" w:pos="567"/>
        </w:tabs>
      </w:pPr>
      <w:r>
        <w:t>Vengono quindi visualizzate tante pagine quanti sono i record segnati con tutte le informazioni disponibili; in particolare si possono osservare:</w:t>
      </w:r>
    </w:p>
    <w:p w:rsidR="007F7604" w:rsidRDefault="007F7604" w:rsidP="007F7604">
      <w:pPr>
        <w:spacing w:before="120"/>
        <w:ind w:left="567" w:hanging="284"/>
      </w:pPr>
      <w:r>
        <w:fldChar w:fldCharType="begin"/>
      </w:r>
      <w:r>
        <w:instrText>SYMBOL 183 \f "Symbol" \s 10 \h</w:instrText>
      </w:r>
      <w:r>
        <w:fldChar w:fldCharType="end"/>
      </w:r>
      <w:r>
        <w:tab/>
        <w:t>la descrizione breve ed estesa;</w:t>
      </w:r>
    </w:p>
    <w:p w:rsidR="007F7604" w:rsidRDefault="007F7604" w:rsidP="007F7604">
      <w:pPr>
        <w:spacing w:before="120"/>
        <w:ind w:left="567" w:hanging="284"/>
      </w:pPr>
      <w:r>
        <w:fldChar w:fldCharType="begin"/>
      </w:r>
      <w:r>
        <w:instrText>SYMBOL 183 \f "Symbol" \s 10 \h</w:instrText>
      </w:r>
      <w:r>
        <w:fldChar w:fldCharType="end"/>
      </w:r>
      <w:r>
        <w:tab/>
        <w:t>l'indirizzo, il C.A.P., la località e la provincia di domicilio;</w:t>
      </w:r>
    </w:p>
    <w:p w:rsidR="007F7604" w:rsidRDefault="007F7604" w:rsidP="007F7604">
      <w:pPr>
        <w:spacing w:before="120"/>
        <w:ind w:left="567" w:hanging="284"/>
      </w:pPr>
      <w:r>
        <w:fldChar w:fldCharType="begin"/>
      </w:r>
      <w:r>
        <w:instrText>SYMBOL 183 \f "Symbol" \s 10 \h</w:instrText>
      </w:r>
      <w:r>
        <w:fldChar w:fldCharType="end"/>
      </w:r>
      <w:r>
        <w:tab/>
        <w:t>i codici A.B.I. e C.A.B.</w:t>
      </w:r>
    </w:p>
    <w:p w:rsidR="007F7604" w:rsidRDefault="007F7604" w:rsidP="007F7604">
      <w:pPr>
        <w:pStyle w:val="Titolo3"/>
        <w:ind w:left="357" w:hanging="357"/>
      </w:pPr>
      <w:bookmarkStart w:id="321" w:name="_Toc494685494"/>
      <w:bookmarkStart w:id="322" w:name="_Toc510349123"/>
      <w:bookmarkStart w:id="323" w:name="_Toc397613739"/>
      <w:r>
        <w:t>Interfaccia utente</w:t>
      </w:r>
      <w:bookmarkEnd w:id="321"/>
      <w:bookmarkEnd w:id="322"/>
      <w:bookmarkEnd w:id="323"/>
    </w:p>
    <w:p w:rsidR="007F7604" w:rsidRDefault="007F7604" w:rsidP="007F7604">
      <w:pPr>
        <w:spacing w:before="360" w:after="240"/>
      </w:pPr>
      <w:r>
        <w:t>L'</w:t>
      </w:r>
      <w:proofErr w:type="spellStart"/>
      <w:r>
        <w:t>inquiry</w:t>
      </w:r>
      <w:proofErr w:type="spellEnd"/>
      <w:r>
        <w:t xml:space="preserve"> è articolata in due mappe:</w:t>
      </w:r>
    </w:p>
    <w:p w:rsidR="007F7604" w:rsidRDefault="007F7604" w:rsidP="007F7604">
      <w:pPr>
        <w:spacing w:after="240"/>
        <w:ind w:left="567" w:hanging="283"/>
      </w:pPr>
      <w:r>
        <w:fldChar w:fldCharType="begin"/>
      </w:r>
      <w:r>
        <w:instrText>SYMBOL 183 \f "Symbol" \s 10 \h</w:instrText>
      </w:r>
      <w:r>
        <w:fldChar w:fldCharType="end"/>
      </w:r>
      <w:r>
        <w:tab/>
        <w:t xml:space="preserve">nella prima (zzM111T) si specifica l'intervallo di estrazione per le dipendenze; nella stessa mappa vengono elencate le dipendenze contenute nel </w:t>
      </w:r>
      <w:proofErr w:type="spellStart"/>
      <w:r>
        <w:t>range</w:t>
      </w:r>
      <w:proofErr w:type="spellEnd"/>
      <w:r>
        <w:t xml:space="preserve"> con la rispettiva descrizione, codice A.B.I. e codice C.A.B.</w:t>
      </w:r>
    </w:p>
    <w:p w:rsidR="007F7604" w:rsidRDefault="007F7604" w:rsidP="007F7604">
      <w:pPr>
        <w:spacing w:after="480"/>
        <w:ind w:left="567" w:hanging="284"/>
      </w:pPr>
      <w:r>
        <w:fldChar w:fldCharType="begin"/>
      </w:r>
      <w:r>
        <w:instrText>SYMBOL 183 \f "Symbol" \s 10 \h</w:instrText>
      </w:r>
      <w:r>
        <w:fldChar w:fldCharType="end"/>
      </w:r>
      <w:r>
        <w:tab/>
        <w:t>la seconda (zzM112T) espone le caratteristiche dettagliate della/e dipendenza selezionata nella prima mappa.</w:t>
      </w:r>
    </w:p>
    <w:p w:rsidR="007F7604" w:rsidRDefault="007F7604" w:rsidP="007F7604">
      <w:pPr>
        <w:pStyle w:val="ParagNoNum"/>
      </w:pPr>
      <w:r>
        <w:br w:type="page"/>
      </w:r>
      <w:r>
        <w:lastRenderedPageBreak/>
        <w:t>Mappa 1</w:t>
      </w:r>
    </w:p>
    <w:p w:rsidR="007F7604" w:rsidRDefault="007F7604" w:rsidP="007F7604">
      <w:pPr>
        <w:pStyle w:val="Mappa"/>
      </w:pPr>
      <w:r>
        <w:t xml:space="preserve"> :::::::: :::::::: * :::::::::::::::::::::::::::::::::::::: * :::::::: ::::::::</w:t>
      </w:r>
    </w:p>
    <w:p w:rsidR="007F7604" w:rsidRDefault="007F7604" w:rsidP="007F7604">
      <w:pPr>
        <w:pStyle w:val="Mappa"/>
      </w:pPr>
      <w:r>
        <w:t xml:space="preserve"> IDIP Z : :::::::: * ::::::::::INQUIRY DIPENDENZE::::::::::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Da Codice ZZZZ9           a Codice ZZZZ9                         </w:t>
      </w:r>
    </w:p>
    <w:p w:rsidR="007F7604" w:rsidRDefault="007F7604" w:rsidP="007F7604">
      <w:pPr>
        <w:pStyle w:val="Mappa"/>
      </w:pPr>
      <w:r>
        <w:t xml:space="preserve">                                                                               </w:t>
      </w:r>
    </w:p>
    <w:p w:rsidR="007F7604" w:rsidRDefault="007F7604" w:rsidP="007F7604">
      <w:pPr>
        <w:pStyle w:val="Mappa"/>
      </w:pPr>
      <w:r>
        <w:t xml:space="preserve">   </w:t>
      </w:r>
      <w:proofErr w:type="spellStart"/>
      <w:r>
        <w:t>Cod</w:t>
      </w:r>
      <w:proofErr w:type="spellEnd"/>
      <w:r>
        <w:t xml:space="preserve">   Descrizione                            </w:t>
      </w:r>
      <w:proofErr w:type="spellStart"/>
      <w:r>
        <w:t>A.b.i</w:t>
      </w:r>
      <w:proofErr w:type="spellEnd"/>
      <w:r>
        <w:t xml:space="preserve">.   </w:t>
      </w:r>
      <w:proofErr w:type="spellStart"/>
      <w:r>
        <w:t>C.a.b</w:t>
      </w:r>
      <w:proofErr w:type="spellEnd"/>
      <w:r>
        <w:t xml:space="preserve">.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464905">
      <w:pPr>
        <w:pStyle w:val="Titolo9"/>
        <w:numPr>
          <w:ilvl w:val="0"/>
          <w:numId w:val="0"/>
        </w:numPr>
        <w:ind w:left="1584" w:firstLine="543"/>
        <w:jc w:val="both"/>
      </w:pPr>
      <w:bookmarkStart w:id="324" w:name="_Toc494685580"/>
      <w:bookmarkStart w:id="325" w:name="_Toc510349209"/>
      <w:r>
        <w:t xml:space="preserve">Mappa </w:t>
      </w:r>
      <w:r>
        <w:fldChar w:fldCharType="begin"/>
      </w:r>
      <w:r>
        <w:instrText>SEQ mappa</w:instrText>
      </w:r>
      <w:r>
        <w:fldChar w:fldCharType="separate"/>
      </w:r>
      <w:r>
        <w:rPr>
          <w:noProof/>
        </w:rPr>
        <w:t>28</w:t>
      </w:r>
      <w:r>
        <w:fldChar w:fldCharType="end"/>
      </w:r>
      <w:r>
        <w:t xml:space="preserve">:   ZZM111T </w:t>
      </w:r>
      <w:proofErr w:type="spellStart"/>
      <w:r>
        <w:t>Inquiry</w:t>
      </w:r>
      <w:proofErr w:type="spellEnd"/>
      <w:r>
        <w:t xml:space="preserve"> dipendenze – 1</w:t>
      </w:r>
      <w:bookmarkEnd w:id="324"/>
      <w:bookmarkEnd w:id="325"/>
      <w:r>
        <w:t xml:space="preserve"> </w:t>
      </w:r>
    </w:p>
    <w:p w:rsidR="007F7604" w:rsidRDefault="007F7604" w:rsidP="007F7604">
      <w:pPr>
        <w:pStyle w:val="ParagNoNum"/>
      </w:pPr>
      <w:r>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da codice</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 xml:space="preserve">Se viene specificato solo il codice di fine </w:t>
            </w:r>
            <w:proofErr w:type="spellStart"/>
            <w:r>
              <w:t>range</w:t>
            </w:r>
            <w:proofErr w:type="spellEnd"/>
            <w:r>
              <w:t xml:space="preserve"> viene </w:t>
            </w:r>
            <w:r>
              <w:tab/>
              <w:t xml:space="preserve">considerato come il minimo valore ammesso, </w:t>
            </w:r>
            <w:r>
              <w:tab/>
              <w:t>altrimenti è obbligatorio.</w:t>
            </w:r>
          </w:p>
          <w:p w:rsidR="007F7604" w:rsidRDefault="007F7604" w:rsidP="00407551">
            <w:pPr>
              <w:tabs>
                <w:tab w:val="left" w:pos="1418"/>
              </w:tabs>
            </w:pPr>
            <w:r>
              <w:t>Codice dipendenza di inizio estrazione.</w:t>
            </w:r>
          </w:p>
          <w:p w:rsidR="007F7604" w:rsidRDefault="007F7604" w:rsidP="00407551">
            <w:pPr>
              <w:tabs>
                <w:tab w:val="left" w:pos="1418"/>
              </w:tabs>
            </w:pPr>
            <w:r>
              <w:t>Il codice digitato deve essere numerico; in caso contrario il sistema segnala l'errore 9001.</w:t>
            </w:r>
          </w:p>
          <w:p w:rsidR="007F7604" w:rsidRDefault="007F7604" w:rsidP="00407551">
            <w:pPr>
              <w:tabs>
                <w:tab w:val="left" w:pos="1418"/>
              </w:tabs>
            </w:pPr>
            <w:r>
              <w:t>Se il codice di inizio estrazione è maggiore di quello di fine estrazione il sistema segnala l'errore 9041.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a codice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 xml:space="preserve">Se viene specificato solo il codice di inizio </w:t>
            </w:r>
            <w:proofErr w:type="spellStart"/>
            <w:r>
              <w:t>range</w:t>
            </w:r>
            <w:proofErr w:type="spellEnd"/>
            <w:r>
              <w:t xml:space="preserve"> </w:t>
            </w:r>
            <w:r>
              <w:tab/>
              <w:t xml:space="preserve">viene considerato come il massimo valore ammesso, </w:t>
            </w:r>
            <w:r>
              <w:tab/>
              <w:t>altrimenti è obbligatorio.</w:t>
            </w:r>
          </w:p>
          <w:p w:rsidR="007F7604" w:rsidRDefault="007F7604" w:rsidP="00407551">
            <w:r>
              <w:t>Codice dipendenza di fine estrazione.</w:t>
            </w:r>
          </w:p>
          <w:p w:rsidR="007F7604" w:rsidRDefault="007F7604" w:rsidP="00407551">
            <w:pPr>
              <w:tabs>
                <w:tab w:val="left" w:pos="1418"/>
              </w:tabs>
            </w:pPr>
            <w:r>
              <w:t>Il codice digitato deve essere numerico; in caso contrario il sistema segnala l'errore 9001.</w:t>
            </w:r>
          </w:p>
          <w:p w:rsidR="007F7604" w:rsidRDefault="007F7604" w:rsidP="00407551">
            <w:r>
              <w:t xml:space="preserve">Se nell'archivio Dipendenze non è censito nessun elemento compreso nel </w:t>
            </w:r>
            <w:proofErr w:type="spellStart"/>
            <w:r>
              <w:t>range</w:t>
            </w:r>
            <w:proofErr w:type="spellEnd"/>
            <w:r>
              <w:t xml:space="preserve"> specificato il sistema segnala l'errore 9038.</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S</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pPr>
              <w:tabs>
                <w:tab w:val="left" w:pos="1701"/>
              </w:tabs>
            </w:pPr>
            <w:r>
              <w:t>Valori ammessi:</w:t>
            </w:r>
            <w:r>
              <w:tab/>
              <w:t>X (selezione).</w:t>
            </w:r>
          </w:p>
          <w:p w:rsidR="007F7604" w:rsidRDefault="007F7604" w:rsidP="00407551">
            <w:r>
              <w:t>Campo di selezione per la visione dettagliata delle informazioni relative alla corrispondente dipendenza.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proofErr w:type="spellStart"/>
            <w:r>
              <w:rPr>
                <w:smallCaps/>
              </w:rPr>
              <w:lastRenderedPageBreak/>
              <w:t>cod</w:t>
            </w:r>
            <w:proofErr w:type="spellEnd"/>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identificativo della dipendenza.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descrizione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Descrizione della dipendenza.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proofErr w:type="spellStart"/>
            <w:r>
              <w:rPr>
                <w:smallCaps/>
              </w:rPr>
              <w:t>a.b.i</w:t>
            </w:r>
            <w:proofErr w:type="spellEnd"/>
            <w:r>
              <w:rPr>
                <w:smallCaps/>
              </w:rPr>
              <w:t>.</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A.B.I. della dipendenza.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proofErr w:type="spellStart"/>
            <w:r>
              <w:rPr>
                <w:smallCaps/>
              </w:rPr>
              <w:t>c.a.b</w:t>
            </w:r>
            <w:proofErr w:type="spellEnd"/>
            <w:r>
              <w:rPr>
                <w:smallCaps/>
              </w:rPr>
              <w:t>.</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Protetto.</w:t>
            </w:r>
          </w:p>
          <w:p w:rsidR="007F7604" w:rsidRDefault="007F7604" w:rsidP="00407551">
            <w:r>
              <w:t>Codice C.A.B. della dipendenza.</w:t>
            </w:r>
          </w:p>
          <w:p w:rsidR="007F7604" w:rsidRDefault="007F7604" w:rsidP="00407551"/>
        </w:tc>
      </w:tr>
    </w:tbl>
    <w:p w:rsidR="007F7604" w:rsidRDefault="007F7604" w:rsidP="007F7604">
      <w:pPr>
        <w:spacing w:before="480"/>
      </w:pPr>
      <w:r>
        <w:t xml:space="preserve">Dopo aver inserito un intervallo di ricerca e premuto il tasto </w:t>
      </w:r>
      <w:r>
        <w:rPr>
          <w:b/>
        </w:rPr>
        <w:t>'INVIO'</w:t>
      </w:r>
      <w:r>
        <w:t xml:space="preserve"> viene mostrato, sulla stessa mappa, l'elenco delle dipendenze estratte indicando per ognuna la descrizione, il codice A.B.I. ed il codice C.A.B.</w:t>
      </w:r>
    </w:p>
    <w:p w:rsidR="007F7604" w:rsidRDefault="007F7604" w:rsidP="007F7604">
      <w:r>
        <w:t xml:space="preserve">Digitando una "X" sul campo di selezione corrispondente alla dipendenza/e di cui si vogliono vedere le caratteristiche dettagliate e premendo il tasto </w:t>
      </w:r>
      <w:r>
        <w:rPr>
          <w:b/>
        </w:rPr>
        <w:t>'INVIO'</w:t>
      </w:r>
      <w:r>
        <w:t>, viene visualizzata la seconda mappa.</w:t>
      </w:r>
    </w:p>
    <w:p w:rsidR="007F7604" w:rsidRDefault="007F7604" w:rsidP="007F7604">
      <w:pPr>
        <w:pStyle w:val="ParagNoNum"/>
      </w:pPr>
      <w:r>
        <w:t>Mappa 2</w:t>
      </w:r>
    </w:p>
    <w:p w:rsidR="007F7604" w:rsidRDefault="007F7604" w:rsidP="007F7604">
      <w:pPr>
        <w:pStyle w:val="Mappa"/>
      </w:pPr>
      <w:r>
        <w:t xml:space="preserve"> :::::::: :::::::: * :::::::::::::::::::::::::::::::::::::: * :::::::: ::::::::</w:t>
      </w:r>
    </w:p>
    <w:p w:rsidR="007F7604" w:rsidRDefault="007F7604" w:rsidP="007F7604">
      <w:pPr>
        <w:pStyle w:val="Mappa"/>
      </w:pPr>
      <w:r>
        <w:t xml:space="preserve"> ____ Z : :::::::: * ::::::::::::::::::::::::::::::::::::::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Dipendenza :::::                                </w:t>
      </w:r>
    </w:p>
    <w:p w:rsidR="007F7604" w:rsidRDefault="007F7604" w:rsidP="007F7604">
      <w:pPr>
        <w:pStyle w:val="Mappa"/>
      </w:pPr>
      <w:r>
        <w:t xml:space="preserve">                                                                               </w:t>
      </w:r>
    </w:p>
    <w:p w:rsidR="007F7604" w:rsidRDefault="007F7604" w:rsidP="007F7604">
      <w:pPr>
        <w:pStyle w:val="Mappa"/>
      </w:pPr>
      <w:r>
        <w:t xml:space="preserve"> Descrizione breve            ::::::::::::::::::::::::::::::                   </w:t>
      </w:r>
    </w:p>
    <w:p w:rsidR="007F7604" w:rsidRDefault="007F7604" w:rsidP="007F7604">
      <w:pPr>
        <w:pStyle w:val="Mappa"/>
      </w:pPr>
      <w:r>
        <w:t xml:space="preserve"> Descrizione estesa ::::::::::::::::::::::::::::::::::::::::                   </w:t>
      </w:r>
    </w:p>
    <w:p w:rsidR="007F7604" w:rsidRDefault="007F7604" w:rsidP="007F7604">
      <w:pPr>
        <w:pStyle w:val="Mappa"/>
      </w:pPr>
      <w:r>
        <w:t xml:space="preserve">                                                                               </w:t>
      </w:r>
    </w:p>
    <w:p w:rsidR="007F7604" w:rsidRDefault="007F7604" w:rsidP="007F7604">
      <w:pPr>
        <w:pStyle w:val="Mappa"/>
      </w:pPr>
      <w:r>
        <w:t xml:space="preserve"> Indirizzo          ::::::::::::::::::::::::::::::::::::::::                   </w:t>
      </w:r>
    </w:p>
    <w:p w:rsidR="007F7604" w:rsidRDefault="007F7604" w:rsidP="007F7604">
      <w:pPr>
        <w:pStyle w:val="Mappa"/>
      </w:pPr>
      <w:r>
        <w:t xml:space="preserve">                                                                               </w:t>
      </w:r>
    </w:p>
    <w:p w:rsidR="007F7604" w:rsidRDefault="007F7604" w:rsidP="007F7604">
      <w:pPr>
        <w:pStyle w:val="Mappa"/>
      </w:pPr>
      <w:r>
        <w:t xml:space="preserve"> Cap        :::::   </w:t>
      </w:r>
      <w:proofErr w:type="spellStart"/>
      <w:r>
        <w:t>Localita</w:t>
      </w:r>
      <w:proofErr w:type="spellEnd"/>
      <w:r>
        <w:t xml:space="preserve">  ::::::::::::::::::::::::::::::                   </w:t>
      </w:r>
    </w:p>
    <w:p w:rsidR="007F7604" w:rsidRDefault="007F7604" w:rsidP="007F7604">
      <w:pPr>
        <w:pStyle w:val="Mappa"/>
      </w:pPr>
      <w:r>
        <w:t xml:space="preserve">                                                                               </w:t>
      </w:r>
    </w:p>
    <w:p w:rsidR="007F7604" w:rsidRDefault="007F7604" w:rsidP="007F7604">
      <w:pPr>
        <w:pStyle w:val="Mappa"/>
      </w:pPr>
      <w:r>
        <w:t xml:space="preserve"> Provincia                    ::::::::::::::::::::::::::::::                   </w:t>
      </w:r>
    </w:p>
    <w:p w:rsidR="007F7604" w:rsidRDefault="007F7604" w:rsidP="007F7604">
      <w:pPr>
        <w:pStyle w:val="Mappa"/>
      </w:pPr>
      <w:r>
        <w:t xml:space="preserve">                                                                               </w:t>
      </w:r>
    </w:p>
    <w:p w:rsidR="007F7604" w:rsidRDefault="007F7604" w:rsidP="007F7604">
      <w:pPr>
        <w:pStyle w:val="Mappa"/>
      </w:pPr>
      <w:r>
        <w:t xml:space="preserve"> Codice A.B.I.          :::::                                                  </w:t>
      </w:r>
    </w:p>
    <w:p w:rsidR="007F7604" w:rsidRDefault="007F7604" w:rsidP="007F7604">
      <w:pPr>
        <w:pStyle w:val="Mappa"/>
      </w:pPr>
      <w:r>
        <w:t xml:space="preserve"> Codice C.A.B.          :::::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464905">
      <w:pPr>
        <w:pStyle w:val="Titolo9"/>
        <w:numPr>
          <w:ilvl w:val="0"/>
          <w:numId w:val="0"/>
        </w:numPr>
        <w:ind w:left="1584" w:firstLine="543"/>
        <w:jc w:val="both"/>
      </w:pPr>
      <w:bookmarkStart w:id="326" w:name="_Toc494685581"/>
      <w:bookmarkStart w:id="327" w:name="_Toc510349210"/>
      <w:r>
        <w:t xml:space="preserve">Mappa </w:t>
      </w:r>
      <w:r>
        <w:fldChar w:fldCharType="begin"/>
      </w:r>
      <w:r>
        <w:instrText>SEQ mappa</w:instrText>
      </w:r>
      <w:r>
        <w:fldChar w:fldCharType="separate"/>
      </w:r>
      <w:r>
        <w:rPr>
          <w:noProof/>
        </w:rPr>
        <w:t>29</w:t>
      </w:r>
      <w:r>
        <w:fldChar w:fldCharType="end"/>
      </w:r>
      <w:r>
        <w:t xml:space="preserve">:   ZZM112T </w:t>
      </w:r>
      <w:proofErr w:type="spellStart"/>
      <w:r>
        <w:t>Inquiry</w:t>
      </w:r>
      <w:proofErr w:type="spellEnd"/>
      <w:r>
        <w:t xml:space="preserve"> dipendenze – 2</w:t>
      </w:r>
      <w:bookmarkEnd w:id="326"/>
      <w:bookmarkEnd w:id="327"/>
    </w:p>
    <w:p w:rsidR="007F7604" w:rsidRDefault="007F7604" w:rsidP="007F7604">
      <w:pPr>
        <w:pStyle w:val="ParagNoNum"/>
      </w:pPr>
      <w:r>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764"/>
        <w:gridCol w:w="6237"/>
      </w:tblGrid>
      <w:tr w:rsidR="007F7604" w:rsidTr="00407551">
        <w:trPr>
          <w:cantSplit/>
        </w:trPr>
        <w:tc>
          <w:tcPr>
            <w:tcW w:w="2764" w:type="dxa"/>
            <w:tcBorders>
              <w:top w:val="single" w:sz="12" w:space="0" w:color="FFFF00"/>
              <w:left w:val="single" w:sz="12" w:space="0" w:color="FFFF00"/>
              <w:bottom w:val="single" w:sz="6" w:space="0" w:color="FFFF00"/>
              <w:right w:val="single" w:sz="6" w:space="0" w:color="FFFF00"/>
            </w:tcBorders>
          </w:tcPr>
          <w:p w:rsidR="007F7604" w:rsidRDefault="007F7604" w:rsidP="00407551">
            <w:pPr>
              <w:ind w:right="1"/>
              <w:rPr>
                <w:smallCaps/>
              </w:rPr>
            </w:pPr>
            <w:r>
              <w:rPr>
                <w:smallCaps/>
              </w:rPr>
              <w:t>dipendenza</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pPr>
              <w:ind w:right="1"/>
            </w:pPr>
            <w:r>
              <w:t>Protetto.</w:t>
            </w:r>
          </w:p>
          <w:p w:rsidR="007F7604" w:rsidRDefault="007F7604" w:rsidP="00407551">
            <w:pPr>
              <w:tabs>
                <w:tab w:val="left" w:pos="1418"/>
              </w:tabs>
              <w:ind w:right="1"/>
            </w:pPr>
            <w:r>
              <w:t>Codice della dipendenza selezionata.</w:t>
            </w:r>
          </w:p>
          <w:p w:rsidR="007F7604" w:rsidRDefault="007F7604" w:rsidP="00407551">
            <w:pPr>
              <w:ind w:right="1"/>
            </w:pPr>
          </w:p>
        </w:tc>
      </w:tr>
      <w:tr w:rsidR="007F7604" w:rsidTr="00407551">
        <w:trPr>
          <w:cantSplit/>
        </w:trPr>
        <w:tc>
          <w:tcPr>
            <w:tcW w:w="2764" w:type="dxa"/>
            <w:tcBorders>
              <w:top w:val="single" w:sz="6" w:space="0" w:color="FFFF00"/>
              <w:left w:val="single" w:sz="12" w:space="0" w:color="FFFF00"/>
              <w:bottom w:val="single" w:sz="6" w:space="0" w:color="FFFF00"/>
              <w:right w:val="single" w:sz="6" w:space="0" w:color="FFFF00"/>
            </w:tcBorders>
          </w:tcPr>
          <w:p w:rsidR="007F7604" w:rsidRDefault="007F7604" w:rsidP="00407551">
            <w:pPr>
              <w:ind w:right="1"/>
              <w:rPr>
                <w:smallCaps/>
              </w:rPr>
            </w:pPr>
            <w:r>
              <w:rPr>
                <w:smallCaps/>
              </w:rPr>
              <w:lastRenderedPageBreak/>
              <w:t>descrizione breve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ind w:right="1"/>
            </w:pPr>
            <w:r>
              <w:t>Protetto.</w:t>
            </w:r>
          </w:p>
          <w:p w:rsidR="007F7604" w:rsidRDefault="007F7604" w:rsidP="00407551">
            <w:pPr>
              <w:ind w:right="1"/>
            </w:pPr>
            <w:r>
              <w:t>Descrizione sintetica della dipendenza selezionata.</w:t>
            </w:r>
          </w:p>
          <w:p w:rsidR="007F7604" w:rsidRDefault="007F7604" w:rsidP="00407551">
            <w:pPr>
              <w:ind w:right="1"/>
            </w:pPr>
          </w:p>
        </w:tc>
      </w:tr>
      <w:tr w:rsidR="007F7604" w:rsidTr="00407551">
        <w:trPr>
          <w:cantSplit/>
        </w:trPr>
        <w:tc>
          <w:tcPr>
            <w:tcW w:w="2764" w:type="dxa"/>
            <w:tcBorders>
              <w:top w:val="single" w:sz="6" w:space="0" w:color="FFFF00"/>
              <w:left w:val="single" w:sz="12" w:space="0" w:color="FFFF00"/>
              <w:bottom w:val="single" w:sz="6" w:space="0" w:color="FFFF00"/>
              <w:right w:val="single" w:sz="6" w:space="0" w:color="FFFF00"/>
            </w:tcBorders>
          </w:tcPr>
          <w:p w:rsidR="007F7604" w:rsidRDefault="007F7604" w:rsidP="00407551">
            <w:pPr>
              <w:ind w:right="1"/>
              <w:rPr>
                <w:smallCaps/>
              </w:rPr>
            </w:pPr>
            <w:r>
              <w:rPr>
                <w:smallCaps/>
              </w:rPr>
              <w:t>descrizione estesa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ind w:right="1"/>
            </w:pPr>
            <w:r>
              <w:t>Protetto.</w:t>
            </w:r>
          </w:p>
          <w:p w:rsidR="007F7604" w:rsidRDefault="007F7604" w:rsidP="00407551">
            <w:pPr>
              <w:ind w:right="1"/>
            </w:pPr>
            <w:r>
              <w:t>Descrizione per esteso della dipendenza selezionata.</w:t>
            </w:r>
          </w:p>
          <w:p w:rsidR="007F7604" w:rsidRDefault="007F7604" w:rsidP="00407551">
            <w:pPr>
              <w:ind w:right="1"/>
            </w:pPr>
          </w:p>
        </w:tc>
      </w:tr>
      <w:tr w:rsidR="007F7604" w:rsidTr="00407551">
        <w:trPr>
          <w:cantSplit/>
        </w:trPr>
        <w:tc>
          <w:tcPr>
            <w:tcW w:w="2764" w:type="dxa"/>
            <w:tcBorders>
              <w:top w:val="single" w:sz="6" w:space="0" w:color="FFFF00"/>
              <w:left w:val="single" w:sz="12" w:space="0" w:color="FFFF00"/>
              <w:bottom w:val="single" w:sz="6" w:space="0" w:color="FFFF00"/>
              <w:right w:val="single" w:sz="6" w:space="0" w:color="FFFF00"/>
            </w:tcBorders>
          </w:tcPr>
          <w:p w:rsidR="007F7604" w:rsidRDefault="007F7604" w:rsidP="00407551">
            <w:pPr>
              <w:ind w:right="1"/>
              <w:rPr>
                <w:smallCaps/>
              </w:rPr>
            </w:pPr>
            <w:r>
              <w:rPr>
                <w:smallCaps/>
              </w:rPr>
              <w:t>indirizzo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ind w:right="1"/>
            </w:pPr>
            <w:r>
              <w:t>Protetto.</w:t>
            </w:r>
          </w:p>
          <w:p w:rsidR="007F7604" w:rsidRDefault="007F7604" w:rsidP="00407551">
            <w:pPr>
              <w:ind w:right="1"/>
            </w:pPr>
            <w:r>
              <w:t>Indirizzo di domicilio della dipendenza selezionata.</w:t>
            </w:r>
          </w:p>
          <w:p w:rsidR="007F7604" w:rsidRDefault="007F7604" w:rsidP="00407551">
            <w:pPr>
              <w:ind w:right="1"/>
            </w:pPr>
          </w:p>
        </w:tc>
      </w:tr>
      <w:tr w:rsidR="007F7604" w:rsidTr="00407551">
        <w:trPr>
          <w:cantSplit/>
        </w:trPr>
        <w:tc>
          <w:tcPr>
            <w:tcW w:w="2764" w:type="dxa"/>
            <w:tcBorders>
              <w:top w:val="single" w:sz="6" w:space="0" w:color="FFFF00"/>
              <w:left w:val="single" w:sz="12" w:space="0" w:color="FFFF00"/>
              <w:bottom w:val="single" w:sz="6" w:space="0" w:color="FFFF00"/>
              <w:right w:val="single" w:sz="6" w:space="0" w:color="FFFF00"/>
            </w:tcBorders>
          </w:tcPr>
          <w:p w:rsidR="007F7604" w:rsidRDefault="007F7604" w:rsidP="00407551">
            <w:pPr>
              <w:ind w:right="1"/>
              <w:rPr>
                <w:smallCaps/>
              </w:rPr>
            </w:pPr>
            <w:proofErr w:type="spellStart"/>
            <w:r>
              <w:rPr>
                <w:smallCaps/>
              </w:rPr>
              <w:t>c.a.p.</w:t>
            </w:r>
            <w:proofErr w:type="spellEnd"/>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ind w:right="1"/>
            </w:pPr>
            <w:r>
              <w:t>Protetto.</w:t>
            </w:r>
          </w:p>
          <w:p w:rsidR="007F7604" w:rsidRDefault="007F7604" w:rsidP="00407551">
            <w:pPr>
              <w:ind w:right="1"/>
            </w:pPr>
            <w:r>
              <w:t>Codice Avviamento Postale della dipendenza selezionata.</w:t>
            </w:r>
          </w:p>
          <w:p w:rsidR="007F7604" w:rsidRDefault="007F7604" w:rsidP="00407551">
            <w:pPr>
              <w:ind w:right="1"/>
            </w:pPr>
          </w:p>
        </w:tc>
      </w:tr>
      <w:tr w:rsidR="007F7604" w:rsidTr="00407551">
        <w:trPr>
          <w:cantSplit/>
        </w:trPr>
        <w:tc>
          <w:tcPr>
            <w:tcW w:w="2764" w:type="dxa"/>
            <w:tcBorders>
              <w:top w:val="single" w:sz="6" w:space="0" w:color="FFFF00"/>
              <w:left w:val="single" w:sz="12" w:space="0" w:color="FFFF00"/>
              <w:bottom w:val="single" w:sz="6" w:space="0" w:color="FFFF00"/>
              <w:right w:val="single" w:sz="6" w:space="0" w:color="FFFF00"/>
            </w:tcBorders>
          </w:tcPr>
          <w:p w:rsidR="007F7604" w:rsidRDefault="007F7604" w:rsidP="00407551">
            <w:pPr>
              <w:ind w:right="1"/>
              <w:rPr>
                <w:smallCaps/>
              </w:rPr>
            </w:pPr>
            <w:proofErr w:type="spellStart"/>
            <w:r>
              <w:rPr>
                <w:smallCaps/>
              </w:rPr>
              <w:t>localita'</w:t>
            </w:r>
            <w:proofErr w:type="spellEnd"/>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ind w:right="1"/>
            </w:pPr>
            <w:r>
              <w:t>Protetto.</w:t>
            </w:r>
          </w:p>
          <w:p w:rsidR="007F7604" w:rsidRDefault="007F7604" w:rsidP="00407551">
            <w:pPr>
              <w:ind w:right="1"/>
            </w:pPr>
            <w:r>
              <w:t>Località di domicilio della dipendenza selezionata.</w:t>
            </w:r>
          </w:p>
          <w:p w:rsidR="007F7604" w:rsidRDefault="007F7604" w:rsidP="00407551">
            <w:pPr>
              <w:ind w:right="1"/>
            </w:pPr>
          </w:p>
        </w:tc>
      </w:tr>
      <w:tr w:rsidR="007F7604" w:rsidTr="00407551">
        <w:trPr>
          <w:cantSplit/>
        </w:trPr>
        <w:tc>
          <w:tcPr>
            <w:tcW w:w="2764" w:type="dxa"/>
            <w:tcBorders>
              <w:top w:val="single" w:sz="6" w:space="0" w:color="FFFF00"/>
              <w:left w:val="single" w:sz="12" w:space="0" w:color="FFFF00"/>
              <w:bottom w:val="single" w:sz="6" w:space="0" w:color="FFFF00"/>
              <w:right w:val="single" w:sz="6" w:space="0" w:color="FFFF00"/>
            </w:tcBorders>
          </w:tcPr>
          <w:p w:rsidR="007F7604" w:rsidRDefault="007F7604" w:rsidP="00407551">
            <w:pPr>
              <w:ind w:right="1"/>
              <w:rPr>
                <w:smallCaps/>
              </w:rPr>
            </w:pPr>
            <w:r>
              <w:rPr>
                <w:smallCaps/>
              </w:rPr>
              <w:t>provincia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ind w:right="1"/>
            </w:pPr>
            <w:r>
              <w:t>Protetto.</w:t>
            </w:r>
          </w:p>
          <w:p w:rsidR="007F7604" w:rsidRDefault="007F7604" w:rsidP="00407551">
            <w:pPr>
              <w:ind w:right="1"/>
            </w:pPr>
            <w:r>
              <w:t>Provincia di domicilio della dipendenza selezionata.</w:t>
            </w:r>
          </w:p>
          <w:p w:rsidR="007F7604" w:rsidRDefault="007F7604" w:rsidP="00407551">
            <w:pPr>
              <w:ind w:right="1"/>
            </w:pPr>
          </w:p>
        </w:tc>
      </w:tr>
      <w:tr w:rsidR="007F7604" w:rsidTr="00407551">
        <w:trPr>
          <w:cantSplit/>
        </w:trPr>
        <w:tc>
          <w:tcPr>
            <w:tcW w:w="2764" w:type="dxa"/>
            <w:tcBorders>
              <w:top w:val="single" w:sz="6" w:space="0" w:color="FFFF00"/>
              <w:left w:val="single" w:sz="12" w:space="0" w:color="FFFF00"/>
              <w:bottom w:val="single" w:sz="6" w:space="0" w:color="FFFF00"/>
              <w:right w:val="single" w:sz="6" w:space="0" w:color="FFFF00"/>
            </w:tcBorders>
          </w:tcPr>
          <w:p w:rsidR="007F7604" w:rsidRDefault="007F7604" w:rsidP="00407551">
            <w:pPr>
              <w:ind w:right="1"/>
              <w:rPr>
                <w:smallCaps/>
              </w:rPr>
            </w:pPr>
            <w:r>
              <w:rPr>
                <w:smallCaps/>
              </w:rPr>
              <w:t xml:space="preserve">codice </w:t>
            </w:r>
            <w:proofErr w:type="spellStart"/>
            <w:r>
              <w:rPr>
                <w:smallCaps/>
              </w:rPr>
              <w:t>a.b.i</w:t>
            </w:r>
            <w:proofErr w:type="spellEnd"/>
            <w:r>
              <w:rPr>
                <w:smallCaps/>
              </w:rPr>
              <w:t>.</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ind w:right="1"/>
            </w:pPr>
            <w:r>
              <w:t>Protetto.</w:t>
            </w:r>
          </w:p>
          <w:p w:rsidR="007F7604" w:rsidRDefault="007F7604" w:rsidP="00407551">
            <w:pPr>
              <w:ind w:right="1"/>
            </w:pPr>
            <w:r>
              <w:t>Codice A.B.I. della dipendenza selezionata.</w:t>
            </w:r>
          </w:p>
          <w:p w:rsidR="007F7604" w:rsidRDefault="007F7604" w:rsidP="00407551">
            <w:pPr>
              <w:ind w:right="1"/>
            </w:pPr>
          </w:p>
        </w:tc>
      </w:tr>
      <w:tr w:rsidR="007F7604" w:rsidTr="00407551">
        <w:trPr>
          <w:cantSplit/>
        </w:trPr>
        <w:tc>
          <w:tcPr>
            <w:tcW w:w="2764" w:type="dxa"/>
            <w:tcBorders>
              <w:top w:val="single" w:sz="6" w:space="0" w:color="FFFF00"/>
              <w:left w:val="single" w:sz="12" w:space="0" w:color="FFFF00"/>
              <w:bottom w:val="single" w:sz="12" w:space="0" w:color="FFFF00"/>
              <w:right w:val="single" w:sz="6" w:space="0" w:color="FFFF00"/>
            </w:tcBorders>
          </w:tcPr>
          <w:p w:rsidR="007F7604" w:rsidRDefault="007F7604" w:rsidP="00407551">
            <w:pPr>
              <w:ind w:right="1"/>
              <w:rPr>
                <w:smallCaps/>
              </w:rPr>
            </w:pPr>
            <w:r>
              <w:rPr>
                <w:smallCaps/>
              </w:rPr>
              <w:t xml:space="preserve">codice </w:t>
            </w:r>
            <w:proofErr w:type="spellStart"/>
            <w:r>
              <w:rPr>
                <w:smallCaps/>
              </w:rPr>
              <w:t>c.a.b</w:t>
            </w:r>
            <w:proofErr w:type="spellEnd"/>
            <w:r>
              <w:rPr>
                <w:smallCaps/>
              </w:rPr>
              <w:t>.</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pPr>
              <w:ind w:right="1"/>
            </w:pPr>
            <w:r>
              <w:t>Protetto.</w:t>
            </w:r>
          </w:p>
          <w:p w:rsidR="007F7604" w:rsidRDefault="007F7604" w:rsidP="00407551">
            <w:pPr>
              <w:ind w:right="1"/>
            </w:pPr>
            <w:r>
              <w:t>Codice C.A.B. della dipendenza selezionata.</w:t>
            </w:r>
          </w:p>
        </w:tc>
      </w:tr>
    </w:tbl>
    <w:p w:rsidR="007F7604" w:rsidRDefault="007F7604" w:rsidP="007F7604">
      <w:pPr>
        <w:pStyle w:val="Titolo3"/>
        <w:ind w:left="357" w:hanging="357"/>
      </w:pPr>
      <w:bookmarkStart w:id="328" w:name="_Toc494685495"/>
      <w:bookmarkStart w:id="329" w:name="_Toc510349124"/>
      <w:bookmarkStart w:id="330" w:name="_Toc397613740"/>
      <w:r>
        <w:t>Funzioni associate</w:t>
      </w:r>
      <w:bookmarkEnd w:id="328"/>
      <w:bookmarkEnd w:id="329"/>
      <w:bookmarkEnd w:id="330"/>
    </w:p>
    <w:p w:rsidR="007F7604" w:rsidRDefault="007F7604" w:rsidP="007F7604">
      <w:r>
        <w:t>Gestione Dipendenze (GDIP).</w:t>
      </w:r>
    </w:p>
    <w:p w:rsidR="007F7604" w:rsidRDefault="007F7604" w:rsidP="007F7604">
      <w:pPr>
        <w:pStyle w:val="Titolo2"/>
      </w:pPr>
      <w:r>
        <w:br w:type="page"/>
      </w:r>
      <w:bookmarkStart w:id="331" w:name="_Toc494685496"/>
      <w:bookmarkStart w:id="332" w:name="_Toc510349125"/>
      <w:bookmarkStart w:id="333" w:name="_Toc397613741"/>
      <w:proofErr w:type="spellStart"/>
      <w:r>
        <w:lastRenderedPageBreak/>
        <w:t>Inquiry</w:t>
      </w:r>
      <w:proofErr w:type="spellEnd"/>
      <w:r>
        <w:t xml:space="preserve"> Funzioni (IFUN)</w:t>
      </w:r>
      <w:bookmarkEnd w:id="331"/>
      <w:bookmarkEnd w:id="332"/>
      <w:bookmarkEnd w:id="333"/>
    </w:p>
    <w:p w:rsidR="007F7604" w:rsidRDefault="007F7604" w:rsidP="007F7604">
      <w:pPr>
        <w:pStyle w:val="Titolo3"/>
        <w:ind w:left="357" w:hanging="357"/>
      </w:pPr>
      <w:bookmarkStart w:id="334" w:name="_Toc494685497"/>
      <w:bookmarkStart w:id="335" w:name="_Toc510349126"/>
      <w:bookmarkStart w:id="336" w:name="_Toc397613742"/>
      <w:r>
        <w:t>Utilizzo della transazione</w:t>
      </w:r>
      <w:bookmarkEnd w:id="334"/>
      <w:bookmarkEnd w:id="335"/>
      <w:bookmarkEnd w:id="336"/>
    </w:p>
    <w:p w:rsidR="007F7604" w:rsidRDefault="007F7604" w:rsidP="007F7604">
      <w:pPr>
        <w:tabs>
          <w:tab w:val="left" w:pos="567"/>
        </w:tabs>
        <w:spacing w:before="240" w:after="120"/>
      </w:pPr>
      <w:r>
        <w:t>La transazione IFUN (</w:t>
      </w:r>
      <w:proofErr w:type="spellStart"/>
      <w:r>
        <w:t>Inquiry</w:t>
      </w:r>
      <w:proofErr w:type="spellEnd"/>
      <w:r>
        <w:t xml:space="preserve"> Funzioni) permette di effettuare un'interrogazione dei dati censiti nell'archivio Funzioni.</w:t>
      </w:r>
    </w:p>
    <w:p w:rsidR="007F7604" w:rsidRDefault="007F7604" w:rsidP="007F7604">
      <w:pPr>
        <w:tabs>
          <w:tab w:val="left" w:pos="567"/>
        </w:tabs>
      </w:pPr>
      <w:r>
        <w:t xml:space="preserve">Per l'estrazione dei dati desiderati è necessario specificare un intervallo che contenga i codici funzione di inizio e fine ricerca. E' possibile non valorizzare il valore di inizio o fine </w:t>
      </w:r>
      <w:proofErr w:type="spellStart"/>
      <w:r>
        <w:t>range</w:t>
      </w:r>
      <w:proofErr w:type="spellEnd"/>
      <w:r>
        <w:t>; ciò equivale a considerare implicitamente quel valore come rispettivamente il minimo o il massimo ammesso.</w:t>
      </w:r>
    </w:p>
    <w:p w:rsidR="007F7604" w:rsidRDefault="007F7604" w:rsidP="007F7604">
      <w:pPr>
        <w:tabs>
          <w:tab w:val="left" w:pos="567"/>
        </w:tabs>
      </w:pPr>
      <w:r>
        <w:t xml:space="preserve">Una volta valorizzato il </w:t>
      </w:r>
      <w:proofErr w:type="spellStart"/>
      <w:r>
        <w:t>range</w:t>
      </w:r>
      <w:proofErr w:type="spellEnd"/>
      <w:r>
        <w:t xml:space="preserve"> compare a video la lista dei record estratti dall'archivio Funzioni; è possibile scegliere quelli di cui interessa la visualizzazione dettagliata digitando un carattere nel campo di selezione corrispondente e premendo il tasto </w:t>
      </w:r>
      <w:r>
        <w:rPr>
          <w:b/>
        </w:rPr>
        <w:t>'INVIO'</w:t>
      </w:r>
      <w:r>
        <w:t>.</w:t>
      </w:r>
    </w:p>
    <w:p w:rsidR="007F7604" w:rsidRDefault="007F7604" w:rsidP="007F7604">
      <w:r>
        <w:t>Vengono quindi valorizzate tre mappe, contenenti le caratteristiche delle funzioni selezionate, che possono essere visualizzate in sequenza utilizzando i tasti PF7 e PF8.</w:t>
      </w:r>
    </w:p>
    <w:p w:rsidR="007F7604" w:rsidRDefault="007F7604" w:rsidP="007F7604">
      <w:pPr>
        <w:pStyle w:val="Titolo3"/>
        <w:ind w:left="357" w:hanging="357"/>
      </w:pPr>
      <w:bookmarkStart w:id="337" w:name="_Toc494685498"/>
      <w:bookmarkStart w:id="338" w:name="_Toc510349127"/>
      <w:bookmarkStart w:id="339" w:name="_Toc397613743"/>
      <w:r>
        <w:t>Interfaccia utente</w:t>
      </w:r>
      <w:bookmarkEnd w:id="337"/>
      <w:bookmarkEnd w:id="338"/>
      <w:bookmarkEnd w:id="339"/>
    </w:p>
    <w:p w:rsidR="007F7604" w:rsidRDefault="007F7604" w:rsidP="007F7604">
      <w:pPr>
        <w:spacing w:after="120"/>
      </w:pPr>
      <w:r>
        <w:t>L'</w:t>
      </w:r>
      <w:proofErr w:type="spellStart"/>
      <w:r>
        <w:t>inquiry</w:t>
      </w:r>
      <w:proofErr w:type="spellEnd"/>
      <w:r>
        <w:t xml:space="preserve"> è articolata in quattro mappe:</w:t>
      </w:r>
    </w:p>
    <w:p w:rsidR="007F7604" w:rsidRDefault="007F7604" w:rsidP="007F7604">
      <w:pPr>
        <w:spacing w:after="120"/>
        <w:ind w:left="709" w:hanging="357"/>
      </w:pPr>
      <w:r>
        <w:fldChar w:fldCharType="begin"/>
      </w:r>
      <w:r>
        <w:instrText>SYMBOL 183 \f "Symbol" \s 10 \h</w:instrText>
      </w:r>
      <w:r>
        <w:fldChar w:fldCharType="end"/>
      </w:r>
      <w:r>
        <w:tab/>
        <w:t>nella prima (zzM121T) dopo aver valorizzato l'intervallo di ricerca viene visualizzato l'elenco delle funzioni trovate; per ogni funzione è visualizzata la descrizione, il programma, il format e la transazione associati;</w:t>
      </w:r>
    </w:p>
    <w:p w:rsidR="007F7604" w:rsidRDefault="007F7604" w:rsidP="007F7604">
      <w:pPr>
        <w:ind w:left="709" w:hanging="360"/>
      </w:pPr>
      <w:r>
        <w:fldChar w:fldCharType="begin"/>
      </w:r>
      <w:r>
        <w:instrText>SYMBOL 183 \f "Symbol" \s 10 \h</w:instrText>
      </w:r>
      <w:r>
        <w:fldChar w:fldCharType="end"/>
      </w:r>
      <w:r>
        <w:tab/>
        <w:t>nella seconda (zzM122T), nella terza (zzM123T) e nella quarta (zzM124T) vengono visualizzate le caratteristiche delle funzioni selezionate nella prima mappa.</w:t>
      </w:r>
    </w:p>
    <w:p w:rsidR="007F7604" w:rsidRDefault="007F7604" w:rsidP="007F7604">
      <w:pPr>
        <w:pStyle w:val="ParagNoNum"/>
      </w:pPr>
      <w:r>
        <w:br w:type="page"/>
      </w:r>
      <w:r>
        <w:lastRenderedPageBreak/>
        <w:t>Mappa 1</w:t>
      </w:r>
    </w:p>
    <w:p w:rsidR="007F7604" w:rsidRDefault="007F7604" w:rsidP="007F7604">
      <w:pPr>
        <w:tabs>
          <w:tab w:val="left" w:pos="426"/>
          <w:tab w:val="left" w:pos="4537"/>
          <w:tab w:val="left" w:pos="9356"/>
        </w:tabs>
      </w:pPr>
      <w:r>
        <w:t xml:space="preserve">Digitando il nome della transazione (IFUN) e premendo il tasto </w:t>
      </w:r>
      <w:r>
        <w:rPr>
          <w:b/>
        </w:rPr>
        <w:t>'INVIO'</w:t>
      </w:r>
      <w:r>
        <w:t xml:space="preserve"> viene visualizzata la seguente mappa:</w:t>
      </w:r>
    </w:p>
    <w:p w:rsidR="007F7604" w:rsidRDefault="007F7604" w:rsidP="007F7604">
      <w:pPr>
        <w:pStyle w:val="Mappa"/>
        <w:spacing w:before="120"/>
      </w:pPr>
      <w:r>
        <w:t xml:space="preserve"> :::::::: :::::::: * :::::::::::::::::::::::::::::::::::::: * :::::::: ::::::::</w:t>
      </w:r>
    </w:p>
    <w:p w:rsidR="007F7604" w:rsidRDefault="007F7604" w:rsidP="007F7604">
      <w:pPr>
        <w:pStyle w:val="Mappa"/>
      </w:pPr>
      <w:r>
        <w:t xml:space="preserve"> IFUN Z : :::::::: * :::::::INQUIRY TABELLA FUNZIONI:::::::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Da ________           a ________                        </w:t>
      </w:r>
    </w:p>
    <w:p w:rsidR="007F7604" w:rsidRDefault="007F7604" w:rsidP="007F7604">
      <w:pPr>
        <w:pStyle w:val="Mappa"/>
      </w:pPr>
      <w:r>
        <w:t xml:space="preserve">                                                                               </w:t>
      </w:r>
    </w:p>
    <w:p w:rsidR="007F7604" w:rsidRDefault="007F7604" w:rsidP="007F7604">
      <w:pPr>
        <w:pStyle w:val="Mappa"/>
      </w:pPr>
      <w:r>
        <w:t xml:space="preserve">     </w:t>
      </w:r>
      <w:proofErr w:type="spellStart"/>
      <w:r>
        <w:t>Cod</w:t>
      </w:r>
      <w:proofErr w:type="spellEnd"/>
      <w:r>
        <w:t xml:space="preserve">        Descrizione funzione       </w:t>
      </w:r>
      <w:proofErr w:type="spellStart"/>
      <w:r>
        <w:t>Pgm</w:t>
      </w:r>
      <w:proofErr w:type="spellEnd"/>
      <w:r>
        <w:t xml:space="preserve">        Format     Transazione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464905">
      <w:pPr>
        <w:pStyle w:val="Titolo9"/>
        <w:numPr>
          <w:ilvl w:val="0"/>
          <w:numId w:val="0"/>
        </w:numPr>
        <w:ind w:left="1584" w:firstLine="543"/>
        <w:jc w:val="both"/>
      </w:pPr>
      <w:bookmarkStart w:id="340" w:name="_Toc494685582"/>
      <w:bookmarkStart w:id="341" w:name="_Toc510349211"/>
      <w:r>
        <w:t xml:space="preserve">Mappa </w:t>
      </w:r>
      <w:r>
        <w:fldChar w:fldCharType="begin"/>
      </w:r>
      <w:r>
        <w:instrText>SEQ mappa</w:instrText>
      </w:r>
      <w:r>
        <w:fldChar w:fldCharType="separate"/>
      </w:r>
      <w:r>
        <w:rPr>
          <w:noProof/>
        </w:rPr>
        <w:t>30</w:t>
      </w:r>
      <w:r>
        <w:fldChar w:fldCharType="end"/>
      </w:r>
      <w:r>
        <w:t xml:space="preserve">:   ZZM121T </w:t>
      </w:r>
      <w:proofErr w:type="spellStart"/>
      <w:r>
        <w:t>Inquiry</w:t>
      </w:r>
      <w:proofErr w:type="spellEnd"/>
      <w:r>
        <w:t xml:space="preserve"> tabella funzioni – 1</w:t>
      </w:r>
      <w:bookmarkEnd w:id="340"/>
      <w:bookmarkEnd w:id="341"/>
      <w:r>
        <w:t xml:space="preserve"> </w:t>
      </w:r>
    </w:p>
    <w:p w:rsidR="007F7604" w:rsidRDefault="007F7604" w:rsidP="007F7604">
      <w:pPr>
        <w:pStyle w:val="ParagNoNum"/>
      </w:pPr>
      <w:r>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da</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 xml:space="preserve">Se viene specificato solo il codice di fine </w:t>
            </w:r>
            <w:proofErr w:type="spellStart"/>
            <w:r>
              <w:t>range</w:t>
            </w:r>
            <w:proofErr w:type="spellEnd"/>
            <w:r>
              <w:t xml:space="preserve"> viene </w:t>
            </w:r>
            <w:r>
              <w:tab/>
              <w:t xml:space="preserve">considerato come il minimo valore ammesso, </w:t>
            </w:r>
            <w:r>
              <w:tab/>
              <w:t>altrimenti è obbligatorio.</w:t>
            </w:r>
          </w:p>
          <w:p w:rsidR="007F7604" w:rsidRDefault="007F7604" w:rsidP="00407551">
            <w:r>
              <w:t>Codice funzione di inizio ricerca.</w:t>
            </w:r>
          </w:p>
          <w:p w:rsidR="007F7604" w:rsidRDefault="007F7604" w:rsidP="00407551">
            <w:r>
              <w:t>Se il codice di inizio ricerca è maggiore del codice di fine ricerca il sistema segnala l'errore 9041.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 xml:space="preserve">Se viene specificato solo il codice di inizio </w:t>
            </w:r>
            <w:proofErr w:type="spellStart"/>
            <w:r>
              <w:t>range</w:t>
            </w:r>
            <w:proofErr w:type="spellEnd"/>
            <w:r>
              <w:t xml:space="preserve"> </w:t>
            </w:r>
            <w:r>
              <w:tab/>
              <w:t xml:space="preserve">viene considerato come il massimo valore ammesso, </w:t>
            </w:r>
            <w:r>
              <w:tab/>
              <w:t>altrimenti è obbligatorio.</w:t>
            </w:r>
          </w:p>
          <w:p w:rsidR="007F7604" w:rsidRDefault="007F7604" w:rsidP="00407551">
            <w:r>
              <w:t>Codice funzione di fine ricerca.</w:t>
            </w:r>
          </w:p>
          <w:p w:rsidR="007F7604" w:rsidRDefault="007F7604" w:rsidP="00407551">
            <w:r>
              <w:t>Se il codice di fine ricerca è minore del codice di inizio ricerca il sistema segnala l'errore 9041.</w:t>
            </w:r>
          </w:p>
          <w:p w:rsidR="007F7604" w:rsidRDefault="007F7604" w:rsidP="00407551">
            <w:r>
              <w:t xml:space="preserve">Se non esiste nessuna funzione nel </w:t>
            </w:r>
            <w:proofErr w:type="spellStart"/>
            <w:r>
              <w:t>range</w:t>
            </w:r>
            <w:proofErr w:type="spellEnd"/>
            <w:r>
              <w:t xml:space="preserve"> specificato il sistema segnala l'errore 9038.</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proofErr w:type="spellStart"/>
            <w:r>
              <w:rPr>
                <w:smallCaps/>
              </w:rPr>
              <w:t>Cod</w:t>
            </w:r>
            <w:proofErr w:type="spellEnd"/>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della funzione.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lastRenderedPageBreak/>
              <w:t>descrizione funzione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Descrizione della funzione.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proofErr w:type="spellStart"/>
            <w:r>
              <w:rPr>
                <w:smallCaps/>
              </w:rPr>
              <w:t>Pgm</w:t>
            </w:r>
            <w:proofErr w:type="spellEnd"/>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Nome del programma associato alla funzione.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Format</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Nome della mappa associata alla funzione.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Transazione</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Protetto.</w:t>
            </w:r>
          </w:p>
          <w:p w:rsidR="007F7604" w:rsidRDefault="007F7604" w:rsidP="00407551">
            <w:r>
              <w:t>Nome della transazione associata alla funzione.</w:t>
            </w:r>
          </w:p>
          <w:p w:rsidR="007F7604" w:rsidRDefault="007F7604" w:rsidP="00407551"/>
        </w:tc>
      </w:tr>
    </w:tbl>
    <w:p w:rsidR="007F7604" w:rsidRDefault="007F7604" w:rsidP="007F7604">
      <w:pPr>
        <w:spacing w:before="720"/>
      </w:pPr>
      <w:r>
        <w:t xml:space="preserve">Dopo aver inserito un intervallo di ricerca valido e premuto il tasto </w:t>
      </w:r>
      <w:r>
        <w:rPr>
          <w:b/>
        </w:rPr>
        <w:t>'INVIO'</w:t>
      </w:r>
      <w:r>
        <w:t xml:space="preserve">, il sistema visualizza nella stessa mappa l'elenco delle funzioni trovate. Digitando un carattere nel campo di selezione corrispondente ad una funzione e premendo il tasto </w:t>
      </w:r>
      <w:r>
        <w:rPr>
          <w:b/>
        </w:rPr>
        <w:t>'INVIO'</w:t>
      </w:r>
      <w:r>
        <w:t xml:space="preserve"> il sistema visualizza, nelle mappe successive, le caratteristiche delle funzioni selezionate.</w:t>
      </w:r>
    </w:p>
    <w:p w:rsidR="007F7604" w:rsidRDefault="007F7604" w:rsidP="007F7604">
      <w:r>
        <w:t>Per passare da una mappa all'altra usare i tasti PF5 e PF6; se un elenco non è visualizzabile in un'unica pagina, per passare da una pagina all'altra usare i tasti PF7 e PF8.</w:t>
      </w:r>
    </w:p>
    <w:p w:rsidR="007F7604" w:rsidRDefault="007F7604" w:rsidP="007F7604">
      <w:pPr>
        <w:pStyle w:val="ParagNoNum"/>
      </w:pPr>
      <w:r>
        <w:br w:type="page"/>
      </w:r>
      <w:r>
        <w:lastRenderedPageBreak/>
        <w:t>Mappa 2</w:t>
      </w:r>
    </w:p>
    <w:p w:rsidR="007F7604" w:rsidRDefault="007F7604" w:rsidP="007F7604">
      <w:pPr>
        <w:pStyle w:val="Mappa"/>
      </w:pPr>
      <w:r>
        <w:t xml:space="preserve"> :::::::: :::::::: * :::::::::::::::::::::::::::::::::::::: * :::::::: ::::::::</w:t>
      </w:r>
    </w:p>
    <w:p w:rsidR="007F7604" w:rsidRDefault="007F7604" w:rsidP="007F7604">
      <w:pPr>
        <w:pStyle w:val="Mappa"/>
      </w:pPr>
      <w:r>
        <w:t xml:space="preserve"> IFUN Z : :::::::: * :::::::INQUIRY TABELLA FUNZIONI:::::::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FUNZIONE ::::::::                              </w:t>
      </w:r>
    </w:p>
    <w:p w:rsidR="007F7604" w:rsidRDefault="007F7604" w:rsidP="007F7604">
      <w:pPr>
        <w:pStyle w:val="Mappa"/>
      </w:pPr>
      <w:r>
        <w:t xml:space="preserve">                                                                               </w:t>
      </w:r>
    </w:p>
    <w:p w:rsidR="007F7604" w:rsidRDefault="007F7604" w:rsidP="007F7604">
      <w:pPr>
        <w:pStyle w:val="Mappa"/>
      </w:pPr>
      <w:r>
        <w:t xml:space="preserve"> Descrizione funzione               ::::::::::::::::::::::::::::::::::::::     </w:t>
      </w:r>
    </w:p>
    <w:p w:rsidR="007F7604" w:rsidRDefault="007F7604" w:rsidP="007F7604">
      <w:pPr>
        <w:pStyle w:val="Mappa"/>
      </w:pPr>
      <w:r>
        <w:t xml:space="preserve">                                                                               </w:t>
      </w:r>
    </w:p>
    <w:p w:rsidR="007F7604" w:rsidRDefault="007F7604" w:rsidP="007F7604">
      <w:pPr>
        <w:pStyle w:val="Mappa"/>
      </w:pPr>
      <w:r>
        <w:t xml:space="preserve"> Menu a cui tornare (PF3)   ::::    ::::::::::::::::::::::::::::::::::::::     </w:t>
      </w:r>
    </w:p>
    <w:p w:rsidR="007F7604" w:rsidRDefault="007F7604" w:rsidP="007F7604">
      <w:pPr>
        <w:pStyle w:val="Mappa"/>
      </w:pPr>
      <w:r>
        <w:t xml:space="preserve">                                                                               </w:t>
      </w:r>
    </w:p>
    <w:p w:rsidR="007F7604" w:rsidRDefault="007F7604" w:rsidP="007F7604">
      <w:pPr>
        <w:pStyle w:val="Mappa"/>
      </w:pPr>
      <w:r>
        <w:t xml:space="preserve"> Programma   associato  ::::::::    Routine di stampa fondo         ::::::::   </w:t>
      </w:r>
    </w:p>
    <w:p w:rsidR="007F7604" w:rsidRDefault="007F7604" w:rsidP="007F7604">
      <w:pPr>
        <w:pStyle w:val="Mappa"/>
      </w:pPr>
      <w:r>
        <w:t xml:space="preserve"> Format      associato  ::::::::    Routine di stampa continuo      ::::::::   </w:t>
      </w:r>
    </w:p>
    <w:p w:rsidR="007F7604" w:rsidRDefault="007F7604" w:rsidP="007F7604">
      <w:pPr>
        <w:pStyle w:val="Mappa"/>
      </w:pPr>
      <w:r>
        <w:t xml:space="preserve"> Transazione associata  ::::::::    Routine di stampa alternativa   ::::::::   </w:t>
      </w:r>
    </w:p>
    <w:p w:rsidR="007F7604" w:rsidRDefault="007F7604" w:rsidP="007F7604">
      <w:pPr>
        <w:pStyle w:val="Mappa"/>
      </w:pPr>
      <w:r>
        <w:t xml:space="preserve">                                                                               </w:t>
      </w:r>
    </w:p>
    <w:p w:rsidR="007F7604" w:rsidRDefault="007F7604" w:rsidP="007F7604">
      <w:pPr>
        <w:pStyle w:val="Mappa"/>
      </w:pPr>
      <w:r>
        <w:t xml:space="preserve"> Tipo transazione       : Menu                                                 </w:t>
      </w:r>
    </w:p>
    <w:p w:rsidR="007F7604" w:rsidRDefault="007F7604" w:rsidP="007F7604">
      <w:pPr>
        <w:pStyle w:val="Mappa"/>
      </w:pPr>
      <w:r>
        <w:t xml:space="preserve">                        : Schema                                               </w:t>
      </w:r>
    </w:p>
    <w:p w:rsidR="007F7604" w:rsidRDefault="007F7604" w:rsidP="007F7604">
      <w:pPr>
        <w:pStyle w:val="Mappa"/>
      </w:pPr>
      <w:r>
        <w:t xml:space="preserve">                        : Transazione                                          </w:t>
      </w:r>
    </w:p>
    <w:p w:rsidR="007F7604" w:rsidRDefault="007F7604" w:rsidP="007F7604">
      <w:pPr>
        <w:pStyle w:val="Mappa"/>
      </w:pPr>
      <w:r>
        <w:t xml:space="preserve">                        : Programma esterno                                    </w:t>
      </w:r>
    </w:p>
    <w:p w:rsidR="007F7604" w:rsidRDefault="007F7604" w:rsidP="007F7604">
      <w:pPr>
        <w:pStyle w:val="Mappa"/>
      </w:pPr>
      <w:r>
        <w:t xml:space="preserve">                        : Format esterno                                       </w:t>
      </w:r>
    </w:p>
    <w:p w:rsidR="007F7604" w:rsidRDefault="007F7604" w:rsidP="007F7604">
      <w:pPr>
        <w:pStyle w:val="Mappa"/>
      </w:pPr>
      <w:r>
        <w:t xml:space="preserve">                        : Transazione esterna                                  </w:t>
      </w:r>
    </w:p>
    <w:p w:rsidR="007F7604" w:rsidRDefault="007F7604" w:rsidP="007F7604">
      <w:pPr>
        <w:pStyle w:val="Mappa"/>
      </w:pPr>
      <w:r>
        <w:t xml:space="preserve">                        : Modulo sicurezza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464905">
      <w:pPr>
        <w:pStyle w:val="Titolo9"/>
        <w:numPr>
          <w:ilvl w:val="0"/>
          <w:numId w:val="0"/>
        </w:numPr>
        <w:ind w:left="1584" w:firstLine="543"/>
        <w:jc w:val="both"/>
      </w:pPr>
      <w:bookmarkStart w:id="342" w:name="_Toc494685583"/>
      <w:bookmarkStart w:id="343" w:name="_Toc510349212"/>
      <w:r>
        <w:t xml:space="preserve">Mappa </w:t>
      </w:r>
      <w:r>
        <w:fldChar w:fldCharType="begin"/>
      </w:r>
      <w:r>
        <w:instrText>SEQ mappa</w:instrText>
      </w:r>
      <w:r>
        <w:fldChar w:fldCharType="separate"/>
      </w:r>
      <w:r>
        <w:rPr>
          <w:noProof/>
        </w:rPr>
        <w:t>31</w:t>
      </w:r>
      <w:r>
        <w:fldChar w:fldCharType="end"/>
      </w:r>
      <w:r>
        <w:t xml:space="preserve">:   ZZM122T </w:t>
      </w:r>
      <w:proofErr w:type="spellStart"/>
      <w:r>
        <w:t>Inquiry</w:t>
      </w:r>
      <w:proofErr w:type="spellEnd"/>
      <w:r>
        <w:t xml:space="preserve"> tabella funzioni – 2</w:t>
      </w:r>
      <w:bookmarkEnd w:id="342"/>
      <w:bookmarkEnd w:id="343"/>
      <w:r>
        <w:t xml:space="preserve"> </w:t>
      </w:r>
    </w:p>
    <w:p w:rsidR="007F7604" w:rsidRDefault="007F7604" w:rsidP="007F7604">
      <w:pPr>
        <w:pStyle w:val="ParagNoNum"/>
      </w:pPr>
      <w:r>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funzione</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della funzione selezionata.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descrizione funzione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Descrizione della funzione selezionata.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menu a cui tornare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del menù a cui appartiene la funzione selezionata.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programma associato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Nome del programma associato alla funzione selezionata.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routine di stampa fondo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Routine da chiamare per stampe su giornale di fondo.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format associato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Nome della mappa associata alla funzione.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routine di stampa continuo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Routine da chiamare per stampe su stampante a modulo.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lastRenderedPageBreak/>
              <w:t>transazione associata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Nome della transazione associata alla funzione selezionata.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routine di stampa alternativa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Routine da chiamare per stampe utente.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tipo transazione</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Protetto.</w:t>
            </w:r>
          </w:p>
          <w:p w:rsidR="007F7604" w:rsidRDefault="007F7604" w:rsidP="00407551">
            <w:r>
              <w:t>Tipo della transazione associata alla funzione.</w:t>
            </w:r>
          </w:p>
          <w:p w:rsidR="007F7604" w:rsidRDefault="007F7604" w:rsidP="00407551"/>
        </w:tc>
      </w:tr>
    </w:tbl>
    <w:p w:rsidR="007F7604" w:rsidRDefault="007F7604" w:rsidP="007F7604">
      <w:pPr>
        <w:pStyle w:val="ParagNoNum"/>
      </w:pPr>
      <w:r>
        <w:t>Mappa 3</w:t>
      </w:r>
    </w:p>
    <w:p w:rsidR="007F7604" w:rsidRDefault="007F7604" w:rsidP="007F7604">
      <w:pPr>
        <w:pStyle w:val="Mappa"/>
      </w:pPr>
      <w:r>
        <w:t xml:space="preserve"> :::::::: :::::::: * :::::::::::::::::::::::::::::::::::::: * :::::::: ::::::::</w:t>
      </w:r>
    </w:p>
    <w:p w:rsidR="007F7604" w:rsidRDefault="007F7604" w:rsidP="007F7604">
      <w:pPr>
        <w:pStyle w:val="Mappa"/>
      </w:pPr>
      <w:r>
        <w:t xml:space="preserve"> IFUN Z : :::::::: * :::::::INQUIRY TABELLA FUNZIONI:::::::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Codice funzione   ::::::::                                 </w:t>
      </w:r>
    </w:p>
    <w:p w:rsidR="007F7604" w:rsidRDefault="007F7604" w:rsidP="007F7604">
      <w:pPr>
        <w:pStyle w:val="Mappa"/>
      </w:pPr>
      <w:r>
        <w:t xml:space="preserve">                                                                               </w:t>
      </w:r>
    </w:p>
    <w:p w:rsidR="007F7604" w:rsidRDefault="007F7604" w:rsidP="007F7604">
      <w:pPr>
        <w:pStyle w:val="Mappa"/>
      </w:pPr>
      <w:r>
        <w:t xml:space="preserve">                    Uso transazione   : Frequente                              </w:t>
      </w:r>
    </w:p>
    <w:p w:rsidR="007F7604" w:rsidRDefault="007F7604" w:rsidP="007F7604">
      <w:pPr>
        <w:pStyle w:val="Mappa"/>
      </w:pPr>
      <w:r>
        <w:t xml:space="preserve">                                      : Non frequente                          </w:t>
      </w:r>
    </w:p>
    <w:p w:rsidR="007F7604" w:rsidRDefault="007F7604" w:rsidP="007F7604">
      <w:pPr>
        <w:pStyle w:val="Mappa"/>
      </w:pPr>
      <w:r>
        <w:t xml:space="preserve">                                                                               </w:t>
      </w:r>
    </w:p>
    <w:p w:rsidR="007F7604" w:rsidRDefault="007F7604" w:rsidP="007F7604">
      <w:pPr>
        <w:pStyle w:val="Mappa"/>
      </w:pPr>
      <w:r>
        <w:t xml:space="preserve">                    Stato funzione    : Bloccata                               </w:t>
      </w:r>
    </w:p>
    <w:p w:rsidR="007F7604" w:rsidRDefault="007F7604" w:rsidP="007F7604">
      <w:pPr>
        <w:pStyle w:val="Mappa"/>
      </w:pPr>
      <w:r>
        <w:t xml:space="preserve">                                      : Attiva                                 </w:t>
      </w:r>
    </w:p>
    <w:p w:rsidR="007F7604" w:rsidRDefault="007F7604" w:rsidP="007F7604">
      <w:pPr>
        <w:pStyle w:val="Mappa"/>
      </w:pPr>
      <w:r>
        <w:t xml:space="preserve">                                                                               </w:t>
      </w:r>
    </w:p>
    <w:p w:rsidR="007F7604" w:rsidRDefault="007F7604" w:rsidP="007F7604">
      <w:pPr>
        <w:pStyle w:val="Mappa"/>
      </w:pPr>
      <w:r>
        <w:t xml:space="preserve">                    </w:t>
      </w:r>
      <w:proofErr w:type="spellStart"/>
      <w:r>
        <w:t>Funz</w:t>
      </w:r>
      <w:proofErr w:type="spellEnd"/>
      <w:r>
        <w:t xml:space="preserve">. di log      : Attive                                 </w:t>
      </w:r>
    </w:p>
    <w:p w:rsidR="007F7604" w:rsidRDefault="007F7604" w:rsidP="007F7604">
      <w:pPr>
        <w:pStyle w:val="Mappa"/>
      </w:pPr>
      <w:r>
        <w:t xml:space="preserve">                                      : Non attive                             </w:t>
      </w:r>
    </w:p>
    <w:p w:rsidR="007F7604" w:rsidRDefault="007F7604" w:rsidP="007F7604">
      <w:pPr>
        <w:pStyle w:val="Mappa"/>
      </w:pPr>
      <w:r>
        <w:t xml:space="preserve">                                                                               </w:t>
      </w:r>
    </w:p>
    <w:p w:rsidR="007F7604" w:rsidRDefault="007F7604" w:rsidP="007F7604">
      <w:pPr>
        <w:pStyle w:val="Mappa"/>
      </w:pPr>
      <w:r>
        <w:t xml:space="preserve">                    </w:t>
      </w:r>
      <w:proofErr w:type="spellStart"/>
      <w:r>
        <w:t>Debug</w:t>
      </w:r>
      <w:proofErr w:type="spellEnd"/>
      <w:r>
        <w:t xml:space="preserve">             : Attivo                                 </w:t>
      </w:r>
    </w:p>
    <w:p w:rsidR="007F7604" w:rsidRDefault="007F7604" w:rsidP="007F7604">
      <w:pPr>
        <w:pStyle w:val="Mappa"/>
      </w:pPr>
      <w:r>
        <w:t xml:space="preserve">                                      : Non attivo                             </w:t>
      </w:r>
    </w:p>
    <w:p w:rsidR="007F7604" w:rsidRDefault="007F7604" w:rsidP="007F7604">
      <w:pPr>
        <w:pStyle w:val="Mappa"/>
      </w:pPr>
      <w:r>
        <w:t xml:space="preserve">                                                                               </w:t>
      </w:r>
    </w:p>
    <w:p w:rsidR="007F7604" w:rsidRDefault="007F7604" w:rsidP="007F7604">
      <w:pPr>
        <w:pStyle w:val="Mappa"/>
      </w:pPr>
      <w:r>
        <w:t xml:space="preserve">                    Tipo conferma     : Obbligatoria                           </w:t>
      </w:r>
    </w:p>
    <w:p w:rsidR="007F7604" w:rsidRDefault="007F7604" w:rsidP="007F7604">
      <w:pPr>
        <w:pStyle w:val="Mappa"/>
      </w:pPr>
      <w:r>
        <w:t xml:space="preserve">                                      : </w:t>
      </w:r>
      <w:proofErr w:type="spellStart"/>
      <w:r>
        <w:t>Obbl</w:t>
      </w:r>
      <w:proofErr w:type="spellEnd"/>
      <w:r>
        <w:t xml:space="preserve">. default=si                       </w:t>
      </w:r>
    </w:p>
    <w:p w:rsidR="007F7604" w:rsidRDefault="007F7604" w:rsidP="007F7604">
      <w:pPr>
        <w:pStyle w:val="Mappa"/>
      </w:pPr>
      <w:r>
        <w:t xml:space="preserve">                                      : Non richiesta                          </w:t>
      </w:r>
    </w:p>
    <w:p w:rsidR="007F7604" w:rsidRDefault="007F7604" w:rsidP="007F7604">
      <w:pPr>
        <w:pStyle w:val="Mappa"/>
      </w:pPr>
      <w:r>
        <w:t xml:space="preserve">                                                                               </w:t>
      </w:r>
    </w:p>
    <w:p w:rsidR="007F7604" w:rsidRDefault="007F7604" w:rsidP="007F7604">
      <w:pPr>
        <w:pStyle w:val="Mappa"/>
      </w:pPr>
      <w:r>
        <w:t xml:space="preserve">                    Time out          :::                                      </w:t>
      </w:r>
    </w:p>
    <w:p w:rsidR="007F7604" w:rsidRDefault="007F7604" w:rsidP="00464905">
      <w:pPr>
        <w:pStyle w:val="Titolo9"/>
        <w:numPr>
          <w:ilvl w:val="0"/>
          <w:numId w:val="0"/>
        </w:numPr>
        <w:ind w:left="1584" w:firstLine="543"/>
        <w:jc w:val="both"/>
      </w:pPr>
      <w:bookmarkStart w:id="344" w:name="_Toc494685584"/>
      <w:bookmarkStart w:id="345" w:name="_Toc510349213"/>
      <w:r>
        <w:t xml:space="preserve">Mappa </w:t>
      </w:r>
      <w:r>
        <w:fldChar w:fldCharType="begin"/>
      </w:r>
      <w:r>
        <w:instrText>SEQ mappa</w:instrText>
      </w:r>
      <w:r>
        <w:fldChar w:fldCharType="separate"/>
      </w:r>
      <w:r>
        <w:rPr>
          <w:noProof/>
        </w:rPr>
        <w:t>32</w:t>
      </w:r>
      <w:r>
        <w:fldChar w:fldCharType="end"/>
      </w:r>
      <w:r>
        <w:t xml:space="preserve">:   ZZM123T </w:t>
      </w:r>
      <w:proofErr w:type="spellStart"/>
      <w:r>
        <w:t>Inquiry</w:t>
      </w:r>
      <w:proofErr w:type="spellEnd"/>
      <w:r>
        <w:t xml:space="preserve"> tabella funzioni – 3</w:t>
      </w:r>
      <w:bookmarkEnd w:id="344"/>
      <w:bookmarkEnd w:id="345"/>
      <w:r>
        <w:t xml:space="preserve"> </w:t>
      </w:r>
    </w:p>
    <w:p w:rsidR="007F7604" w:rsidRDefault="007F7604" w:rsidP="007F7604">
      <w:pPr>
        <w:pStyle w:val="ParagNoNum"/>
      </w:pPr>
      <w:r>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codice funzione</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della funzione selezionata.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uso transazione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Indica se la transazione viene usata frequentemente.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stato funzione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pPr>
              <w:ind w:left="1701" w:hanging="1701"/>
            </w:pPr>
            <w:r>
              <w:t>Valori che può assumere:</w:t>
            </w:r>
          </w:p>
          <w:p w:rsidR="007F7604" w:rsidRDefault="007F7604" w:rsidP="00407551">
            <w:pPr>
              <w:ind w:left="1701" w:hanging="1701"/>
              <w:rPr>
                <w:b/>
              </w:rPr>
            </w:pPr>
            <w:r>
              <w:rPr>
                <w:b/>
              </w:rPr>
              <w:t>Bloccata</w:t>
            </w:r>
            <w:r>
              <w:rPr>
                <w:b/>
              </w:rPr>
              <w:tab/>
            </w:r>
            <w:r>
              <w:t>la funzione non è attivabile;</w:t>
            </w:r>
          </w:p>
          <w:p w:rsidR="007F7604" w:rsidRDefault="007F7604" w:rsidP="00407551">
            <w:pPr>
              <w:ind w:left="1701" w:hanging="1701"/>
              <w:rPr>
                <w:b/>
              </w:rPr>
            </w:pPr>
            <w:r>
              <w:rPr>
                <w:b/>
              </w:rPr>
              <w:t>Attiva</w:t>
            </w:r>
            <w:r>
              <w:rPr>
                <w:b/>
              </w:rPr>
              <w:tab/>
            </w:r>
            <w:r>
              <w:t>la funzione è attivabile;</w:t>
            </w:r>
          </w:p>
          <w:p w:rsidR="007F7604" w:rsidRDefault="007F7604" w:rsidP="00407551">
            <w:pPr>
              <w:ind w:left="1701" w:hanging="1701"/>
            </w:pPr>
            <w:r>
              <w:rPr>
                <w:b/>
              </w:rPr>
              <w:t>Attiva su schema</w:t>
            </w:r>
            <w:r>
              <w:rPr>
                <w:b/>
              </w:rPr>
              <w:tab/>
            </w:r>
            <w:r>
              <w:t>la funzione è attivabile solo nell'ambito di uno schema di collegamento.</w:t>
            </w:r>
          </w:p>
          <w:p w:rsidR="007F7604" w:rsidRDefault="007F7604" w:rsidP="00407551">
            <w:r>
              <w:t>Indica lo stato della funzione selezionata.</w:t>
            </w:r>
          </w:p>
          <w:p w:rsidR="007F7604" w:rsidRDefault="007F7604" w:rsidP="00407551">
            <w:pPr>
              <w:ind w:left="284"/>
            </w:pP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lastRenderedPageBreak/>
              <w:t>funzione di log</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Indica se la funzione deve memorizzare la data, l'ora, l'operatore e il terminale d'accesso ogniqualvolta viene richiamata.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proofErr w:type="spellStart"/>
            <w:r>
              <w:rPr>
                <w:smallCaps/>
              </w:rPr>
              <w:t>debug</w:t>
            </w:r>
            <w:proofErr w:type="spellEnd"/>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 xml:space="preserve">Indica se la transazione viene eseguita in modalità </w:t>
            </w:r>
            <w:proofErr w:type="spellStart"/>
            <w:r>
              <w:t>debug</w:t>
            </w:r>
            <w:proofErr w:type="spellEnd"/>
            <w:r>
              <w:t xml:space="preserve"> o normale.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tipo conferma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Indica la modalità di conferma per l'inserimento dei dati nell'archivio.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time out</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Protetto.</w:t>
            </w:r>
          </w:p>
          <w:p w:rsidR="007F7604" w:rsidRDefault="007F7604" w:rsidP="00407551">
            <w:r>
              <w:t>Limite di tempo massimo riservato all'esecuzione della funzione.</w:t>
            </w:r>
          </w:p>
          <w:p w:rsidR="007F7604" w:rsidRDefault="007F7604" w:rsidP="00407551">
            <w:r>
              <w:t>Viene fissato per interrompere esecuzioni troppo complesse dovute spesso ad una impostazione errata dei parametri.</w:t>
            </w:r>
          </w:p>
          <w:p w:rsidR="007F7604" w:rsidRDefault="007F7604" w:rsidP="00407551"/>
        </w:tc>
      </w:tr>
    </w:tbl>
    <w:p w:rsidR="007F7604" w:rsidRDefault="007F7604" w:rsidP="007F7604">
      <w:pPr>
        <w:pStyle w:val="ParagNoNum"/>
      </w:pPr>
      <w:r>
        <w:t>Mappa 4</w:t>
      </w:r>
    </w:p>
    <w:p w:rsidR="007F7604" w:rsidRDefault="007F7604" w:rsidP="007F7604">
      <w:pPr>
        <w:pStyle w:val="Mappa"/>
      </w:pPr>
      <w:r>
        <w:t xml:space="preserve"> :::::::: :::::::: * :::::::::::::::::::::::::::::::::::::: * :::::::: ::::::::</w:t>
      </w:r>
    </w:p>
    <w:p w:rsidR="007F7604" w:rsidRDefault="007F7604" w:rsidP="007F7604">
      <w:pPr>
        <w:pStyle w:val="Mappa"/>
      </w:pPr>
      <w:r>
        <w:t xml:space="preserve"> IFUN Z : :::::::: * :::::::INQUIRY TABELLA FUNZIONI:::::::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Codice funzione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464905">
      <w:pPr>
        <w:pStyle w:val="Titolo9"/>
        <w:numPr>
          <w:ilvl w:val="0"/>
          <w:numId w:val="0"/>
        </w:numPr>
        <w:ind w:left="1584" w:firstLine="543"/>
        <w:jc w:val="both"/>
      </w:pPr>
      <w:bookmarkStart w:id="346" w:name="_Toc494685585"/>
      <w:bookmarkStart w:id="347" w:name="_Toc510349214"/>
      <w:r>
        <w:t xml:space="preserve">Mappa </w:t>
      </w:r>
      <w:r>
        <w:fldChar w:fldCharType="begin"/>
      </w:r>
      <w:r>
        <w:instrText>SEQ mappa</w:instrText>
      </w:r>
      <w:r>
        <w:fldChar w:fldCharType="separate"/>
      </w:r>
      <w:r>
        <w:rPr>
          <w:noProof/>
        </w:rPr>
        <w:t>33</w:t>
      </w:r>
      <w:r>
        <w:fldChar w:fldCharType="end"/>
      </w:r>
      <w:r>
        <w:t xml:space="preserve">:   ZZM124T </w:t>
      </w:r>
      <w:proofErr w:type="spellStart"/>
      <w:r>
        <w:t>Inquiry</w:t>
      </w:r>
      <w:proofErr w:type="spellEnd"/>
      <w:r>
        <w:t xml:space="preserve"> tabella funzioni – 4</w:t>
      </w:r>
      <w:bookmarkEnd w:id="346"/>
      <w:bookmarkEnd w:id="347"/>
      <w:r>
        <w:t xml:space="preserve"> </w:t>
      </w:r>
    </w:p>
    <w:p w:rsidR="007F7604" w:rsidRDefault="007F7604" w:rsidP="007F7604">
      <w:r>
        <w:t>La quarta mappa viene visualizzata solo nel caso in cui la funzione selezionata sia di tipo "Menù" ed indica il codice e la relativa descrizione per ogni funzione appartenente al menù.</w:t>
      </w:r>
    </w:p>
    <w:p w:rsidR="007F7604" w:rsidRDefault="007F7604" w:rsidP="007F7604">
      <w:pPr>
        <w:pStyle w:val="Titolo3"/>
        <w:ind w:left="357" w:hanging="357"/>
      </w:pPr>
      <w:bookmarkStart w:id="348" w:name="_Toc494685499"/>
      <w:bookmarkStart w:id="349" w:name="_Toc510349128"/>
      <w:bookmarkStart w:id="350" w:name="_Toc397613744"/>
      <w:r>
        <w:t>Funzioni associate</w:t>
      </w:r>
      <w:bookmarkEnd w:id="348"/>
      <w:bookmarkEnd w:id="349"/>
      <w:bookmarkEnd w:id="350"/>
    </w:p>
    <w:p w:rsidR="007F7604" w:rsidRDefault="007F7604" w:rsidP="007F7604">
      <w:r>
        <w:t>Gestione Menù (GMEN);</w:t>
      </w:r>
    </w:p>
    <w:p w:rsidR="007F7604" w:rsidRDefault="007F7604" w:rsidP="007F7604">
      <w:r>
        <w:t>Gestione Transazioni (GTRX).</w:t>
      </w:r>
    </w:p>
    <w:p w:rsidR="007F7604" w:rsidRDefault="007F7604" w:rsidP="007F7604">
      <w:r>
        <w:t>Gestione Moduli (GMOD).</w:t>
      </w:r>
    </w:p>
    <w:p w:rsidR="007F7604" w:rsidRDefault="007F7604" w:rsidP="007F7604">
      <w:pPr>
        <w:pStyle w:val="Titolo2"/>
      </w:pPr>
      <w:r>
        <w:br w:type="page"/>
      </w:r>
      <w:bookmarkStart w:id="351" w:name="_Toc494685504"/>
      <w:bookmarkStart w:id="352" w:name="_Toc510349133"/>
      <w:bookmarkStart w:id="353" w:name="_Toc397613745"/>
      <w:proofErr w:type="spellStart"/>
      <w:r>
        <w:lastRenderedPageBreak/>
        <w:t>Inquiry</w:t>
      </w:r>
      <w:proofErr w:type="spellEnd"/>
      <w:r>
        <w:t xml:space="preserve"> Istituti (IIST)</w:t>
      </w:r>
      <w:bookmarkEnd w:id="351"/>
      <w:bookmarkEnd w:id="352"/>
      <w:bookmarkEnd w:id="353"/>
    </w:p>
    <w:p w:rsidR="007F7604" w:rsidRDefault="007F7604" w:rsidP="007F7604">
      <w:pPr>
        <w:pStyle w:val="Titolo3"/>
        <w:ind w:left="357" w:hanging="357"/>
      </w:pPr>
      <w:bookmarkStart w:id="354" w:name="_Toc494685505"/>
      <w:bookmarkStart w:id="355" w:name="_Toc510349134"/>
      <w:bookmarkStart w:id="356" w:name="_Toc397613746"/>
      <w:r>
        <w:t>Utilizzo della transazione</w:t>
      </w:r>
      <w:bookmarkEnd w:id="354"/>
      <w:bookmarkEnd w:id="355"/>
      <w:bookmarkEnd w:id="356"/>
    </w:p>
    <w:p w:rsidR="007F7604" w:rsidRDefault="007F7604" w:rsidP="007F7604">
      <w:pPr>
        <w:tabs>
          <w:tab w:val="left" w:pos="567"/>
        </w:tabs>
        <w:spacing w:before="240" w:after="240"/>
      </w:pPr>
      <w:r>
        <w:t>La transazione IIST (</w:t>
      </w:r>
      <w:proofErr w:type="spellStart"/>
      <w:r>
        <w:t>Inquiry</w:t>
      </w:r>
      <w:proofErr w:type="spellEnd"/>
      <w:r>
        <w:t xml:space="preserve"> Istituti) permette di effettuare un'interrogazione dei dati censiti nell'Archivio Istituti.</w:t>
      </w:r>
    </w:p>
    <w:p w:rsidR="007F7604" w:rsidRDefault="007F7604" w:rsidP="007F7604">
      <w:pPr>
        <w:tabs>
          <w:tab w:val="left" w:pos="567"/>
        </w:tabs>
      </w:pPr>
      <w:r>
        <w:t xml:space="preserve">Per l'estrazione dei dati desiderati è necessario specificare un intervallo che contenga i codici istituto di inizio e fine ricerca. E' possibile non valorizzare il valore di inizio o fine </w:t>
      </w:r>
      <w:proofErr w:type="spellStart"/>
      <w:r>
        <w:t>range</w:t>
      </w:r>
      <w:proofErr w:type="spellEnd"/>
      <w:r>
        <w:t>; ciò equivale a considerare implicitamente quel valore come rispettivamente il minimo o il massimo ammesso.</w:t>
      </w:r>
    </w:p>
    <w:p w:rsidR="007F7604" w:rsidRDefault="007F7604" w:rsidP="007F7604">
      <w:pPr>
        <w:tabs>
          <w:tab w:val="left" w:pos="567"/>
        </w:tabs>
      </w:pPr>
      <w:r>
        <w:t xml:space="preserve">Una volta valorizzato il </w:t>
      </w:r>
      <w:proofErr w:type="spellStart"/>
      <w:r>
        <w:t>range</w:t>
      </w:r>
      <w:proofErr w:type="spellEnd"/>
      <w:r>
        <w:t xml:space="preserve"> compare a video la lista dei record estratti dall'archivio Istituti; è possibile scegliere quelli di cui interessa la visualizzazione dettagliata digitando un carattere nel campo di selezione corrispondente e premendo </w:t>
      </w:r>
      <w:r>
        <w:rPr>
          <w:b/>
        </w:rPr>
        <w:t>'INVIO'</w:t>
      </w:r>
      <w:r>
        <w:t>.</w:t>
      </w:r>
    </w:p>
    <w:p w:rsidR="007F7604" w:rsidRDefault="007F7604" w:rsidP="007F7604">
      <w:pPr>
        <w:tabs>
          <w:tab w:val="left" w:pos="567"/>
        </w:tabs>
      </w:pPr>
      <w:r>
        <w:t>Viene quindi visualizzata una mappa con tutte le informazioni disponibili; in particolare si possono osservare:</w:t>
      </w:r>
    </w:p>
    <w:p w:rsidR="007F7604" w:rsidRDefault="007F7604" w:rsidP="007F7604">
      <w:pPr>
        <w:spacing w:before="120"/>
        <w:ind w:left="567" w:hanging="284"/>
      </w:pPr>
      <w:r>
        <w:fldChar w:fldCharType="begin"/>
      </w:r>
      <w:r>
        <w:instrText>SYMBOL 183 \f "Symbol" \s 10 \h</w:instrText>
      </w:r>
      <w:r>
        <w:fldChar w:fldCharType="end"/>
      </w:r>
      <w:r>
        <w:tab/>
        <w:t>la descrizione breve ed estesa;</w:t>
      </w:r>
    </w:p>
    <w:p w:rsidR="007F7604" w:rsidRDefault="007F7604" w:rsidP="007F7604">
      <w:pPr>
        <w:spacing w:before="120"/>
        <w:ind w:left="567" w:hanging="284"/>
      </w:pPr>
      <w:r>
        <w:fldChar w:fldCharType="begin"/>
      </w:r>
      <w:r>
        <w:instrText>SYMBOL 183 \f "Symbol" \s 10 \h</w:instrText>
      </w:r>
      <w:r>
        <w:fldChar w:fldCharType="end"/>
      </w:r>
      <w:r>
        <w:tab/>
        <w:t>il linguaggio utilizzato dall'istituto;</w:t>
      </w:r>
    </w:p>
    <w:p w:rsidR="007F7604" w:rsidRDefault="007F7604" w:rsidP="007F7604">
      <w:pPr>
        <w:spacing w:before="120"/>
        <w:ind w:left="567" w:hanging="284"/>
      </w:pPr>
      <w:r>
        <w:fldChar w:fldCharType="begin"/>
      </w:r>
      <w:r>
        <w:instrText>SYMBOL 183 \f "Symbol" \s 10 \h</w:instrText>
      </w:r>
      <w:r>
        <w:fldChar w:fldCharType="end"/>
      </w:r>
      <w:r>
        <w:tab/>
        <w:t>l'indirizzo, il C.A.P, il codice A.B.I., la località e la provincia di domicilio;</w:t>
      </w:r>
    </w:p>
    <w:p w:rsidR="007F7604" w:rsidRDefault="007F7604" w:rsidP="007F7604">
      <w:pPr>
        <w:spacing w:before="120"/>
        <w:ind w:left="567" w:hanging="284"/>
      </w:pPr>
      <w:r>
        <w:fldChar w:fldCharType="begin"/>
      </w:r>
      <w:r>
        <w:instrText>SYMBOL 183 \f "Symbol" \s 10 \h</w:instrText>
      </w:r>
      <w:r>
        <w:fldChar w:fldCharType="end"/>
      </w:r>
      <w:r>
        <w:tab/>
        <w:t>il tipo di sicurezza adottata.</w:t>
      </w:r>
    </w:p>
    <w:p w:rsidR="007F7604" w:rsidRDefault="007F7604" w:rsidP="007F7604">
      <w:pPr>
        <w:pStyle w:val="Titolo3"/>
        <w:ind w:left="357" w:hanging="357"/>
      </w:pPr>
      <w:bookmarkStart w:id="357" w:name="_Toc494685506"/>
      <w:bookmarkStart w:id="358" w:name="_Toc510349135"/>
      <w:bookmarkStart w:id="359" w:name="_Toc397613747"/>
      <w:r>
        <w:t>Interfaccia utente</w:t>
      </w:r>
      <w:bookmarkEnd w:id="357"/>
      <w:bookmarkEnd w:id="358"/>
      <w:bookmarkEnd w:id="359"/>
    </w:p>
    <w:p w:rsidR="007F7604" w:rsidRDefault="007F7604" w:rsidP="007F7604">
      <w:pPr>
        <w:spacing w:after="240"/>
      </w:pPr>
      <w:r>
        <w:t>L'</w:t>
      </w:r>
      <w:proofErr w:type="spellStart"/>
      <w:r>
        <w:t>inquiry</w:t>
      </w:r>
      <w:proofErr w:type="spellEnd"/>
      <w:r>
        <w:t xml:space="preserve"> è articolata in due mappe:</w:t>
      </w:r>
    </w:p>
    <w:p w:rsidR="007F7604" w:rsidRDefault="007F7604" w:rsidP="007F7604">
      <w:pPr>
        <w:spacing w:after="240"/>
        <w:ind w:left="709" w:hanging="357"/>
      </w:pPr>
      <w:r>
        <w:fldChar w:fldCharType="begin"/>
      </w:r>
      <w:r>
        <w:instrText>SYMBOL 183 \f "Symbol" \s 10 \h</w:instrText>
      </w:r>
      <w:r>
        <w:fldChar w:fldCharType="end"/>
      </w:r>
      <w:r>
        <w:tab/>
        <w:t xml:space="preserve">nella prima mappa (zzM091T) si specifica l'intervallo di ricerca e viene visualizzato l'elenco degli istituti compresi nel </w:t>
      </w:r>
      <w:proofErr w:type="spellStart"/>
      <w:r>
        <w:t>range</w:t>
      </w:r>
      <w:proofErr w:type="spellEnd"/>
      <w:r>
        <w:t xml:space="preserve"> indicato;</w:t>
      </w:r>
    </w:p>
    <w:p w:rsidR="007F7604" w:rsidRDefault="007F7604" w:rsidP="007F7604">
      <w:pPr>
        <w:ind w:left="709" w:hanging="360"/>
      </w:pPr>
      <w:r>
        <w:fldChar w:fldCharType="begin"/>
      </w:r>
      <w:r>
        <w:instrText>SYMBOL 183 \f "Symbol" \s 10 \h</w:instrText>
      </w:r>
      <w:r>
        <w:fldChar w:fldCharType="end"/>
      </w:r>
      <w:r>
        <w:tab/>
        <w:t>la seconda mappa (zzM092T) visualizza le caratteristiche degli istituti selezionati nella prima mappa.</w:t>
      </w:r>
    </w:p>
    <w:p w:rsidR="007F7604" w:rsidRDefault="007F7604" w:rsidP="007F7604">
      <w:pPr>
        <w:pStyle w:val="ParagNoNum"/>
      </w:pPr>
      <w:r>
        <w:br w:type="page"/>
      </w:r>
      <w:r>
        <w:lastRenderedPageBreak/>
        <w:t>Mappa 1</w:t>
      </w:r>
    </w:p>
    <w:p w:rsidR="007F7604" w:rsidRDefault="007F7604" w:rsidP="007F7604">
      <w:pPr>
        <w:tabs>
          <w:tab w:val="left" w:pos="426"/>
          <w:tab w:val="left" w:pos="4537"/>
          <w:tab w:val="left" w:pos="9356"/>
        </w:tabs>
        <w:spacing w:after="240"/>
      </w:pPr>
      <w:r>
        <w:t xml:space="preserve">Digitando il nome della transazione (IIST) e premendo il tasto </w:t>
      </w:r>
      <w:r>
        <w:rPr>
          <w:b/>
        </w:rPr>
        <w:t>'INVIO'</w:t>
      </w:r>
      <w:r>
        <w:t xml:space="preserve"> viene visualizzata la seguente mappa:</w:t>
      </w:r>
    </w:p>
    <w:p w:rsidR="007F7604" w:rsidRDefault="007F7604" w:rsidP="007F7604">
      <w:pPr>
        <w:pStyle w:val="Mappa"/>
      </w:pPr>
      <w:r>
        <w:t xml:space="preserve"> :::::::: :::::::: * :::::::::::::::::::::::::::::::::::::: * :::::::: ::::::::</w:t>
      </w:r>
    </w:p>
    <w:p w:rsidR="007F7604" w:rsidRDefault="007F7604" w:rsidP="007F7604">
      <w:pPr>
        <w:pStyle w:val="Mappa"/>
      </w:pPr>
      <w:r>
        <w:t xml:space="preserve"> IIST Z : :::::::: * :::::::::::INQUIRY ISTITUTI:::::::::::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Da Codice ZZZZ9           a Codice ZZZZ9                       </w:t>
      </w:r>
    </w:p>
    <w:p w:rsidR="007F7604" w:rsidRDefault="007F7604" w:rsidP="007F7604">
      <w:pPr>
        <w:pStyle w:val="Mappa"/>
      </w:pPr>
      <w:r>
        <w:t xml:space="preserve">                                                                               </w:t>
      </w:r>
    </w:p>
    <w:p w:rsidR="007F7604" w:rsidRDefault="007F7604" w:rsidP="007F7604">
      <w:pPr>
        <w:pStyle w:val="Mappa"/>
      </w:pPr>
      <w:r>
        <w:t xml:space="preserve">   </w:t>
      </w:r>
      <w:proofErr w:type="spellStart"/>
      <w:r>
        <w:t>Cod</w:t>
      </w:r>
      <w:proofErr w:type="spellEnd"/>
      <w:r>
        <w:t xml:space="preserve">   Descrizione                     Sistema   </w:t>
      </w:r>
      <w:proofErr w:type="spellStart"/>
      <w:r>
        <w:t>Consorz</w:t>
      </w:r>
      <w:proofErr w:type="spellEnd"/>
      <w:r>
        <w:t xml:space="preserve">.   </w:t>
      </w:r>
      <w:proofErr w:type="spellStart"/>
      <w:r>
        <w:t>Opr</w:t>
      </w:r>
      <w:proofErr w:type="spellEnd"/>
      <w:r>
        <w:t xml:space="preserve"> </w:t>
      </w:r>
      <w:proofErr w:type="spellStart"/>
      <w:r>
        <w:t>mod</w:t>
      </w:r>
      <w:proofErr w:type="spellEnd"/>
      <w:r>
        <w:t xml:space="preserve">    Fun st</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Titolo9"/>
      </w:pPr>
      <w:bookmarkStart w:id="360" w:name="_Toc494685588"/>
      <w:bookmarkStart w:id="361" w:name="_Toc510349217"/>
      <w:r>
        <w:t xml:space="preserve">Mappa </w:t>
      </w:r>
      <w:r>
        <w:fldChar w:fldCharType="begin"/>
      </w:r>
      <w:r>
        <w:instrText>SEQ mappa</w:instrText>
      </w:r>
      <w:r>
        <w:fldChar w:fldCharType="separate"/>
      </w:r>
      <w:r>
        <w:rPr>
          <w:noProof/>
        </w:rPr>
        <w:t>36</w:t>
      </w:r>
      <w:r>
        <w:fldChar w:fldCharType="end"/>
      </w:r>
      <w:r>
        <w:t xml:space="preserve">:   ZZM091T </w:t>
      </w:r>
      <w:proofErr w:type="spellStart"/>
      <w:r>
        <w:t>Inquiry</w:t>
      </w:r>
      <w:proofErr w:type="spellEnd"/>
      <w:r>
        <w:t xml:space="preserve"> Istituti – 1</w:t>
      </w:r>
      <w:bookmarkEnd w:id="360"/>
      <w:bookmarkEnd w:id="361"/>
    </w:p>
    <w:p w:rsidR="007F7604" w:rsidRDefault="007F7604" w:rsidP="007F7604">
      <w:pPr>
        <w:pStyle w:val="ParagNoNum"/>
      </w:pPr>
      <w:r>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da codice</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 xml:space="preserve">Se viene specificato solo il codice di fine </w:t>
            </w:r>
            <w:proofErr w:type="spellStart"/>
            <w:r>
              <w:t>range</w:t>
            </w:r>
            <w:proofErr w:type="spellEnd"/>
            <w:r>
              <w:t xml:space="preserve"> viene </w:t>
            </w:r>
            <w:r>
              <w:tab/>
              <w:t xml:space="preserve">considerato come il minimo valore ammesso, </w:t>
            </w:r>
            <w:r>
              <w:tab/>
              <w:t>altrimenti è obbligatorio.</w:t>
            </w:r>
          </w:p>
          <w:p w:rsidR="007F7604" w:rsidRDefault="007F7604" w:rsidP="00407551">
            <w:r>
              <w:t>Codice istituto di inizio ricerca.</w:t>
            </w:r>
          </w:p>
          <w:p w:rsidR="007F7604" w:rsidRDefault="007F7604" w:rsidP="00407551">
            <w:r>
              <w:t>Se il codice di inizio ricerca è maggiore del codice di fine ricerca il sistema genera l'errore 9031.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a codice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 xml:space="preserve">Se viene specificato solo il codice di inizio </w:t>
            </w:r>
            <w:proofErr w:type="spellStart"/>
            <w:r>
              <w:t>range</w:t>
            </w:r>
            <w:proofErr w:type="spellEnd"/>
            <w:r>
              <w:t xml:space="preserve"> </w:t>
            </w:r>
            <w:r>
              <w:tab/>
              <w:t xml:space="preserve">viene considerato come il massimo valore ammesso, </w:t>
            </w:r>
            <w:r>
              <w:tab/>
              <w:t>altrimenti è obbligatorio.</w:t>
            </w:r>
          </w:p>
          <w:p w:rsidR="007F7604" w:rsidRDefault="007F7604" w:rsidP="00407551">
            <w:r>
              <w:t>Codice istituto di fine ricerca.</w:t>
            </w:r>
          </w:p>
          <w:p w:rsidR="007F7604" w:rsidRDefault="007F7604" w:rsidP="00407551">
            <w:r>
              <w:t>Se il codice di fine ricerca è minore del codice di inizio ricerca il sistema genera l'errore 9031.</w:t>
            </w:r>
          </w:p>
          <w:p w:rsidR="007F7604" w:rsidRDefault="007F7604" w:rsidP="00407551">
            <w:r>
              <w:t xml:space="preserve">Se nell'archivio Istituti non è censito nessun elemento compreso nel </w:t>
            </w:r>
            <w:proofErr w:type="spellStart"/>
            <w:r>
              <w:t>range</w:t>
            </w:r>
            <w:proofErr w:type="spellEnd"/>
            <w:r>
              <w:t xml:space="preserve"> specificato il sistema genera l'errore 9038.</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codice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dell'istituto.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lastRenderedPageBreak/>
              <w:t>descrizione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Descrizione dell'istituto.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sistema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identificativo della procedura.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consorzio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 xml:space="preserve">Indica se viene supportata la gestione </w:t>
            </w:r>
            <w:proofErr w:type="spellStart"/>
            <w:r>
              <w:t>multistituto</w:t>
            </w:r>
            <w:proofErr w:type="spellEnd"/>
            <w:r>
              <w:t>.</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operatore modello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operatore che viene proposto come default nel campo "Operatore" della mappa di Apertura Sessione.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funzione di partenza</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Protetto.</w:t>
            </w:r>
          </w:p>
          <w:p w:rsidR="007F7604" w:rsidRDefault="007F7604" w:rsidP="00407551">
            <w:r>
              <w:t>Funzione che viene proposta come default nel campo "Funzione" della mappa di Apertura Sessione.</w:t>
            </w:r>
          </w:p>
          <w:p w:rsidR="007F7604" w:rsidRDefault="007F7604" w:rsidP="00407551"/>
        </w:tc>
      </w:tr>
    </w:tbl>
    <w:p w:rsidR="007F7604" w:rsidRDefault="007F7604" w:rsidP="007F7604">
      <w:pPr>
        <w:spacing w:before="480"/>
      </w:pPr>
      <w:r>
        <w:t xml:space="preserve">Dopo aver digitato un carattere davanti al codice istituto desiderato e premuto il tasto </w:t>
      </w:r>
      <w:r>
        <w:rPr>
          <w:b/>
        </w:rPr>
        <w:t>'INVIO'</w:t>
      </w:r>
      <w:r>
        <w:t xml:space="preserve"> il sistema visualizza nella seconda mappa le caratteristiche dettagliate degli istituti selezionati.</w:t>
      </w:r>
    </w:p>
    <w:p w:rsidR="007F7604" w:rsidRDefault="007F7604" w:rsidP="007F7604">
      <w:pPr>
        <w:pStyle w:val="ParagNoNum"/>
      </w:pPr>
      <w:r>
        <w:t>Mappa 2</w:t>
      </w:r>
    </w:p>
    <w:p w:rsidR="007F7604" w:rsidRDefault="007F7604" w:rsidP="007F7604">
      <w:pPr>
        <w:pStyle w:val="Mappa"/>
      </w:pPr>
      <w:r>
        <w:t xml:space="preserve"> :::::::: :::::::: * :::::::::::::::::::::::::::::::::::::: * :::::::: ::::::::</w:t>
      </w:r>
    </w:p>
    <w:p w:rsidR="007F7604" w:rsidRDefault="007F7604" w:rsidP="007F7604">
      <w:pPr>
        <w:pStyle w:val="Mappa"/>
      </w:pPr>
      <w:r>
        <w:t xml:space="preserve"> IIST Z : :::::::: * :::::::::::INQUIRY ISTITUTI:::::::::::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Istituto :::::                                   </w:t>
      </w:r>
    </w:p>
    <w:p w:rsidR="007F7604" w:rsidRDefault="007F7604" w:rsidP="007F7604">
      <w:pPr>
        <w:pStyle w:val="Mappa"/>
      </w:pPr>
      <w:r>
        <w:t xml:space="preserve">                                                                               </w:t>
      </w:r>
    </w:p>
    <w:p w:rsidR="007F7604" w:rsidRDefault="007F7604" w:rsidP="007F7604">
      <w:pPr>
        <w:pStyle w:val="Mappa"/>
      </w:pPr>
      <w:r>
        <w:t xml:space="preserve">   Descrizione breve        ::::::::::::::::::::                               </w:t>
      </w:r>
    </w:p>
    <w:p w:rsidR="007F7604" w:rsidRDefault="007F7604" w:rsidP="007F7604">
      <w:pPr>
        <w:pStyle w:val="Mappa"/>
      </w:pPr>
      <w:r>
        <w:t xml:space="preserve">   Descrizione estesa       ::::::::::::::::::::::::::::::::::::::::::::::::   </w:t>
      </w:r>
    </w:p>
    <w:p w:rsidR="007F7604" w:rsidRDefault="007F7604" w:rsidP="007F7604">
      <w:pPr>
        <w:pStyle w:val="Mappa"/>
      </w:pPr>
      <w:r>
        <w:t xml:space="preserve">   Funzione di partenza     :::: :::::::::::::::::::::::::::::::::::::::::::   </w:t>
      </w:r>
    </w:p>
    <w:p w:rsidR="007F7604" w:rsidRDefault="007F7604" w:rsidP="007F7604">
      <w:pPr>
        <w:pStyle w:val="Mappa"/>
      </w:pPr>
      <w:r>
        <w:t xml:space="preserve">   Operatore modello        :::::::: :::::::::::::::::::::::::::::::::::::::   </w:t>
      </w:r>
    </w:p>
    <w:p w:rsidR="007F7604" w:rsidRDefault="007F7604" w:rsidP="007F7604">
      <w:pPr>
        <w:pStyle w:val="Mappa"/>
      </w:pPr>
      <w:r>
        <w:t xml:space="preserve">   Nome sistema             ::::::::                                           </w:t>
      </w:r>
    </w:p>
    <w:p w:rsidR="007F7604" w:rsidRDefault="007F7604" w:rsidP="007F7604">
      <w:pPr>
        <w:pStyle w:val="Mappa"/>
      </w:pPr>
      <w:r>
        <w:t xml:space="preserve">   Gestione consorzio (S/N) :                                                  </w:t>
      </w:r>
    </w:p>
    <w:p w:rsidR="007F7604" w:rsidRDefault="007F7604" w:rsidP="007F7604">
      <w:pPr>
        <w:pStyle w:val="Mappa"/>
      </w:pPr>
      <w:r>
        <w:t xml:space="preserve">                                                                               </w:t>
      </w:r>
    </w:p>
    <w:p w:rsidR="007F7604" w:rsidRDefault="007F7604" w:rsidP="007F7604">
      <w:pPr>
        <w:pStyle w:val="Mappa"/>
      </w:pPr>
      <w:r>
        <w:t xml:space="preserve">   Linguaggio:  : Italiano   : Inglese    : Tedesco    : Francese   : Spagnolo </w:t>
      </w:r>
    </w:p>
    <w:p w:rsidR="007F7604" w:rsidRDefault="007F7604" w:rsidP="007F7604">
      <w:pPr>
        <w:pStyle w:val="Mappa"/>
      </w:pPr>
      <w:r>
        <w:t xml:space="preserve">                                                                               </w:t>
      </w:r>
    </w:p>
    <w:p w:rsidR="007F7604" w:rsidRDefault="007F7604" w:rsidP="007F7604">
      <w:pPr>
        <w:pStyle w:val="Mappa"/>
      </w:pPr>
      <w:r>
        <w:t xml:space="preserve">           Indirizzo ::::::::::::::::::::::::::::::::::::::::::::::::          </w:t>
      </w:r>
    </w:p>
    <w:p w:rsidR="007F7604" w:rsidRDefault="007F7604" w:rsidP="007F7604">
      <w:pPr>
        <w:pStyle w:val="Mappa"/>
      </w:pPr>
      <w:r>
        <w:t xml:space="preserve">           Cap       :::::   </w:t>
      </w:r>
      <w:proofErr w:type="spellStart"/>
      <w:r>
        <w:t>Localita</w:t>
      </w:r>
      <w:proofErr w:type="spellEnd"/>
      <w:r>
        <w:t xml:space="preserve">" ::::::::::::::::::::::::::::::          </w:t>
      </w:r>
    </w:p>
    <w:p w:rsidR="007F7604" w:rsidRDefault="007F7604" w:rsidP="007F7604">
      <w:pPr>
        <w:pStyle w:val="Mappa"/>
      </w:pPr>
      <w:r>
        <w:t xml:space="preserve">           Provincia ::::::::::::::::::::::::::::::  Codice ABI :::::          </w:t>
      </w:r>
    </w:p>
    <w:p w:rsidR="007F7604" w:rsidRDefault="007F7604" w:rsidP="007F7604">
      <w:pPr>
        <w:pStyle w:val="Mappa"/>
      </w:pPr>
      <w:r>
        <w:t xml:space="preserve">                                                                               </w:t>
      </w:r>
    </w:p>
    <w:p w:rsidR="007F7604" w:rsidRDefault="007F7604" w:rsidP="007F7604">
      <w:pPr>
        <w:pStyle w:val="Mappa"/>
      </w:pPr>
      <w:r>
        <w:t xml:space="preserve">                        Sicurezza: : Non usata                                 </w:t>
      </w:r>
    </w:p>
    <w:p w:rsidR="007F7604" w:rsidRDefault="007F7604" w:rsidP="007F7604">
      <w:pPr>
        <w:pStyle w:val="Mappa"/>
      </w:pPr>
      <w:r>
        <w:t xml:space="preserve">                                   : Esterna                                   </w:t>
      </w:r>
    </w:p>
    <w:p w:rsidR="007F7604" w:rsidRDefault="007F7604" w:rsidP="007F7604">
      <w:pPr>
        <w:pStyle w:val="Mappa"/>
      </w:pPr>
      <w:r>
        <w:t xml:space="preserve">                                   : Interna                                   </w:t>
      </w:r>
    </w:p>
    <w:p w:rsidR="007F7604" w:rsidRDefault="007F7604" w:rsidP="007F7604">
      <w:pPr>
        <w:pStyle w:val="Mappa"/>
      </w:pPr>
      <w:r>
        <w:t xml:space="preserve">                                   : Interna solo per Autorizzazioni           </w:t>
      </w:r>
    </w:p>
    <w:p w:rsidR="007F7604" w:rsidRDefault="007F7604" w:rsidP="007F7604">
      <w:pPr>
        <w:pStyle w:val="Mappa"/>
      </w:pPr>
      <w:r>
        <w:t xml:space="preserve">                                                                               </w:t>
      </w:r>
    </w:p>
    <w:p w:rsidR="007F7604" w:rsidRDefault="007F7604" w:rsidP="00464905">
      <w:pPr>
        <w:pStyle w:val="Titolo9"/>
        <w:numPr>
          <w:ilvl w:val="0"/>
          <w:numId w:val="0"/>
        </w:numPr>
        <w:ind w:left="1584" w:firstLine="543"/>
        <w:jc w:val="both"/>
      </w:pPr>
      <w:bookmarkStart w:id="362" w:name="_Toc494685589"/>
      <w:bookmarkStart w:id="363" w:name="_Toc510349218"/>
      <w:r>
        <w:t xml:space="preserve">Mappa </w:t>
      </w:r>
      <w:r>
        <w:fldChar w:fldCharType="begin"/>
      </w:r>
      <w:r>
        <w:instrText>SEQ mappa</w:instrText>
      </w:r>
      <w:r>
        <w:fldChar w:fldCharType="separate"/>
      </w:r>
      <w:r>
        <w:rPr>
          <w:noProof/>
        </w:rPr>
        <w:t>37</w:t>
      </w:r>
      <w:r>
        <w:fldChar w:fldCharType="end"/>
      </w:r>
      <w:r>
        <w:t xml:space="preserve">:   ZZM092T </w:t>
      </w:r>
      <w:proofErr w:type="spellStart"/>
      <w:r>
        <w:t>Inquiry</w:t>
      </w:r>
      <w:proofErr w:type="spellEnd"/>
      <w:r>
        <w:t xml:space="preserve"> Istituti – 2</w:t>
      </w:r>
      <w:bookmarkEnd w:id="362"/>
      <w:bookmarkEnd w:id="363"/>
      <w:r>
        <w:t xml:space="preserve"> </w:t>
      </w:r>
    </w:p>
    <w:p w:rsidR="007F7604" w:rsidRDefault="007F7604" w:rsidP="007F7604">
      <w:pPr>
        <w:pStyle w:val="ParagNoNum"/>
      </w:pPr>
      <w:r>
        <w:br w:type="page"/>
      </w:r>
      <w:r>
        <w:lastRenderedPageBreak/>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istituto</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dell'istituto selezionato.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descrizione breve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Descrizione breve dell'istituto selezionato.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descrizione estesa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Descrizione estesa dell'istituto selezionato.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funzione di partenza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Funzione che viene proposta come default nel campo "Funzione" della mappa di Apertura Sessione.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operatore modello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operatore che viene proposto come default nel campo "Operatore" della mappa di Apertura Sessione.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nome sistema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identificativo della procedura.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gestione consorzio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 xml:space="preserve">Indica se viene supportata la gestione </w:t>
            </w:r>
            <w:proofErr w:type="spellStart"/>
            <w:r>
              <w:t>multistituto</w:t>
            </w:r>
            <w:proofErr w:type="spellEnd"/>
            <w:r>
              <w:t>.</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linguaggio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Linguaggio utilizzato per la stampa dei tabulati.</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indirizzo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Indirizzo di domicilio dell'istituto selezionato.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proofErr w:type="spellStart"/>
            <w:r>
              <w:rPr>
                <w:smallCaps/>
              </w:rPr>
              <w:t>cap</w:t>
            </w:r>
            <w:proofErr w:type="spellEnd"/>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di Avviamento Postale dell'istituto selezionato.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proofErr w:type="spellStart"/>
            <w:r>
              <w:rPr>
                <w:smallCaps/>
              </w:rPr>
              <w:t>localita'</w:t>
            </w:r>
            <w:proofErr w:type="spellEnd"/>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Località di domicilio dell'istituto selezionato.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provincia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Provincia di domicilio dell'istituto selezionato.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 xml:space="preserve">codice </w:t>
            </w:r>
            <w:proofErr w:type="spellStart"/>
            <w:r>
              <w:rPr>
                <w:smallCaps/>
              </w:rPr>
              <w:t>a.b.i</w:t>
            </w:r>
            <w:proofErr w:type="spellEnd"/>
            <w:r>
              <w:rPr>
                <w:smallCaps/>
              </w:rPr>
              <w:t>.</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A.B.I dell'istituto selezionato.</w:t>
            </w:r>
          </w:p>
          <w:p w:rsidR="007F7604" w:rsidRDefault="007F7604" w:rsidP="00407551"/>
        </w:tc>
      </w:tr>
    </w:tbl>
    <w:p w:rsidR="007F7604" w:rsidRDefault="007F7604" w:rsidP="007F7604">
      <w:r>
        <w:br w:type="page"/>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lastRenderedPageBreak/>
              <w:t>sicurezza</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Protetto.</w:t>
            </w:r>
          </w:p>
          <w:p w:rsidR="007F7604" w:rsidRDefault="007F7604" w:rsidP="00407551">
            <w:r>
              <w:t>Valori che può assumere:</w:t>
            </w:r>
          </w:p>
          <w:p w:rsidR="007F7604" w:rsidRDefault="007F7604" w:rsidP="00407551">
            <w:pPr>
              <w:ind w:left="1418" w:hanging="1418"/>
            </w:pPr>
            <w:r>
              <w:rPr>
                <w:b/>
              </w:rPr>
              <w:t>Non attiva</w:t>
            </w:r>
            <w:r>
              <w:rPr>
                <w:b/>
              </w:rPr>
              <w:tab/>
            </w:r>
            <w:r>
              <w:t>non viene gestita nessuna sicurezza</w:t>
            </w:r>
          </w:p>
          <w:p w:rsidR="007F7604" w:rsidRDefault="007F7604" w:rsidP="00407551">
            <w:pPr>
              <w:ind w:left="1418" w:hanging="1418"/>
            </w:pPr>
            <w:r>
              <w:rPr>
                <w:b/>
              </w:rPr>
              <w:t>Esterna</w:t>
            </w:r>
            <w:r>
              <w:rPr>
                <w:b/>
              </w:rPr>
              <w:tab/>
            </w:r>
            <w:r>
              <w:t>non viene gestita direttamente dalla Procedura</w:t>
            </w:r>
          </w:p>
          <w:p w:rsidR="007F7604" w:rsidRDefault="007F7604" w:rsidP="00407551">
            <w:pPr>
              <w:ind w:left="1418" w:hanging="1418"/>
            </w:pPr>
            <w:r>
              <w:rPr>
                <w:b/>
              </w:rPr>
              <w:t>Interna</w:t>
            </w:r>
            <w:r>
              <w:rPr>
                <w:b/>
              </w:rPr>
              <w:tab/>
            </w:r>
            <w:r>
              <w:t>viene gestita direttamente dalla Procedura</w:t>
            </w:r>
          </w:p>
          <w:p w:rsidR="007F7604" w:rsidRDefault="007F7604" w:rsidP="00407551">
            <w:pPr>
              <w:ind w:left="1418" w:hanging="1418"/>
              <w:rPr>
                <w:b/>
              </w:rPr>
            </w:pPr>
            <w:r>
              <w:rPr>
                <w:b/>
              </w:rPr>
              <w:t>Interna solo</w:t>
            </w:r>
            <w:r>
              <w:rPr>
                <w:b/>
              </w:rPr>
              <w:tab/>
            </w:r>
            <w:r>
              <w:t xml:space="preserve">viene gestita dalla Procedura solo la parte relativa </w:t>
            </w:r>
          </w:p>
          <w:p w:rsidR="007F7604" w:rsidRDefault="007F7604" w:rsidP="00407551">
            <w:pPr>
              <w:ind w:left="1418" w:hanging="1418"/>
            </w:pPr>
            <w:r>
              <w:rPr>
                <w:b/>
              </w:rPr>
              <w:t>autorizzazioni</w:t>
            </w:r>
            <w:r>
              <w:rPr>
                <w:b/>
              </w:rPr>
              <w:tab/>
            </w:r>
            <w:r>
              <w:t>alle autorizzazioni.</w:t>
            </w:r>
          </w:p>
          <w:p w:rsidR="007F7604" w:rsidRDefault="007F7604" w:rsidP="00407551">
            <w:r>
              <w:t>Sistema di sicurezza adottato dall'istituto.</w:t>
            </w:r>
          </w:p>
          <w:p w:rsidR="007F7604" w:rsidRDefault="007F7604" w:rsidP="00407551"/>
        </w:tc>
      </w:tr>
    </w:tbl>
    <w:p w:rsidR="007F7604" w:rsidRDefault="007F7604" w:rsidP="007F7604">
      <w:pPr>
        <w:pStyle w:val="Titolo3"/>
        <w:ind w:left="357" w:hanging="357"/>
      </w:pPr>
      <w:bookmarkStart w:id="364" w:name="_Toc494685507"/>
      <w:bookmarkStart w:id="365" w:name="_Toc510349136"/>
      <w:bookmarkStart w:id="366" w:name="_Toc397613748"/>
      <w:r>
        <w:t>Funzioni associate</w:t>
      </w:r>
      <w:bookmarkEnd w:id="364"/>
      <w:bookmarkEnd w:id="365"/>
      <w:bookmarkEnd w:id="366"/>
    </w:p>
    <w:p w:rsidR="007F7604" w:rsidRDefault="007F7604" w:rsidP="007F7604">
      <w:r>
        <w:t>Gestione Transazioni (GTRX);</w:t>
      </w:r>
    </w:p>
    <w:p w:rsidR="007F7604" w:rsidRDefault="007F7604" w:rsidP="007F7604">
      <w:r>
        <w:t>Gestione Operatori (GOPR);</w:t>
      </w:r>
    </w:p>
    <w:p w:rsidR="007F7604" w:rsidRDefault="007F7604" w:rsidP="007F7604">
      <w:r>
        <w:t>Gestione Istituti (GIST).</w:t>
      </w:r>
    </w:p>
    <w:p w:rsidR="007F7604" w:rsidRDefault="007F7604" w:rsidP="007F7604">
      <w:pPr>
        <w:pStyle w:val="Titolo2"/>
      </w:pPr>
      <w:r>
        <w:br w:type="page"/>
      </w:r>
      <w:bookmarkStart w:id="367" w:name="_Toc494685508"/>
      <w:bookmarkStart w:id="368" w:name="_Toc510349137"/>
      <w:bookmarkStart w:id="369" w:name="_Toc397613749"/>
      <w:proofErr w:type="spellStart"/>
      <w:r>
        <w:lastRenderedPageBreak/>
        <w:t>Inquiry</w:t>
      </w:r>
      <w:proofErr w:type="spellEnd"/>
      <w:r>
        <w:t xml:space="preserve"> modelli di stampa (IMDL)</w:t>
      </w:r>
      <w:bookmarkEnd w:id="367"/>
      <w:bookmarkEnd w:id="368"/>
      <w:bookmarkEnd w:id="369"/>
    </w:p>
    <w:p w:rsidR="007F7604" w:rsidRDefault="007F7604" w:rsidP="007F7604">
      <w:pPr>
        <w:pStyle w:val="Titolo3"/>
        <w:ind w:left="357" w:hanging="357"/>
      </w:pPr>
      <w:bookmarkStart w:id="370" w:name="_Toc494685509"/>
      <w:bookmarkStart w:id="371" w:name="_Toc510349138"/>
      <w:bookmarkStart w:id="372" w:name="_Toc397613750"/>
      <w:r>
        <w:t>Utilizzo della transazione</w:t>
      </w:r>
      <w:bookmarkEnd w:id="370"/>
      <w:bookmarkEnd w:id="371"/>
      <w:bookmarkEnd w:id="372"/>
    </w:p>
    <w:p w:rsidR="007F7604" w:rsidRDefault="007F7604" w:rsidP="007F7604">
      <w:pPr>
        <w:tabs>
          <w:tab w:val="left" w:pos="567"/>
        </w:tabs>
        <w:spacing w:after="240"/>
      </w:pPr>
      <w:r>
        <w:t>La transazione IMDL (</w:t>
      </w:r>
      <w:proofErr w:type="spellStart"/>
      <w:r>
        <w:t>Inquiry</w:t>
      </w:r>
      <w:proofErr w:type="spellEnd"/>
      <w:r>
        <w:t xml:space="preserve"> Modelli di stampa) permette di effettuare un'interrogazione dei dati censiti nell'archivio Modelli di stampa.</w:t>
      </w:r>
    </w:p>
    <w:p w:rsidR="007F7604" w:rsidRDefault="007F7604" w:rsidP="007F7604">
      <w:pPr>
        <w:tabs>
          <w:tab w:val="left" w:pos="567"/>
        </w:tabs>
      </w:pPr>
      <w:r>
        <w:t xml:space="preserve">Per l'estrazione dei dati desiderati è necessario specificare un intervallo che contenga il codice modello di inizio e fine ricerca. E' possibile non valorizzare il valore di inizio o fine </w:t>
      </w:r>
      <w:proofErr w:type="spellStart"/>
      <w:r>
        <w:t>range</w:t>
      </w:r>
      <w:proofErr w:type="spellEnd"/>
      <w:r>
        <w:t>; ciò equivale a considerare implicitamente quel valore come rispettivamente il minimo o il massimo ammesso.</w:t>
      </w:r>
    </w:p>
    <w:p w:rsidR="007F7604" w:rsidRDefault="007F7604" w:rsidP="007F7604">
      <w:r>
        <w:t xml:space="preserve">Una volta valorizzato il </w:t>
      </w:r>
      <w:proofErr w:type="spellStart"/>
      <w:r>
        <w:t>range</w:t>
      </w:r>
      <w:proofErr w:type="spellEnd"/>
      <w:r>
        <w:t>, compare a video la lista dei record estratti dall'archivio con l'indicazione della descrizione estesa, della routine di formattazione associata, della modalità di esecuzione, della modalità di caricamento carta e della densità dei caratteri.</w:t>
      </w:r>
    </w:p>
    <w:p w:rsidR="007F7604" w:rsidRDefault="007F7604" w:rsidP="007F7604">
      <w:pPr>
        <w:pStyle w:val="Titolo3"/>
        <w:ind w:left="357" w:hanging="357"/>
      </w:pPr>
      <w:bookmarkStart w:id="373" w:name="_Toc494685510"/>
      <w:bookmarkStart w:id="374" w:name="_Toc510349139"/>
      <w:bookmarkStart w:id="375" w:name="_Toc397613751"/>
      <w:r>
        <w:t>Interfaccia utente</w:t>
      </w:r>
      <w:bookmarkEnd w:id="373"/>
      <w:bookmarkEnd w:id="374"/>
      <w:bookmarkEnd w:id="375"/>
    </w:p>
    <w:p w:rsidR="007F7604" w:rsidRDefault="007F7604" w:rsidP="007F7604">
      <w:r>
        <w:t>L'</w:t>
      </w:r>
      <w:proofErr w:type="spellStart"/>
      <w:r>
        <w:t>inquiry</w:t>
      </w:r>
      <w:proofErr w:type="spellEnd"/>
      <w:r>
        <w:t xml:space="preserve"> è articolata su una mappa (zzM251T).</w:t>
      </w:r>
    </w:p>
    <w:p w:rsidR="007F7604" w:rsidRDefault="007F7604" w:rsidP="007F7604">
      <w:pPr>
        <w:pStyle w:val="ParagNoNum"/>
      </w:pPr>
      <w:r>
        <w:t>Mappa 1</w:t>
      </w:r>
    </w:p>
    <w:p w:rsidR="007F7604" w:rsidRDefault="007F7604" w:rsidP="007F7604">
      <w:pPr>
        <w:tabs>
          <w:tab w:val="left" w:pos="426"/>
          <w:tab w:val="left" w:pos="4537"/>
          <w:tab w:val="left" w:pos="9356"/>
        </w:tabs>
      </w:pPr>
      <w:r>
        <w:t xml:space="preserve">Digitando il nome della transazione (IMDL) ed </w:t>
      </w:r>
      <w:r>
        <w:rPr>
          <w:b/>
        </w:rPr>
        <w:t>'INVIO'</w:t>
      </w:r>
      <w:r>
        <w:t>, verrà presentata la seguente mappa:</w:t>
      </w:r>
    </w:p>
    <w:p w:rsidR="007F7604" w:rsidRDefault="007F7604" w:rsidP="007F7604">
      <w:pPr>
        <w:tabs>
          <w:tab w:val="left" w:pos="426"/>
          <w:tab w:val="left" w:pos="4537"/>
          <w:tab w:val="left" w:pos="9356"/>
        </w:tabs>
      </w:pPr>
    </w:p>
    <w:p w:rsidR="007F7604" w:rsidRDefault="007F7604" w:rsidP="007F7604">
      <w:pPr>
        <w:pStyle w:val="Mappa"/>
      </w:pPr>
      <w:r>
        <w:t xml:space="preserve"> :::::::: :::::::: * :::::::::::::::::::::::::::::::::::::: * :::::::: ::::::::</w:t>
      </w:r>
    </w:p>
    <w:p w:rsidR="007F7604" w:rsidRDefault="007F7604" w:rsidP="007F7604">
      <w:pPr>
        <w:pStyle w:val="Mappa"/>
      </w:pPr>
      <w:r>
        <w:t xml:space="preserve"> IMDL Z : :::::::: * :::::INQUIRY MODELLI PER STAMPA::::::: * ::: :::: ::: ::::</w:t>
      </w:r>
    </w:p>
    <w:p w:rsidR="007F7604" w:rsidRDefault="007F7604" w:rsidP="007F7604">
      <w:pPr>
        <w:pStyle w:val="Mappa"/>
      </w:pPr>
      <w:r>
        <w:t xml:space="preserve"> :::: :   :::: :   :::: :   :::: :   :::: :   :::: :   :::: :   :::: :   :::: :</w:t>
      </w:r>
    </w:p>
    <w:p w:rsidR="007F7604" w:rsidRDefault="007F7604" w:rsidP="007F7604">
      <w:pPr>
        <w:pStyle w:val="Mappa"/>
      </w:pPr>
      <w:r>
        <w:t xml:space="preserve"> :::: :::::::::::::::::::::::::::::::::::::::::::::::::::::::::::::::::::: ____</w:t>
      </w:r>
    </w:p>
    <w:p w:rsidR="007F7604" w:rsidRDefault="007F7604" w:rsidP="007F7604">
      <w:pPr>
        <w:pStyle w:val="Mappa"/>
      </w:pPr>
      <w:r>
        <w:t xml:space="preserve">                                                                               </w:t>
      </w:r>
    </w:p>
    <w:p w:rsidR="007F7604" w:rsidRDefault="007F7604" w:rsidP="007F7604">
      <w:pPr>
        <w:pStyle w:val="Mappa"/>
      </w:pPr>
      <w:r>
        <w:t xml:space="preserve">                  Da Modello ________   A Modello ________                     </w:t>
      </w:r>
    </w:p>
    <w:p w:rsidR="007F7604" w:rsidRDefault="007F7604" w:rsidP="007F7604">
      <w:pPr>
        <w:pStyle w:val="Mappa"/>
      </w:pPr>
      <w:r>
        <w:t xml:space="preserve">                                                                               </w:t>
      </w:r>
    </w:p>
    <w:p w:rsidR="007F7604" w:rsidRDefault="007F7604" w:rsidP="007F7604">
      <w:pPr>
        <w:pStyle w:val="Mappa"/>
      </w:pPr>
      <w:r>
        <w:t xml:space="preserve"> Modello      Descrizione modello     Routine    Esecuzione  Stampa   </w:t>
      </w:r>
      <w:proofErr w:type="spellStart"/>
      <w:r>
        <w:t>Densita'</w:t>
      </w:r>
      <w:proofErr w:type="spellEnd"/>
      <w:r>
        <w:t xml:space="preserve"> </w:t>
      </w:r>
    </w:p>
    <w:p w:rsidR="007F7604" w:rsidRDefault="007F7604" w:rsidP="007F7604">
      <w:pPr>
        <w:pStyle w:val="Mappa"/>
      </w:pPr>
      <w:r>
        <w:t xml:space="preserve">                                      di </w:t>
      </w:r>
      <w:proofErr w:type="spellStart"/>
      <w:r>
        <w:t>form</w:t>
      </w:r>
      <w:proofErr w:type="spellEnd"/>
      <w:r>
        <w:t>.     stampa:  a modulo: caratteri</w:t>
      </w:r>
    </w:p>
    <w:p w:rsidR="007F7604" w:rsidRDefault="007F7604" w:rsidP="007F7604">
      <w:pPr>
        <w:pStyle w:val="Mappa"/>
      </w:pPr>
      <w:r>
        <w:t xml:space="preserve">                                               </w:t>
      </w:r>
      <w:proofErr w:type="spellStart"/>
      <w:r>
        <w:t>imm.dif.bloc</w:t>
      </w:r>
      <w:proofErr w:type="spellEnd"/>
      <w:r>
        <w:t xml:space="preserve">. </w:t>
      </w:r>
      <w:proofErr w:type="spellStart"/>
      <w:r>
        <w:t>Dscr.Con</w:t>
      </w:r>
      <w:proofErr w:type="spellEnd"/>
      <w:r>
        <w:t xml:space="preserve">. </w:t>
      </w:r>
      <w:proofErr w:type="spellStart"/>
      <w:r>
        <w:t>Cpp</w:t>
      </w:r>
      <w:proofErr w:type="spellEnd"/>
      <w:r>
        <w:t xml:space="preserve">  </w:t>
      </w:r>
      <w:proofErr w:type="spellStart"/>
      <w:r>
        <w:t>Lpp</w:t>
      </w:r>
      <w:proofErr w:type="spellEnd"/>
    </w:p>
    <w:p w:rsidR="007F7604" w:rsidRDefault="007F7604" w:rsidP="007F7604">
      <w:pPr>
        <w:pStyle w:val="Mappa"/>
      </w:pPr>
      <w:r>
        <w:t xml:space="preserve"> :::::::: ::::::::::::::::::::::::::: ::::::::   :   :   :     :   :    ::   ::</w:t>
      </w:r>
    </w:p>
    <w:p w:rsidR="007F7604" w:rsidRDefault="007F7604" w:rsidP="007F7604">
      <w:pPr>
        <w:pStyle w:val="Mappa"/>
      </w:pPr>
      <w:r>
        <w:t xml:space="preserve"> :::::::: ::::::::::::::::::::::::::: ::::::::   :   :   :     :   :    ::   ::</w:t>
      </w:r>
    </w:p>
    <w:p w:rsidR="007F7604" w:rsidRDefault="007F7604" w:rsidP="007F7604">
      <w:pPr>
        <w:pStyle w:val="Mappa"/>
      </w:pPr>
      <w:r>
        <w:t xml:space="preserve"> :::::::: ::::::::::::::::::::::::::: ::::::::   :   :   :     :   :    ::   ::</w:t>
      </w:r>
    </w:p>
    <w:p w:rsidR="007F7604" w:rsidRDefault="007F7604" w:rsidP="007F7604">
      <w:pPr>
        <w:pStyle w:val="Mappa"/>
      </w:pPr>
      <w:r>
        <w:t xml:space="preserve"> :::::::: ::::::::::::::::::::::::::: ::::::::   :   :   :     :   :    ::   ::</w:t>
      </w:r>
    </w:p>
    <w:p w:rsidR="007F7604" w:rsidRDefault="007F7604" w:rsidP="007F7604">
      <w:pPr>
        <w:pStyle w:val="Mappa"/>
      </w:pPr>
      <w:r>
        <w:t xml:space="preserve"> :::::::: ::::::::::::::::::::::::::: ::::::::   :   :   :     :   :    ::   ::</w:t>
      </w:r>
    </w:p>
    <w:p w:rsidR="007F7604" w:rsidRDefault="007F7604" w:rsidP="007F7604">
      <w:pPr>
        <w:pStyle w:val="Mappa"/>
      </w:pPr>
      <w:r>
        <w:t xml:space="preserve"> :::::::: ::::::::::::::::::::::::::: ::::::::   :   :   :     :   :    ::   ::</w:t>
      </w:r>
    </w:p>
    <w:p w:rsidR="007F7604" w:rsidRDefault="007F7604" w:rsidP="007F7604">
      <w:pPr>
        <w:pStyle w:val="Mappa"/>
      </w:pPr>
      <w:r>
        <w:t xml:space="preserve"> :::::::: ::::::::::::::::::::::::::: ::::::::   :   :   :     :   :    ::   ::</w:t>
      </w:r>
    </w:p>
    <w:p w:rsidR="007F7604" w:rsidRDefault="007F7604" w:rsidP="007F7604">
      <w:pPr>
        <w:pStyle w:val="Mappa"/>
      </w:pPr>
      <w:r>
        <w:t xml:space="preserve"> :::::::: ::::::::::::::::::::::::::: ::::::::   :   :   :     :   :    ::   ::</w:t>
      </w:r>
    </w:p>
    <w:p w:rsidR="007F7604" w:rsidRDefault="007F7604" w:rsidP="007F7604">
      <w:pPr>
        <w:pStyle w:val="Mappa"/>
      </w:pPr>
      <w:r>
        <w:t xml:space="preserve"> :::::::: ::::::::::::::::::::::::::: ::::::::   :   :   :     :   :    ::   ::</w:t>
      </w:r>
    </w:p>
    <w:p w:rsidR="007F7604" w:rsidRDefault="007F7604" w:rsidP="007F7604">
      <w:pPr>
        <w:pStyle w:val="Mappa"/>
      </w:pPr>
      <w:r>
        <w:t xml:space="preserve"> :::::::: ::::::::::::::::::::::::::: ::::::::   :   :   :     :   :    ::   ::</w:t>
      </w:r>
    </w:p>
    <w:p w:rsidR="007F7604" w:rsidRDefault="007F7604" w:rsidP="007F7604">
      <w:pPr>
        <w:pStyle w:val="Mappa"/>
      </w:pPr>
      <w:r>
        <w:t xml:space="preserve"> :::::::: ::::::::::::::::::::::::::: ::::::::   :   :   :     :   :    ::   ::</w:t>
      </w:r>
    </w:p>
    <w:p w:rsidR="007F7604" w:rsidRDefault="007F7604" w:rsidP="007F7604">
      <w:pPr>
        <w:pStyle w:val="Mappa"/>
      </w:pPr>
      <w:r>
        <w:t xml:space="preserve"> :::::::: ::::::::::::::::::::::::::: ::::::::   :   :   :     :   :    ::   ::</w:t>
      </w:r>
    </w:p>
    <w:p w:rsidR="007F7604" w:rsidRDefault="007F7604" w:rsidP="007F7604">
      <w:pPr>
        <w:pStyle w:val="Mappa"/>
      </w:pPr>
      <w:r>
        <w:t xml:space="preserve"> :::::::: ::::::::::::::::::::::::::: ::::::::   :   :   :     :   :    ::   ::</w:t>
      </w:r>
    </w:p>
    <w:p w:rsidR="007F7604" w:rsidRDefault="007F7604" w:rsidP="007F7604">
      <w:pPr>
        <w:pStyle w:val="Mappa"/>
      </w:pPr>
      <w:r>
        <w:t xml:space="preserve"> :::::::: ::::::::::::::::::::::::::: ::::::::   :   :   :     :   :    ::   ::</w:t>
      </w:r>
    </w:p>
    <w:p w:rsidR="007F7604" w:rsidRDefault="007F7604" w:rsidP="00464905">
      <w:pPr>
        <w:pStyle w:val="Titolo9"/>
        <w:numPr>
          <w:ilvl w:val="0"/>
          <w:numId w:val="0"/>
        </w:numPr>
        <w:ind w:left="2293"/>
        <w:jc w:val="both"/>
      </w:pPr>
      <w:bookmarkStart w:id="376" w:name="_Toc494685590"/>
      <w:bookmarkStart w:id="377" w:name="_Toc510349219"/>
      <w:r>
        <w:t xml:space="preserve">Mappa </w:t>
      </w:r>
      <w:r>
        <w:fldChar w:fldCharType="begin"/>
      </w:r>
      <w:r>
        <w:instrText>SEQ mappa</w:instrText>
      </w:r>
      <w:r>
        <w:fldChar w:fldCharType="separate"/>
      </w:r>
      <w:r>
        <w:rPr>
          <w:noProof/>
        </w:rPr>
        <w:t>38</w:t>
      </w:r>
      <w:r>
        <w:fldChar w:fldCharType="end"/>
      </w:r>
      <w:r>
        <w:t xml:space="preserve">:   ZZM251T </w:t>
      </w:r>
      <w:proofErr w:type="spellStart"/>
      <w:r>
        <w:t>Inquiry</w:t>
      </w:r>
      <w:proofErr w:type="spellEnd"/>
      <w:r>
        <w:t xml:space="preserve"> modelli per stampa</w:t>
      </w:r>
      <w:bookmarkEnd w:id="376"/>
      <w:bookmarkEnd w:id="377"/>
      <w:r>
        <w:t xml:space="preserve"> </w:t>
      </w:r>
    </w:p>
    <w:p w:rsidR="007F7604" w:rsidRDefault="007F7604" w:rsidP="007F7604">
      <w:pPr>
        <w:pStyle w:val="ParagNoNum"/>
      </w:pPr>
      <w:r>
        <w:br w:type="page"/>
      </w:r>
      <w:r>
        <w:lastRenderedPageBreak/>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da modello</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 xml:space="preserve">Se viene specificato solo il codice di fine </w:t>
            </w:r>
            <w:proofErr w:type="spellStart"/>
            <w:r>
              <w:t>range</w:t>
            </w:r>
            <w:proofErr w:type="spellEnd"/>
            <w:r>
              <w:t xml:space="preserve"> viene </w:t>
            </w:r>
            <w:r>
              <w:tab/>
              <w:t xml:space="preserve">considerato come il minimo valore ammesso, </w:t>
            </w:r>
            <w:r>
              <w:tab/>
              <w:t>altrimenti è obbligatorio.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a modello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 xml:space="preserve">Se viene specificato solo il codice di inizio </w:t>
            </w:r>
            <w:proofErr w:type="spellStart"/>
            <w:r>
              <w:t>range</w:t>
            </w:r>
            <w:proofErr w:type="spellEnd"/>
            <w:r>
              <w:t xml:space="preserve"> </w:t>
            </w:r>
            <w:r>
              <w:tab/>
              <w:t xml:space="preserve">viene considerato come il massimo valore ammesso, </w:t>
            </w:r>
            <w:r>
              <w:tab/>
              <w:t>altrimenti è obbligatorio.</w:t>
            </w:r>
          </w:p>
          <w:p w:rsidR="007F7604" w:rsidRDefault="007F7604" w:rsidP="00407551">
            <w:r>
              <w:t>Se non digitato il sistema espone l'errore 9031.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modello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identificativo del modello di stampa.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descrizione modello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Descrizione estesa del modello.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routine di formattazione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Indica la routine di formattazione associata al modello di stampa.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esecuzione stampa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Indica se la stampa è:</w:t>
            </w:r>
          </w:p>
          <w:p w:rsidR="007F7604" w:rsidRDefault="007F7604" w:rsidP="00407551">
            <w:pPr>
              <w:rPr>
                <w:b/>
              </w:rPr>
            </w:pPr>
            <w:r>
              <w:rPr>
                <w:b/>
              </w:rPr>
              <w:t>Immediata</w:t>
            </w:r>
          </w:p>
          <w:p w:rsidR="007F7604" w:rsidRDefault="007F7604" w:rsidP="00407551">
            <w:pPr>
              <w:rPr>
                <w:b/>
              </w:rPr>
            </w:pPr>
            <w:r>
              <w:rPr>
                <w:b/>
              </w:rPr>
              <w:t>Differita</w:t>
            </w:r>
          </w:p>
          <w:p w:rsidR="007F7604" w:rsidRDefault="007F7604" w:rsidP="00407551">
            <w:pPr>
              <w:rPr>
                <w:b/>
              </w:rPr>
            </w:pPr>
            <w:r>
              <w:rPr>
                <w:b/>
              </w:rPr>
              <w:t>Bloccata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stampa a modulo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Indica se il caricamento carta della stampante che può essere:</w:t>
            </w:r>
          </w:p>
          <w:p w:rsidR="007F7604" w:rsidRDefault="007F7604" w:rsidP="00407551">
            <w:pPr>
              <w:rPr>
                <w:b/>
              </w:rPr>
            </w:pPr>
            <w:r>
              <w:rPr>
                <w:b/>
              </w:rPr>
              <w:t>Continuo</w:t>
            </w:r>
          </w:p>
          <w:p w:rsidR="007F7604" w:rsidRDefault="007F7604" w:rsidP="00407551">
            <w:r>
              <w:rPr>
                <w:b/>
              </w:rPr>
              <w:t>Discreto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proofErr w:type="spellStart"/>
            <w:r>
              <w:rPr>
                <w:smallCaps/>
              </w:rPr>
              <w:t>densita'</w:t>
            </w:r>
            <w:proofErr w:type="spellEnd"/>
            <w:r>
              <w:rPr>
                <w:smallCaps/>
              </w:rPr>
              <w:t xml:space="preserve"> caratteri</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Protetto.</w:t>
            </w:r>
          </w:p>
          <w:p w:rsidR="007F7604" w:rsidRDefault="007F7604" w:rsidP="00407551">
            <w:r>
              <w:t>Indica il numero di caratteri e di linee per pollice.</w:t>
            </w:r>
          </w:p>
          <w:p w:rsidR="007F7604" w:rsidRDefault="007F7604" w:rsidP="00407551"/>
        </w:tc>
      </w:tr>
    </w:tbl>
    <w:p w:rsidR="007F7604" w:rsidRDefault="007F7604" w:rsidP="007F7604">
      <w:pPr>
        <w:pStyle w:val="Titolo3"/>
        <w:ind w:left="357" w:hanging="357"/>
      </w:pPr>
      <w:bookmarkStart w:id="378" w:name="_Toc494685511"/>
      <w:bookmarkStart w:id="379" w:name="_Toc510349140"/>
      <w:bookmarkStart w:id="380" w:name="_Toc397613752"/>
      <w:r>
        <w:t>Funzioni associate</w:t>
      </w:r>
      <w:bookmarkEnd w:id="378"/>
      <w:bookmarkEnd w:id="379"/>
      <w:bookmarkEnd w:id="380"/>
    </w:p>
    <w:p w:rsidR="007F7604" w:rsidRDefault="007F7604" w:rsidP="007F7604">
      <w:r>
        <w:t>Gestione Modelli di Stampa (GMDL)</w:t>
      </w:r>
    </w:p>
    <w:p w:rsidR="007F7604" w:rsidRDefault="007F7604" w:rsidP="007F7604">
      <w:proofErr w:type="spellStart"/>
      <w:r>
        <w:t>Inquiry</w:t>
      </w:r>
      <w:proofErr w:type="spellEnd"/>
      <w:r>
        <w:t xml:space="preserve"> Associazione Stampanti (IPRT)</w:t>
      </w:r>
    </w:p>
    <w:p w:rsidR="007F7604" w:rsidRDefault="007F7604" w:rsidP="007F7604">
      <w:r>
        <w:t>Controllo Associazione Stampanti (CPRT)</w:t>
      </w:r>
    </w:p>
    <w:p w:rsidR="007F7604" w:rsidRDefault="007F7604" w:rsidP="007F7604">
      <w:r>
        <w:t>Gestione Associazione Stampanti (APRT).</w:t>
      </w:r>
    </w:p>
    <w:p w:rsidR="007F7604" w:rsidRDefault="007F7604" w:rsidP="007F7604">
      <w:pPr>
        <w:pStyle w:val="Titolo2"/>
      </w:pPr>
      <w:r>
        <w:br w:type="page"/>
      </w:r>
      <w:bookmarkStart w:id="381" w:name="_Toc494685512"/>
      <w:bookmarkStart w:id="382" w:name="_Toc510349141"/>
      <w:bookmarkStart w:id="383" w:name="_Toc397613753"/>
      <w:proofErr w:type="spellStart"/>
      <w:r>
        <w:lastRenderedPageBreak/>
        <w:t>Inquiry</w:t>
      </w:r>
      <w:proofErr w:type="spellEnd"/>
      <w:r>
        <w:t xml:space="preserve"> Menù (IMEN)</w:t>
      </w:r>
      <w:bookmarkEnd w:id="381"/>
      <w:bookmarkEnd w:id="382"/>
      <w:bookmarkEnd w:id="383"/>
    </w:p>
    <w:p w:rsidR="007F7604" w:rsidRDefault="007F7604" w:rsidP="007F7604">
      <w:pPr>
        <w:pStyle w:val="Titolo3"/>
        <w:ind w:left="357" w:hanging="357"/>
      </w:pPr>
      <w:bookmarkStart w:id="384" w:name="_Toc494685513"/>
      <w:bookmarkStart w:id="385" w:name="_Toc510349142"/>
      <w:bookmarkStart w:id="386" w:name="_Toc397613754"/>
      <w:r>
        <w:t>Utilizzo della transazione</w:t>
      </w:r>
      <w:bookmarkEnd w:id="384"/>
      <w:bookmarkEnd w:id="385"/>
      <w:bookmarkEnd w:id="386"/>
    </w:p>
    <w:p w:rsidR="007F7604" w:rsidRDefault="007F7604" w:rsidP="007F7604">
      <w:pPr>
        <w:tabs>
          <w:tab w:val="left" w:pos="567"/>
        </w:tabs>
        <w:spacing w:after="240"/>
      </w:pPr>
      <w:r>
        <w:t>La transazione IMEN (</w:t>
      </w:r>
      <w:proofErr w:type="spellStart"/>
      <w:r>
        <w:t>Inquiry</w:t>
      </w:r>
      <w:proofErr w:type="spellEnd"/>
      <w:r>
        <w:t xml:space="preserve"> Menù) permette di effettuare un'interrogazione dei dati riguardanti i menù censiti nell'Archivio Funzioni con la funzione GMEN (Gestione Menù).</w:t>
      </w:r>
    </w:p>
    <w:p w:rsidR="007F7604" w:rsidRDefault="007F7604" w:rsidP="007F7604">
      <w:pPr>
        <w:tabs>
          <w:tab w:val="left" w:pos="567"/>
        </w:tabs>
      </w:pPr>
      <w:r>
        <w:t xml:space="preserve">Per l'estrazione dei dati desiderati è necessario specificare un intervallo che contenga i codici menù di inizio e fine ricerca. E' possibile non valorizzare il valore di inizio o fine </w:t>
      </w:r>
      <w:proofErr w:type="spellStart"/>
      <w:r>
        <w:t>range</w:t>
      </w:r>
      <w:proofErr w:type="spellEnd"/>
      <w:r>
        <w:t>; ciò equivale a considerare implicitamente quel valore come rispettivamente il minimo o il massimo ammesso.</w:t>
      </w:r>
    </w:p>
    <w:p w:rsidR="007F7604" w:rsidRDefault="007F7604" w:rsidP="007F7604">
      <w:pPr>
        <w:tabs>
          <w:tab w:val="left" w:pos="567"/>
        </w:tabs>
      </w:pPr>
      <w:r>
        <w:t xml:space="preserve">Una volta valorizzato il </w:t>
      </w:r>
      <w:proofErr w:type="spellStart"/>
      <w:r>
        <w:t>range</w:t>
      </w:r>
      <w:proofErr w:type="spellEnd"/>
      <w:r>
        <w:t xml:space="preserve"> compare a video la lista dei record estratti dall'archivio Funzioni; è possibile scegliere quello/i di cui interessa la visione dettagliata digitando una "X" nel campo di selezione corrispondente e premendo il tasto INVIO.</w:t>
      </w:r>
    </w:p>
    <w:p w:rsidR="007F7604" w:rsidRDefault="007F7604" w:rsidP="007F7604">
      <w:r>
        <w:t>Vengono quindi visualizzate tante pagine quanti sono i record segnati con tutte le informazioni disponibili; in particolare si possono osservare:</w:t>
      </w:r>
    </w:p>
    <w:p w:rsidR="007F7604" w:rsidRDefault="007F7604" w:rsidP="007F7604">
      <w:pPr>
        <w:spacing w:before="120"/>
        <w:ind w:left="567" w:hanging="284"/>
      </w:pPr>
      <w:r>
        <w:fldChar w:fldCharType="begin"/>
      </w:r>
      <w:r>
        <w:instrText>SYMBOL 183 \f "Symbol" \s 10 \h</w:instrText>
      </w:r>
      <w:r>
        <w:fldChar w:fldCharType="end"/>
      </w:r>
      <w:r>
        <w:tab/>
        <w:t>la descrizione del menù;</w:t>
      </w:r>
    </w:p>
    <w:p w:rsidR="007F7604" w:rsidRDefault="007F7604" w:rsidP="007F7604">
      <w:pPr>
        <w:spacing w:before="120"/>
        <w:ind w:left="567" w:hanging="284"/>
      </w:pPr>
      <w:r>
        <w:fldChar w:fldCharType="begin"/>
      </w:r>
      <w:r>
        <w:instrText>SYMBOL 183 \f "Symbol" \s 10 \h</w:instrText>
      </w:r>
      <w:r>
        <w:fldChar w:fldCharType="end"/>
      </w:r>
      <w:r>
        <w:tab/>
        <w:t>il menù di livello superiore a cui è collegato;</w:t>
      </w:r>
    </w:p>
    <w:p w:rsidR="007F7604" w:rsidRDefault="007F7604" w:rsidP="007F7604">
      <w:pPr>
        <w:spacing w:before="120"/>
        <w:ind w:left="567" w:hanging="284"/>
      </w:pPr>
      <w:r>
        <w:fldChar w:fldCharType="begin"/>
      </w:r>
      <w:r>
        <w:instrText>SYMBOL 183 \f "Symbol" \s 10 \h</w:instrText>
      </w:r>
      <w:r>
        <w:fldChar w:fldCharType="end"/>
      </w:r>
      <w:r>
        <w:tab/>
        <w:t>il layout di visualizzazione prescelto;</w:t>
      </w:r>
    </w:p>
    <w:p w:rsidR="007F7604" w:rsidRDefault="007F7604" w:rsidP="007F7604">
      <w:pPr>
        <w:spacing w:before="120"/>
        <w:ind w:left="567" w:hanging="284"/>
      </w:pPr>
      <w:r>
        <w:fldChar w:fldCharType="begin"/>
      </w:r>
      <w:r>
        <w:instrText>SYMBOL 183 \f "Symbol" \s 10 \h</w:instrText>
      </w:r>
      <w:r>
        <w:fldChar w:fldCharType="end"/>
      </w:r>
      <w:r>
        <w:tab/>
        <w:t>lo stato attuale;</w:t>
      </w:r>
    </w:p>
    <w:p w:rsidR="007F7604" w:rsidRDefault="007F7604" w:rsidP="007F7604">
      <w:pPr>
        <w:spacing w:before="120"/>
        <w:ind w:left="567" w:hanging="284"/>
      </w:pPr>
      <w:r>
        <w:fldChar w:fldCharType="begin"/>
      </w:r>
      <w:r>
        <w:instrText>SYMBOL 183 \f "Symbol" \s 10 \h</w:instrText>
      </w:r>
      <w:r>
        <w:fldChar w:fldCharType="end"/>
      </w:r>
      <w:r>
        <w:tab/>
        <w:t>la sicurezza adottata;</w:t>
      </w:r>
    </w:p>
    <w:p w:rsidR="007F7604" w:rsidRDefault="007F7604" w:rsidP="007F7604">
      <w:pPr>
        <w:spacing w:before="120"/>
        <w:ind w:left="567" w:hanging="284"/>
      </w:pPr>
      <w:r>
        <w:fldChar w:fldCharType="begin"/>
      </w:r>
      <w:r>
        <w:instrText>SYMBOL 183 \f "Symbol" \s 10 \h</w:instrText>
      </w:r>
      <w:r>
        <w:fldChar w:fldCharType="end"/>
      </w:r>
      <w:r>
        <w:tab/>
        <w:t>le funzioni richiamabili dal menù.</w:t>
      </w:r>
    </w:p>
    <w:p w:rsidR="007F7604" w:rsidRDefault="007F7604" w:rsidP="007F7604">
      <w:pPr>
        <w:pStyle w:val="Titolo3"/>
        <w:ind w:left="357" w:hanging="357"/>
      </w:pPr>
      <w:bookmarkStart w:id="387" w:name="_Toc494685514"/>
      <w:bookmarkStart w:id="388" w:name="_Toc510349143"/>
      <w:bookmarkStart w:id="389" w:name="_Toc397613755"/>
      <w:r>
        <w:t>Interfaccia utente</w:t>
      </w:r>
      <w:bookmarkEnd w:id="387"/>
      <w:bookmarkEnd w:id="388"/>
      <w:bookmarkEnd w:id="389"/>
    </w:p>
    <w:p w:rsidR="007F7604" w:rsidRDefault="007F7604" w:rsidP="007F7604">
      <w:pPr>
        <w:spacing w:after="240"/>
      </w:pPr>
      <w:r>
        <w:t>L'</w:t>
      </w:r>
      <w:proofErr w:type="spellStart"/>
      <w:r>
        <w:t>inquiry</w:t>
      </w:r>
      <w:proofErr w:type="spellEnd"/>
      <w:r>
        <w:t xml:space="preserve"> è articolata su diverse mappe:</w:t>
      </w:r>
    </w:p>
    <w:p w:rsidR="007F7604" w:rsidRDefault="007F7604" w:rsidP="007F7604">
      <w:pPr>
        <w:spacing w:after="240"/>
        <w:ind w:left="709" w:hanging="357"/>
      </w:pPr>
      <w:r>
        <w:fldChar w:fldCharType="begin"/>
      </w:r>
      <w:r>
        <w:instrText>SYMBOL 183 \f "Symbol" \s 10 \h</w:instrText>
      </w:r>
      <w:r>
        <w:fldChar w:fldCharType="end"/>
      </w:r>
      <w:r>
        <w:tab/>
        <w:t>nella prima (zzM461T) viene specificato l'intervallo di ricerca e viene esposto l'elenco dei menù trovati;</w:t>
      </w:r>
    </w:p>
    <w:p w:rsidR="007F7604" w:rsidRDefault="007F7604" w:rsidP="007F7604">
      <w:pPr>
        <w:spacing w:after="240"/>
        <w:ind w:left="709" w:hanging="357"/>
      </w:pPr>
      <w:r>
        <w:fldChar w:fldCharType="begin"/>
      </w:r>
      <w:r>
        <w:instrText>SYMBOL 183 \f "Symbol" \s 10 \h</w:instrText>
      </w:r>
      <w:r>
        <w:fldChar w:fldCharType="end"/>
      </w:r>
      <w:r>
        <w:tab/>
        <w:t>la seconda (zzM462T) visualizza le caratteristiche del/i menù selezionato nella prima mappa;</w:t>
      </w:r>
    </w:p>
    <w:p w:rsidR="007F7604" w:rsidRDefault="007F7604" w:rsidP="007F7604">
      <w:pPr>
        <w:ind w:left="709" w:hanging="360"/>
      </w:pPr>
      <w:r>
        <w:fldChar w:fldCharType="begin"/>
      </w:r>
      <w:r>
        <w:instrText>SYMBOL 183 \f "Symbol" \s 10 \h</w:instrText>
      </w:r>
      <w:r>
        <w:fldChar w:fldCharType="end"/>
      </w:r>
      <w:r>
        <w:tab/>
        <w:t>la terza (zzM463T) visualizza le funzioni richiamabili dal menù selezionato con il layout scelto in fase di gestione.</w:t>
      </w:r>
    </w:p>
    <w:p w:rsidR="007F7604" w:rsidRDefault="007F7604" w:rsidP="007F7604">
      <w:pPr>
        <w:pStyle w:val="ParagNoNum"/>
      </w:pPr>
      <w:r>
        <w:br w:type="page"/>
      </w:r>
      <w:r>
        <w:lastRenderedPageBreak/>
        <w:t>Mappa 1</w:t>
      </w:r>
    </w:p>
    <w:p w:rsidR="007F7604" w:rsidRDefault="007F7604" w:rsidP="007F7604">
      <w:pPr>
        <w:tabs>
          <w:tab w:val="left" w:pos="426"/>
          <w:tab w:val="left" w:pos="4537"/>
          <w:tab w:val="left" w:pos="9356"/>
        </w:tabs>
        <w:spacing w:after="240"/>
      </w:pPr>
      <w:r>
        <w:t xml:space="preserve">Digitando il nome della transazione (IMEN) e premendo il tasto </w:t>
      </w:r>
      <w:r>
        <w:rPr>
          <w:b/>
        </w:rPr>
        <w:t>'INVIO'</w:t>
      </w:r>
      <w:r>
        <w:t xml:space="preserve"> viene presentata la seguente mappa:</w:t>
      </w:r>
    </w:p>
    <w:p w:rsidR="007F7604" w:rsidRDefault="007F7604" w:rsidP="007F7604">
      <w:pPr>
        <w:pStyle w:val="Mappa"/>
      </w:pPr>
      <w:r>
        <w:t xml:space="preserve"> :::::::: :::::::: * :::::::::::::::::::::::::::::::::::::: * :::::::: ::::::::</w:t>
      </w:r>
    </w:p>
    <w:p w:rsidR="007F7604" w:rsidRDefault="007F7604" w:rsidP="007F7604">
      <w:pPr>
        <w:pStyle w:val="Mappa"/>
      </w:pPr>
      <w:r>
        <w:t xml:space="preserve"> IMEN Z : :::::::: * :::::::::::::INQUIRY MENU:::::::::::::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Da menu ____           a menu ____                    </w:t>
      </w:r>
    </w:p>
    <w:p w:rsidR="007F7604" w:rsidRDefault="007F7604" w:rsidP="007F7604">
      <w:pPr>
        <w:pStyle w:val="Mappa"/>
      </w:pPr>
      <w:r>
        <w:t xml:space="preserve">                                                                               </w:t>
      </w:r>
    </w:p>
    <w:p w:rsidR="007F7604" w:rsidRPr="00AD1873" w:rsidRDefault="007F7604" w:rsidP="007F7604">
      <w:pPr>
        <w:pStyle w:val="Mappa"/>
        <w:rPr>
          <w:lang w:val="en-US"/>
        </w:rPr>
      </w:pPr>
      <w:r>
        <w:t xml:space="preserve">     </w:t>
      </w:r>
      <w:r w:rsidRPr="00AD1873">
        <w:rPr>
          <w:lang w:val="en-US"/>
        </w:rPr>
        <w:t xml:space="preserve">Cod                                      </w:t>
      </w:r>
      <w:proofErr w:type="spellStart"/>
      <w:r w:rsidRPr="00AD1873">
        <w:rPr>
          <w:lang w:val="en-US"/>
        </w:rPr>
        <w:t>Cod</w:t>
      </w:r>
      <w:proofErr w:type="spellEnd"/>
      <w:r w:rsidRPr="00AD1873">
        <w:rPr>
          <w:lang w:val="en-US"/>
        </w:rPr>
        <w:t xml:space="preserve">                              </w:t>
      </w:r>
    </w:p>
    <w:p w:rsidR="007F7604" w:rsidRPr="00AD1873" w:rsidRDefault="007F7604" w:rsidP="007F7604">
      <w:pPr>
        <w:pStyle w:val="Mappa"/>
        <w:rPr>
          <w:lang w:val="en-US"/>
        </w:rPr>
      </w:pPr>
      <w:r w:rsidRPr="00AD1873">
        <w:rPr>
          <w:lang w:val="en-US"/>
        </w:rPr>
        <w:t xml:space="preserve"> ------------------------------------------------------------------------------</w:t>
      </w:r>
    </w:p>
    <w:p w:rsidR="007F7604" w:rsidRPr="00AD1873" w:rsidRDefault="007F7604" w:rsidP="007F7604">
      <w:pPr>
        <w:pStyle w:val="Mappa"/>
        <w:rPr>
          <w:lang w:val="en-US"/>
        </w:rPr>
      </w:pPr>
      <w:r w:rsidRPr="00AD1873">
        <w:rPr>
          <w:lang w:val="en-US"/>
        </w:rPr>
        <w:t xml:space="preserve"> :   ::::   ::::::::::::::::::::::::::    :   ::::   ::::::::::::::::::::::::::</w:t>
      </w:r>
    </w:p>
    <w:p w:rsidR="007F7604" w:rsidRPr="00AD1873" w:rsidRDefault="007F7604" w:rsidP="007F7604">
      <w:pPr>
        <w:pStyle w:val="Mappa"/>
        <w:rPr>
          <w:lang w:val="en-US"/>
        </w:rPr>
      </w:pPr>
      <w:r w:rsidRPr="00AD1873">
        <w:rPr>
          <w:lang w:val="en-US"/>
        </w:rPr>
        <w:t xml:space="preserve"> :   ::::   ::::::::::::::::::::::::::    :   ::::   ::::::::::::::::::::::::::</w:t>
      </w:r>
    </w:p>
    <w:p w:rsidR="007F7604" w:rsidRPr="00AD1873" w:rsidRDefault="007F7604" w:rsidP="007F7604">
      <w:pPr>
        <w:pStyle w:val="Mappa"/>
        <w:rPr>
          <w:lang w:val="en-US"/>
        </w:rPr>
      </w:pPr>
      <w:r w:rsidRPr="00AD1873">
        <w:rPr>
          <w:lang w:val="en-US"/>
        </w:rPr>
        <w:t xml:space="preserve"> :   ::::   ::::::::::::::::::::::::::    :   ::::   ::::::::::::::::::::::::::</w:t>
      </w:r>
    </w:p>
    <w:p w:rsidR="007F7604" w:rsidRPr="00AD1873" w:rsidRDefault="007F7604" w:rsidP="007F7604">
      <w:pPr>
        <w:pStyle w:val="Mappa"/>
        <w:rPr>
          <w:lang w:val="en-US"/>
        </w:rPr>
      </w:pPr>
      <w:r w:rsidRPr="00AD1873">
        <w:rPr>
          <w:lang w:val="en-US"/>
        </w:rPr>
        <w:t xml:space="preserve"> :   ::::   ::::::::::::::::::::::::::    :   ::::   ::::::::::::::::::::::::::</w:t>
      </w:r>
    </w:p>
    <w:p w:rsidR="007F7604" w:rsidRPr="00AD1873" w:rsidRDefault="007F7604" w:rsidP="007F7604">
      <w:pPr>
        <w:pStyle w:val="Mappa"/>
        <w:rPr>
          <w:lang w:val="en-US"/>
        </w:rPr>
      </w:pPr>
      <w:r w:rsidRPr="00AD1873">
        <w:rPr>
          <w:lang w:val="en-US"/>
        </w:rPr>
        <w:t xml:space="preserve"> :   ::::   ::::::::::::::::::::::::::    :   ::::   ::::::::::::::::::::::::::</w:t>
      </w:r>
    </w:p>
    <w:p w:rsidR="007F7604" w:rsidRPr="00AD1873" w:rsidRDefault="007F7604" w:rsidP="007F7604">
      <w:pPr>
        <w:pStyle w:val="Mappa"/>
        <w:rPr>
          <w:lang w:val="en-US"/>
        </w:rPr>
      </w:pPr>
      <w:r w:rsidRPr="00AD1873">
        <w:rPr>
          <w:lang w:val="en-US"/>
        </w:rPr>
        <w:t xml:space="preserve"> :   ::::   ::::::::::::::::::::::::::    :   ::::   ::::::::::::::::::::::::::</w:t>
      </w:r>
    </w:p>
    <w:p w:rsidR="007F7604" w:rsidRPr="00AD1873" w:rsidRDefault="007F7604" w:rsidP="007F7604">
      <w:pPr>
        <w:pStyle w:val="Mappa"/>
        <w:rPr>
          <w:lang w:val="en-US"/>
        </w:rPr>
      </w:pPr>
      <w:r w:rsidRPr="00AD1873">
        <w:rPr>
          <w:lang w:val="en-US"/>
        </w:rPr>
        <w:t xml:space="preserve"> :   ::::   ::::::::::::::::::::::::::    :   ::::   ::::::::::::::::::::::::::</w:t>
      </w:r>
    </w:p>
    <w:p w:rsidR="007F7604" w:rsidRPr="00AD1873" w:rsidRDefault="007F7604" w:rsidP="007F7604">
      <w:pPr>
        <w:pStyle w:val="Mappa"/>
        <w:rPr>
          <w:lang w:val="en-US"/>
        </w:rPr>
      </w:pPr>
      <w:r w:rsidRPr="00AD1873">
        <w:rPr>
          <w:lang w:val="en-US"/>
        </w:rPr>
        <w:t xml:space="preserve"> :   ::::   ::::::::::::::::::::::::::    :   ::::   ::::::::::::::::::::::::::</w:t>
      </w:r>
    </w:p>
    <w:p w:rsidR="007F7604" w:rsidRPr="00AD1873" w:rsidRDefault="007F7604" w:rsidP="007F7604">
      <w:pPr>
        <w:pStyle w:val="Mappa"/>
        <w:rPr>
          <w:lang w:val="en-US"/>
        </w:rPr>
      </w:pPr>
      <w:r w:rsidRPr="00AD1873">
        <w:rPr>
          <w:lang w:val="en-US"/>
        </w:rPr>
        <w:t xml:space="preserve"> :   ::::   ::::::::::::::::::::::::::    :   ::::   ::::::::::::::::::::::::::</w:t>
      </w:r>
    </w:p>
    <w:p w:rsidR="007F7604" w:rsidRPr="00AD1873" w:rsidRDefault="007F7604" w:rsidP="007F7604">
      <w:pPr>
        <w:pStyle w:val="Mappa"/>
        <w:rPr>
          <w:lang w:val="en-US"/>
        </w:rPr>
      </w:pPr>
      <w:r w:rsidRPr="00AD1873">
        <w:rPr>
          <w:lang w:val="en-US"/>
        </w:rPr>
        <w:t xml:space="preserve"> :   ::::   ::::::::::::::::::::::::::    :   ::::   ::::::::::::::::::::::::::</w:t>
      </w:r>
    </w:p>
    <w:p w:rsidR="007F7604" w:rsidRPr="00AD1873" w:rsidRDefault="007F7604" w:rsidP="007F7604">
      <w:pPr>
        <w:pStyle w:val="Mappa"/>
        <w:rPr>
          <w:lang w:val="en-US"/>
        </w:rPr>
      </w:pPr>
      <w:r w:rsidRPr="00AD1873">
        <w:rPr>
          <w:lang w:val="en-US"/>
        </w:rPr>
        <w:t xml:space="preserve"> :   ::::   ::::::::::::::::::::::::::    :   ::::   ::::::::::::::::::::::::::</w:t>
      </w:r>
    </w:p>
    <w:p w:rsidR="007F7604" w:rsidRPr="00AD1873" w:rsidRDefault="007F7604" w:rsidP="007F7604">
      <w:pPr>
        <w:pStyle w:val="Mappa"/>
        <w:rPr>
          <w:lang w:val="en-US"/>
        </w:rPr>
      </w:pPr>
      <w:r w:rsidRPr="00AD1873">
        <w:rPr>
          <w:lang w:val="en-US"/>
        </w:rPr>
        <w:t xml:space="preserve"> :   ::::   ::::::::::::::::::::::::::    :   ::::   ::::::::::::::::::::::::::</w:t>
      </w:r>
    </w:p>
    <w:p w:rsidR="007F7604" w:rsidRPr="00AD1873" w:rsidRDefault="007F7604" w:rsidP="007F7604">
      <w:pPr>
        <w:pStyle w:val="Mappa"/>
        <w:rPr>
          <w:lang w:val="en-US"/>
        </w:rPr>
      </w:pPr>
      <w:r w:rsidRPr="00AD1873">
        <w:rPr>
          <w:lang w:val="en-US"/>
        </w:rPr>
        <w:t xml:space="preserve"> :   ::::   ::::::::::::::::::::::::::    :   ::::   ::::::::::::::::::::::::::</w:t>
      </w:r>
    </w:p>
    <w:p w:rsidR="007F7604" w:rsidRPr="00AD1873" w:rsidRDefault="007F7604" w:rsidP="007F7604">
      <w:pPr>
        <w:pStyle w:val="Mappa"/>
        <w:rPr>
          <w:lang w:val="en-US"/>
        </w:rPr>
      </w:pPr>
      <w:r w:rsidRPr="00AD1873">
        <w:rPr>
          <w:lang w:val="en-US"/>
        </w:rPr>
        <w:t xml:space="preserve"> :   ::::   ::::::::::::::::::::::::::    :   ::::   ::::::::::::::::::::::::::</w:t>
      </w:r>
    </w:p>
    <w:p w:rsidR="007F7604" w:rsidRPr="00AD1873" w:rsidRDefault="007F7604" w:rsidP="007F7604">
      <w:pPr>
        <w:pStyle w:val="Mappa"/>
        <w:rPr>
          <w:lang w:val="en-US"/>
        </w:rPr>
      </w:pPr>
      <w:r w:rsidRPr="00AD1873">
        <w:rPr>
          <w:lang w:val="en-US"/>
        </w:rPr>
        <w:t xml:space="preserve"> :   ::::   ::::::::::::::::::::::::::    :   ::::   ::::::::::::::::::::::::::</w:t>
      </w:r>
    </w:p>
    <w:p w:rsidR="007F7604" w:rsidRPr="00AD1873" w:rsidRDefault="007F7604" w:rsidP="00464905">
      <w:pPr>
        <w:pStyle w:val="Titolo9"/>
        <w:numPr>
          <w:ilvl w:val="0"/>
          <w:numId w:val="0"/>
        </w:numPr>
        <w:ind w:left="1584" w:firstLine="543"/>
        <w:jc w:val="both"/>
        <w:rPr>
          <w:lang w:val="en-US"/>
        </w:rPr>
      </w:pPr>
      <w:bookmarkStart w:id="390" w:name="_Toc494685591"/>
      <w:bookmarkStart w:id="391" w:name="_Toc510349220"/>
      <w:proofErr w:type="spellStart"/>
      <w:r w:rsidRPr="00AD1873">
        <w:rPr>
          <w:lang w:val="en-US"/>
        </w:rPr>
        <w:t>Mappa</w:t>
      </w:r>
      <w:proofErr w:type="spellEnd"/>
      <w:r w:rsidRPr="00AD1873">
        <w:rPr>
          <w:lang w:val="en-US"/>
        </w:rPr>
        <w:t xml:space="preserve"> </w:t>
      </w:r>
      <w:r>
        <w:fldChar w:fldCharType="begin"/>
      </w:r>
      <w:r w:rsidRPr="00AD1873">
        <w:rPr>
          <w:lang w:val="en-US"/>
        </w:rPr>
        <w:instrText>SEQ mappa</w:instrText>
      </w:r>
      <w:r>
        <w:fldChar w:fldCharType="separate"/>
      </w:r>
      <w:r w:rsidRPr="00AD1873">
        <w:rPr>
          <w:noProof/>
          <w:lang w:val="en-US"/>
        </w:rPr>
        <w:t>39</w:t>
      </w:r>
      <w:r>
        <w:fldChar w:fldCharType="end"/>
      </w:r>
      <w:r w:rsidRPr="00AD1873">
        <w:rPr>
          <w:lang w:val="en-US"/>
        </w:rPr>
        <w:t xml:space="preserve">:   ZZM461T Inquiry </w:t>
      </w:r>
      <w:proofErr w:type="spellStart"/>
      <w:r w:rsidRPr="00AD1873">
        <w:rPr>
          <w:lang w:val="en-US"/>
        </w:rPr>
        <w:t>menù</w:t>
      </w:r>
      <w:proofErr w:type="spellEnd"/>
      <w:r w:rsidRPr="00AD1873">
        <w:rPr>
          <w:lang w:val="en-US"/>
        </w:rPr>
        <w:t xml:space="preserve"> – 1</w:t>
      </w:r>
      <w:bookmarkEnd w:id="390"/>
      <w:bookmarkEnd w:id="391"/>
      <w:r w:rsidRPr="00AD1873">
        <w:rPr>
          <w:lang w:val="en-US"/>
        </w:rPr>
        <w:t xml:space="preserve"> </w:t>
      </w:r>
    </w:p>
    <w:p w:rsidR="007F7604" w:rsidRDefault="007F7604" w:rsidP="007F7604">
      <w:pPr>
        <w:pStyle w:val="ParagNoNum"/>
      </w:pPr>
      <w:r>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da menu</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 xml:space="preserve">Se viene specificato solo il codice di fine </w:t>
            </w:r>
            <w:proofErr w:type="spellStart"/>
            <w:r>
              <w:t>range</w:t>
            </w:r>
            <w:proofErr w:type="spellEnd"/>
            <w:r>
              <w:t xml:space="preserve"> viene </w:t>
            </w:r>
            <w:r>
              <w:tab/>
              <w:t xml:space="preserve">considerato come il minimo valore ammesso, </w:t>
            </w:r>
            <w:r>
              <w:tab/>
              <w:t>altrimenti è obbligatorio.</w:t>
            </w:r>
          </w:p>
          <w:p w:rsidR="007F7604" w:rsidRDefault="007F7604" w:rsidP="00407551">
            <w:r>
              <w:t>Codice del menù di inizio estrazione.</w:t>
            </w:r>
          </w:p>
          <w:p w:rsidR="007F7604" w:rsidRDefault="007F7604" w:rsidP="00407551">
            <w:pPr>
              <w:tabs>
                <w:tab w:val="left" w:pos="1418"/>
              </w:tabs>
            </w:pPr>
            <w:r>
              <w:t>Se il codice di inizio estrazione è maggiore di quello di fine estrazione il sistema segnala l'errore 9041.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a menu</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 xml:space="preserve">Se viene specificato solo il codice di inizio </w:t>
            </w:r>
            <w:proofErr w:type="spellStart"/>
            <w:r>
              <w:t>range</w:t>
            </w:r>
            <w:proofErr w:type="spellEnd"/>
            <w:r>
              <w:t xml:space="preserve"> </w:t>
            </w:r>
            <w:r>
              <w:tab/>
              <w:t xml:space="preserve">viene considerato come il massimo valore ammesso, </w:t>
            </w:r>
            <w:r>
              <w:tab/>
              <w:t>altrimenti è obbligatorio.</w:t>
            </w:r>
          </w:p>
          <w:p w:rsidR="007F7604" w:rsidRDefault="007F7604" w:rsidP="00407551">
            <w:r>
              <w:t>Codice del menù di fine estrazione.</w:t>
            </w:r>
          </w:p>
          <w:p w:rsidR="007F7604" w:rsidRDefault="007F7604" w:rsidP="00407551">
            <w:r>
              <w:t>Se non viene digitato il sistema segnala l'errore 9031.</w:t>
            </w:r>
          </w:p>
          <w:p w:rsidR="007F7604" w:rsidRDefault="007F7604" w:rsidP="00407551">
            <w:r>
              <w:t xml:space="preserve">Se nell'archivio Funzioni non è censito nessun elemento compreso nel </w:t>
            </w:r>
            <w:proofErr w:type="spellStart"/>
            <w:r>
              <w:t>range</w:t>
            </w:r>
            <w:proofErr w:type="spellEnd"/>
            <w:r>
              <w:t xml:space="preserve"> specificato il sistema segnala l'errore 9038.</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s</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pPr>
              <w:tabs>
                <w:tab w:val="left" w:pos="1701"/>
              </w:tabs>
            </w:pPr>
            <w:r>
              <w:t>Valori ammessi:</w:t>
            </w:r>
            <w:r>
              <w:tab/>
              <w:t>X (selezione).</w:t>
            </w:r>
          </w:p>
          <w:p w:rsidR="007F7604" w:rsidRDefault="007F7604" w:rsidP="00407551">
            <w:r>
              <w:t>Campo di selezione per la visione dettagliata delle informazioni relative al corrispondente menù.</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proofErr w:type="spellStart"/>
            <w:r>
              <w:rPr>
                <w:smallCaps/>
              </w:rPr>
              <w:lastRenderedPageBreak/>
              <w:t>cod</w:t>
            </w:r>
            <w:proofErr w:type="spellEnd"/>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Protetto.</w:t>
            </w:r>
          </w:p>
          <w:p w:rsidR="007F7604" w:rsidRDefault="007F7604" w:rsidP="00407551">
            <w:r>
              <w:t>Codice del menù.</w:t>
            </w:r>
          </w:p>
          <w:p w:rsidR="007F7604" w:rsidRDefault="007F7604" w:rsidP="00407551">
            <w:r>
              <w:t>A fianco viene visualizzata automaticamente la descrizione corrispondente.</w:t>
            </w:r>
          </w:p>
        </w:tc>
      </w:tr>
    </w:tbl>
    <w:p w:rsidR="007F7604" w:rsidRDefault="007F7604" w:rsidP="007F7604">
      <w:pPr>
        <w:spacing w:before="240"/>
      </w:pPr>
      <w:r>
        <w:t xml:space="preserve">Dopo aver inserito un intervallo di ricerca valido e premuto il tasto </w:t>
      </w:r>
      <w:r>
        <w:rPr>
          <w:b/>
        </w:rPr>
        <w:t>'INVIO'</w:t>
      </w:r>
      <w:r>
        <w:t>, il sistema visualizza nella stessa mappa l'elenco dei menù estratti dall'archivio Funzioni.</w:t>
      </w:r>
    </w:p>
    <w:p w:rsidR="007F7604" w:rsidRDefault="007F7604" w:rsidP="007F7604">
      <w:r>
        <w:t xml:space="preserve">Digitando una "X" in corrispondenza del menù che interessa e premendo il tasto </w:t>
      </w:r>
      <w:r>
        <w:rPr>
          <w:b/>
        </w:rPr>
        <w:t>'INVIO'</w:t>
      </w:r>
      <w:r>
        <w:t xml:space="preserve"> vengono visualizzate nella seconda mappa le caratteristiche del menù scelto.</w:t>
      </w:r>
    </w:p>
    <w:p w:rsidR="007F7604" w:rsidRDefault="007F7604" w:rsidP="007F7604">
      <w:pPr>
        <w:pStyle w:val="ParagNoNum"/>
      </w:pPr>
      <w:r>
        <w:t>Mappa 2</w:t>
      </w:r>
    </w:p>
    <w:p w:rsidR="007F7604" w:rsidRDefault="007F7604" w:rsidP="007F7604">
      <w:pPr>
        <w:pStyle w:val="Mappa"/>
      </w:pPr>
      <w:r>
        <w:t xml:space="preserve"> :::::::: :::::::: * :::::::::::::::::::::::::::::::::::::: * :::::::: ::::::::</w:t>
      </w:r>
    </w:p>
    <w:p w:rsidR="007F7604" w:rsidRDefault="007F7604" w:rsidP="007F7604">
      <w:pPr>
        <w:pStyle w:val="Mappa"/>
      </w:pPr>
      <w:r>
        <w:t xml:space="preserve"> IMEN Z : :::::::: * :::::::::::::INQUIRY MENU:::::::::::::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Funzione ____    Descrizione ______________________________________        </w:t>
      </w:r>
    </w:p>
    <w:p w:rsidR="007F7604" w:rsidRDefault="007F7604" w:rsidP="007F7604">
      <w:pPr>
        <w:pStyle w:val="Mappa"/>
      </w:pPr>
      <w:r>
        <w:t xml:space="preserve">                                                                               </w:t>
      </w:r>
    </w:p>
    <w:p w:rsidR="007F7604" w:rsidRDefault="007F7604" w:rsidP="007F7604">
      <w:pPr>
        <w:pStyle w:val="Mappa"/>
      </w:pPr>
      <w:r>
        <w:t xml:space="preserve">            Menu collegato (PF3) :::: ::::::::::::::::::::::::::::::::::::::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Tipo Menu : Colonna verticale doppia                 </w:t>
      </w:r>
    </w:p>
    <w:p w:rsidR="007F7604" w:rsidRDefault="007F7604" w:rsidP="007F7604">
      <w:pPr>
        <w:pStyle w:val="Mappa"/>
      </w:pPr>
      <w:r>
        <w:t xml:space="preserve">                                    : Colonna verticale singola                </w:t>
      </w:r>
    </w:p>
    <w:p w:rsidR="007F7604" w:rsidRDefault="007F7604" w:rsidP="007F7604">
      <w:pPr>
        <w:pStyle w:val="Mappa"/>
      </w:pPr>
      <w:r>
        <w:t xml:space="preserve">                                    : Colonna obliqua sinistra                 </w:t>
      </w:r>
    </w:p>
    <w:p w:rsidR="007F7604" w:rsidRDefault="007F7604" w:rsidP="007F7604">
      <w:pPr>
        <w:pStyle w:val="Mappa"/>
      </w:pPr>
      <w:r>
        <w:t xml:space="preserve">                                    : interconnessione doppia                  </w:t>
      </w:r>
    </w:p>
    <w:p w:rsidR="007F7604" w:rsidRDefault="007F7604" w:rsidP="007F7604">
      <w:pPr>
        <w:pStyle w:val="Mappa"/>
      </w:pPr>
      <w:r>
        <w:t xml:space="preserve">                                    : interconnessione singola                 </w:t>
      </w:r>
    </w:p>
    <w:p w:rsidR="007F7604" w:rsidRDefault="007F7604" w:rsidP="007F7604">
      <w:pPr>
        <w:pStyle w:val="Mappa"/>
      </w:pPr>
      <w:r>
        <w:t xml:space="preserve">                                    : Colonna obliqua destra                   </w:t>
      </w:r>
    </w:p>
    <w:p w:rsidR="007F7604" w:rsidRDefault="007F7604" w:rsidP="007F7604">
      <w:pPr>
        <w:pStyle w:val="Mappa"/>
      </w:pPr>
      <w:r>
        <w:t xml:space="preserve">                                    : Doppia colonna obliqua                   </w:t>
      </w:r>
    </w:p>
    <w:p w:rsidR="007F7604" w:rsidRDefault="007F7604" w:rsidP="007F7604">
      <w:pPr>
        <w:pStyle w:val="Mappa"/>
      </w:pPr>
      <w:r>
        <w:t xml:space="preserve">                                                                               </w:t>
      </w:r>
    </w:p>
    <w:p w:rsidR="007F7604" w:rsidRDefault="007F7604" w:rsidP="007F7604">
      <w:pPr>
        <w:pStyle w:val="Mappa"/>
      </w:pPr>
      <w:r>
        <w:t xml:space="preserve">                              Stato : Bloccato                                 </w:t>
      </w:r>
    </w:p>
    <w:p w:rsidR="007F7604" w:rsidRDefault="007F7604" w:rsidP="007F7604">
      <w:pPr>
        <w:pStyle w:val="Mappa"/>
      </w:pPr>
      <w:r>
        <w:t xml:space="preserve">                                    : Attivo                                   </w:t>
      </w:r>
    </w:p>
    <w:p w:rsidR="007F7604" w:rsidRDefault="007F7604" w:rsidP="007F7604">
      <w:pPr>
        <w:pStyle w:val="Mappa"/>
      </w:pPr>
      <w:r>
        <w:t xml:space="preserve">                                                                               </w:t>
      </w:r>
    </w:p>
    <w:p w:rsidR="007F7604" w:rsidRDefault="007F7604" w:rsidP="007F7604">
      <w:pPr>
        <w:pStyle w:val="Mappa"/>
      </w:pPr>
      <w:r>
        <w:t xml:space="preserve">                          Sicurezza : Nessuna                                  </w:t>
      </w:r>
    </w:p>
    <w:p w:rsidR="007F7604" w:rsidRDefault="007F7604" w:rsidP="007F7604">
      <w:pPr>
        <w:pStyle w:val="Mappa"/>
      </w:pPr>
      <w:r>
        <w:t xml:space="preserve">                                    : Esterna                                  </w:t>
      </w:r>
    </w:p>
    <w:p w:rsidR="007F7604" w:rsidRDefault="007F7604" w:rsidP="007F7604">
      <w:pPr>
        <w:pStyle w:val="Mappa"/>
      </w:pPr>
      <w:r>
        <w:t xml:space="preserve">                                    : Interna                                  </w:t>
      </w:r>
    </w:p>
    <w:p w:rsidR="007F7604" w:rsidRDefault="007F7604" w:rsidP="00464905">
      <w:pPr>
        <w:pStyle w:val="Titolo9"/>
        <w:numPr>
          <w:ilvl w:val="0"/>
          <w:numId w:val="0"/>
        </w:numPr>
        <w:ind w:left="1584" w:firstLine="543"/>
        <w:jc w:val="both"/>
      </w:pPr>
      <w:bookmarkStart w:id="392" w:name="_Toc494685592"/>
      <w:bookmarkStart w:id="393" w:name="_Toc510349221"/>
      <w:r>
        <w:t xml:space="preserve">Mappa </w:t>
      </w:r>
      <w:r>
        <w:fldChar w:fldCharType="begin"/>
      </w:r>
      <w:r>
        <w:instrText>SEQ mappa</w:instrText>
      </w:r>
      <w:r>
        <w:fldChar w:fldCharType="separate"/>
      </w:r>
      <w:r>
        <w:rPr>
          <w:noProof/>
        </w:rPr>
        <w:t>40</w:t>
      </w:r>
      <w:r>
        <w:fldChar w:fldCharType="end"/>
      </w:r>
      <w:r>
        <w:t xml:space="preserve">:   ZZM462T </w:t>
      </w:r>
      <w:proofErr w:type="spellStart"/>
      <w:r>
        <w:t>Inquiry</w:t>
      </w:r>
      <w:proofErr w:type="spellEnd"/>
      <w:r>
        <w:t xml:space="preserve"> menù – 2</w:t>
      </w:r>
      <w:bookmarkEnd w:id="392"/>
      <w:bookmarkEnd w:id="393"/>
    </w:p>
    <w:p w:rsidR="007F7604" w:rsidRDefault="007F7604" w:rsidP="007F7604">
      <w:pPr>
        <w:pStyle w:val="ParagNoNum"/>
      </w:pPr>
      <w:r>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funzione</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del menù selezionato.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descrizione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Descrizione del menù selezionato.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menu collegato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Menù di livello superiore a cui il menù selezionato è collegato.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tipo menu</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Layout di visualizzazione del menù selezionato.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lastRenderedPageBreak/>
              <w:t>stato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Indica se il menù può o non può venire richiamato.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sicurezza</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Protetto.</w:t>
            </w:r>
          </w:p>
          <w:p w:rsidR="007F7604" w:rsidRDefault="007F7604" w:rsidP="00407551">
            <w:r>
              <w:t>Tipo di sicurezza adottato dal menù selezionato.</w:t>
            </w:r>
          </w:p>
          <w:p w:rsidR="007F7604" w:rsidRDefault="007F7604" w:rsidP="00407551"/>
        </w:tc>
      </w:tr>
    </w:tbl>
    <w:p w:rsidR="007F7604" w:rsidRDefault="007F7604" w:rsidP="007F7604">
      <w:pPr>
        <w:spacing w:before="240"/>
      </w:pPr>
      <w:r>
        <w:t>E in una delle mappe successive, a seconda del layout di visualizzazione prescelto, le funzioni richiamabili dal menù.</w:t>
      </w:r>
    </w:p>
    <w:p w:rsidR="007F7604" w:rsidRDefault="007F7604" w:rsidP="007F7604">
      <w:pPr>
        <w:pStyle w:val="ParagNoNum"/>
      </w:pPr>
      <w:r>
        <w:t>Mappa 3</w:t>
      </w:r>
    </w:p>
    <w:p w:rsidR="007F7604" w:rsidRDefault="007F7604" w:rsidP="007F7604">
      <w:pPr>
        <w:pStyle w:val="Mappa"/>
      </w:pPr>
      <w:r>
        <w:t xml:space="preserve"> :::::::: :::::::: * :::::::::::::::::::::::::::::::::::::: * :::::::: ::::::::</w:t>
      </w:r>
    </w:p>
    <w:p w:rsidR="007F7604" w:rsidRDefault="007F7604" w:rsidP="007F7604">
      <w:pPr>
        <w:pStyle w:val="Mappa"/>
      </w:pPr>
      <w:r>
        <w:t xml:space="preserve"> IMEN Z : :::::::: * :::::::::::::INQUIRY MENU:::::::::::::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464905">
      <w:pPr>
        <w:pStyle w:val="Titolo9"/>
        <w:numPr>
          <w:ilvl w:val="0"/>
          <w:numId w:val="0"/>
        </w:numPr>
        <w:ind w:left="1584" w:firstLine="543"/>
        <w:jc w:val="both"/>
      </w:pPr>
      <w:bookmarkStart w:id="394" w:name="_Toc494685593"/>
      <w:bookmarkStart w:id="395" w:name="_Toc510349222"/>
      <w:r>
        <w:t xml:space="preserve">Mappa </w:t>
      </w:r>
      <w:r>
        <w:fldChar w:fldCharType="begin"/>
      </w:r>
      <w:r>
        <w:instrText>SEQ mappa</w:instrText>
      </w:r>
      <w:r>
        <w:fldChar w:fldCharType="separate"/>
      </w:r>
      <w:r>
        <w:rPr>
          <w:noProof/>
        </w:rPr>
        <w:t>41</w:t>
      </w:r>
      <w:r>
        <w:fldChar w:fldCharType="end"/>
      </w:r>
      <w:r>
        <w:t>:   ZZM463T Configurazione a colonna verticale doppia</w:t>
      </w:r>
      <w:bookmarkEnd w:id="394"/>
      <w:bookmarkEnd w:id="395"/>
    </w:p>
    <w:p w:rsidR="007F7604" w:rsidRDefault="007F7604" w:rsidP="007F7604">
      <w:pPr>
        <w:pStyle w:val="Mappa"/>
      </w:pPr>
      <w:r>
        <w:lastRenderedPageBreak/>
        <w:t xml:space="preserve"> :::::::: :::::::: * :::::::::::::::::::::::::::::::::::::: * :::::::: ::::::::</w:t>
      </w:r>
    </w:p>
    <w:p w:rsidR="007F7604" w:rsidRDefault="007F7604" w:rsidP="007F7604">
      <w:pPr>
        <w:pStyle w:val="Mappa"/>
      </w:pPr>
      <w:r>
        <w:t xml:space="preserve"> IMEN Z : :::::::: * :::::::::::::INQUIRY MENU:::::::::::::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Titolo9"/>
      </w:pPr>
      <w:bookmarkStart w:id="396" w:name="_Toc494685594"/>
      <w:bookmarkStart w:id="397" w:name="_Toc510349223"/>
      <w:r>
        <w:t xml:space="preserve">Mappa </w:t>
      </w:r>
      <w:r>
        <w:fldChar w:fldCharType="begin"/>
      </w:r>
      <w:r>
        <w:instrText>SEQ mappa</w:instrText>
      </w:r>
      <w:r>
        <w:fldChar w:fldCharType="separate"/>
      </w:r>
      <w:r>
        <w:rPr>
          <w:noProof/>
        </w:rPr>
        <w:t>42</w:t>
      </w:r>
      <w:r>
        <w:fldChar w:fldCharType="end"/>
      </w:r>
      <w:r>
        <w:t>:   ZZM464T Configurazione a colonna verticale singola</w:t>
      </w:r>
      <w:bookmarkEnd w:id="396"/>
      <w:bookmarkEnd w:id="397"/>
      <w:r>
        <w:t xml:space="preserve"> </w:t>
      </w:r>
    </w:p>
    <w:p w:rsidR="007F7604" w:rsidRDefault="007F7604" w:rsidP="007F7604">
      <w:pPr>
        <w:pStyle w:val="Mappa"/>
      </w:pPr>
      <w:r>
        <w:t xml:space="preserve"> :::::::: :::::::: * :::::::::::::::::::::::::::::::::::::: * :::::::: ::::::::</w:t>
      </w:r>
    </w:p>
    <w:p w:rsidR="007F7604" w:rsidRDefault="007F7604" w:rsidP="007F7604">
      <w:pPr>
        <w:pStyle w:val="Mappa"/>
      </w:pPr>
      <w:r>
        <w:t xml:space="preserve"> IMEN Z : :::::::: * :::::::::::::INQUIRY MENU:::::::::::::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464905">
      <w:pPr>
        <w:pStyle w:val="Titolo9"/>
        <w:numPr>
          <w:ilvl w:val="0"/>
          <w:numId w:val="0"/>
        </w:numPr>
        <w:ind w:left="1584" w:firstLine="543"/>
        <w:jc w:val="both"/>
      </w:pPr>
      <w:bookmarkStart w:id="398" w:name="_Toc494685595"/>
      <w:bookmarkStart w:id="399" w:name="_Toc510349224"/>
      <w:r>
        <w:t xml:space="preserve">Mappa </w:t>
      </w:r>
      <w:r>
        <w:fldChar w:fldCharType="begin"/>
      </w:r>
      <w:r>
        <w:instrText>SEQ mappa</w:instrText>
      </w:r>
      <w:r>
        <w:fldChar w:fldCharType="separate"/>
      </w:r>
      <w:r>
        <w:rPr>
          <w:noProof/>
        </w:rPr>
        <w:t>43</w:t>
      </w:r>
      <w:r>
        <w:fldChar w:fldCharType="end"/>
      </w:r>
      <w:r>
        <w:t>:   ZZM465T Configurazione a colonna obliqua sinistra</w:t>
      </w:r>
      <w:bookmarkEnd w:id="398"/>
      <w:bookmarkEnd w:id="399"/>
    </w:p>
    <w:p w:rsidR="007F7604" w:rsidRDefault="007F7604" w:rsidP="007F7604">
      <w:pPr>
        <w:pStyle w:val="Mappa"/>
      </w:pPr>
      <w:r>
        <w:lastRenderedPageBreak/>
        <w:t xml:space="preserve"> :::::::: :::::::: * :::::::::::::::::::::::::::::::::::::: * :::::::: ::::::::</w:t>
      </w:r>
    </w:p>
    <w:p w:rsidR="007F7604" w:rsidRDefault="007F7604" w:rsidP="007F7604">
      <w:pPr>
        <w:pStyle w:val="Mappa"/>
      </w:pPr>
      <w:r>
        <w:t xml:space="preserve"> IMEN Z : :::::::: * :::::::::::::INQUIRY MENU:::::::::::::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 ::::::::::::::::::::::::::::::     :::: :::::::::::::::::::::::::::::: </w:t>
      </w:r>
    </w:p>
    <w:p w:rsidR="007F7604" w:rsidRDefault="007F7604" w:rsidP="007F7604">
      <w:pPr>
        <w:pStyle w:val="Mappa"/>
      </w:pPr>
      <w:r>
        <w:t xml:space="preserve">                        :::: ::::::::::::::::::::::::::::::                    </w:t>
      </w:r>
    </w:p>
    <w:p w:rsidR="007F7604" w:rsidRDefault="007F7604" w:rsidP="007F7604">
      <w:pPr>
        <w:pStyle w:val="Mappa"/>
      </w:pPr>
      <w:r>
        <w:t xml:space="preserve">   :::: ::::::::::::::::::::::::::::::     :::: :::::::::::::::::::::::::::::: </w:t>
      </w:r>
    </w:p>
    <w:p w:rsidR="007F7604" w:rsidRDefault="007F7604" w:rsidP="007F7604">
      <w:pPr>
        <w:pStyle w:val="Mappa"/>
      </w:pPr>
      <w:r>
        <w:t xml:space="preserve">                        :::: ::::::::::::::::::::::::::::::                    </w:t>
      </w:r>
    </w:p>
    <w:p w:rsidR="007F7604" w:rsidRDefault="007F7604" w:rsidP="007F7604">
      <w:pPr>
        <w:pStyle w:val="Mappa"/>
      </w:pPr>
      <w:r>
        <w:t xml:space="preserve">   :::: ::::::::::::::::::::::::::::::     :::: :::::::::::::::::::::::::::::: </w:t>
      </w:r>
    </w:p>
    <w:p w:rsidR="007F7604" w:rsidRDefault="007F7604" w:rsidP="007F7604">
      <w:pPr>
        <w:pStyle w:val="Mappa"/>
      </w:pPr>
      <w:r>
        <w:t xml:space="preserve">                        :::: ::::::::::::::::::::::::::::::                    </w:t>
      </w:r>
    </w:p>
    <w:p w:rsidR="007F7604" w:rsidRDefault="007F7604" w:rsidP="007F7604">
      <w:pPr>
        <w:pStyle w:val="Mappa"/>
      </w:pPr>
      <w:r>
        <w:t xml:space="preserve">   :::: ::::::::::::::::::::::::::::::     :::: :::::::::::::::::::::::::::::: </w:t>
      </w:r>
    </w:p>
    <w:p w:rsidR="007F7604" w:rsidRDefault="007F7604" w:rsidP="007F7604">
      <w:pPr>
        <w:pStyle w:val="Mappa"/>
      </w:pPr>
      <w:r>
        <w:t xml:space="preserve">                        :::: ::::::::::::::::::::::::::::::                    </w:t>
      </w:r>
    </w:p>
    <w:p w:rsidR="007F7604" w:rsidRDefault="007F7604" w:rsidP="007F7604">
      <w:pPr>
        <w:pStyle w:val="Mappa"/>
      </w:pPr>
      <w:r>
        <w:t xml:space="preserve">   :::: ::::::::::::::::::::::::::::::     :::: :::::::::::::::::::::::::::::: </w:t>
      </w:r>
    </w:p>
    <w:p w:rsidR="007F7604" w:rsidRDefault="007F7604" w:rsidP="007F7604">
      <w:pPr>
        <w:pStyle w:val="Mappa"/>
      </w:pPr>
      <w:r>
        <w:t xml:space="preserve">                        :::: ::::::::::::::::::::::::::::::                    </w:t>
      </w:r>
    </w:p>
    <w:p w:rsidR="007F7604" w:rsidRDefault="007F7604" w:rsidP="007F7604">
      <w:pPr>
        <w:pStyle w:val="Mappa"/>
      </w:pPr>
      <w:r>
        <w:t xml:space="preserve">   :::: ::::::::::::::::::::::::::::::     :::: :::::::::::::::::::::::::::::: </w:t>
      </w:r>
    </w:p>
    <w:p w:rsidR="007F7604" w:rsidRDefault="007F7604" w:rsidP="007F7604">
      <w:pPr>
        <w:pStyle w:val="Mappa"/>
      </w:pPr>
      <w:r>
        <w:t xml:space="preserve">                        :::: ::::::::::::::::::::::::::::::                    </w:t>
      </w:r>
    </w:p>
    <w:p w:rsidR="007F7604" w:rsidRDefault="007F7604" w:rsidP="007F7604">
      <w:pPr>
        <w:pStyle w:val="Mappa"/>
      </w:pPr>
      <w:r>
        <w:t xml:space="preserve">   :::: ::::::::::::::::::::::::::::::     :::: :::::::::::::::::::::::::::::: </w:t>
      </w:r>
    </w:p>
    <w:p w:rsidR="007F7604" w:rsidRDefault="007F7604" w:rsidP="007F7604">
      <w:pPr>
        <w:pStyle w:val="Mappa"/>
      </w:pPr>
      <w:r>
        <w:t xml:space="preserve">                        :::: ::::::::::::::::::::::::::::::                    </w:t>
      </w:r>
    </w:p>
    <w:p w:rsidR="007F7604" w:rsidRDefault="007F7604" w:rsidP="007F7604">
      <w:pPr>
        <w:pStyle w:val="Mappa"/>
      </w:pPr>
      <w:r>
        <w:t xml:space="preserve">   :::: ::::::::::::::::::::::::::::::     :::: :::::::::::::::::::::::::::::: </w:t>
      </w:r>
    </w:p>
    <w:p w:rsidR="007F7604" w:rsidRDefault="007F7604" w:rsidP="007F7604">
      <w:pPr>
        <w:pStyle w:val="Mappa"/>
      </w:pPr>
      <w:r>
        <w:t xml:space="preserve">                        :::: ::::::::::::::::::::::::::::::                    </w:t>
      </w:r>
    </w:p>
    <w:p w:rsidR="007F7604" w:rsidRDefault="007F7604" w:rsidP="007F7604">
      <w:pPr>
        <w:pStyle w:val="Mappa"/>
      </w:pPr>
      <w:r>
        <w:t xml:space="preserve">   :::: ::::::::::::::::::::::::::::::     :::: :::::::::::::::::::::::::::::: </w:t>
      </w:r>
    </w:p>
    <w:p w:rsidR="007F7604" w:rsidRDefault="007F7604" w:rsidP="007F7604">
      <w:pPr>
        <w:pStyle w:val="Mappa"/>
      </w:pPr>
      <w:r>
        <w:t xml:space="preserve">                        :::: ::::::::::::::::::::::::::::::                    </w:t>
      </w:r>
    </w:p>
    <w:p w:rsidR="007F7604" w:rsidRDefault="007F7604" w:rsidP="007F7604">
      <w:pPr>
        <w:pStyle w:val="Mappa"/>
      </w:pPr>
      <w:r>
        <w:t xml:space="preserve">   :::: ::::::::::::::::::::::::::::::     :::: :::::::::::::::::::::::::::::: </w:t>
      </w:r>
    </w:p>
    <w:p w:rsidR="007F7604" w:rsidRDefault="007F7604" w:rsidP="00464905">
      <w:pPr>
        <w:pStyle w:val="Titolo9"/>
        <w:numPr>
          <w:ilvl w:val="0"/>
          <w:numId w:val="0"/>
        </w:numPr>
        <w:ind w:left="1584" w:firstLine="543"/>
        <w:jc w:val="both"/>
      </w:pPr>
      <w:bookmarkStart w:id="400" w:name="_Toc494685596"/>
      <w:bookmarkStart w:id="401" w:name="_Toc510349225"/>
      <w:r>
        <w:t xml:space="preserve">Mappa </w:t>
      </w:r>
      <w:r>
        <w:fldChar w:fldCharType="begin"/>
      </w:r>
      <w:r>
        <w:instrText>SEQ mappa</w:instrText>
      </w:r>
      <w:r>
        <w:fldChar w:fldCharType="separate"/>
      </w:r>
      <w:r>
        <w:rPr>
          <w:noProof/>
        </w:rPr>
        <w:t>44</w:t>
      </w:r>
      <w:r>
        <w:fldChar w:fldCharType="end"/>
      </w:r>
      <w:r>
        <w:t>:   ZZM466T Configurazione ad interconnessione doppia</w:t>
      </w:r>
      <w:bookmarkEnd w:id="400"/>
      <w:bookmarkEnd w:id="401"/>
    </w:p>
    <w:p w:rsidR="007F7604" w:rsidRDefault="007F7604" w:rsidP="007F7604">
      <w:pPr>
        <w:pStyle w:val="Mappa"/>
      </w:pPr>
      <w:r>
        <w:t xml:space="preserve"> :::::::: :::::::: * :::::::::::::::::::::::::::::::::::::: * :::::::: ::::::::</w:t>
      </w:r>
    </w:p>
    <w:p w:rsidR="007F7604" w:rsidRDefault="007F7604" w:rsidP="007F7604">
      <w:pPr>
        <w:pStyle w:val="Mappa"/>
      </w:pPr>
      <w:r>
        <w:t xml:space="preserve"> IMEN Z : :::::::: * :::::::::::::INQUIRY MENU:::::::::::::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464905">
      <w:pPr>
        <w:pStyle w:val="Titolo9"/>
        <w:numPr>
          <w:ilvl w:val="0"/>
          <w:numId w:val="0"/>
        </w:numPr>
        <w:ind w:left="1584" w:firstLine="543"/>
        <w:jc w:val="both"/>
      </w:pPr>
      <w:bookmarkStart w:id="402" w:name="_Toc494685597"/>
      <w:bookmarkStart w:id="403" w:name="_Toc510349226"/>
      <w:r>
        <w:t xml:space="preserve">Mappa </w:t>
      </w:r>
      <w:r>
        <w:fldChar w:fldCharType="begin"/>
      </w:r>
      <w:r>
        <w:instrText>SEQ mappa</w:instrText>
      </w:r>
      <w:r>
        <w:fldChar w:fldCharType="separate"/>
      </w:r>
      <w:r>
        <w:rPr>
          <w:noProof/>
        </w:rPr>
        <w:t>45</w:t>
      </w:r>
      <w:r>
        <w:fldChar w:fldCharType="end"/>
      </w:r>
      <w:r>
        <w:t>:   ZZM467T Configurazione ad interconnessione singola</w:t>
      </w:r>
      <w:bookmarkEnd w:id="402"/>
      <w:bookmarkEnd w:id="403"/>
    </w:p>
    <w:p w:rsidR="007F7604" w:rsidRDefault="007F7604" w:rsidP="007F7604">
      <w:pPr>
        <w:pStyle w:val="Mappa"/>
      </w:pPr>
      <w:r>
        <w:lastRenderedPageBreak/>
        <w:t xml:space="preserve"> :::::::: :::::::: * :::::::::::::::::::::::::::::::::::::: * :::::::: ::::::::</w:t>
      </w:r>
    </w:p>
    <w:p w:rsidR="007F7604" w:rsidRDefault="007F7604" w:rsidP="007F7604">
      <w:pPr>
        <w:pStyle w:val="Mappa"/>
      </w:pPr>
      <w:r>
        <w:t xml:space="preserve"> IMEN Z : :::::::: * :::::::::::::INQUIRY MENU:::::::::::::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464905">
      <w:pPr>
        <w:pStyle w:val="Titolo9"/>
        <w:numPr>
          <w:ilvl w:val="0"/>
          <w:numId w:val="0"/>
        </w:numPr>
        <w:ind w:left="1584" w:firstLine="543"/>
        <w:jc w:val="both"/>
      </w:pPr>
      <w:bookmarkStart w:id="404" w:name="_Toc494685598"/>
      <w:bookmarkStart w:id="405" w:name="_Toc510349227"/>
      <w:r>
        <w:t xml:space="preserve">Mappa </w:t>
      </w:r>
      <w:r>
        <w:fldChar w:fldCharType="begin"/>
      </w:r>
      <w:r>
        <w:instrText>SEQ mappa</w:instrText>
      </w:r>
      <w:r>
        <w:fldChar w:fldCharType="separate"/>
      </w:r>
      <w:r>
        <w:rPr>
          <w:noProof/>
        </w:rPr>
        <w:t>46</w:t>
      </w:r>
      <w:r>
        <w:fldChar w:fldCharType="end"/>
      </w:r>
      <w:r>
        <w:t>:   ZZM468T Configurazione a colonna obliqua destra</w:t>
      </w:r>
      <w:bookmarkEnd w:id="404"/>
      <w:bookmarkEnd w:id="405"/>
    </w:p>
    <w:p w:rsidR="007F7604" w:rsidRDefault="007F7604" w:rsidP="007F7604">
      <w:r>
        <w:br w:type="page"/>
      </w:r>
    </w:p>
    <w:p w:rsidR="007F7604" w:rsidRDefault="007F7604" w:rsidP="007F7604">
      <w:pPr>
        <w:pStyle w:val="Mappa"/>
      </w:pPr>
      <w:r>
        <w:lastRenderedPageBreak/>
        <w:t xml:space="preserve"> :::::::: :::::::: * :::::::::::::::::::::::::::::::::::::: * :::::::: ::::::::</w:t>
      </w:r>
    </w:p>
    <w:p w:rsidR="007F7604" w:rsidRDefault="007F7604" w:rsidP="007F7604">
      <w:pPr>
        <w:pStyle w:val="Mappa"/>
      </w:pPr>
      <w:r>
        <w:t xml:space="preserve"> IMEN Z : :::::::: * :::::::::::::INQUIRY MENU:::::::::::::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464905">
      <w:pPr>
        <w:pStyle w:val="Titolo9"/>
        <w:numPr>
          <w:ilvl w:val="0"/>
          <w:numId w:val="0"/>
        </w:numPr>
        <w:ind w:left="1584" w:firstLine="543"/>
        <w:jc w:val="both"/>
      </w:pPr>
      <w:bookmarkStart w:id="406" w:name="_Toc494685599"/>
      <w:bookmarkStart w:id="407" w:name="_Toc510349228"/>
      <w:r>
        <w:t xml:space="preserve">Mappa </w:t>
      </w:r>
      <w:r>
        <w:fldChar w:fldCharType="begin"/>
      </w:r>
      <w:r>
        <w:instrText>SEQ mappa</w:instrText>
      </w:r>
      <w:r>
        <w:fldChar w:fldCharType="separate"/>
      </w:r>
      <w:r>
        <w:rPr>
          <w:noProof/>
        </w:rPr>
        <w:t>47</w:t>
      </w:r>
      <w:r>
        <w:fldChar w:fldCharType="end"/>
      </w:r>
      <w:r>
        <w:t>:   ZZM469T Configurazione a doppia colonna obliqua</w:t>
      </w:r>
      <w:bookmarkEnd w:id="406"/>
      <w:bookmarkEnd w:id="407"/>
    </w:p>
    <w:p w:rsidR="007F7604" w:rsidRDefault="007F7604" w:rsidP="007F7604">
      <w:pPr>
        <w:pStyle w:val="Titolo3"/>
        <w:ind w:left="357" w:hanging="357"/>
      </w:pPr>
      <w:bookmarkStart w:id="408" w:name="_Toc494685515"/>
      <w:bookmarkStart w:id="409" w:name="_Toc510349144"/>
      <w:bookmarkStart w:id="410" w:name="_Toc397613756"/>
      <w:r>
        <w:t>Funzioni associate</w:t>
      </w:r>
      <w:bookmarkEnd w:id="408"/>
      <w:bookmarkEnd w:id="409"/>
      <w:bookmarkEnd w:id="410"/>
    </w:p>
    <w:p w:rsidR="007F7604" w:rsidRDefault="007F7604" w:rsidP="007F7604">
      <w:r>
        <w:t>GMEN (Gestione Menù).</w:t>
      </w:r>
    </w:p>
    <w:p w:rsidR="007F7604" w:rsidRDefault="007F7604" w:rsidP="007F7604">
      <w:pPr>
        <w:pStyle w:val="Titolo2"/>
      </w:pPr>
      <w:r>
        <w:br w:type="page"/>
      </w:r>
      <w:bookmarkStart w:id="411" w:name="_Toc494685516"/>
      <w:bookmarkStart w:id="412" w:name="_Toc510349145"/>
      <w:bookmarkStart w:id="413" w:name="_Toc397613757"/>
      <w:proofErr w:type="spellStart"/>
      <w:r>
        <w:lastRenderedPageBreak/>
        <w:t>Inquiry</w:t>
      </w:r>
      <w:proofErr w:type="spellEnd"/>
      <w:r>
        <w:t xml:space="preserve"> Moduli di sicurezza (IMOD).</w:t>
      </w:r>
      <w:bookmarkEnd w:id="411"/>
      <w:bookmarkEnd w:id="412"/>
      <w:bookmarkEnd w:id="413"/>
    </w:p>
    <w:p w:rsidR="007F7604" w:rsidRDefault="007F7604" w:rsidP="007F7604">
      <w:pPr>
        <w:pStyle w:val="Titolo3"/>
        <w:ind w:left="357" w:hanging="357"/>
      </w:pPr>
      <w:bookmarkStart w:id="414" w:name="_Toc494685517"/>
      <w:bookmarkStart w:id="415" w:name="_Toc510349146"/>
      <w:bookmarkStart w:id="416" w:name="_Toc397613758"/>
      <w:r>
        <w:t>Utilizzo della transazione.</w:t>
      </w:r>
      <w:bookmarkEnd w:id="414"/>
      <w:bookmarkEnd w:id="415"/>
      <w:bookmarkEnd w:id="416"/>
    </w:p>
    <w:p w:rsidR="007F7604" w:rsidRDefault="007F7604" w:rsidP="007F7604">
      <w:pPr>
        <w:tabs>
          <w:tab w:val="left" w:pos="567"/>
        </w:tabs>
        <w:spacing w:after="240"/>
      </w:pPr>
      <w:r>
        <w:t>La transazione IMOD (</w:t>
      </w:r>
      <w:proofErr w:type="spellStart"/>
      <w:r>
        <w:t>Inquiry</w:t>
      </w:r>
      <w:proofErr w:type="spellEnd"/>
      <w:r>
        <w:t xml:space="preserve"> Moduli di sicurezza) permette di effettuare un'interrogazione dei dati riguardanti i moduli di sicurezza censiti nell'archivio Funzioni con la funzione GMOD (Gestione Moduli di sicurezza).</w:t>
      </w:r>
    </w:p>
    <w:p w:rsidR="007F7604" w:rsidRDefault="007F7604" w:rsidP="007F7604">
      <w:pPr>
        <w:tabs>
          <w:tab w:val="left" w:pos="567"/>
        </w:tabs>
      </w:pPr>
      <w:r>
        <w:t xml:space="preserve">Per l'estrazione dei dati desiderati è necessario specificare un intervallo che contenga i moduli di sicurezza di inizio e fine ricerca. E' possibile non valorizzare il valore di inizio o fine </w:t>
      </w:r>
      <w:proofErr w:type="spellStart"/>
      <w:r>
        <w:t>range</w:t>
      </w:r>
      <w:proofErr w:type="spellEnd"/>
      <w:r>
        <w:t>; ciò equivale a considerare implicitamente quel valore come rispettivamente il minimo o il massimo ammesso.</w:t>
      </w:r>
    </w:p>
    <w:p w:rsidR="007F7604" w:rsidRDefault="007F7604" w:rsidP="007F7604">
      <w:pPr>
        <w:tabs>
          <w:tab w:val="left" w:pos="567"/>
        </w:tabs>
      </w:pPr>
      <w:r>
        <w:t>Una volta valorizzato l'intervallo compare a video la lista dei record estratti dall'archivio Funzioni; è possibile scegliere quello/i di cui interessa la visione dettagliata digitando una "X" nel campo di selezione corrispondente e premendo il tasto</w:t>
      </w:r>
      <w:r>
        <w:rPr>
          <w:b/>
        </w:rPr>
        <w:t xml:space="preserve"> 'INVIO'</w:t>
      </w:r>
      <w:r>
        <w:t>.</w:t>
      </w:r>
    </w:p>
    <w:p w:rsidR="007F7604" w:rsidRDefault="007F7604" w:rsidP="007F7604">
      <w:r>
        <w:t>Vengono quindi visualizzate tante pagine quanti sono i record segnati con tutte le informazioni disponibili; in particolare si possono osservare:</w:t>
      </w:r>
    </w:p>
    <w:p w:rsidR="007F7604" w:rsidRDefault="007F7604" w:rsidP="007F7604">
      <w:pPr>
        <w:spacing w:before="120"/>
        <w:ind w:left="567" w:hanging="284"/>
      </w:pPr>
      <w:r>
        <w:fldChar w:fldCharType="begin"/>
      </w:r>
      <w:r>
        <w:instrText>SYMBOL 183 \f "Symbol" \s 10 \h</w:instrText>
      </w:r>
      <w:r>
        <w:fldChar w:fldCharType="end"/>
      </w:r>
      <w:r>
        <w:tab/>
        <w:t>la descrizione del modulo di sicurezza;</w:t>
      </w:r>
    </w:p>
    <w:p w:rsidR="007F7604" w:rsidRDefault="007F7604" w:rsidP="007F7604">
      <w:pPr>
        <w:spacing w:before="120"/>
        <w:ind w:left="567" w:hanging="284"/>
      </w:pPr>
      <w:r>
        <w:fldChar w:fldCharType="begin"/>
      </w:r>
      <w:r>
        <w:instrText>SYMBOL 183 \f "Symbol" \s 10 \h</w:instrText>
      </w:r>
      <w:r>
        <w:fldChar w:fldCharType="end"/>
      </w:r>
      <w:r>
        <w:tab/>
        <w:t>il programma e la transazione ad esso associati;</w:t>
      </w:r>
    </w:p>
    <w:p w:rsidR="007F7604" w:rsidRDefault="007F7604" w:rsidP="007F7604">
      <w:pPr>
        <w:spacing w:before="120"/>
        <w:ind w:left="567" w:hanging="284"/>
      </w:pPr>
      <w:r>
        <w:fldChar w:fldCharType="begin"/>
      </w:r>
      <w:r>
        <w:instrText>SYMBOL 183 \f "Symbol" \s 10 \h</w:instrText>
      </w:r>
      <w:r>
        <w:fldChar w:fldCharType="end"/>
      </w:r>
      <w:r>
        <w:tab/>
        <w:t>lo stato del modulo;</w:t>
      </w:r>
    </w:p>
    <w:p w:rsidR="007F7604" w:rsidRDefault="007F7604" w:rsidP="007F7604">
      <w:pPr>
        <w:spacing w:before="120"/>
        <w:ind w:left="567" w:hanging="284"/>
      </w:pPr>
      <w:r>
        <w:fldChar w:fldCharType="begin"/>
      </w:r>
      <w:r>
        <w:instrText>SYMBOL 183 \f "Symbol" \s 10 \h</w:instrText>
      </w:r>
      <w:r>
        <w:fldChar w:fldCharType="end"/>
      </w:r>
      <w:r>
        <w:tab/>
        <w:t>se il log è attivo o disattivato;</w:t>
      </w:r>
    </w:p>
    <w:p w:rsidR="007F7604" w:rsidRDefault="007F7604" w:rsidP="007F7604">
      <w:pPr>
        <w:spacing w:before="120"/>
        <w:ind w:left="567" w:hanging="284"/>
      </w:pPr>
      <w:r>
        <w:fldChar w:fldCharType="begin"/>
      </w:r>
      <w:r>
        <w:instrText>SYMBOL 183 \f "Symbol" \s 10 \h</w:instrText>
      </w:r>
      <w:r>
        <w:fldChar w:fldCharType="end"/>
      </w:r>
      <w:r>
        <w:tab/>
        <w:t xml:space="preserve">se l'esecuzione avviene in modalità </w:t>
      </w:r>
      <w:proofErr w:type="spellStart"/>
      <w:r>
        <w:t>debug</w:t>
      </w:r>
      <w:proofErr w:type="spellEnd"/>
      <w:r>
        <w:t xml:space="preserve"> o normale;</w:t>
      </w:r>
    </w:p>
    <w:p w:rsidR="007F7604" w:rsidRDefault="007F7604" w:rsidP="007F7604">
      <w:pPr>
        <w:spacing w:before="120"/>
        <w:ind w:left="567" w:hanging="284"/>
      </w:pPr>
      <w:r>
        <w:fldChar w:fldCharType="begin"/>
      </w:r>
      <w:r>
        <w:instrText>SYMBOL 183 \f "Symbol" \s 10 \h</w:instrText>
      </w:r>
      <w:r>
        <w:fldChar w:fldCharType="end"/>
      </w:r>
      <w:r>
        <w:tab/>
        <w:t>la sicurezza adottata.</w:t>
      </w:r>
    </w:p>
    <w:p w:rsidR="007F7604" w:rsidRDefault="007F7604" w:rsidP="007F7604">
      <w:pPr>
        <w:pStyle w:val="Titolo3"/>
        <w:ind w:left="357" w:hanging="357"/>
      </w:pPr>
      <w:bookmarkStart w:id="417" w:name="_Toc494685518"/>
      <w:bookmarkStart w:id="418" w:name="_Toc510349147"/>
      <w:bookmarkStart w:id="419" w:name="_Toc397613759"/>
      <w:r>
        <w:t>Interfaccia utente</w:t>
      </w:r>
      <w:bookmarkEnd w:id="417"/>
      <w:bookmarkEnd w:id="418"/>
      <w:bookmarkEnd w:id="419"/>
    </w:p>
    <w:p w:rsidR="007F7604" w:rsidRDefault="007F7604" w:rsidP="007F7604">
      <w:pPr>
        <w:spacing w:after="240"/>
      </w:pPr>
      <w:r>
        <w:t>In questa transazione vengono impiegate due mappe:</w:t>
      </w:r>
    </w:p>
    <w:p w:rsidR="007F7604" w:rsidRDefault="007F7604" w:rsidP="007F7604">
      <w:pPr>
        <w:spacing w:after="240"/>
        <w:ind w:left="709" w:hanging="357"/>
      </w:pPr>
      <w:r>
        <w:fldChar w:fldCharType="begin"/>
      </w:r>
      <w:r>
        <w:instrText>SYMBOL 183 \f "Symbol" \s 10 \h</w:instrText>
      </w:r>
      <w:r>
        <w:fldChar w:fldCharType="end"/>
      </w:r>
      <w:r>
        <w:tab/>
        <w:t>La prima (zzM441T) serve a visualizzare l'elenco dei moduli estratti;</w:t>
      </w:r>
    </w:p>
    <w:p w:rsidR="007F7604" w:rsidRDefault="007F7604" w:rsidP="007F7604">
      <w:pPr>
        <w:ind w:left="709" w:hanging="360"/>
      </w:pPr>
      <w:r>
        <w:fldChar w:fldCharType="begin"/>
      </w:r>
      <w:r>
        <w:instrText>SYMBOL 183 \f "Symbol" \s 10 \h</w:instrText>
      </w:r>
      <w:r>
        <w:fldChar w:fldCharType="end"/>
      </w:r>
      <w:r>
        <w:tab/>
        <w:t>La seconda (zzM442T) descrive in modo dettagliato tutte le informazioni riguardanti il modulo/i di sicurezza selezionato.</w:t>
      </w:r>
    </w:p>
    <w:p w:rsidR="007F7604" w:rsidRDefault="007F7604" w:rsidP="007F7604">
      <w:pPr>
        <w:pStyle w:val="ParagNoNum"/>
      </w:pPr>
      <w:r>
        <w:br w:type="page"/>
      </w:r>
      <w:r>
        <w:lastRenderedPageBreak/>
        <w:t>Mappa 1</w:t>
      </w:r>
    </w:p>
    <w:p w:rsidR="007F7604" w:rsidRDefault="007F7604" w:rsidP="007F7604">
      <w:pPr>
        <w:spacing w:after="240"/>
      </w:pPr>
      <w:r>
        <w:t xml:space="preserve">Digitando il nome della transazione (IMOD) e premendo </w:t>
      </w:r>
      <w:r>
        <w:rPr>
          <w:b/>
        </w:rPr>
        <w:t>'INVIO'</w:t>
      </w:r>
      <w:r>
        <w:t xml:space="preserve"> viene presentata la seguente mappa:</w:t>
      </w:r>
    </w:p>
    <w:p w:rsidR="007F7604" w:rsidRDefault="007F7604" w:rsidP="007F7604">
      <w:pPr>
        <w:pStyle w:val="Mappa"/>
      </w:pPr>
      <w:r>
        <w:t xml:space="preserve">          :::::::: * :::::::::::::::::::::::::::::::::::::: * :::::::: ::::::::</w:t>
      </w:r>
    </w:p>
    <w:p w:rsidR="007F7604" w:rsidRDefault="007F7604" w:rsidP="007F7604">
      <w:pPr>
        <w:pStyle w:val="Mappa"/>
      </w:pPr>
      <w:r>
        <w:t xml:space="preserve"> IMOD Z : :::::::: * :::INQUIRY MODULI DI AUTORIZZAZIONE:::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Da modulo ________                 a modulo ________                   </w:t>
      </w:r>
    </w:p>
    <w:p w:rsidR="007F7604" w:rsidRDefault="007F7604" w:rsidP="007F7604">
      <w:pPr>
        <w:pStyle w:val="Mappa"/>
      </w:pPr>
      <w:r>
        <w:t xml:space="preserve">                                                         Programma  Transazione</w:t>
      </w:r>
    </w:p>
    <w:p w:rsidR="007F7604" w:rsidRDefault="007F7604" w:rsidP="007F7604">
      <w:pPr>
        <w:pStyle w:val="Mappa"/>
      </w:pPr>
      <w:r>
        <w:t xml:space="preserve"> s   Modulo                                              associato  associata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464905">
      <w:pPr>
        <w:pStyle w:val="Titolo9"/>
        <w:numPr>
          <w:ilvl w:val="0"/>
          <w:numId w:val="0"/>
        </w:numPr>
        <w:ind w:left="2293"/>
        <w:jc w:val="both"/>
      </w:pPr>
      <w:bookmarkStart w:id="420" w:name="_Toc494685600"/>
      <w:bookmarkStart w:id="421" w:name="_Toc510349229"/>
      <w:r>
        <w:t xml:space="preserve">Mappa </w:t>
      </w:r>
      <w:r>
        <w:fldChar w:fldCharType="begin"/>
      </w:r>
      <w:r>
        <w:instrText>SEQ mappa</w:instrText>
      </w:r>
      <w:r>
        <w:fldChar w:fldCharType="separate"/>
      </w:r>
      <w:r>
        <w:rPr>
          <w:noProof/>
        </w:rPr>
        <w:t>48</w:t>
      </w:r>
      <w:r>
        <w:fldChar w:fldCharType="end"/>
      </w:r>
      <w:r>
        <w:t xml:space="preserve">:   ZZM441T </w:t>
      </w:r>
      <w:proofErr w:type="spellStart"/>
      <w:r>
        <w:t>Inquiry</w:t>
      </w:r>
      <w:proofErr w:type="spellEnd"/>
      <w:r>
        <w:t xml:space="preserve"> moduli di sicurezza</w:t>
      </w:r>
      <w:bookmarkEnd w:id="420"/>
      <w:bookmarkEnd w:id="421"/>
    </w:p>
    <w:p w:rsidR="007F7604" w:rsidRDefault="007F7604" w:rsidP="007F7604">
      <w:pPr>
        <w:pStyle w:val="ParagNoNum"/>
      </w:pPr>
      <w:r>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da modulo</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 xml:space="preserve">Se viene specificato solo il codice di fine </w:t>
            </w:r>
            <w:proofErr w:type="spellStart"/>
            <w:r>
              <w:t>range</w:t>
            </w:r>
            <w:proofErr w:type="spellEnd"/>
            <w:r>
              <w:t xml:space="preserve"> viene </w:t>
            </w:r>
            <w:r>
              <w:tab/>
              <w:t xml:space="preserve">considerato come il minimo valore ammesso, </w:t>
            </w:r>
            <w:r>
              <w:tab/>
              <w:t>altrimenti è obbligatorio.</w:t>
            </w:r>
          </w:p>
          <w:p w:rsidR="007F7604" w:rsidRDefault="007F7604" w:rsidP="00407551">
            <w:r>
              <w:t>Modulo di inizio estrazione.</w:t>
            </w:r>
          </w:p>
          <w:p w:rsidR="007F7604" w:rsidRDefault="007F7604" w:rsidP="00407551">
            <w:pPr>
              <w:tabs>
                <w:tab w:val="left" w:pos="1418"/>
              </w:tabs>
            </w:pPr>
            <w:r>
              <w:t>Se il modulo di inizio estrazione è maggiore di quello di fine estrazione il sistema segnala l'errore 9041.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a modulo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 xml:space="preserve">Se viene specificato solo il codice di inizio </w:t>
            </w:r>
            <w:proofErr w:type="spellStart"/>
            <w:r>
              <w:t>range</w:t>
            </w:r>
            <w:proofErr w:type="spellEnd"/>
            <w:r>
              <w:t xml:space="preserve"> </w:t>
            </w:r>
            <w:r>
              <w:tab/>
              <w:t xml:space="preserve">viene considerato come il massimo valore ammesso, </w:t>
            </w:r>
            <w:r>
              <w:tab/>
              <w:t>altrimenti è obbligatorio.</w:t>
            </w:r>
          </w:p>
          <w:p w:rsidR="007F7604" w:rsidRDefault="007F7604" w:rsidP="00407551">
            <w:r>
              <w:t>Modulo di fine estrazione.</w:t>
            </w:r>
          </w:p>
          <w:p w:rsidR="007F7604" w:rsidRDefault="007F7604" w:rsidP="00407551">
            <w:r>
              <w:t>Se non viene digitato il sistema espone l'errore 9031.</w:t>
            </w:r>
          </w:p>
          <w:p w:rsidR="007F7604" w:rsidRDefault="007F7604" w:rsidP="00407551">
            <w:r>
              <w:t xml:space="preserve">Se nell'archivio Funzioni non è censito nessun elemento compreso nel </w:t>
            </w:r>
            <w:proofErr w:type="spellStart"/>
            <w:r>
              <w:t>range</w:t>
            </w:r>
            <w:proofErr w:type="spellEnd"/>
            <w:r>
              <w:t xml:space="preserve"> specificato il sistema segnala l'errore 9038.</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s</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pPr>
              <w:tabs>
                <w:tab w:val="left" w:pos="1701"/>
              </w:tabs>
            </w:pPr>
            <w:r>
              <w:t>Valori ammessi:</w:t>
            </w:r>
            <w:r>
              <w:tab/>
              <w:t>X (selezione).</w:t>
            </w:r>
          </w:p>
          <w:p w:rsidR="007F7604" w:rsidRDefault="007F7604" w:rsidP="00407551">
            <w:r>
              <w:t>Campo di selezione per la visione dettagliata delle informazioni relative al corrispondente modulo.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lastRenderedPageBreak/>
              <w:t>modulo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Nome del modulo di sicurezza.</w:t>
            </w:r>
          </w:p>
          <w:p w:rsidR="007F7604" w:rsidRDefault="007F7604" w:rsidP="00407551">
            <w:r>
              <w:t>A fianco del campo viene visualizzata automaticamente la descrizione corrispondente.</w:t>
            </w: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programma associato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Nome del programma a cui fa riferimento il modulo in caso di sicurezza esterna.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transazione associata</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Protetto.</w:t>
            </w:r>
          </w:p>
          <w:p w:rsidR="007F7604" w:rsidRDefault="007F7604" w:rsidP="00407551">
            <w:r>
              <w:t>Codice della transazione a cui fa riferimento il modulo in caso di sicurezza esterna.</w:t>
            </w:r>
          </w:p>
          <w:p w:rsidR="007F7604" w:rsidRDefault="007F7604" w:rsidP="00407551"/>
        </w:tc>
      </w:tr>
    </w:tbl>
    <w:p w:rsidR="007F7604" w:rsidRDefault="007F7604" w:rsidP="007F7604">
      <w:pPr>
        <w:spacing w:before="240"/>
      </w:pPr>
      <w:r>
        <w:t xml:space="preserve">Dopo aver inserito un intervallo di ricerca valido e premuto il tasto </w:t>
      </w:r>
      <w:r>
        <w:rPr>
          <w:b/>
        </w:rPr>
        <w:t>'INVIO'</w:t>
      </w:r>
      <w:r>
        <w:t>, il sistema visualizza nella stessa mappa l'elenco dei moduli estratti dall'archivio Funzioni.</w:t>
      </w:r>
    </w:p>
    <w:p w:rsidR="007F7604" w:rsidRDefault="007F7604" w:rsidP="007F7604">
      <w:r>
        <w:t xml:space="preserve">Digitando una "X" in corrispondenza del/i modulo che interessa e premendo il tasto </w:t>
      </w:r>
      <w:r>
        <w:rPr>
          <w:b/>
        </w:rPr>
        <w:t>'INVIO'</w:t>
      </w:r>
      <w:r>
        <w:t xml:space="preserve"> vengono esposte nella seconda mappa le caratteristiche del/i modulo scelto.</w:t>
      </w:r>
    </w:p>
    <w:p w:rsidR="007F7604" w:rsidRDefault="007F7604" w:rsidP="007F7604">
      <w:pPr>
        <w:pStyle w:val="ParagNoNum"/>
      </w:pPr>
      <w:r>
        <w:t>Mappa 2</w:t>
      </w:r>
    </w:p>
    <w:p w:rsidR="007F7604" w:rsidRDefault="007F7604" w:rsidP="007F7604">
      <w:pPr>
        <w:pStyle w:val="Mappa"/>
      </w:pPr>
      <w:r>
        <w:t xml:space="preserve"> :::::::: :::::::: * :::::::::::::::::::::::::::::::::::::: * :::::::: ::::::::</w:t>
      </w:r>
    </w:p>
    <w:p w:rsidR="007F7604" w:rsidRDefault="007F7604" w:rsidP="007F7604">
      <w:pPr>
        <w:pStyle w:val="Mappa"/>
      </w:pPr>
      <w:r>
        <w:t xml:space="preserve"> IMOD Z : :::::::: * :::INQUIRY MODULI DI AUTORIZZAZIONE:::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Modulo ::::::::                                       </w:t>
      </w:r>
    </w:p>
    <w:p w:rsidR="007F7604" w:rsidRDefault="007F7604" w:rsidP="007F7604">
      <w:pPr>
        <w:pStyle w:val="Mappa"/>
      </w:pPr>
      <w:r>
        <w:t xml:space="preserve">                                                                               </w:t>
      </w:r>
    </w:p>
    <w:p w:rsidR="007F7604" w:rsidRDefault="007F7604" w:rsidP="007F7604">
      <w:pPr>
        <w:pStyle w:val="Mappa"/>
      </w:pPr>
      <w:r>
        <w:t xml:space="preserve">             Descrizione modulo ::::::::::::::::::::::::::::::::::::::         </w:t>
      </w:r>
    </w:p>
    <w:p w:rsidR="007F7604" w:rsidRDefault="007F7604" w:rsidP="007F7604">
      <w:pPr>
        <w:pStyle w:val="Mappa"/>
      </w:pPr>
      <w:r>
        <w:t xml:space="preserve">                                                                               </w:t>
      </w:r>
    </w:p>
    <w:p w:rsidR="007F7604" w:rsidRDefault="007F7604" w:rsidP="007F7604">
      <w:pPr>
        <w:pStyle w:val="Mappa"/>
      </w:pPr>
      <w:r>
        <w:t xml:space="preserve">            Programma associato ::::::::                                       </w:t>
      </w:r>
    </w:p>
    <w:p w:rsidR="007F7604" w:rsidRDefault="007F7604" w:rsidP="007F7604">
      <w:pPr>
        <w:pStyle w:val="Mappa"/>
      </w:pPr>
      <w:r>
        <w:t xml:space="preserve">                                                                               </w:t>
      </w:r>
    </w:p>
    <w:p w:rsidR="007F7604" w:rsidRDefault="007F7604" w:rsidP="007F7604">
      <w:pPr>
        <w:pStyle w:val="Mappa"/>
      </w:pPr>
      <w:r>
        <w:t xml:space="preserve">          Transazione associata ::::::::                                       </w:t>
      </w:r>
    </w:p>
    <w:p w:rsidR="007F7604" w:rsidRDefault="007F7604" w:rsidP="007F7604">
      <w:pPr>
        <w:pStyle w:val="Mappa"/>
      </w:pPr>
      <w:r>
        <w:t xml:space="preserve">                                                                               </w:t>
      </w:r>
    </w:p>
    <w:p w:rsidR="007F7604" w:rsidRDefault="007F7604" w:rsidP="007F7604">
      <w:pPr>
        <w:pStyle w:val="Mappa"/>
      </w:pPr>
      <w:r>
        <w:t xml:space="preserve">                   Stato Modulo : Bloccato                                     </w:t>
      </w:r>
    </w:p>
    <w:p w:rsidR="007F7604" w:rsidRDefault="007F7604" w:rsidP="007F7604">
      <w:pPr>
        <w:pStyle w:val="Mappa"/>
      </w:pPr>
      <w:r>
        <w:t xml:space="preserve">                                : Attivo                                       </w:t>
      </w:r>
    </w:p>
    <w:p w:rsidR="007F7604" w:rsidRDefault="007F7604" w:rsidP="007F7604">
      <w:pPr>
        <w:pStyle w:val="Mappa"/>
      </w:pPr>
      <w:r>
        <w:t xml:space="preserve">                                                                               </w:t>
      </w:r>
    </w:p>
    <w:p w:rsidR="007F7604" w:rsidRDefault="007F7604" w:rsidP="007F7604">
      <w:pPr>
        <w:pStyle w:val="Mappa"/>
      </w:pPr>
      <w:r>
        <w:t xml:space="preserve">                            Log : Non attivo                                   </w:t>
      </w:r>
    </w:p>
    <w:p w:rsidR="007F7604" w:rsidRDefault="007F7604" w:rsidP="007F7604">
      <w:pPr>
        <w:pStyle w:val="Mappa"/>
      </w:pPr>
      <w:r>
        <w:t xml:space="preserve">                                : Attivo                                       </w:t>
      </w:r>
    </w:p>
    <w:p w:rsidR="007F7604" w:rsidRDefault="007F7604" w:rsidP="007F7604">
      <w:pPr>
        <w:pStyle w:val="Mappa"/>
      </w:pPr>
      <w:r>
        <w:t xml:space="preserve">                                                                               </w:t>
      </w:r>
    </w:p>
    <w:p w:rsidR="007F7604" w:rsidRDefault="007F7604" w:rsidP="007F7604">
      <w:pPr>
        <w:pStyle w:val="Mappa"/>
      </w:pPr>
      <w:r>
        <w:t xml:space="preserve">                          </w:t>
      </w:r>
      <w:proofErr w:type="spellStart"/>
      <w:r>
        <w:t>Debug</w:t>
      </w:r>
      <w:proofErr w:type="spellEnd"/>
      <w:r>
        <w:t xml:space="preserve"> : Non attivo                                   </w:t>
      </w:r>
    </w:p>
    <w:p w:rsidR="007F7604" w:rsidRDefault="007F7604" w:rsidP="007F7604">
      <w:pPr>
        <w:pStyle w:val="Mappa"/>
      </w:pPr>
      <w:r>
        <w:t xml:space="preserve">                                : Attivo                                       </w:t>
      </w:r>
    </w:p>
    <w:p w:rsidR="007F7604" w:rsidRDefault="007F7604" w:rsidP="007F7604">
      <w:pPr>
        <w:pStyle w:val="Mappa"/>
      </w:pPr>
      <w:r>
        <w:t xml:space="preserve">                                                                               </w:t>
      </w:r>
    </w:p>
    <w:p w:rsidR="007F7604" w:rsidRDefault="007F7604" w:rsidP="007F7604">
      <w:pPr>
        <w:pStyle w:val="Mappa"/>
      </w:pPr>
      <w:r>
        <w:t xml:space="preserve">                 Tipo Sicurezza : Nessuna                                      </w:t>
      </w:r>
    </w:p>
    <w:p w:rsidR="007F7604" w:rsidRDefault="007F7604" w:rsidP="007F7604">
      <w:pPr>
        <w:pStyle w:val="Mappa"/>
      </w:pPr>
      <w:r>
        <w:t xml:space="preserve">                                : Esterna                                      </w:t>
      </w:r>
    </w:p>
    <w:p w:rsidR="007F7604" w:rsidRDefault="007F7604" w:rsidP="007F7604">
      <w:pPr>
        <w:pStyle w:val="Mappa"/>
      </w:pPr>
      <w:r>
        <w:t xml:space="preserve">                                : Interna                                      </w:t>
      </w:r>
    </w:p>
    <w:p w:rsidR="007F7604" w:rsidRDefault="007F7604" w:rsidP="00464905">
      <w:pPr>
        <w:pStyle w:val="Titolo9"/>
        <w:numPr>
          <w:ilvl w:val="0"/>
          <w:numId w:val="0"/>
        </w:numPr>
        <w:ind w:left="1584" w:firstLine="543"/>
        <w:jc w:val="both"/>
      </w:pPr>
      <w:bookmarkStart w:id="422" w:name="_Toc494685601"/>
      <w:bookmarkStart w:id="423" w:name="_Toc510349230"/>
      <w:r>
        <w:t xml:space="preserve">Mappa </w:t>
      </w:r>
      <w:r>
        <w:fldChar w:fldCharType="begin"/>
      </w:r>
      <w:r>
        <w:instrText>SEQ mappa</w:instrText>
      </w:r>
      <w:r>
        <w:fldChar w:fldCharType="separate"/>
      </w:r>
      <w:r>
        <w:rPr>
          <w:noProof/>
        </w:rPr>
        <w:t>49</w:t>
      </w:r>
      <w:r>
        <w:fldChar w:fldCharType="end"/>
      </w:r>
      <w:r>
        <w:t xml:space="preserve">:   ZZM442T </w:t>
      </w:r>
      <w:proofErr w:type="spellStart"/>
      <w:r>
        <w:t>Inquiry</w:t>
      </w:r>
      <w:proofErr w:type="spellEnd"/>
      <w:r>
        <w:t xml:space="preserve"> moduli autorizzazione</w:t>
      </w:r>
      <w:bookmarkEnd w:id="422"/>
      <w:bookmarkEnd w:id="423"/>
    </w:p>
    <w:p w:rsidR="007F7604" w:rsidRDefault="007F7604" w:rsidP="007F7604">
      <w:pPr>
        <w:pStyle w:val="ParagNoNum"/>
      </w:pPr>
      <w:r>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modulo</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Nome del modulo di sicurezza selezionato.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descrizione modulo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Descrizione estesa del modulo di sicurezza selezionato.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lastRenderedPageBreak/>
              <w:t>programma associato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Nome del programma a cui fa riferimento il modulo selezionato in caso di sicurezza esterna.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transazione associata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della transazione a cui fa riferimento il modulo selezionato in caso di sicurezza esterna.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stato modulo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Indica se il controllo sul dato/i, effettuato tramite il modulo di sicurezza, è attivo oppure disattivato.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log</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Indica se il Log sul modulo in esame deve o non deve essere effettuato.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proofErr w:type="spellStart"/>
            <w:r>
              <w:rPr>
                <w:smallCaps/>
              </w:rPr>
              <w:t>debug</w:t>
            </w:r>
            <w:proofErr w:type="spellEnd"/>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Campo significativo solo per le funzioni e non per i moduli di sicurezza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tipo sicurezza</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Protetto.</w:t>
            </w:r>
          </w:p>
          <w:p w:rsidR="007F7604" w:rsidRDefault="007F7604" w:rsidP="00407551">
            <w:r>
              <w:t>Indica il tipo di sicurezza adottato per il modulo.</w:t>
            </w:r>
          </w:p>
          <w:p w:rsidR="007F7604" w:rsidRDefault="007F7604" w:rsidP="00407551"/>
        </w:tc>
      </w:tr>
    </w:tbl>
    <w:p w:rsidR="007F7604" w:rsidRDefault="007F7604" w:rsidP="007F7604">
      <w:pPr>
        <w:pStyle w:val="Titolo3"/>
        <w:ind w:left="357" w:hanging="357"/>
      </w:pPr>
      <w:bookmarkStart w:id="424" w:name="_Toc494685519"/>
      <w:bookmarkStart w:id="425" w:name="_Toc510349148"/>
      <w:bookmarkStart w:id="426" w:name="_Toc397613760"/>
      <w:r>
        <w:t>Funzioni associate</w:t>
      </w:r>
      <w:bookmarkEnd w:id="424"/>
      <w:bookmarkEnd w:id="425"/>
      <w:bookmarkEnd w:id="426"/>
    </w:p>
    <w:p w:rsidR="007F7604" w:rsidRDefault="007F7604" w:rsidP="007F7604">
      <w:r>
        <w:t>GMOD (Gestione Moduli di sicurezza).</w:t>
      </w:r>
    </w:p>
    <w:p w:rsidR="007F7604" w:rsidRDefault="007F7604" w:rsidP="007F7604">
      <w:pPr>
        <w:pStyle w:val="Titolo2"/>
      </w:pPr>
      <w:r>
        <w:br w:type="page"/>
      </w:r>
      <w:bookmarkStart w:id="427" w:name="_Toc494685520"/>
      <w:bookmarkStart w:id="428" w:name="_Toc510349149"/>
      <w:bookmarkStart w:id="429" w:name="_Toc397613761"/>
      <w:proofErr w:type="spellStart"/>
      <w:r>
        <w:lastRenderedPageBreak/>
        <w:t>Inquiry</w:t>
      </w:r>
      <w:proofErr w:type="spellEnd"/>
      <w:r>
        <w:t xml:space="preserve"> Messaggi (IMSG)</w:t>
      </w:r>
      <w:bookmarkEnd w:id="427"/>
      <w:bookmarkEnd w:id="428"/>
      <w:bookmarkEnd w:id="429"/>
    </w:p>
    <w:p w:rsidR="007F7604" w:rsidRDefault="007F7604" w:rsidP="007F7604">
      <w:pPr>
        <w:pStyle w:val="Titolo3"/>
        <w:ind w:left="357" w:hanging="357"/>
      </w:pPr>
      <w:bookmarkStart w:id="430" w:name="_Toc494685521"/>
      <w:bookmarkStart w:id="431" w:name="_Toc510349150"/>
      <w:bookmarkStart w:id="432" w:name="_Toc397613762"/>
      <w:r>
        <w:t>Utilizzo della transazione</w:t>
      </w:r>
      <w:bookmarkEnd w:id="430"/>
      <w:bookmarkEnd w:id="431"/>
      <w:bookmarkEnd w:id="432"/>
    </w:p>
    <w:p w:rsidR="007F7604" w:rsidRDefault="007F7604" w:rsidP="007F7604">
      <w:pPr>
        <w:tabs>
          <w:tab w:val="left" w:pos="567"/>
        </w:tabs>
        <w:spacing w:after="240"/>
      </w:pPr>
      <w:r>
        <w:t>La transazione IMSG (</w:t>
      </w:r>
      <w:proofErr w:type="spellStart"/>
      <w:r>
        <w:t>Inquiry</w:t>
      </w:r>
      <w:proofErr w:type="spellEnd"/>
      <w:r>
        <w:t xml:space="preserve"> Messaggi) permette di effettuare un'interrogazione dei dati censiti nell'archivio Messaggi.</w:t>
      </w:r>
    </w:p>
    <w:p w:rsidR="007F7604" w:rsidRDefault="007F7604" w:rsidP="007F7604">
      <w:pPr>
        <w:tabs>
          <w:tab w:val="left" w:pos="567"/>
        </w:tabs>
      </w:pPr>
      <w:r>
        <w:t xml:space="preserve">Per l'estrazione dei dati desiderati è necessario specificare un intervallo che contenga i codici lingua, i nomi dei programmi e i codici messaggio di inizio e fine ricerca. </w:t>
      </w:r>
    </w:p>
    <w:p w:rsidR="007F7604" w:rsidRDefault="007F7604" w:rsidP="007F7604">
      <w:pPr>
        <w:tabs>
          <w:tab w:val="left" w:pos="567"/>
        </w:tabs>
        <w:spacing w:after="240"/>
      </w:pPr>
      <w:r>
        <w:t xml:space="preserve">Una volta valorizzato il </w:t>
      </w:r>
      <w:proofErr w:type="spellStart"/>
      <w:r>
        <w:t>range</w:t>
      </w:r>
      <w:proofErr w:type="spellEnd"/>
      <w:r>
        <w:t xml:space="preserve"> compare a video la lista dei record estratti dall'archivio Messaggi ognuno dei quali contiene il codice della lingua, il nome del programma, il codice e la descrizione del messaggio. </w:t>
      </w:r>
    </w:p>
    <w:p w:rsidR="007F7604" w:rsidRDefault="007F7604" w:rsidP="007F7604">
      <w:pPr>
        <w:spacing w:after="240"/>
      </w:pPr>
      <w:r>
        <w:t>Esistono due tipi di messaggi:</w:t>
      </w:r>
    </w:p>
    <w:p w:rsidR="007F7604" w:rsidRDefault="007F7604" w:rsidP="007F7604">
      <w:pPr>
        <w:spacing w:after="240"/>
        <w:ind w:left="567" w:hanging="283"/>
      </w:pPr>
      <w:r>
        <w:t>1.</w:t>
      </w:r>
      <w:r>
        <w:tab/>
        <w:t>messaggi generici di procedura: vengono prodotti in seguito a richieste non corrette durante la gestione dei dati di procedura e sono associati al codice identificativo denominato "ZZ00".</w:t>
      </w:r>
    </w:p>
    <w:p w:rsidR="007F7604" w:rsidRDefault="007F7604" w:rsidP="007F7604">
      <w:pPr>
        <w:spacing w:after="240"/>
        <w:ind w:left="567" w:hanging="283"/>
      </w:pPr>
      <w:r>
        <w:t>2.</w:t>
      </w:r>
      <w:r>
        <w:tab/>
        <w:t>messaggi specifici di transazione: sono strettamente connessi all'utilizzo della transazione in corso e sono associati al codice della transazione stessa.</w:t>
      </w:r>
    </w:p>
    <w:p w:rsidR="007F7604" w:rsidRDefault="007F7604" w:rsidP="007F7604">
      <w:pPr>
        <w:pStyle w:val="Titolo3"/>
        <w:ind w:left="357" w:hanging="357"/>
      </w:pPr>
      <w:bookmarkStart w:id="433" w:name="_Toc494685522"/>
      <w:bookmarkStart w:id="434" w:name="_Toc510349151"/>
      <w:bookmarkStart w:id="435" w:name="_Toc397613763"/>
      <w:r>
        <w:t>Interfaccia utente</w:t>
      </w:r>
      <w:bookmarkEnd w:id="433"/>
      <w:bookmarkEnd w:id="434"/>
      <w:bookmarkEnd w:id="435"/>
    </w:p>
    <w:p w:rsidR="007F7604" w:rsidRDefault="007F7604" w:rsidP="007F7604">
      <w:r>
        <w:t>L'</w:t>
      </w:r>
      <w:proofErr w:type="spellStart"/>
      <w:r>
        <w:t>inquiry</w:t>
      </w:r>
      <w:proofErr w:type="spellEnd"/>
      <w:r>
        <w:t xml:space="preserve"> è articolata su una mappa ZZM081T.</w:t>
      </w:r>
    </w:p>
    <w:p w:rsidR="007F7604" w:rsidRDefault="007F7604" w:rsidP="007F7604">
      <w:pPr>
        <w:pStyle w:val="ParagNoNum"/>
      </w:pPr>
      <w:r>
        <w:br w:type="page"/>
      </w:r>
      <w:r>
        <w:lastRenderedPageBreak/>
        <w:t>Mappa 1</w:t>
      </w:r>
    </w:p>
    <w:p w:rsidR="007F7604" w:rsidRDefault="007F7604" w:rsidP="007F7604">
      <w:pPr>
        <w:tabs>
          <w:tab w:val="left" w:pos="426"/>
          <w:tab w:val="left" w:pos="4537"/>
          <w:tab w:val="left" w:pos="9356"/>
        </w:tabs>
        <w:spacing w:after="240"/>
      </w:pPr>
      <w:r>
        <w:t xml:space="preserve">Digitando il nome della transazione (IMSG) e premendo il tasto </w:t>
      </w:r>
      <w:r>
        <w:rPr>
          <w:b/>
        </w:rPr>
        <w:t>'INVIO'</w:t>
      </w:r>
      <w:r>
        <w:t xml:space="preserve"> viene visualizzata la seguente mappa:</w:t>
      </w:r>
    </w:p>
    <w:p w:rsidR="007F7604" w:rsidRDefault="007F7604" w:rsidP="007F7604">
      <w:pPr>
        <w:pStyle w:val="Mappa"/>
      </w:pPr>
      <w:r>
        <w:t xml:space="preserve"> :::::::: :::::::: * :::::::::::::::::::::::::::::::::::::: * :::::::: ::::::::</w:t>
      </w:r>
    </w:p>
    <w:p w:rsidR="007F7604" w:rsidRDefault="007F7604" w:rsidP="007F7604">
      <w:pPr>
        <w:pStyle w:val="Mappa"/>
      </w:pPr>
      <w:r>
        <w:t xml:space="preserve"> IMSG Z : :::::::: * :::::::::::INQUIRY MESSAGGI:::::::::::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Da  Lingua Z    Programma/Funzione ________ codice ZZZ9               </w:t>
      </w:r>
    </w:p>
    <w:p w:rsidR="007F7604" w:rsidRDefault="007F7604" w:rsidP="007F7604">
      <w:pPr>
        <w:pStyle w:val="Mappa"/>
      </w:pPr>
      <w:r>
        <w:t xml:space="preserve">                                                                               </w:t>
      </w:r>
    </w:p>
    <w:p w:rsidR="007F7604" w:rsidRDefault="007F7604" w:rsidP="007F7604">
      <w:pPr>
        <w:pStyle w:val="Mappa"/>
      </w:pPr>
      <w:r>
        <w:t xml:space="preserve">         A   Lingua Z    Programma/Funzione ________ codice ZZZ9               </w:t>
      </w:r>
    </w:p>
    <w:p w:rsidR="007F7604" w:rsidRDefault="007F7604" w:rsidP="007F7604">
      <w:pPr>
        <w:pStyle w:val="Mappa"/>
      </w:pPr>
      <w:r>
        <w:t xml:space="preserve"> L   PGM    COD  DESCRIZIONE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464905">
      <w:pPr>
        <w:pStyle w:val="Titolo9"/>
        <w:numPr>
          <w:ilvl w:val="0"/>
          <w:numId w:val="0"/>
        </w:numPr>
        <w:ind w:left="1584" w:firstLine="543"/>
        <w:jc w:val="both"/>
      </w:pPr>
      <w:bookmarkStart w:id="436" w:name="_Toc494685602"/>
      <w:bookmarkStart w:id="437" w:name="_Toc510349231"/>
      <w:r>
        <w:t xml:space="preserve">Mappa </w:t>
      </w:r>
      <w:r>
        <w:fldChar w:fldCharType="begin"/>
      </w:r>
      <w:r>
        <w:instrText>SEQ mappa</w:instrText>
      </w:r>
      <w:r>
        <w:fldChar w:fldCharType="separate"/>
      </w:r>
      <w:r>
        <w:rPr>
          <w:noProof/>
        </w:rPr>
        <w:t>50</w:t>
      </w:r>
      <w:r>
        <w:fldChar w:fldCharType="end"/>
      </w:r>
      <w:r>
        <w:t xml:space="preserve">:   ZZM081T </w:t>
      </w:r>
      <w:proofErr w:type="spellStart"/>
      <w:r>
        <w:t>Inquiry</w:t>
      </w:r>
      <w:proofErr w:type="spellEnd"/>
      <w:r>
        <w:t xml:space="preserve"> messaggi</w:t>
      </w:r>
      <w:bookmarkEnd w:id="436"/>
      <w:bookmarkEnd w:id="437"/>
      <w:r>
        <w:t xml:space="preserve"> </w:t>
      </w:r>
    </w:p>
    <w:p w:rsidR="007F7604" w:rsidRDefault="007F7604" w:rsidP="007F7604">
      <w:pPr>
        <w:pStyle w:val="ParagNoNum"/>
        <w:jc w:val="both"/>
      </w:pPr>
      <w:r>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da lingua</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 xml:space="preserve">Se viene specificato solo il codice di fine </w:t>
            </w:r>
            <w:proofErr w:type="spellStart"/>
            <w:r>
              <w:t>range</w:t>
            </w:r>
            <w:proofErr w:type="spellEnd"/>
            <w:r>
              <w:t xml:space="preserve"> viene </w:t>
            </w:r>
            <w:r>
              <w:tab/>
              <w:t xml:space="preserve">considerato come il minimo valore ammesso, </w:t>
            </w:r>
            <w:r>
              <w:tab/>
              <w:t>altrimenti è obbligatorio.</w:t>
            </w:r>
          </w:p>
          <w:p w:rsidR="007F7604" w:rsidRDefault="007F7604" w:rsidP="00407551">
            <w:r>
              <w:t>Default:</w:t>
            </w:r>
            <w:r>
              <w:tab/>
              <w:t>Codice lingua 1 (Italiano).</w:t>
            </w:r>
          </w:p>
          <w:p w:rsidR="007F7604" w:rsidRDefault="007F7604" w:rsidP="00407551">
            <w:r>
              <w:t>Codice lingua di inizio ricerca.</w:t>
            </w:r>
          </w:p>
          <w:p w:rsidR="007F7604" w:rsidRDefault="007F7604" w:rsidP="00407551">
            <w:r>
              <w:t>Se è maggiore del codice lingua di fine ricerca il sistema segnala l'errore 9041.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da programma/funzione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 xml:space="preserve">Se viene specificato solo il codice di fine </w:t>
            </w:r>
            <w:proofErr w:type="spellStart"/>
            <w:r>
              <w:t>range</w:t>
            </w:r>
            <w:proofErr w:type="spellEnd"/>
            <w:r>
              <w:t xml:space="preserve"> viene </w:t>
            </w:r>
            <w:r>
              <w:tab/>
              <w:t xml:space="preserve">considerato come il minimo valore ammesso, </w:t>
            </w:r>
            <w:r>
              <w:tab/>
              <w:t>altrimenti è obbligatorio.</w:t>
            </w:r>
          </w:p>
          <w:p w:rsidR="007F7604" w:rsidRDefault="007F7604" w:rsidP="00407551">
            <w:r>
              <w:t>Nome programma di inizio ricerca.</w:t>
            </w:r>
          </w:p>
          <w:p w:rsidR="007F7604" w:rsidRDefault="007F7604" w:rsidP="00407551">
            <w:r>
              <w:t>Se è maggiore del nome programma di fine ricerca il sistema segnala l'errore 9041.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lastRenderedPageBreak/>
              <w:t>da codice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 xml:space="preserve">Se viene specificato solo il codice di fine </w:t>
            </w:r>
            <w:proofErr w:type="spellStart"/>
            <w:r>
              <w:t>range</w:t>
            </w:r>
            <w:proofErr w:type="spellEnd"/>
            <w:r>
              <w:t xml:space="preserve"> viene </w:t>
            </w:r>
            <w:r>
              <w:tab/>
              <w:t xml:space="preserve">considerato come il minimo valore ammesso, </w:t>
            </w:r>
            <w:r>
              <w:tab/>
              <w:t>altrimenti è obbligatorio.</w:t>
            </w:r>
          </w:p>
          <w:p w:rsidR="007F7604" w:rsidRDefault="007F7604" w:rsidP="00407551">
            <w:r>
              <w:t>Codice messaggio di inizio ricerca.</w:t>
            </w:r>
          </w:p>
          <w:p w:rsidR="007F7604" w:rsidRDefault="007F7604" w:rsidP="00407551">
            <w:r>
              <w:t>Se è maggiore del codice messaggio di fine ricerca il sistema segnala l'errore 9041.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a lingua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 xml:space="preserve">Se viene specificato solo il codice di inizio </w:t>
            </w:r>
            <w:proofErr w:type="spellStart"/>
            <w:r>
              <w:t>range</w:t>
            </w:r>
            <w:proofErr w:type="spellEnd"/>
            <w:r>
              <w:t xml:space="preserve"> </w:t>
            </w:r>
            <w:r>
              <w:tab/>
              <w:t xml:space="preserve">viene considerato come il massimo valore ammesso, </w:t>
            </w:r>
            <w:r>
              <w:tab/>
              <w:t>altrimenti è obbligatorio.</w:t>
            </w:r>
          </w:p>
          <w:p w:rsidR="007F7604" w:rsidRDefault="007F7604" w:rsidP="00407551">
            <w:r>
              <w:t>Default:</w:t>
            </w:r>
            <w:r>
              <w:tab/>
              <w:t>Codice lingua 1 (Italiano).</w:t>
            </w:r>
          </w:p>
          <w:p w:rsidR="007F7604" w:rsidRDefault="007F7604" w:rsidP="00407551">
            <w:r>
              <w:t>Codice lingua di fine ricerca.</w:t>
            </w:r>
          </w:p>
          <w:p w:rsidR="007F7604" w:rsidRDefault="007F7604" w:rsidP="00407551">
            <w:r>
              <w:t>Se è minore del codice lingua di inizio ricerca il sistema segnala l'errore 9041.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a programma/funzione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 xml:space="preserve">Se viene specificato solo il codice di inizio </w:t>
            </w:r>
            <w:proofErr w:type="spellStart"/>
            <w:r>
              <w:t>range</w:t>
            </w:r>
            <w:proofErr w:type="spellEnd"/>
            <w:r>
              <w:t xml:space="preserve"> </w:t>
            </w:r>
            <w:r>
              <w:tab/>
              <w:t xml:space="preserve">viene considerato come il massimo valore ammesso, </w:t>
            </w:r>
            <w:r>
              <w:tab/>
              <w:t>altrimenti è obbligatorio.</w:t>
            </w:r>
          </w:p>
          <w:p w:rsidR="007F7604" w:rsidRDefault="007F7604" w:rsidP="00407551">
            <w:r>
              <w:t>Nome programma/funzione di fine ricerca.</w:t>
            </w:r>
          </w:p>
          <w:p w:rsidR="007F7604" w:rsidRDefault="007F7604" w:rsidP="00407551">
            <w:r>
              <w:t>Se non viene digitato il sistema segnala l'errore 9031.</w:t>
            </w:r>
          </w:p>
          <w:p w:rsidR="007F7604" w:rsidRDefault="007F7604" w:rsidP="00407551">
            <w:r>
              <w:t>Se è minore del nome programma di inizio ricerca il sistema segnala l'errore 9041.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a codice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 xml:space="preserve">Se viene specificato solo il codice di inizio </w:t>
            </w:r>
            <w:proofErr w:type="spellStart"/>
            <w:r>
              <w:t>range</w:t>
            </w:r>
            <w:proofErr w:type="spellEnd"/>
            <w:r>
              <w:t xml:space="preserve"> </w:t>
            </w:r>
            <w:r>
              <w:tab/>
              <w:t xml:space="preserve">viene considerato come il massimo valore ammesso, </w:t>
            </w:r>
            <w:r>
              <w:tab/>
              <w:t>altrimenti è obbligatorio.</w:t>
            </w:r>
          </w:p>
          <w:p w:rsidR="007F7604" w:rsidRDefault="007F7604" w:rsidP="00407551">
            <w:r>
              <w:t>Codice messaggio di fine ricerca.</w:t>
            </w:r>
          </w:p>
          <w:p w:rsidR="007F7604" w:rsidRDefault="007F7604" w:rsidP="00407551">
            <w:r>
              <w:t>Se non viene digitato il sistema segnala l'errore 9031.</w:t>
            </w:r>
          </w:p>
          <w:p w:rsidR="007F7604" w:rsidRDefault="007F7604" w:rsidP="00407551">
            <w:r>
              <w:t>Se è minore del codice messaggio di inizio ricerca il sistema segnala l'errore 9041.</w:t>
            </w:r>
          </w:p>
          <w:p w:rsidR="007F7604" w:rsidRDefault="007F7604" w:rsidP="00407551">
            <w:r>
              <w:t xml:space="preserve">Se nessun messaggio è compreso nel </w:t>
            </w:r>
            <w:proofErr w:type="spellStart"/>
            <w:r>
              <w:t>range</w:t>
            </w:r>
            <w:proofErr w:type="spellEnd"/>
            <w:r>
              <w:t xml:space="preserve"> specificato il sistema segnala l'errore 9038.</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lingua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della lingua.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programma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Nome del programma da cui viene richiamato il messaggio.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codice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del messaggio.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descrizione</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Protetto.</w:t>
            </w:r>
          </w:p>
          <w:p w:rsidR="007F7604" w:rsidRDefault="007F7604" w:rsidP="00407551">
            <w:r>
              <w:t>Descrizione del messaggio.</w:t>
            </w:r>
          </w:p>
          <w:p w:rsidR="007F7604" w:rsidRDefault="007F7604" w:rsidP="00407551"/>
        </w:tc>
      </w:tr>
    </w:tbl>
    <w:p w:rsidR="007F7604" w:rsidRDefault="007F7604" w:rsidP="007F7604">
      <w:pPr>
        <w:pStyle w:val="Titolo3"/>
        <w:ind w:left="357" w:hanging="357"/>
      </w:pPr>
      <w:bookmarkStart w:id="438" w:name="_Toc494685523"/>
      <w:bookmarkStart w:id="439" w:name="_Toc510349152"/>
      <w:bookmarkStart w:id="440" w:name="_Toc397613764"/>
      <w:r>
        <w:t>Funzioni associate</w:t>
      </w:r>
      <w:bookmarkEnd w:id="438"/>
      <w:bookmarkEnd w:id="439"/>
      <w:bookmarkEnd w:id="440"/>
    </w:p>
    <w:p w:rsidR="007F7604" w:rsidRDefault="007F7604" w:rsidP="007F7604">
      <w:r>
        <w:t>Gestione Messaggi (GMSG);</w:t>
      </w:r>
    </w:p>
    <w:p w:rsidR="007F7604" w:rsidRDefault="007F7604" w:rsidP="007F7604">
      <w:r>
        <w:t>Gestione transazioni (GTRX).</w:t>
      </w:r>
    </w:p>
    <w:p w:rsidR="007F7604" w:rsidRDefault="007F7604" w:rsidP="007F7604">
      <w:pPr>
        <w:pStyle w:val="Titolo2"/>
      </w:pPr>
      <w:bookmarkStart w:id="441" w:name="_Toc494685524"/>
      <w:bookmarkStart w:id="442" w:name="_Toc510349153"/>
      <w:bookmarkStart w:id="443" w:name="_Toc397613765"/>
      <w:proofErr w:type="spellStart"/>
      <w:r>
        <w:lastRenderedPageBreak/>
        <w:t>Inquiry</w:t>
      </w:r>
      <w:proofErr w:type="spellEnd"/>
      <w:r>
        <w:t xml:space="preserve"> Operatori (IOPR)</w:t>
      </w:r>
      <w:bookmarkEnd w:id="441"/>
      <w:bookmarkEnd w:id="442"/>
      <w:bookmarkEnd w:id="443"/>
    </w:p>
    <w:p w:rsidR="007F7604" w:rsidRDefault="007F7604" w:rsidP="007F7604">
      <w:pPr>
        <w:pStyle w:val="Titolo3"/>
        <w:ind w:left="357" w:hanging="357"/>
      </w:pPr>
      <w:bookmarkStart w:id="444" w:name="_Toc494685525"/>
      <w:bookmarkStart w:id="445" w:name="_Toc510349154"/>
      <w:bookmarkStart w:id="446" w:name="_Toc397613766"/>
      <w:r>
        <w:t>Utilizzo della transazione</w:t>
      </w:r>
      <w:bookmarkEnd w:id="444"/>
      <w:bookmarkEnd w:id="445"/>
      <w:bookmarkEnd w:id="446"/>
    </w:p>
    <w:p w:rsidR="007F7604" w:rsidRDefault="007F7604" w:rsidP="007F7604">
      <w:pPr>
        <w:tabs>
          <w:tab w:val="left" w:pos="567"/>
        </w:tabs>
        <w:spacing w:after="240"/>
      </w:pPr>
      <w:r>
        <w:t>La transazione IOPR (</w:t>
      </w:r>
      <w:proofErr w:type="spellStart"/>
      <w:r>
        <w:t>Inquiry</w:t>
      </w:r>
      <w:proofErr w:type="spellEnd"/>
      <w:r>
        <w:t xml:space="preserve"> Operatori) permette di effettuare un'interrogazione dei dati censiti nell'Archivio Operatori con la funzione GOPR (Gestione Operatori).</w:t>
      </w:r>
    </w:p>
    <w:p w:rsidR="007F7604" w:rsidRDefault="007F7604" w:rsidP="007F7604">
      <w:pPr>
        <w:tabs>
          <w:tab w:val="left" w:pos="567"/>
        </w:tabs>
      </w:pPr>
      <w:r>
        <w:t xml:space="preserve">Per l'estrazione dei dati desiderati è necessario specificare un intervallo che contenga i codici dipendenza di inizio e fine ricerca. E' possibile non valorizzare il valore di inizio o fine </w:t>
      </w:r>
      <w:proofErr w:type="spellStart"/>
      <w:r>
        <w:t>range</w:t>
      </w:r>
      <w:proofErr w:type="spellEnd"/>
      <w:r>
        <w:t>; ciò equivale a considerare implicitamente quel valore come rispettivamente il minimo o il massimo ammesso.</w:t>
      </w:r>
    </w:p>
    <w:p w:rsidR="007F7604" w:rsidRDefault="007F7604" w:rsidP="007F7604">
      <w:pPr>
        <w:tabs>
          <w:tab w:val="left" w:pos="567"/>
        </w:tabs>
        <w:spacing w:after="240"/>
      </w:pPr>
      <w:r>
        <w:t xml:space="preserve">Una volta valorizzato il </w:t>
      </w:r>
      <w:proofErr w:type="spellStart"/>
      <w:r>
        <w:t>range</w:t>
      </w:r>
      <w:proofErr w:type="spellEnd"/>
      <w:r>
        <w:t xml:space="preserve"> compare a video la lista dei record estratti dall'Archivio Operatori; è possibile scegliere quello/i di cui interessa la visione dettagliata digitando un carattere nel campo di selezione corrispondente e premendo il tasto </w:t>
      </w:r>
      <w:r>
        <w:rPr>
          <w:b/>
        </w:rPr>
        <w:t>'INVIO'</w:t>
      </w:r>
      <w:r>
        <w:t>.</w:t>
      </w:r>
    </w:p>
    <w:p w:rsidR="007F7604" w:rsidRDefault="007F7604" w:rsidP="007F7604">
      <w:pPr>
        <w:spacing w:after="120"/>
      </w:pPr>
      <w:r>
        <w:t>La visualizzazione delle autorizzazioni riguardanti l'operatore comprende:</w:t>
      </w:r>
    </w:p>
    <w:p w:rsidR="007F7604" w:rsidRDefault="007F7604" w:rsidP="007F7604">
      <w:pPr>
        <w:spacing w:before="120"/>
        <w:ind w:left="567" w:hanging="284"/>
      </w:pPr>
      <w:r>
        <w:fldChar w:fldCharType="begin"/>
      </w:r>
      <w:r>
        <w:instrText>SYMBOL 183 \f "Symbol" \s 10 \h</w:instrText>
      </w:r>
      <w:r>
        <w:fldChar w:fldCharType="end"/>
      </w:r>
      <w:r>
        <w:tab/>
        <w:t>L'elenco di tutti gli eventuali gruppi (con rispettiva descrizione) nei quali l'operatore è presente.</w:t>
      </w:r>
    </w:p>
    <w:p w:rsidR="007F7604" w:rsidRDefault="007F7604" w:rsidP="007F7604">
      <w:pPr>
        <w:spacing w:before="120"/>
        <w:ind w:left="567" w:hanging="284"/>
      </w:pPr>
      <w:r>
        <w:fldChar w:fldCharType="begin"/>
      </w:r>
      <w:r>
        <w:instrText>SYMBOL 183 \f "Symbol" \s 10 \h</w:instrText>
      </w:r>
      <w:r>
        <w:fldChar w:fldCharType="end"/>
      </w:r>
      <w:r>
        <w:tab/>
        <w:t>La data e l'ora dell'ultima modifica alla sicurezza.</w:t>
      </w:r>
    </w:p>
    <w:p w:rsidR="007F7604" w:rsidRDefault="007F7604" w:rsidP="007F7604">
      <w:pPr>
        <w:spacing w:before="120"/>
        <w:ind w:left="567" w:hanging="284"/>
      </w:pPr>
      <w:r>
        <w:fldChar w:fldCharType="begin"/>
      </w:r>
      <w:r>
        <w:instrText>SYMBOL 183 \f "Symbol" \s 10 \h</w:instrText>
      </w:r>
      <w:r>
        <w:fldChar w:fldCharType="end"/>
      </w:r>
      <w:r>
        <w:tab/>
        <w:t>La data e l'ora dell'allineamento alla sicurezza aggiornata.</w:t>
      </w:r>
    </w:p>
    <w:p w:rsidR="007F7604" w:rsidRDefault="007F7604" w:rsidP="007F7604">
      <w:pPr>
        <w:spacing w:before="120"/>
        <w:ind w:left="567" w:hanging="284"/>
      </w:pPr>
      <w:r>
        <w:fldChar w:fldCharType="begin"/>
      </w:r>
      <w:r>
        <w:instrText>SYMBOL 183 \f "Symbol" \s 10 \h</w:instrText>
      </w:r>
      <w:r>
        <w:fldChar w:fldCharType="end"/>
      </w:r>
      <w:r>
        <w:tab/>
        <w:t>L'elenco di tutti i moduli e funzioni, ai quali l'operatore è stato autorizzato, specificandone la descrizione.</w:t>
      </w:r>
    </w:p>
    <w:p w:rsidR="007F7604" w:rsidRDefault="007F7604" w:rsidP="007F7604">
      <w:pPr>
        <w:spacing w:before="120"/>
        <w:ind w:left="567" w:hanging="284"/>
      </w:pPr>
      <w:r>
        <w:fldChar w:fldCharType="begin"/>
      </w:r>
      <w:r>
        <w:instrText>SYMBOL 183 \f "Symbol" \s 10 \h</w:instrText>
      </w:r>
      <w:r>
        <w:fldChar w:fldCharType="end"/>
      </w:r>
      <w:r>
        <w:tab/>
        <w:t>La provenienza (da gruppo o profilo), il tipo (funzione, modulo, schema di collegamento transazioni e menu).</w:t>
      </w:r>
    </w:p>
    <w:p w:rsidR="007F7604" w:rsidRDefault="007F7604" w:rsidP="007F7604">
      <w:pPr>
        <w:spacing w:before="120"/>
        <w:ind w:left="567" w:hanging="284"/>
      </w:pPr>
      <w:r>
        <w:fldChar w:fldCharType="begin"/>
      </w:r>
      <w:r>
        <w:instrText>SYMBOL 183 \f "Symbol" \s 10 \h</w:instrText>
      </w:r>
      <w:r>
        <w:fldChar w:fldCharType="end"/>
      </w:r>
      <w:r>
        <w:tab/>
        <w:t>L'elenco di tutti i profili ai quali l'operatore è stato autorizzato (i campi che documentano la provenienza dell'autorizzazione, in questo caso non saranno valorizzati).</w:t>
      </w:r>
    </w:p>
    <w:p w:rsidR="007F7604" w:rsidRDefault="007F7604" w:rsidP="007F7604">
      <w:pPr>
        <w:spacing w:before="120" w:after="240"/>
        <w:ind w:left="567" w:hanging="284"/>
      </w:pPr>
      <w:r>
        <w:fldChar w:fldCharType="begin"/>
      </w:r>
      <w:r>
        <w:instrText>SYMBOL 183 \f "Symbol" \s 10 \h</w:instrText>
      </w:r>
      <w:r>
        <w:fldChar w:fldCharType="end"/>
      </w:r>
      <w:r>
        <w:tab/>
        <w:t xml:space="preserve">Un </w:t>
      </w:r>
      <w:proofErr w:type="spellStart"/>
      <w:r>
        <w:t>flag</w:t>
      </w:r>
      <w:proofErr w:type="spellEnd"/>
      <w:r>
        <w:t xml:space="preserve"> che può essere valorizzato con "M" o "A"; esso sta ad indicare che l'autorizzazione è stata concessa all'operatore in modo "manuale" (direttamente con GIST) o "automatico" (da profilo o gruppo).</w:t>
      </w:r>
    </w:p>
    <w:p w:rsidR="007F7604" w:rsidRDefault="007F7604" w:rsidP="007F7604">
      <w:r>
        <w:t>Un gruppo di lavoro può riunire una serie di profili di autorizzazione, moduli di sicurezza e funzioni.</w:t>
      </w:r>
    </w:p>
    <w:p w:rsidR="007F7604" w:rsidRDefault="007F7604" w:rsidP="007F7604">
      <w:r>
        <w:t>Un profilo raggruppa una serie di moduli di sicurezza e di funzioni correlati tra loro.</w:t>
      </w:r>
    </w:p>
    <w:p w:rsidR="007F7604" w:rsidRDefault="007F7604" w:rsidP="007F7604">
      <w:r>
        <w:t>Un modulo di sicurezza individua l'autorizzazione ad accedere ad un dato o ad un gruppo di dati.</w:t>
      </w:r>
    </w:p>
    <w:p w:rsidR="007F7604" w:rsidRDefault="007F7604" w:rsidP="007F7604">
      <w:pPr>
        <w:pStyle w:val="Titolo3"/>
        <w:ind w:left="357" w:hanging="357"/>
      </w:pPr>
      <w:bookmarkStart w:id="447" w:name="_Toc494685526"/>
      <w:bookmarkStart w:id="448" w:name="_Toc510349155"/>
      <w:bookmarkStart w:id="449" w:name="_Toc397613767"/>
      <w:r>
        <w:t>Interfaccia utente</w:t>
      </w:r>
      <w:bookmarkEnd w:id="447"/>
      <w:bookmarkEnd w:id="448"/>
      <w:bookmarkEnd w:id="449"/>
    </w:p>
    <w:p w:rsidR="007F7604" w:rsidRDefault="007F7604" w:rsidP="007F7604">
      <w:pPr>
        <w:spacing w:after="240"/>
      </w:pPr>
      <w:r>
        <w:t>L'</w:t>
      </w:r>
      <w:proofErr w:type="spellStart"/>
      <w:r>
        <w:t>inquiry</w:t>
      </w:r>
      <w:proofErr w:type="spellEnd"/>
      <w:r>
        <w:t xml:space="preserve"> è articolata su quattro mappe:</w:t>
      </w:r>
    </w:p>
    <w:p w:rsidR="007F7604" w:rsidRDefault="007F7604" w:rsidP="007F7604">
      <w:pPr>
        <w:spacing w:after="240"/>
        <w:ind w:left="709" w:hanging="357"/>
      </w:pPr>
      <w:r>
        <w:fldChar w:fldCharType="begin"/>
      </w:r>
      <w:r>
        <w:instrText>SYMBOL 183 \f "Symbol" \s 10 \h</w:instrText>
      </w:r>
      <w:r>
        <w:fldChar w:fldCharType="end"/>
      </w:r>
      <w:r>
        <w:tab/>
        <w:t>nella prima (zzM101T) viene specificato l'intervallo di ricerca e viene visualizzato l'elenco degli operatori trovati;</w:t>
      </w:r>
    </w:p>
    <w:p w:rsidR="007F7604" w:rsidRDefault="007F7604" w:rsidP="007F7604">
      <w:pPr>
        <w:spacing w:after="240"/>
        <w:ind w:left="709" w:hanging="357"/>
      </w:pPr>
      <w:r>
        <w:fldChar w:fldCharType="begin"/>
      </w:r>
      <w:r>
        <w:instrText>SYMBOL 183 \f "Symbol" \s 10 \h</w:instrText>
      </w:r>
      <w:r>
        <w:fldChar w:fldCharType="end"/>
      </w:r>
      <w:r>
        <w:tab/>
        <w:t>la seconda (zzM102T), visualizza le caratteristiche degli operatori selezionati nella prima mappa.</w:t>
      </w:r>
    </w:p>
    <w:p w:rsidR="007F7604" w:rsidRDefault="007F7604" w:rsidP="007F7604">
      <w:pPr>
        <w:ind w:left="709" w:hanging="360"/>
      </w:pPr>
      <w:r>
        <w:fldChar w:fldCharType="begin"/>
      </w:r>
      <w:r>
        <w:instrText>SYMBOL 183 \f "Symbol" \s 10 \h</w:instrText>
      </w:r>
      <w:r>
        <w:fldChar w:fldCharType="end"/>
      </w:r>
      <w:r>
        <w:tab/>
        <w:t xml:space="preserve"> la terza (zzM103T) e la quarta (zzM104T) visualizzano i tipi di autorizzazioni dell'operatore.</w:t>
      </w:r>
    </w:p>
    <w:p w:rsidR="007F7604" w:rsidRDefault="007F7604" w:rsidP="007F7604">
      <w:pPr>
        <w:pStyle w:val="ParagNoNum"/>
      </w:pPr>
      <w:r>
        <w:br w:type="page"/>
      </w:r>
      <w:r>
        <w:lastRenderedPageBreak/>
        <w:t>Mappa 1</w:t>
      </w:r>
    </w:p>
    <w:p w:rsidR="007F7604" w:rsidRDefault="007F7604" w:rsidP="007F7604">
      <w:pPr>
        <w:tabs>
          <w:tab w:val="left" w:pos="426"/>
          <w:tab w:val="left" w:pos="4537"/>
          <w:tab w:val="left" w:pos="9356"/>
        </w:tabs>
        <w:spacing w:after="240"/>
      </w:pPr>
      <w:r>
        <w:t xml:space="preserve">Digitando il nome della transazione (IOPR) e premendo il tasto </w:t>
      </w:r>
      <w:r>
        <w:rPr>
          <w:b/>
        </w:rPr>
        <w:t>'INVIO'</w:t>
      </w:r>
      <w:r>
        <w:t xml:space="preserve"> viene visualizzata la seguente mappa:</w:t>
      </w:r>
    </w:p>
    <w:p w:rsidR="007F7604" w:rsidRDefault="007F7604" w:rsidP="007F7604">
      <w:pPr>
        <w:pStyle w:val="Mappa"/>
      </w:pPr>
      <w:r>
        <w:t xml:space="preserve">          :::::::: * :::::::::::::::::::::::::::::::::::::: * :::::::: ::::::::</w:t>
      </w:r>
    </w:p>
    <w:p w:rsidR="007F7604" w:rsidRDefault="007F7604" w:rsidP="007F7604">
      <w:pPr>
        <w:pStyle w:val="Mappa"/>
      </w:pPr>
      <w:r>
        <w:t xml:space="preserve"> IOPR Z : :::::::: * ::::::::::INQUIRY OPERATORE:::::::::::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Da operatore ________       a operatore ________               </w:t>
      </w:r>
    </w:p>
    <w:p w:rsidR="007F7604" w:rsidRDefault="007F7604" w:rsidP="007F7604">
      <w:pPr>
        <w:pStyle w:val="Mappa"/>
      </w:pPr>
      <w:r>
        <w:t xml:space="preserve">                                                                               </w:t>
      </w:r>
    </w:p>
    <w:p w:rsidR="007F7604" w:rsidRDefault="007F7604" w:rsidP="007F7604">
      <w:pPr>
        <w:pStyle w:val="Mappa"/>
      </w:pPr>
      <w:r>
        <w:t xml:space="preserve">   Operatore                                         </w:t>
      </w:r>
      <w:proofErr w:type="spellStart"/>
      <w:r>
        <w:t>Dip</w:t>
      </w:r>
      <w:proofErr w:type="spellEnd"/>
      <w:r>
        <w:t>.  Matricola  Terminale</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464905">
      <w:pPr>
        <w:pStyle w:val="Titolo9"/>
        <w:numPr>
          <w:ilvl w:val="0"/>
          <w:numId w:val="0"/>
        </w:numPr>
        <w:ind w:left="2293" w:firstLine="543"/>
        <w:jc w:val="both"/>
      </w:pPr>
      <w:bookmarkStart w:id="450" w:name="_Toc494685603"/>
      <w:bookmarkStart w:id="451" w:name="_Toc510349232"/>
      <w:r>
        <w:t xml:space="preserve">Mappa </w:t>
      </w:r>
      <w:r>
        <w:fldChar w:fldCharType="begin"/>
      </w:r>
      <w:r>
        <w:instrText>SEQ mappa</w:instrText>
      </w:r>
      <w:r>
        <w:fldChar w:fldCharType="separate"/>
      </w:r>
      <w:r>
        <w:rPr>
          <w:noProof/>
        </w:rPr>
        <w:t>51</w:t>
      </w:r>
      <w:r>
        <w:fldChar w:fldCharType="end"/>
      </w:r>
      <w:r>
        <w:t xml:space="preserve">:   ZZM101T </w:t>
      </w:r>
      <w:proofErr w:type="spellStart"/>
      <w:r>
        <w:t>Inquiry</w:t>
      </w:r>
      <w:proofErr w:type="spellEnd"/>
      <w:r>
        <w:t xml:space="preserve"> operatori – 1</w:t>
      </w:r>
      <w:bookmarkEnd w:id="450"/>
      <w:bookmarkEnd w:id="451"/>
    </w:p>
    <w:p w:rsidR="007F7604" w:rsidRDefault="007F7604" w:rsidP="007F7604">
      <w:pPr>
        <w:pStyle w:val="ParagNoNum"/>
      </w:pPr>
      <w:r>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da operatore</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 xml:space="preserve">Se viene specificato solo il codice di fine </w:t>
            </w:r>
            <w:proofErr w:type="spellStart"/>
            <w:r>
              <w:t>range</w:t>
            </w:r>
            <w:proofErr w:type="spellEnd"/>
            <w:r>
              <w:t xml:space="preserve"> viene </w:t>
            </w:r>
            <w:r>
              <w:tab/>
              <w:t xml:space="preserve">considerato come il minimo valore ammesso, </w:t>
            </w:r>
            <w:r>
              <w:tab/>
              <w:t>altrimenti è obbligatorio.</w:t>
            </w:r>
          </w:p>
          <w:p w:rsidR="007F7604" w:rsidRDefault="007F7604" w:rsidP="00407551">
            <w:r>
              <w:t>Codice operatore di inizio ricerca.</w:t>
            </w:r>
          </w:p>
          <w:p w:rsidR="007F7604" w:rsidRDefault="007F7604" w:rsidP="00407551">
            <w:r>
              <w:t>Se è maggiore del codice operatore di fine ricerca il sistema segnala l'errore 9041.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a operatore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 xml:space="preserve">Se viene specificato solo il codice di inizio </w:t>
            </w:r>
            <w:proofErr w:type="spellStart"/>
            <w:r>
              <w:t>range</w:t>
            </w:r>
            <w:proofErr w:type="spellEnd"/>
            <w:r>
              <w:t xml:space="preserve"> </w:t>
            </w:r>
            <w:r>
              <w:tab/>
              <w:t xml:space="preserve">viene considerato come il massimo valore ammesso, </w:t>
            </w:r>
            <w:r>
              <w:tab/>
              <w:t>altrimenti è obbligatorio.</w:t>
            </w:r>
          </w:p>
          <w:p w:rsidR="007F7604" w:rsidRDefault="007F7604" w:rsidP="00407551">
            <w:r>
              <w:t>Codice operatore di fine ricerca.</w:t>
            </w:r>
          </w:p>
          <w:p w:rsidR="007F7604" w:rsidRDefault="007F7604" w:rsidP="00407551">
            <w:r>
              <w:t>Se è minore del codice operatore di inizio ricerca il sistema segnala l'errore 9041</w:t>
            </w:r>
          </w:p>
          <w:p w:rsidR="007F7604" w:rsidRDefault="007F7604" w:rsidP="00407551">
            <w:r>
              <w:t xml:space="preserve">Se nessun operatore è compreso nel </w:t>
            </w:r>
            <w:proofErr w:type="spellStart"/>
            <w:r>
              <w:t>range</w:t>
            </w:r>
            <w:proofErr w:type="spellEnd"/>
            <w:r>
              <w:t xml:space="preserve"> specificato il sistema segnala l'errore 9038.</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operatore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dell'operatore.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lastRenderedPageBreak/>
              <w:t>dipendenza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Il codice dipendenza di appartenenza dell'operatore.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matricola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Numero di matricola dell'operatore interrogato.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terminale</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Protetto.</w:t>
            </w:r>
          </w:p>
          <w:p w:rsidR="007F7604" w:rsidRDefault="007F7604" w:rsidP="00407551">
            <w:r>
              <w:t>Codice del terminale su cui sta lavorando l'operatore all'interno della procedura.</w:t>
            </w:r>
          </w:p>
          <w:p w:rsidR="007F7604" w:rsidRDefault="007F7604" w:rsidP="00407551"/>
        </w:tc>
      </w:tr>
    </w:tbl>
    <w:p w:rsidR="007F7604" w:rsidRDefault="007F7604" w:rsidP="007F7604">
      <w:pPr>
        <w:pStyle w:val="ParagNoNum"/>
      </w:pPr>
      <w:r>
        <w:t>Mappa 2</w:t>
      </w:r>
    </w:p>
    <w:p w:rsidR="007F7604" w:rsidRDefault="007F7604" w:rsidP="007F7604">
      <w:pPr>
        <w:pStyle w:val="Mappa"/>
      </w:pPr>
      <w:r>
        <w:t xml:space="preserve">          :::::::: * :::::::::::::::::::::::::::::::::::::: * :::::::: ::::::::</w:t>
      </w:r>
    </w:p>
    <w:p w:rsidR="007F7604" w:rsidRDefault="007F7604" w:rsidP="007F7604">
      <w:pPr>
        <w:pStyle w:val="Mappa"/>
      </w:pPr>
      <w:r>
        <w:t xml:space="preserve"> IOPR Z : :::::::: * ::::::::::INQUIRY OPERATORE:::::::::::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Operatore ::::::::  ::::::::::::::::::::::::::::::::::::::::                 </w:t>
      </w:r>
    </w:p>
    <w:p w:rsidR="007F7604" w:rsidRDefault="007F7604" w:rsidP="007F7604">
      <w:pPr>
        <w:pStyle w:val="Mappa"/>
      </w:pPr>
      <w:r>
        <w:t xml:space="preserve">                                                                               </w:t>
      </w:r>
    </w:p>
    <w:p w:rsidR="007F7604" w:rsidRDefault="007F7604" w:rsidP="007F7604">
      <w:pPr>
        <w:pStyle w:val="Mappa"/>
      </w:pPr>
      <w:r>
        <w:t xml:space="preserve"> Linguaggio:  : Italiano    : Tedesco    : Inglese    : Francese    : Spagnolo </w:t>
      </w:r>
    </w:p>
    <w:p w:rsidR="007F7604" w:rsidRDefault="007F7604" w:rsidP="007F7604">
      <w:pPr>
        <w:pStyle w:val="Mappa"/>
      </w:pPr>
      <w:r>
        <w:t xml:space="preserve">                                                                               </w:t>
      </w:r>
    </w:p>
    <w:p w:rsidR="007F7604" w:rsidRDefault="007F7604" w:rsidP="007F7604">
      <w:pPr>
        <w:pStyle w:val="Mappa"/>
      </w:pPr>
      <w:r>
        <w:t xml:space="preserve"> Password   obbligatoria   (S/N)  :       Lunghezza minima password  :         </w:t>
      </w:r>
    </w:p>
    <w:p w:rsidR="007F7604" w:rsidRDefault="007F7604" w:rsidP="007F7604">
      <w:pPr>
        <w:pStyle w:val="Mappa"/>
      </w:pPr>
      <w:r>
        <w:t xml:space="preserve">                                                                               </w:t>
      </w:r>
    </w:p>
    <w:p w:rsidR="007F7604" w:rsidRDefault="007F7604" w:rsidP="007F7604">
      <w:pPr>
        <w:pStyle w:val="Mappa"/>
      </w:pPr>
      <w:r>
        <w:t xml:space="preserve"> Cambio password periodico (S/N)  :       dopo  :::   giorni                   </w:t>
      </w:r>
    </w:p>
    <w:p w:rsidR="007F7604" w:rsidRDefault="007F7604" w:rsidP="007F7604">
      <w:pPr>
        <w:pStyle w:val="Mappa"/>
      </w:pPr>
      <w:r>
        <w:t xml:space="preserve">                                                                               </w:t>
      </w:r>
    </w:p>
    <w:p w:rsidR="007F7604" w:rsidRDefault="007F7604" w:rsidP="007F7604">
      <w:pPr>
        <w:pStyle w:val="Mappa"/>
      </w:pPr>
      <w:r>
        <w:t xml:space="preserve"> Password unica (S/N)  :           Data ultimo cambio password  ::.::.::::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464905">
      <w:pPr>
        <w:pStyle w:val="Titolo9"/>
        <w:numPr>
          <w:ilvl w:val="0"/>
          <w:numId w:val="0"/>
        </w:numPr>
        <w:ind w:left="1584" w:firstLine="543"/>
        <w:jc w:val="both"/>
      </w:pPr>
      <w:bookmarkStart w:id="452" w:name="_Toc494685604"/>
      <w:bookmarkStart w:id="453" w:name="_Toc510349233"/>
      <w:r>
        <w:t xml:space="preserve">Mappa </w:t>
      </w:r>
      <w:r>
        <w:fldChar w:fldCharType="begin"/>
      </w:r>
      <w:r>
        <w:instrText>SEQ mappa</w:instrText>
      </w:r>
      <w:r>
        <w:fldChar w:fldCharType="separate"/>
      </w:r>
      <w:r>
        <w:rPr>
          <w:noProof/>
        </w:rPr>
        <w:t>52</w:t>
      </w:r>
      <w:r>
        <w:fldChar w:fldCharType="end"/>
      </w:r>
      <w:r>
        <w:t xml:space="preserve">:   ZZM102T </w:t>
      </w:r>
      <w:proofErr w:type="spellStart"/>
      <w:r>
        <w:t>Inquiry</w:t>
      </w:r>
      <w:proofErr w:type="spellEnd"/>
      <w:r>
        <w:t xml:space="preserve"> operatori – 2</w:t>
      </w:r>
      <w:bookmarkEnd w:id="452"/>
      <w:bookmarkEnd w:id="453"/>
    </w:p>
    <w:p w:rsidR="007F7604" w:rsidRDefault="007F7604" w:rsidP="007F7604">
      <w:pPr>
        <w:pStyle w:val="ParagNoNum"/>
      </w:pPr>
      <w:r>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operatore</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dell'operatore interrogato.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linguaggio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della lingua con cui vengono visualizzati i messaggi di errore.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password obbligatoria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Indica se l'operatore in questione accede alla procedura con o senza password.</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lastRenderedPageBreak/>
              <w:t>lunghezza minima password</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Indica la lunghezza minima della password dell'operatore.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cambio password periodico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Indica se la password dell'operatore deve essere periodicamente cambiato o no.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dopo...Giorni</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Indica il periodo di validità della password.</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password unica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Specifica se una password già usata in precedenza può essere riutilizzata.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data ultimo cambio password</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Protetto.</w:t>
            </w:r>
          </w:p>
          <w:p w:rsidR="007F7604" w:rsidRDefault="007F7604" w:rsidP="00407551">
            <w:r>
              <w:t>Indica la data dell'ultimo cambio della password dell'operatore.</w:t>
            </w:r>
          </w:p>
          <w:p w:rsidR="007F7604" w:rsidRDefault="007F7604" w:rsidP="00407551"/>
        </w:tc>
      </w:tr>
    </w:tbl>
    <w:p w:rsidR="007F7604" w:rsidRDefault="007F7604" w:rsidP="007F7604">
      <w:pPr>
        <w:pStyle w:val="ParagNoNum"/>
      </w:pPr>
      <w:r>
        <w:t>Mappa 3</w:t>
      </w:r>
    </w:p>
    <w:p w:rsidR="007F7604" w:rsidRDefault="007F7604" w:rsidP="007F7604">
      <w:pPr>
        <w:pStyle w:val="Mappa"/>
      </w:pPr>
      <w:r>
        <w:t xml:space="preserve">          :::::::: * :::::::::::::::::::::::::::::::::::::: * :::::::: ::::::::</w:t>
      </w:r>
    </w:p>
    <w:p w:rsidR="007F7604" w:rsidRDefault="007F7604" w:rsidP="007F7604">
      <w:pPr>
        <w:pStyle w:val="Mappa"/>
      </w:pPr>
      <w:r>
        <w:t xml:space="preserve"> IOPR Z : :::::::: * ::::::::::INQUIRY OPERATORE:::::::::::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Operatore ::::::::  ::::::::::::::::::::::::::::::::::::::::                  </w:t>
      </w:r>
    </w:p>
    <w:p w:rsidR="007F7604" w:rsidRDefault="007F7604" w:rsidP="007F7604">
      <w:pPr>
        <w:pStyle w:val="Mappa"/>
      </w:pPr>
      <w:r>
        <w:t xml:space="preserve">                                                                               </w:t>
      </w:r>
    </w:p>
    <w:p w:rsidR="007F7604" w:rsidRDefault="007F7604" w:rsidP="007F7604">
      <w:pPr>
        <w:pStyle w:val="Mappa"/>
      </w:pPr>
      <w:r>
        <w:t xml:space="preserve">            Gruppi di appartenenza                                             </w:t>
      </w:r>
    </w:p>
    <w:p w:rsidR="007F7604" w:rsidRDefault="007F7604" w:rsidP="007F7604">
      <w:pPr>
        <w:pStyle w:val="Mappa"/>
      </w:pPr>
      <w:r>
        <w:t xml:space="preserve">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7F7604">
      <w:pPr>
        <w:pStyle w:val="Mappa"/>
      </w:pPr>
      <w:r>
        <w:t xml:space="preserve">            ::::::::   :::::::::::::::::::::::::::::::::::::::                 </w:t>
      </w:r>
    </w:p>
    <w:p w:rsidR="007F7604" w:rsidRDefault="007F7604" w:rsidP="00464905">
      <w:pPr>
        <w:pStyle w:val="Titolo9"/>
        <w:numPr>
          <w:ilvl w:val="0"/>
          <w:numId w:val="0"/>
        </w:numPr>
        <w:ind w:left="1584" w:firstLine="543"/>
        <w:jc w:val="both"/>
      </w:pPr>
      <w:bookmarkStart w:id="454" w:name="_Toc494685605"/>
      <w:bookmarkStart w:id="455" w:name="_Toc510349234"/>
      <w:r>
        <w:t xml:space="preserve">Mappa </w:t>
      </w:r>
      <w:r>
        <w:fldChar w:fldCharType="begin"/>
      </w:r>
      <w:r>
        <w:instrText>SEQ mappa</w:instrText>
      </w:r>
      <w:r>
        <w:fldChar w:fldCharType="separate"/>
      </w:r>
      <w:r>
        <w:rPr>
          <w:noProof/>
        </w:rPr>
        <w:t>53</w:t>
      </w:r>
      <w:r>
        <w:fldChar w:fldCharType="end"/>
      </w:r>
      <w:r>
        <w:t xml:space="preserve">:   ZZM103T </w:t>
      </w:r>
      <w:proofErr w:type="spellStart"/>
      <w:r>
        <w:t>Inquiry</w:t>
      </w:r>
      <w:proofErr w:type="spellEnd"/>
      <w:r>
        <w:t xml:space="preserve"> operatori – 3</w:t>
      </w:r>
      <w:bookmarkEnd w:id="454"/>
      <w:bookmarkEnd w:id="455"/>
    </w:p>
    <w:p w:rsidR="007F7604" w:rsidRDefault="007F7604" w:rsidP="007F7604">
      <w:pPr>
        <w:pStyle w:val="ParagNoNum"/>
      </w:pPr>
      <w:r>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operatore</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dell'operatore selezionato.</w:t>
            </w:r>
          </w:p>
          <w:p w:rsidR="007F7604" w:rsidRDefault="007F7604" w:rsidP="00407551">
            <w:r>
              <w:t>A fianco del codice compare la descrizione estesa dell'operatore.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lastRenderedPageBreak/>
              <w:t>gruppi di appartenenza</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Protetto.</w:t>
            </w:r>
          </w:p>
          <w:p w:rsidR="007F7604" w:rsidRDefault="007F7604" w:rsidP="00407551">
            <w:r>
              <w:t>Identifica i gruppi di appartenenza dell'operatore in esame.</w:t>
            </w:r>
          </w:p>
          <w:p w:rsidR="007F7604" w:rsidRDefault="007F7604" w:rsidP="00407551">
            <w:r>
              <w:t>Le autorizzazioni di tali gruppi sono state assegnate all'operatore in modo automatico.</w:t>
            </w:r>
          </w:p>
          <w:p w:rsidR="007F7604" w:rsidRDefault="007F7604" w:rsidP="00407551">
            <w:r>
              <w:t>A fianco del campo compare la descrizione estesa del rispettivo gruppo.</w:t>
            </w:r>
          </w:p>
          <w:p w:rsidR="007F7604" w:rsidRDefault="007F7604" w:rsidP="00407551"/>
        </w:tc>
      </w:tr>
    </w:tbl>
    <w:p w:rsidR="007F7604" w:rsidRDefault="007F7604" w:rsidP="007F7604">
      <w:pPr>
        <w:pStyle w:val="ParagNoNum"/>
      </w:pPr>
      <w:r>
        <w:t>Mappa 4</w:t>
      </w:r>
    </w:p>
    <w:p w:rsidR="007F7604" w:rsidRDefault="007F7604" w:rsidP="007F7604">
      <w:pPr>
        <w:pStyle w:val="Mappa"/>
      </w:pPr>
      <w:r>
        <w:t xml:space="preserve">          :::::::: * :::::::::::::::::::::::::::::::::::::: * :::::::: ::::::::</w:t>
      </w:r>
    </w:p>
    <w:p w:rsidR="007F7604" w:rsidRDefault="007F7604" w:rsidP="007F7604">
      <w:pPr>
        <w:pStyle w:val="Mappa"/>
      </w:pPr>
      <w:r>
        <w:t xml:space="preserve"> IOPR Z : :::::::: * ::::::::::INQUIRY OPERATORE:::::::::::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Operatore ::::::::  ::::::::::::::::::::::::::::::::::::::::            </w:t>
      </w:r>
    </w:p>
    <w:p w:rsidR="007F7604" w:rsidRDefault="007F7604" w:rsidP="007F7604">
      <w:pPr>
        <w:pStyle w:val="Mappa"/>
      </w:pPr>
      <w:r>
        <w:t xml:space="preserve">                                                                               </w:t>
      </w:r>
    </w:p>
    <w:p w:rsidR="007F7604" w:rsidRDefault="007F7604" w:rsidP="007F7604">
      <w:pPr>
        <w:pStyle w:val="Mappa"/>
      </w:pPr>
      <w:r>
        <w:t xml:space="preserve"> Data e ora dell' ultima modifica alla sicurezza:         ::.::.:::: ::.::.::  </w:t>
      </w:r>
    </w:p>
    <w:p w:rsidR="007F7604" w:rsidRDefault="007F7604" w:rsidP="007F7604">
      <w:pPr>
        <w:pStyle w:val="Mappa"/>
      </w:pPr>
      <w:r>
        <w:t xml:space="preserve"> Data e ora allineamento alla sicurezza per l' operatore: ::.::.:::: ::.::.::  </w:t>
      </w:r>
    </w:p>
    <w:p w:rsidR="007F7604" w:rsidRDefault="007F7604" w:rsidP="007F7604">
      <w:pPr>
        <w:pStyle w:val="Mappa"/>
      </w:pPr>
      <w:r>
        <w:t xml:space="preserve">                                                                               </w:t>
      </w:r>
    </w:p>
    <w:p w:rsidR="007F7604" w:rsidRDefault="007F7604" w:rsidP="007F7604">
      <w:pPr>
        <w:pStyle w:val="Mappa"/>
      </w:pPr>
      <w:r>
        <w:t xml:space="preserve">                                                            proveniente da :   </w:t>
      </w:r>
    </w:p>
    <w:p w:rsidR="007F7604" w:rsidRDefault="007F7604" w:rsidP="007F7604">
      <w:pPr>
        <w:pStyle w:val="Mappa"/>
      </w:pPr>
      <w:r>
        <w:t xml:space="preserve"> M/A  </w:t>
      </w:r>
      <w:proofErr w:type="spellStart"/>
      <w:r>
        <w:t>Tip</w:t>
      </w:r>
      <w:proofErr w:type="spellEnd"/>
      <w:r>
        <w:t xml:space="preserve">.  </w:t>
      </w:r>
      <w:proofErr w:type="spellStart"/>
      <w:r>
        <w:t>autoriz</w:t>
      </w:r>
      <w:proofErr w:type="spellEnd"/>
      <w:r>
        <w:t xml:space="preserve">. Descrizione                            gruppo   profilo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7F7604">
      <w:pPr>
        <w:pStyle w:val="Mappa"/>
      </w:pPr>
      <w:r>
        <w:t xml:space="preserve">  :   :::   :::::::: ::::::::::::::::::::::::::::::::::::   :::::::: ::::::::  </w:t>
      </w:r>
    </w:p>
    <w:p w:rsidR="007F7604" w:rsidRDefault="007F7604" w:rsidP="00464905">
      <w:pPr>
        <w:pStyle w:val="Titolo9"/>
        <w:numPr>
          <w:ilvl w:val="0"/>
          <w:numId w:val="0"/>
        </w:numPr>
        <w:ind w:left="2293" w:firstLine="543"/>
        <w:jc w:val="both"/>
      </w:pPr>
      <w:bookmarkStart w:id="456" w:name="_Toc494685606"/>
      <w:bookmarkStart w:id="457" w:name="_Toc510349235"/>
      <w:r>
        <w:t xml:space="preserve">Mappa </w:t>
      </w:r>
      <w:r>
        <w:fldChar w:fldCharType="begin"/>
      </w:r>
      <w:r>
        <w:instrText>SEQ mappa</w:instrText>
      </w:r>
      <w:r>
        <w:fldChar w:fldCharType="separate"/>
      </w:r>
      <w:r>
        <w:rPr>
          <w:noProof/>
        </w:rPr>
        <w:t>54</w:t>
      </w:r>
      <w:r>
        <w:fldChar w:fldCharType="end"/>
      </w:r>
      <w:r>
        <w:t xml:space="preserve">:   ZZM104T </w:t>
      </w:r>
      <w:proofErr w:type="spellStart"/>
      <w:r>
        <w:t>Inquiry</w:t>
      </w:r>
      <w:proofErr w:type="spellEnd"/>
      <w:r>
        <w:t xml:space="preserve"> operatori – 4</w:t>
      </w:r>
      <w:bookmarkEnd w:id="456"/>
      <w:bookmarkEnd w:id="457"/>
    </w:p>
    <w:p w:rsidR="007F7604" w:rsidRDefault="007F7604" w:rsidP="007F7604">
      <w:pPr>
        <w:pStyle w:val="ParagNoNum"/>
      </w:pPr>
      <w:r>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operatore</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dell'operatore selezionato.</w:t>
            </w:r>
          </w:p>
          <w:p w:rsidR="007F7604" w:rsidRDefault="007F7604" w:rsidP="00407551">
            <w:r>
              <w:t>A fianco del campo compare la descrizione estesa dell'operatore.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data e ora dell'ultima modifica alla sicurezza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Protetti.</w:t>
            </w:r>
          </w:p>
          <w:p w:rsidR="007F7604" w:rsidRDefault="007F7604" w:rsidP="00407551">
            <w:r>
              <w:t>Identifica la data e l'ora dell'ultima modifica della sicurezza.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data e ora allineamento alla sicurezza per l'operatore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Protetti.</w:t>
            </w:r>
          </w:p>
          <w:p w:rsidR="007F7604" w:rsidRDefault="007F7604" w:rsidP="00407551">
            <w:r>
              <w:t>Rappresentano la data e l'ora in cui le autorizzazioni dell'operatore sono state allineate (in fase di identificazione all'ingresso della procedura) alle modifiche apportate al suo livello di sicurezza.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lastRenderedPageBreak/>
              <w:t>m/a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Valori che può assumere il campo:</w:t>
            </w:r>
          </w:p>
          <w:p w:rsidR="007F7604" w:rsidRDefault="007F7604" w:rsidP="00407551">
            <w:pPr>
              <w:tabs>
                <w:tab w:val="left" w:pos="851"/>
              </w:tabs>
            </w:pPr>
            <w:r>
              <w:rPr>
                <w:b/>
              </w:rPr>
              <w:t>M</w:t>
            </w:r>
            <w:r>
              <w:rPr>
                <w:b/>
              </w:rPr>
              <w:tab/>
            </w:r>
            <w:r>
              <w:t>Autorizzazione concessa in modo manuale.</w:t>
            </w:r>
          </w:p>
          <w:p w:rsidR="007F7604" w:rsidRDefault="007F7604" w:rsidP="00407551">
            <w:pPr>
              <w:ind w:left="851" w:hanging="851"/>
            </w:pPr>
            <w:r>
              <w:rPr>
                <w:b/>
              </w:rPr>
              <w:t>A</w:t>
            </w:r>
            <w:r>
              <w:rPr>
                <w:b/>
              </w:rPr>
              <w:tab/>
            </w:r>
            <w:r>
              <w:t>Autorizzazione concessa in modo automatico (proveniente da profilo o gruppo).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tipo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Riporta un codice che identifica il tipo di autorizzazione.</w:t>
            </w:r>
          </w:p>
          <w:p w:rsidR="007F7604" w:rsidRDefault="007F7604" w:rsidP="00407551">
            <w:r>
              <w:t>Può avere i seguenti valori:</w:t>
            </w:r>
          </w:p>
          <w:p w:rsidR="007F7604" w:rsidRDefault="007F7604" w:rsidP="00407551">
            <w:pPr>
              <w:ind w:left="851" w:hanging="851"/>
            </w:pPr>
            <w:r>
              <w:rPr>
                <w:b/>
                <w:smallCaps/>
              </w:rPr>
              <w:t>MOD</w:t>
            </w:r>
            <w:r>
              <w:rPr>
                <w:b/>
                <w:smallCaps/>
              </w:rPr>
              <w:tab/>
            </w:r>
            <w:r>
              <w:rPr>
                <w:smallCaps/>
              </w:rPr>
              <w:t>M</w:t>
            </w:r>
            <w:r>
              <w:t>odulo di sicurezza.</w:t>
            </w:r>
          </w:p>
          <w:p w:rsidR="007F7604" w:rsidRDefault="007F7604" w:rsidP="00407551">
            <w:pPr>
              <w:ind w:left="851" w:hanging="851"/>
            </w:pPr>
            <w:r>
              <w:rPr>
                <w:b/>
              </w:rPr>
              <w:t>FUN</w:t>
            </w:r>
            <w:r>
              <w:rPr>
                <w:b/>
              </w:rPr>
              <w:tab/>
            </w:r>
            <w:r>
              <w:t xml:space="preserve">Funzione (gestione o </w:t>
            </w:r>
            <w:proofErr w:type="spellStart"/>
            <w:r>
              <w:t>inquiry</w:t>
            </w:r>
            <w:proofErr w:type="spellEnd"/>
            <w:r>
              <w:t>).</w:t>
            </w:r>
          </w:p>
          <w:p w:rsidR="007F7604" w:rsidRDefault="007F7604" w:rsidP="00407551">
            <w:pPr>
              <w:ind w:left="851" w:hanging="851"/>
            </w:pPr>
            <w:r>
              <w:rPr>
                <w:b/>
              </w:rPr>
              <w:t>MEN</w:t>
            </w:r>
            <w:r>
              <w:rPr>
                <w:b/>
              </w:rPr>
              <w:tab/>
            </w:r>
            <w:r>
              <w:t>Menù.</w:t>
            </w:r>
          </w:p>
          <w:p w:rsidR="007F7604" w:rsidRDefault="007F7604" w:rsidP="00481D4E"/>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autorizzazione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dell'autorizzazione.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descrizione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Descrizione del codice dell'autorizzazione.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proveniente da gruppo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del gruppo da cui proviene l'autorizzazione.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proveniente da profilo</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Protetto.</w:t>
            </w:r>
          </w:p>
          <w:p w:rsidR="007F7604" w:rsidRDefault="007F7604" w:rsidP="00407551">
            <w:r>
              <w:t>Codice del profilo da cui proviene l'autorizzazione.</w:t>
            </w:r>
          </w:p>
          <w:p w:rsidR="007F7604" w:rsidRDefault="007F7604" w:rsidP="00407551"/>
        </w:tc>
      </w:tr>
    </w:tbl>
    <w:p w:rsidR="007F7604" w:rsidRDefault="007F7604" w:rsidP="007F7604">
      <w:pPr>
        <w:pStyle w:val="Titolo3"/>
        <w:ind w:left="357" w:hanging="357"/>
      </w:pPr>
      <w:bookmarkStart w:id="458" w:name="_Toc494685527"/>
      <w:bookmarkStart w:id="459" w:name="_Toc510349156"/>
      <w:bookmarkStart w:id="460" w:name="_Toc397613768"/>
      <w:r>
        <w:t>Funzioni associate</w:t>
      </w:r>
      <w:bookmarkEnd w:id="458"/>
      <w:bookmarkEnd w:id="459"/>
      <w:bookmarkEnd w:id="460"/>
    </w:p>
    <w:p w:rsidR="007F7604" w:rsidRDefault="007F7604" w:rsidP="007F7604">
      <w:r>
        <w:t>Gestione operatori (GOPR);</w:t>
      </w:r>
    </w:p>
    <w:p w:rsidR="007F7604" w:rsidRDefault="007F7604" w:rsidP="007F7604">
      <w:r>
        <w:t>Gestione Autorizzazioni (GAUT);</w:t>
      </w:r>
    </w:p>
    <w:p w:rsidR="007F7604" w:rsidRDefault="007F7604" w:rsidP="007F7604">
      <w:r>
        <w:t>Gestione Profili (GPRF).</w:t>
      </w:r>
    </w:p>
    <w:p w:rsidR="007F7604" w:rsidRDefault="007F7604" w:rsidP="007F7604">
      <w:pPr>
        <w:pStyle w:val="Titolo2"/>
      </w:pPr>
      <w:r>
        <w:br w:type="page"/>
      </w:r>
      <w:bookmarkStart w:id="461" w:name="_Toc494685528"/>
      <w:bookmarkStart w:id="462" w:name="_Toc510349157"/>
      <w:bookmarkStart w:id="463" w:name="_Toc397613769"/>
      <w:proofErr w:type="spellStart"/>
      <w:r>
        <w:lastRenderedPageBreak/>
        <w:t>Inquiry</w:t>
      </w:r>
      <w:proofErr w:type="spellEnd"/>
      <w:r>
        <w:t xml:space="preserve"> Profili di Autorizzazione (IPRF)</w:t>
      </w:r>
      <w:bookmarkEnd w:id="461"/>
      <w:bookmarkEnd w:id="462"/>
      <w:bookmarkEnd w:id="463"/>
    </w:p>
    <w:p w:rsidR="007F7604" w:rsidRDefault="007F7604" w:rsidP="007F7604">
      <w:pPr>
        <w:pStyle w:val="Titolo3"/>
        <w:ind w:left="357" w:hanging="357"/>
      </w:pPr>
      <w:bookmarkStart w:id="464" w:name="_Toc494685529"/>
      <w:bookmarkStart w:id="465" w:name="_Toc510349158"/>
      <w:bookmarkStart w:id="466" w:name="_Toc397613770"/>
      <w:r>
        <w:t>Utilizzo della transazione</w:t>
      </w:r>
      <w:bookmarkEnd w:id="464"/>
      <w:bookmarkEnd w:id="465"/>
      <w:bookmarkEnd w:id="466"/>
    </w:p>
    <w:p w:rsidR="007F7604" w:rsidRDefault="007F7604" w:rsidP="007F7604">
      <w:pPr>
        <w:tabs>
          <w:tab w:val="left" w:pos="567"/>
        </w:tabs>
        <w:spacing w:after="120"/>
      </w:pPr>
      <w:r>
        <w:t>La transazione IPRF (</w:t>
      </w:r>
      <w:proofErr w:type="spellStart"/>
      <w:r>
        <w:t>Inquiry</w:t>
      </w:r>
      <w:proofErr w:type="spellEnd"/>
      <w:r>
        <w:t xml:space="preserve"> Profili) permette di effettuare un'interrogazione dei dati censiti nell'Archivio Profili con la funzione GPRF (Gestione Profili).</w:t>
      </w:r>
    </w:p>
    <w:p w:rsidR="007F7604" w:rsidRDefault="007F7604" w:rsidP="007F7604">
      <w:pPr>
        <w:tabs>
          <w:tab w:val="left" w:pos="567"/>
        </w:tabs>
      </w:pPr>
      <w:r>
        <w:t xml:space="preserve">Per l'estrazione dei dati desiderati è necessario specificare un intervallo che contenga i nomi dei profili di inizio e fine ricerca.  E' possibile non valorizzare il valore di inizio o fine </w:t>
      </w:r>
      <w:proofErr w:type="spellStart"/>
      <w:r>
        <w:t>range</w:t>
      </w:r>
      <w:proofErr w:type="spellEnd"/>
      <w:r>
        <w:t>; ciò equivale a considerare implicitamente quel valore come rispettivamente il minimo o il massimo ammesso.</w:t>
      </w:r>
    </w:p>
    <w:p w:rsidR="007F7604" w:rsidRDefault="007F7604" w:rsidP="007F7604">
      <w:pPr>
        <w:tabs>
          <w:tab w:val="left" w:pos="567"/>
        </w:tabs>
      </w:pPr>
      <w:r>
        <w:t xml:space="preserve">Una volta valorizzato il </w:t>
      </w:r>
      <w:proofErr w:type="spellStart"/>
      <w:r>
        <w:t>range</w:t>
      </w:r>
      <w:proofErr w:type="spellEnd"/>
      <w:r>
        <w:t xml:space="preserve"> compare a video la lista dei record estratti dall'Archivio Profili; è possibile scegliere quello di cui interessa la visione dettagliata digitando una "X" nel campo di selezione corrispondente e premendo il tasto </w:t>
      </w:r>
      <w:r>
        <w:rPr>
          <w:b/>
        </w:rPr>
        <w:t>'INVIO'</w:t>
      </w:r>
      <w:r>
        <w:t>.</w:t>
      </w:r>
    </w:p>
    <w:p w:rsidR="007F7604" w:rsidRDefault="007F7604" w:rsidP="007F7604">
      <w:pPr>
        <w:tabs>
          <w:tab w:val="left" w:pos="567"/>
        </w:tabs>
      </w:pPr>
      <w:r>
        <w:t>Viene quindi visualizzata una pagina con tutte le informazioni disponibili; in particolare si possono osservare:</w:t>
      </w:r>
    </w:p>
    <w:p w:rsidR="007F7604" w:rsidRDefault="007F7604" w:rsidP="007F7604">
      <w:pPr>
        <w:spacing w:before="120"/>
        <w:ind w:left="567" w:hanging="284"/>
      </w:pPr>
      <w:r>
        <w:fldChar w:fldCharType="begin"/>
      </w:r>
      <w:r>
        <w:instrText>SYMBOL 183 \f "Symbol" \s 10 \h</w:instrText>
      </w:r>
      <w:r>
        <w:fldChar w:fldCharType="end"/>
      </w:r>
      <w:r>
        <w:tab/>
        <w:t>la descrizione estesa del profilo;</w:t>
      </w:r>
    </w:p>
    <w:p w:rsidR="007F7604" w:rsidRDefault="007F7604" w:rsidP="007F7604">
      <w:pPr>
        <w:spacing w:before="120"/>
        <w:ind w:left="567" w:hanging="284"/>
      </w:pPr>
      <w:r>
        <w:fldChar w:fldCharType="begin"/>
      </w:r>
      <w:r>
        <w:instrText>SYMBOL 183 \f "Symbol" \s 10 \h</w:instrText>
      </w:r>
      <w:r>
        <w:fldChar w:fldCharType="end"/>
      </w:r>
      <w:r>
        <w:tab/>
        <w:t>il tipo, il codice e la descrizione delle entità (profili, funzioni, moduli, menù o schemi) che lo compongono.</w:t>
      </w:r>
    </w:p>
    <w:p w:rsidR="007F7604" w:rsidRDefault="007F7604" w:rsidP="007F7604">
      <w:pPr>
        <w:pStyle w:val="Titolo3"/>
        <w:ind w:left="357" w:hanging="357"/>
      </w:pPr>
      <w:bookmarkStart w:id="467" w:name="_Toc494685530"/>
      <w:bookmarkStart w:id="468" w:name="_Toc510349159"/>
      <w:bookmarkStart w:id="469" w:name="_Toc397613771"/>
      <w:r>
        <w:t>Interfaccia utente</w:t>
      </w:r>
      <w:bookmarkEnd w:id="467"/>
      <w:bookmarkEnd w:id="468"/>
      <w:bookmarkEnd w:id="469"/>
    </w:p>
    <w:p w:rsidR="007F7604" w:rsidRDefault="007F7604" w:rsidP="007F7604">
      <w:pPr>
        <w:spacing w:after="120"/>
      </w:pPr>
      <w:r>
        <w:t>In questa transazione vengono impiegate due mappe:</w:t>
      </w:r>
    </w:p>
    <w:p w:rsidR="007F7604" w:rsidRDefault="007F7604" w:rsidP="007F7604">
      <w:pPr>
        <w:spacing w:after="120"/>
        <w:ind w:left="709" w:hanging="357"/>
      </w:pPr>
      <w:r>
        <w:fldChar w:fldCharType="begin"/>
      </w:r>
      <w:r>
        <w:instrText>SYMBOL 183 \f "Symbol" \s 10 \h</w:instrText>
      </w:r>
      <w:r>
        <w:fldChar w:fldCharType="end"/>
      </w:r>
      <w:r>
        <w:tab/>
        <w:t>la prima (zzM321T) mostra l'elenco dei tracciati presenti in archivio e permette di selezionare un profilo di cui si desiderano le caratteristiche dettagliate;</w:t>
      </w:r>
    </w:p>
    <w:p w:rsidR="007F7604" w:rsidRDefault="007F7604" w:rsidP="007F7604">
      <w:pPr>
        <w:ind w:left="709" w:hanging="357"/>
      </w:pPr>
      <w:r>
        <w:fldChar w:fldCharType="begin"/>
      </w:r>
      <w:r>
        <w:instrText>SYMBOL 183 \f "Symbol" \s 10 \h</w:instrText>
      </w:r>
      <w:r>
        <w:fldChar w:fldCharType="end"/>
      </w:r>
      <w:r>
        <w:tab/>
        <w:t>la seconda (zzM322T) mostra il contenuto dettagliato del tracciato marcato sulla prima mappa.</w:t>
      </w:r>
    </w:p>
    <w:p w:rsidR="007F7604" w:rsidRDefault="007F7604" w:rsidP="007F7604">
      <w:pPr>
        <w:pStyle w:val="ParagNoNum"/>
      </w:pPr>
      <w:r>
        <w:br w:type="page"/>
      </w:r>
      <w:r>
        <w:lastRenderedPageBreak/>
        <w:t>Mappa 1</w:t>
      </w:r>
    </w:p>
    <w:p w:rsidR="007F7604" w:rsidRDefault="007F7604" w:rsidP="007F7604">
      <w:pPr>
        <w:tabs>
          <w:tab w:val="left" w:pos="426"/>
          <w:tab w:val="left" w:pos="4537"/>
          <w:tab w:val="left" w:pos="9356"/>
        </w:tabs>
        <w:spacing w:after="120"/>
      </w:pPr>
      <w:r>
        <w:t xml:space="preserve">Digitando il nome della transazione (IPRF) e premendo il tasto </w:t>
      </w:r>
      <w:r>
        <w:rPr>
          <w:b/>
        </w:rPr>
        <w:t>'INVIO'</w:t>
      </w:r>
      <w:r>
        <w:t xml:space="preserve"> viene presentata la seguente mappa:</w:t>
      </w:r>
    </w:p>
    <w:p w:rsidR="007F7604" w:rsidRDefault="007F7604" w:rsidP="007F7604">
      <w:pPr>
        <w:pStyle w:val="Mappa"/>
      </w:pPr>
      <w:r>
        <w:t xml:space="preserve">          :::::::: * :::::::::::::::::::::::::::::::::::::: * :::::::: ::::::::</w:t>
      </w:r>
    </w:p>
    <w:p w:rsidR="007F7604" w:rsidRDefault="007F7604" w:rsidP="007F7604">
      <w:pPr>
        <w:pStyle w:val="Mappa"/>
      </w:pPr>
      <w:r>
        <w:t xml:space="preserve"> IPRF Z : :::::::: * ::INQUIRY  PROFILI DI AUTORIZZAZIONE::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Dal Profilo ________   Al Profilo ________                       </w:t>
      </w:r>
    </w:p>
    <w:p w:rsidR="007F7604" w:rsidRDefault="007F7604" w:rsidP="007F7604">
      <w:pPr>
        <w:pStyle w:val="Mappa"/>
      </w:pPr>
      <w:r>
        <w:t xml:space="preserve">                                                                               </w:t>
      </w:r>
    </w:p>
    <w:p w:rsidR="007F7604" w:rsidRDefault="007F7604" w:rsidP="007F7604">
      <w:pPr>
        <w:pStyle w:val="Mappa"/>
      </w:pPr>
      <w:r>
        <w:t xml:space="preserve"> s Profilo    Descrizione            </w:t>
      </w:r>
      <w:proofErr w:type="spellStart"/>
      <w:r>
        <w:t>Descrizione</w:t>
      </w:r>
      <w:proofErr w:type="spellEnd"/>
      <w:r>
        <w:t xml:space="preserve"> estesa                        </w:t>
      </w:r>
    </w:p>
    <w:p w:rsidR="007F7604" w:rsidRDefault="007F7604" w:rsidP="007F7604">
      <w:pPr>
        <w:pStyle w:val="Mappa"/>
      </w:pPr>
      <w:r>
        <w:t xml:space="preserve">                                                                               </w:t>
      </w:r>
    </w:p>
    <w:p w:rsidR="007F7604" w:rsidRDefault="007F7604" w:rsidP="007F7604">
      <w:pPr>
        <w:pStyle w:val="Mappa"/>
      </w:pPr>
      <w:r>
        <w:t xml:space="preserve"> : ::::::::   ::::::::::::::::::::   ::::::::::::::::::::::::::::::::::::::::  </w:t>
      </w:r>
    </w:p>
    <w:p w:rsidR="007F7604" w:rsidRDefault="007F7604" w:rsidP="007F7604">
      <w:pPr>
        <w:pStyle w:val="Mappa"/>
      </w:pPr>
      <w:r>
        <w:t xml:space="preserve"> : ::::::::   ::::::::::::::::::::   ::::::::::::::::::::::::::::::::::::::::  </w:t>
      </w:r>
    </w:p>
    <w:p w:rsidR="007F7604" w:rsidRDefault="007F7604" w:rsidP="007F7604">
      <w:pPr>
        <w:pStyle w:val="Mappa"/>
      </w:pPr>
      <w:r>
        <w:t xml:space="preserve"> : ::::::::   ::::::::::::::::::::   ::::::::::::::::::::::::::::::::::::::::  </w:t>
      </w:r>
    </w:p>
    <w:p w:rsidR="007F7604" w:rsidRDefault="007F7604" w:rsidP="007F7604">
      <w:pPr>
        <w:pStyle w:val="Mappa"/>
      </w:pPr>
      <w:r>
        <w:t xml:space="preserve"> : ::::::::   ::::::::::::::::::::   ::::::::::::::::::::::::::::::::::::::::  </w:t>
      </w:r>
    </w:p>
    <w:p w:rsidR="007F7604" w:rsidRDefault="007F7604" w:rsidP="007F7604">
      <w:pPr>
        <w:pStyle w:val="Mappa"/>
      </w:pPr>
      <w:r>
        <w:t xml:space="preserve"> : ::::::::   ::::::::::::::::::::   ::::::::::::::::::::::::::::::::::::::::  </w:t>
      </w:r>
    </w:p>
    <w:p w:rsidR="007F7604" w:rsidRDefault="007F7604" w:rsidP="007F7604">
      <w:pPr>
        <w:pStyle w:val="Mappa"/>
      </w:pPr>
      <w:r>
        <w:t xml:space="preserve"> : ::::::::   ::::::::::::::::::::   ::::::::::::::::::::::::::::::::::::::::  </w:t>
      </w:r>
    </w:p>
    <w:p w:rsidR="007F7604" w:rsidRDefault="007F7604" w:rsidP="007F7604">
      <w:pPr>
        <w:pStyle w:val="Mappa"/>
      </w:pPr>
      <w:r>
        <w:t xml:space="preserve"> : ::::::::   ::::::::::::::::::::   ::::::::::::::::::::::::::::::::::::::::  </w:t>
      </w:r>
    </w:p>
    <w:p w:rsidR="007F7604" w:rsidRDefault="007F7604" w:rsidP="007F7604">
      <w:pPr>
        <w:pStyle w:val="Mappa"/>
      </w:pPr>
      <w:r>
        <w:t xml:space="preserve"> : ::::::::   ::::::::::::::::::::   ::::::::::::::::::::::::::::::::::::::::  </w:t>
      </w:r>
    </w:p>
    <w:p w:rsidR="007F7604" w:rsidRDefault="007F7604" w:rsidP="007F7604">
      <w:pPr>
        <w:pStyle w:val="Mappa"/>
      </w:pPr>
      <w:r>
        <w:t xml:space="preserve"> : ::::::::   ::::::::::::::::::::   ::::::::::::::::::::::::::::::::::::::::  </w:t>
      </w:r>
    </w:p>
    <w:p w:rsidR="007F7604" w:rsidRDefault="007F7604" w:rsidP="007F7604">
      <w:pPr>
        <w:pStyle w:val="Mappa"/>
      </w:pPr>
      <w:r>
        <w:t xml:space="preserve"> : ::::::::   ::::::::::::::::::::   ::::::::::::::::::::::::::::::::::::::::  </w:t>
      </w:r>
    </w:p>
    <w:p w:rsidR="007F7604" w:rsidRDefault="007F7604" w:rsidP="007F7604">
      <w:pPr>
        <w:pStyle w:val="Mappa"/>
      </w:pPr>
      <w:r>
        <w:t xml:space="preserve"> : ::::::::   ::::::::::::::::::::   ::::::::::::::::::::::::::::::::::::::::  </w:t>
      </w:r>
    </w:p>
    <w:p w:rsidR="007F7604" w:rsidRDefault="007F7604" w:rsidP="007F7604">
      <w:pPr>
        <w:pStyle w:val="Mappa"/>
      </w:pPr>
      <w:r>
        <w:t xml:space="preserve"> : ::::::::   ::::::::::::::::::::   ::::::::::::::::::::::::::::::::::::::::  </w:t>
      </w:r>
    </w:p>
    <w:p w:rsidR="007F7604" w:rsidRDefault="007F7604" w:rsidP="007F7604">
      <w:pPr>
        <w:pStyle w:val="Mappa"/>
      </w:pPr>
      <w:r>
        <w:t xml:space="preserve"> : ::::::::   ::::::::::::::::::::   ::::::::::::::::::::::::::::::::::::::::  </w:t>
      </w:r>
    </w:p>
    <w:p w:rsidR="007F7604" w:rsidRDefault="007F7604" w:rsidP="007F7604">
      <w:pPr>
        <w:pStyle w:val="Mappa"/>
      </w:pPr>
      <w:r>
        <w:t xml:space="preserve"> : ::::::::   ::::::::::::::::::::   ::::::::::::::::::::::::::::::::::::::::  </w:t>
      </w:r>
    </w:p>
    <w:p w:rsidR="007F7604" w:rsidRDefault="007F7604" w:rsidP="007F7604">
      <w:pPr>
        <w:pStyle w:val="Mappa"/>
      </w:pPr>
      <w:r>
        <w:t xml:space="preserve"> : ::::::::   ::::::::::::::::::::   ::::::::::::::::::::::::::::::::::::::::  </w:t>
      </w:r>
    </w:p>
    <w:p w:rsidR="007F7604" w:rsidRDefault="007F7604" w:rsidP="00464905">
      <w:pPr>
        <w:pStyle w:val="Titolo9"/>
        <w:numPr>
          <w:ilvl w:val="0"/>
          <w:numId w:val="0"/>
        </w:numPr>
        <w:ind w:left="1584" w:firstLine="543"/>
        <w:jc w:val="both"/>
      </w:pPr>
      <w:bookmarkStart w:id="470" w:name="_Toc494685607"/>
      <w:bookmarkStart w:id="471" w:name="_Toc510349236"/>
      <w:r>
        <w:t xml:space="preserve">Mappa </w:t>
      </w:r>
      <w:r>
        <w:fldChar w:fldCharType="begin"/>
      </w:r>
      <w:r>
        <w:instrText>SEQ mappa</w:instrText>
      </w:r>
      <w:r>
        <w:fldChar w:fldCharType="separate"/>
      </w:r>
      <w:r>
        <w:rPr>
          <w:noProof/>
        </w:rPr>
        <w:t>55</w:t>
      </w:r>
      <w:r>
        <w:fldChar w:fldCharType="end"/>
      </w:r>
      <w:r>
        <w:t xml:space="preserve">:   ZZM321T </w:t>
      </w:r>
      <w:proofErr w:type="spellStart"/>
      <w:r>
        <w:t>Inquiry</w:t>
      </w:r>
      <w:proofErr w:type="spellEnd"/>
      <w:r>
        <w:t xml:space="preserve"> profili di autorizzazione</w:t>
      </w:r>
      <w:bookmarkEnd w:id="470"/>
      <w:bookmarkEnd w:id="471"/>
    </w:p>
    <w:p w:rsidR="007F7604" w:rsidRDefault="007F7604" w:rsidP="007F7604">
      <w:pPr>
        <w:pStyle w:val="ParagNoNum"/>
      </w:pPr>
      <w:r>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dal profilo</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 xml:space="preserve">Se viene specificato solo il codice di fine </w:t>
            </w:r>
            <w:proofErr w:type="spellStart"/>
            <w:r>
              <w:t>range</w:t>
            </w:r>
            <w:proofErr w:type="spellEnd"/>
            <w:r>
              <w:t xml:space="preserve"> viene </w:t>
            </w:r>
            <w:r>
              <w:tab/>
              <w:t xml:space="preserve">considerato come il minimo valore ammesso, </w:t>
            </w:r>
            <w:r>
              <w:tab/>
              <w:t>altrimenti è obbligatorio.</w:t>
            </w:r>
          </w:p>
          <w:p w:rsidR="007F7604" w:rsidRDefault="007F7604" w:rsidP="00407551">
            <w:r>
              <w:t>Nome del profilo di inizio estrazione.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al profilo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 xml:space="preserve">Se viene specificato solo il codice di inizio </w:t>
            </w:r>
            <w:proofErr w:type="spellStart"/>
            <w:r>
              <w:t>range</w:t>
            </w:r>
            <w:proofErr w:type="spellEnd"/>
            <w:r>
              <w:t xml:space="preserve"> </w:t>
            </w:r>
            <w:r>
              <w:tab/>
              <w:t xml:space="preserve">viene considerato come il massimo valore ammesso, </w:t>
            </w:r>
            <w:r>
              <w:tab/>
              <w:t>altrimenti è obbligatorio.</w:t>
            </w:r>
          </w:p>
          <w:p w:rsidR="007F7604" w:rsidRDefault="007F7604" w:rsidP="00407551">
            <w:pPr>
              <w:ind w:left="1418" w:hanging="1418"/>
            </w:pPr>
            <w:r>
              <w:t>Nome del profilo di fine estrazione.</w:t>
            </w:r>
          </w:p>
          <w:p w:rsidR="007F7604" w:rsidRDefault="007F7604" w:rsidP="00407551">
            <w:pPr>
              <w:ind w:left="1418" w:hanging="1418"/>
            </w:pP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s</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Facoltativo.</w:t>
            </w:r>
          </w:p>
          <w:p w:rsidR="007F7604" w:rsidRDefault="007F7604" w:rsidP="00407551">
            <w:pPr>
              <w:tabs>
                <w:tab w:val="left" w:pos="1701"/>
              </w:tabs>
            </w:pPr>
            <w:r>
              <w:t>Valori ammessi:</w:t>
            </w:r>
            <w:r>
              <w:tab/>
              <w:t>X (selezione).</w:t>
            </w:r>
          </w:p>
          <w:p w:rsidR="007F7604" w:rsidRDefault="007F7604" w:rsidP="00407551">
            <w:r>
              <w:t>Campo di selezione.</w:t>
            </w:r>
          </w:p>
          <w:p w:rsidR="007F7604" w:rsidRDefault="007F7604" w:rsidP="00407551">
            <w:r>
              <w:t>Consente di scegliere il profilo di cui si desiderano le caratteristiche dettagliate.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profilo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del profilo di lavoro.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descrizione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Descrizione breve del profilo di lavoro.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lastRenderedPageBreak/>
              <w:t>descrizione estesa</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Protetto.</w:t>
            </w:r>
          </w:p>
          <w:p w:rsidR="007F7604" w:rsidRDefault="007F7604" w:rsidP="00407551">
            <w:r>
              <w:t>Descrizione estesa del profilo di lavoro.</w:t>
            </w:r>
          </w:p>
          <w:p w:rsidR="007F7604" w:rsidRDefault="007F7604" w:rsidP="00407551"/>
        </w:tc>
      </w:tr>
    </w:tbl>
    <w:p w:rsidR="007F7604" w:rsidRDefault="007F7604" w:rsidP="007F7604">
      <w:pPr>
        <w:pStyle w:val="ParagNoNum"/>
      </w:pPr>
      <w:r>
        <w:t>Mappa 2</w:t>
      </w:r>
    </w:p>
    <w:p w:rsidR="007F7604" w:rsidRDefault="007F7604" w:rsidP="007F7604">
      <w:pPr>
        <w:pStyle w:val="Mappa"/>
      </w:pPr>
      <w:r>
        <w:t xml:space="preserve">          :::::::: * :::::::::::::::::::::::::::::::::::::: * :::::::: ::::::::</w:t>
      </w:r>
    </w:p>
    <w:p w:rsidR="007F7604" w:rsidRDefault="007F7604" w:rsidP="007F7604">
      <w:pPr>
        <w:pStyle w:val="Mappa"/>
      </w:pPr>
      <w:r>
        <w:t xml:space="preserve"> IPRF Z : :::::::: * ::INQUIRY  PROFILI DI AUTORIZZAZIONE::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Profilo ::::::::   ::::::::::::::::::::::::::::::::::::::::                   </w:t>
      </w:r>
    </w:p>
    <w:p w:rsidR="007F7604" w:rsidRDefault="007F7604" w:rsidP="007F7604">
      <w:pPr>
        <w:pStyle w:val="Mappa"/>
      </w:pPr>
      <w:r>
        <w:t xml:space="preserve">                                                                               </w:t>
      </w:r>
    </w:p>
    <w:p w:rsidR="007F7604" w:rsidRDefault="007F7604" w:rsidP="007F7604">
      <w:pPr>
        <w:pStyle w:val="Mappa"/>
      </w:pPr>
      <w:r>
        <w:t xml:space="preserve"> Tipo    Codice     Descrizione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7F7604">
      <w:pPr>
        <w:pStyle w:val="Mappa"/>
      </w:pPr>
      <w:r>
        <w:t xml:space="preserve">  :::    ::::::::   ::::::::::::::::::::::::::::::::::::::                     </w:t>
      </w:r>
    </w:p>
    <w:p w:rsidR="007F7604" w:rsidRDefault="007F7604" w:rsidP="00464905">
      <w:pPr>
        <w:pStyle w:val="Titolo9"/>
        <w:numPr>
          <w:ilvl w:val="0"/>
          <w:numId w:val="0"/>
        </w:numPr>
        <w:ind w:left="1584" w:firstLine="543"/>
        <w:jc w:val="both"/>
      </w:pPr>
      <w:bookmarkStart w:id="472" w:name="_Toc494685608"/>
      <w:bookmarkStart w:id="473" w:name="_Toc510349237"/>
      <w:r>
        <w:t xml:space="preserve">Mappa </w:t>
      </w:r>
      <w:r>
        <w:fldChar w:fldCharType="begin"/>
      </w:r>
      <w:r>
        <w:instrText>SEQ mappa</w:instrText>
      </w:r>
      <w:r>
        <w:fldChar w:fldCharType="separate"/>
      </w:r>
      <w:r>
        <w:rPr>
          <w:noProof/>
        </w:rPr>
        <w:t>56</w:t>
      </w:r>
      <w:r>
        <w:fldChar w:fldCharType="end"/>
      </w:r>
      <w:r>
        <w:t xml:space="preserve">:   ZZM322T </w:t>
      </w:r>
      <w:proofErr w:type="spellStart"/>
      <w:r>
        <w:t>Inquiry</w:t>
      </w:r>
      <w:proofErr w:type="spellEnd"/>
      <w:r>
        <w:t xml:space="preserve"> profili di autorizzazione</w:t>
      </w:r>
      <w:bookmarkEnd w:id="472"/>
      <w:bookmarkEnd w:id="473"/>
    </w:p>
    <w:p w:rsidR="007F7604" w:rsidRDefault="007F7604" w:rsidP="007F7604">
      <w:pPr>
        <w:pStyle w:val="ParagNoNum"/>
      </w:pPr>
      <w:r>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profilo</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del profilo di lavoro.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descrizione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Descrizione del profilo di lavoro selezionato.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tipo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Valori che può assumere:</w:t>
            </w:r>
          </w:p>
          <w:p w:rsidR="007F7604" w:rsidRDefault="007F7604" w:rsidP="00407551">
            <w:pPr>
              <w:tabs>
                <w:tab w:val="left" w:pos="851"/>
                <w:tab w:val="left" w:pos="1418"/>
              </w:tabs>
            </w:pPr>
            <w:r>
              <w:rPr>
                <w:b/>
              </w:rPr>
              <w:t>MOD</w:t>
            </w:r>
            <w:r>
              <w:rPr>
                <w:b/>
              </w:rPr>
              <w:tab/>
            </w:r>
            <w:r>
              <w:t>Modulo di sicurezza</w:t>
            </w:r>
          </w:p>
          <w:p w:rsidR="007F7604" w:rsidRDefault="007F7604" w:rsidP="00407551">
            <w:pPr>
              <w:tabs>
                <w:tab w:val="left" w:pos="851"/>
              </w:tabs>
            </w:pPr>
            <w:r>
              <w:rPr>
                <w:b/>
              </w:rPr>
              <w:t>FUN</w:t>
            </w:r>
            <w:r>
              <w:rPr>
                <w:b/>
              </w:rPr>
              <w:tab/>
            </w:r>
            <w:r>
              <w:t>Funzione</w:t>
            </w:r>
          </w:p>
          <w:p w:rsidR="007F7604" w:rsidRDefault="007F7604" w:rsidP="00407551">
            <w:pPr>
              <w:tabs>
                <w:tab w:val="left" w:pos="851"/>
              </w:tabs>
              <w:rPr>
                <w:b/>
              </w:rPr>
            </w:pPr>
            <w:r>
              <w:rPr>
                <w:b/>
              </w:rPr>
              <w:t>PRO</w:t>
            </w:r>
            <w:r>
              <w:tab/>
              <w:t>Profilo</w:t>
            </w:r>
          </w:p>
          <w:p w:rsidR="007F7604" w:rsidRDefault="007F7604" w:rsidP="00407551">
            <w:pPr>
              <w:tabs>
                <w:tab w:val="left" w:pos="851"/>
              </w:tabs>
            </w:pPr>
            <w:r>
              <w:rPr>
                <w:b/>
              </w:rPr>
              <w:t>MEN</w:t>
            </w:r>
            <w:r>
              <w:rPr>
                <w:b/>
              </w:rPr>
              <w:tab/>
            </w:r>
            <w:r>
              <w:t>Menù</w:t>
            </w:r>
          </w:p>
          <w:p w:rsidR="007F7604" w:rsidRDefault="007F7604" w:rsidP="00407551">
            <w:r>
              <w:rPr>
                <w:b/>
              </w:rPr>
              <w:t>SCH</w:t>
            </w:r>
            <w:r>
              <w:rPr>
                <w:b/>
              </w:rPr>
              <w:tab/>
            </w:r>
            <w:r>
              <w:t>Schema di collegamento transazioni</w:t>
            </w:r>
          </w:p>
          <w:p w:rsidR="007F7604" w:rsidRDefault="007F7604" w:rsidP="00407551">
            <w:r>
              <w:t>Codice che identifica il tipo di entità.</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codice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Riporta il codice dell'entità appartenente al profilo selezionato.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lastRenderedPageBreak/>
              <w:t>descrizione</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Protetto.</w:t>
            </w:r>
          </w:p>
          <w:p w:rsidR="007F7604" w:rsidRDefault="007F7604" w:rsidP="00407551">
            <w:r>
              <w:t>Descrizione dell'entità corrispondente.</w:t>
            </w:r>
          </w:p>
          <w:p w:rsidR="007F7604" w:rsidRDefault="007F7604" w:rsidP="00407551"/>
        </w:tc>
      </w:tr>
    </w:tbl>
    <w:p w:rsidR="007F7604" w:rsidRDefault="007F7604" w:rsidP="007F7604">
      <w:pPr>
        <w:pStyle w:val="Titolo3"/>
        <w:ind w:left="357" w:hanging="357"/>
      </w:pPr>
      <w:bookmarkStart w:id="474" w:name="_Toc494685531"/>
      <w:bookmarkStart w:id="475" w:name="_Toc510349160"/>
      <w:bookmarkStart w:id="476" w:name="_Toc397613772"/>
      <w:r>
        <w:t>Funzioni associate</w:t>
      </w:r>
      <w:bookmarkEnd w:id="474"/>
      <w:bookmarkEnd w:id="475"/>
      <w:bookmarkEnd w:id="476"/>
    </w:p>
    <w:p w:rsidR="007F7604" w:rsidRDefault="007F7604" w:rsidP="007F7604">
      <w:r>
        <w:t>GPRF (Gestione Profili di lavoro).</w:t>
      </w:r>
    </w:p>
    <w:p w:rsidR="007F7604" w:rsidRDefault="007F7604" w:rsidP="007F7604">
      <w:pPr>
        <w:pStyle w:val="Titolo2"/>
      </w:pPr>
      <w:r>
        <w:br w:type="page"/>
      </w:r>
      <w:bookmarkStart w:id="477" w:name="_Toc494685532"/>
      <w:bookmarkStart w:id="478" w:name="_Toc510349161"/>
      <w:bookmarkStart w:id="479" w:name="_Toc397613773"/>
      <w:proofErr w:type="spellStart"/>
      <w:r>
        <w:lastRenderedPageBreak/>
        <w:t>Inquiry</w:t>
      </w:r>
      <w:proofErr w:type="spellEnd"/>
      <w:r>
        <w:t xml:space="preserve"> Informazioni Stampanti (IPRT)</w:t>
      </w:r>
      <w:bookmarkEnd w:id="477"/>
      <w:bookmarkEnd w:id="478"/>
      <w:bookmarkEnd w:id="479"/>
    </w:p>
    <w:p w:rsidR="007F7604" w:rsidRDefault="007F7604" w:rsidP="007F7604">
      <w:pPr>
        <w:pStyle w:val="Titolo3"/>
        <w:ind w:left="357" w:hanging="357"/>
      </w:pPr>
      <w:bookmarkStart w:id="480" w:name="_Toc494685533"/>
      <w:bookmarkStart w:id="481" w:name="_Toc510349162"/>
      <w:bookmarkStart w:id="482" w:name="_Toc397613774"/>
      <w:r>
        <w:t>Utilizzo della transazione</w:t>
      </w:r>
      <w:bookmarkEnd w:id="480"/>
      <w:bookmarkEnd w:id="481"/>
      <w:bookmarkEnd w:id="482"/>
    </w:p>
    <w:p w:rsidR="007F7604" w:rsidRDefault="007F7604" w:rsidP="007F7604">
      <w:pPr>
        <w:tabs>
          <w:tab w:val="left" w:pos="567"/>
        </w:tabs>
        <w:spacing w:after="240"/>
      </w:pPr>
      <w:r>
        <w:t>La transazione IPRT (</w:t>
      </w:r>
      <w:proofErr w:type="spellStart"/>
      <w:r>
        <w:t>Inquiry</w:t>
      </w:r>
      <w:proofErr w:type="spellEnd"/>
      <w:r>
        <w:t xml:space="preserve"> Informazioni Stampanti) permette di effettuare un'interrogazione dei dati censiti nell'Archivio Informazioni Stampanti.</w:t>
      </w:r>
    </w:p>
    <w:p w:rsidR="007F7604" w:rsidRDefault="007F7604" w:rsidP="007F7604">
      <w:pPr>
        <w:tabs>
          <w:tab w:val="left" w:pos="567"/>
        </w:tabs>
      </w:pPr>
      <w:r>
        <w:t xml:space="preserve">Per l'estrazione dei dati desiderati è necessario specificare un intervallo che contenga i codici modello, transazione, terminale di inizio e fine ricerca. E' possibile non valorizzare il valore di inizio o fine </w:t>
      </w:r>
      <w:proofErr w:type="spellStart"/>
      <w:r>
        <w:t>range</w:t>
      </w:r>
      <w:proofErr w:type="spellEnd"/>
      <w:r>
        <w:t>; ciò equivale a considerare implicitamente quel valore come rispettivamente il minimo o il massimo ammesso.</w:t>
      </w:r>
    </w:p>
    <w:p w:rsidR="007F7604" w:rsidRDefault="007F7604" w:rsidP="007F7604">
      <w:pPr>
        <w:tabs>
          <w:tab w:val="left" w:pos="567"/>
        </w:tabs>
      </w:pPr>
      <w:r>
        <w:t xml:space="preserve">Una volta valorizzato il </w:t>
      </w:r>
      <w:proofErr w:type="spellStart"/>
      <w:r>
        <w:t>range</w:t>
      </w:r>
      <w:proofErr w:type="spellEnd"/>
      <w:r>
        <w:t xml:space="preserve"> compare a video la lista dei record estratti dall'archivio; è possibile scegliere quello/i di cui interessa la visione dettagliata digitando un carattere nel campo di selezione corrispondente e premendo il tasto </w:t>
      </w:r>
      <w:r>
        <w:rPr>
          <w:b/>
        </w:rPr>
        <w:t>'INVIO'</w:t>
      </w:r>
      <w:r>
        <w:t>.</w:t>
      </w:r>
    </w:p>
    <w:p w:rsidR="007F7604" w:rsidRDefault="007F7604" w:rsidP="007F7604">
      <w:r>
        <w:t xml:space="preserve">Vengono, cosi visualizzati i codici modello, transazione e terminale compresi nel </w:t>
      </w:r>
      <w:proofErr w:type="spellStart"/>
      <w:r>
        <w:t>range</w:t>
      </w:r>
      <w:proofErr w:type="spellEnd"/>
      <w:r>
        <w:t xml:space="preserve"> specificato con la relativa stampante.</w:t>
      </w:r>
    </w:p>
    <w:p w:rsidR="007F7604" w:rsidRDefault="007F7604" w:rsidP="007F7604">
      <w:pPr>
        <w:pStyle w:val="Titolo3"/>
        <w:ind w:left="357" w:hanging="357"/>
      </w:pPr>
      <w:bookmarkStart w:id="483" w:name="_Toc494685534"/>
      <w:bookmarkStart w:id="484" w:name="_Toc510349163"/>
      <w:bookmarkStart w:id="485" w:name="_Toc397613775"/>
      <w:r>
        <w:t>Interfaccia utente</w:t>
      </w:r>
      <w:bookmarkEnd w:id="483"/>
      <w:bookmarkEnd w:id="484"/>
      <w:bookmarkEnd w:id="485"/>
    </w:p>
    <w:p w:rsidR="007F7604" w:rsidRDefault="007F7604" w:rsidP="007F7604">
      <w:r>
        <w:t>L'</w:t>
      </w:r>
      <w:proofErr w:type="spellStart"/>
      <w:r>
        <w:t>inquiry</w:t>
      </w:r>
      <w:proofErr w:type="spellEnd"/>
      <w:r>
        <w:t xml:space="preserve"> è articolata su una mappa (zzM271T).</w:t>
      </w:r>
    </w:p>
    <w:p w:rsidR="007F7604" w:rsidRDefault="007F7604" w:rsidP="007F7604">
      <w:pPr>
        <w:pStyle w:val="ParagNoNum"/>
      </w:pPr>
      <w:r>
        <w:t>Mappa 1</w:t>
      </w:r>
    </w:p>
    <w:p w:rsidR="007F7604" w:rsidRDefault="007F7604" w:rsidP="007F7604">
      <w:pPr>
        <w:tabs>
          <w:tab w:val="left" w:pos="426"/>
          <w:tab w:val="left" w:pos="4537"/>
          <w:tab w:val="left" w:pos="9356"/>
        </w:tabs>
        <w:spacing w:after="240"/>
      </w:pPr>
      <w:r>
        <w:t xml:space="preserve">Digitando il nome della transazione (IPRT) e premendo </w:t>
      </w:r>
      <w:r>
        <w:rPr>
          <w:b/>
        </w:rPr>
        <w:t>'INVIO'</w:t>
      </w:r>
      <w:r>
        <w:t xml:space="preserve"> viene visualizzata la seguente mappa:</w:t>
      </w:r>
    </w:p>
    <w:p w:rsidR="007F7604" w:rsidRDefault="007F7604" w:rsidP="007F7604">
      <w:pPr>
        <w:pStyle w:val="Mappa"/>
      </w:pPr>
      <w:r>
        <w:t xml:space="preserve"> :::::::: :::::::: * :::::::::::::::::::::::::::::::::::::: * :::::::: ::::::::</w:t>
      </w:r>
    </w:p>
    <w:p w:rsidR="007F7604" w:rsidRDefault="007F7604" w:rsidP="007F7604">
      <w:pPr>
        <w:pStyle w:val="Mappa"/>
      </w:pPr>
      <w:r>
        <w:t xml:space="preserve"> IPRT Z : :::::::: * ::::INQUIRY INFORMAZIONI STAMPANTI::::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DA         A                            </w:t>
      </w:r>
    </w:p>
    <w:p w:rsidR="007F7604" w:rsidRDefault="007F7604" w:rsidP="007F7604">
      <w:pPr>
        <w:pStyle w:val="Mappa"/>
      </w:pPr>
      <w:r>
        <w:t xml:space="preserve">                            Modello ________   ________                        </w:t>
      </w:r>
    </w:p>
    <w:p w:rsidR="007F7604" w:rsidRDefault="007F7604" w:rsidP="007F7604">
      <w:pPr>
        <w:pStyle w:val="Mappa"/>
      </w:pPr>
      <w:r>
        <w:t xml:space="preserve">                        Transazione ____       ____                            </w:t>
      </w:r>
    </w:p>
    <w:p w:rsidR="007F7604" w:rsidRDefault="007F7604" w:rsidP="007F7604">
      <w:pPr>
        <w:pStyle w:val="Mappa"/>
      </w:pPr>
      <w:r>
        <w:t xml:space="preserve">                          Terminale ________   ________                        </w:t>
      </w:r>
    </w:p>
    <w:p w:rsidR="007F7604" w:rsidRDefault="007F7604" w:rsidP="007F7604">
      <w:pPr>
        <w:pStyle w:val="Mappa"/>
      </w:pPr>
      <w:r>
        <w:t xml:space="preserve">                                                                               </w:t>
      </w:r>
    </w:p>
    <w:p w:rsidR="007F7604" w:rsidRDefault="007F7604" w:rsidP="007F7604">
      <w:pPr>
        <w:pStyle w:val="Mappa"/>
      </w:pPr>
      <w:r>
        <w:t xml:space="preserve"> Modello                      Transazione                  Terminale  Stampante</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464905">
      <w:pPr>
        <w:pStyle w:val="Titolo9"/>
        <w:numPr>
          <w:ilvl w:val="0"/>
          <w:numId w:val="0"/>
        </w:numPr>
        <w:ind w:left="1584" w:firstLine="543"/>
        <w:jc w:val="both"/>
      </w:pPr>
      <w:bookmarkStart w:id="486" w:name="_Toc494685609"/>
      <w:bookmarkStart w:id="487" w:name="_Toc510349238"/>
      <w:r>
        <w:t xml:space="preserve">Mappa </w:t>
      </w:r>
      <w:r>
        <w:fldChar w:fldCharType="begin"/>
      </w:r>
      <w:r>
        <w:instrText>SEQ mappa</w:instrText>
      </w:r>
      <w:r>
        <w:fldChar w:fldCharType="separate"/>
      </w:r>
      <w:r>
        <w:rPr>
          <w:noProof/>
        </w:rPr>
        <w:t>57</w:t>
      </w:r>
      <w:r>
        <w:fldChar w:fldCharType="end"/>
      </w:r>
      <w:r>
        <w:t xml:space="preserve">:   ZZM271T </w:t>
      </w:r>
      <w:proofErr w:type="spellStart"/>
      <w:r>
        <w:t>Inquiry</w:t>
      </w:r>
      <w:proofErr w:type="spellEnd"/>
      <w:r>
        <w:t xml:space="preserve"> informazioni stampanti</w:t>
      </w:r>
      <w:bookmarkEnd w:id="486"/>
      <w:bookmarkEnd w:id="487"/>
    </w:p>
    <w:p w:rsidR="007F7604" w:rsidRDefault="007F7604" w:rsidP="007F7604">
      <w:pPr>
        <w:pStyle w:val="ParagNoNum"/>
      </w:pPr>
      <w:r>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lastRenderedPageBreak/>
              <w:t>da modello</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 xml:space="preserve">Se viene specificato solo il codice di fine </w:t>
            </w:r>
            <w:proofErr w:type="spellStart"/>
            <w:r>
              <w:t>range</w:t>
            </w:r>
            <w:proofErr w:type="spellEnd"/>
            <w:r>
              <w:t xml:space="preserve"> </w:t>
            </w:r>
            <w:r>
              <w:br/>
            </w:r>
            <w:r>
              <w:tab/>
              <w:t xml:space="preserve">viene considerato come il minimo valore ammesso, </w:t>
            </w:r>
            <w:r>
              <w:br/>
            </w:r>
            <w:r>
              <w:tab/>
              <w:t>altrimenti è obbligatorio.</w:t>
            </w:r>
          </w:p>
          <w:p w:rsidR="007F7604" w:rsidRDefault="007F7604" w:rsidP="00407551">
            <w:r>
              <w:t xml:space="preserve">Codice modello di inizio </w:t>
            </w:r>
            <w:proofErr w:type="spellStart"/>
            <w:r>
              <w:t>range</w:t>
            </w:r>
            <w:proofErr w:type="spellEnd"/>
            <w:r>
              <w:t>.</w:t>
            </w:r>
          </w:p>
          <w:p w:rsidR="007F7604" w:rsidRDefault="007F7604" w:rsidP="00407551">
            <w:r>
              <w:t xml:space="preserve">Se è maggiore del codice modello di fine </w:t>
            </w:r>
            <w:proofErr w:type="spellStart"/>
            <w:r>
              <w:t>range</w:t>
            </w:r>
            <w:proofErr w:type="spellEnd"/>
            <w:r>
              <w:t xml:space="preserve"> il sistema segnala l'errore 9041.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a modello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 xml:space="preserve">Se viene specificato solo il codice di inizio </w:t>
            </w:r>
            <w:proofErr w:type="spellStart"/>
            <w:r>
              <w:t>range</w:t>
            </w:r>
            <w:proofErr w:type="spellEnd"/>
            <w:r>
              <w:t xml:space="preserve"> </w:t>
            </w:r>
            <w:r>
              <w:br/>
            </w:r>
            <w:r>
              <w:tab/>
              <w:t xml:space="preserve">viene considerato come il massimo valore ammesso, </w:t>
            </w:r>
            <w:r>
              <w:br/>
            </w:r>
            <w:r>
              <w:tab/>
              <w:t>altrimenti è obbligatorio.</w:t>
            </w:r>
          </w:p>
          <w:p w:rsidR="007F7604" w:rsidRDefault="007F7604" w:rsidP="00407551">
            <w:r>
              <w:t xml:space="preserve">Codice modello di fine </w:t>
            </w:r>
            <w:proofErr w:type="spellStart"/>
            <w:r>
              <w:t>range</w:t>
            </w:r>
            <w:proofErr w:type="spellEnd"/>
            <w:r>
              <w:t>.</w:t>
            </w:r>
          </w:p>
          <w:p w:rsidR="007F7604" w:rsidRDefault="007F7604" w:rsidP="00407551">
            <w:r>
              <w:t xml:space="preserve">Se è minore del codice modello di inizio </w:t>
            </w:r>
            <w:proofErr w:type="spellStart"/>
            <w:r>
              <w:t>range</w:t>
            </w:r>
            <w:proofErr w:type="spellEnd"/>
            <w:r>
              <w:t xml:space="preserve"> il sistema segnala l'errore 9041.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da transazione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 xml:space="preserve">Se viene specificato solo il codice di fine </w:t>
            </w:r>
            <w:proofErr w:type="spellStart"/>
            <w:r>
              <w:t>range</w:t>
            </w:r>
            <w:proofErr w:type="spellEnd"/>
            <w:r>
              <w:t xml:space="preserve"> </w:t>
            </w:r>
            <w:r>
              <w:br/>
            </w:r>
            <w:r>
              <w:tab/>
              <w:t xml:space="preserve">viene considerato come il minimo valore ammesso, </w:t>
            </w:r>
            <w:r>
              <w:br/>
            </w:r>
            <w:r>
              <w:tab/>
              <w:t>altrimenti è obbligatorio.</w:t>
            </w:r>
          </w:p>
          <w:p w:rsidR="007F7604" w:rsidRDefault="007F7604" w:rsidP="00407551">
            <w:r>
              <w:t xml:space="preserve">Codice transazione di inizio </w:t>
            </w:r>
            <w:proofErr w:type="spellStart"/>
            <w:r>
              <w:t>range</w:t>
            </w:r>
            <w:proofErr w:type="spellEnd"/>
            <w:r>
              <w:t>.</w:t>
            </w:r>
          </w:p>
          <w:p w:rsidR="007F7604" w:rsidRDefault="007F7604" w:rsidP="00407551">
            <w:r>
              <w:t xml:space="preserve">Se è maggiore del codice transazione di fine </w:t>
            </w:r>
            <w:proofErr w:type="spellStart"/>
            <w:r>
              <w:t>range</w:t>
            </w:r>
            <w:proofErr w:type="spellEnd"/>
            <w:r>
              <w:t xml:space="preserve"> il sistema segnala l'errore 9041.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a transazione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 xml:space="preserve">Se viene specificato solo il codice di inizio </w:t>
            </w:r>
            <w:proofErr w:type="spellStart"/>
            <w:r>
              <w:t>range</w:t>
            </w:r>
            <w:proofErr w:type="spellEnd"/>
            <w:r>
              <w:t xml:space="preserve"> </w:t>
            </w:r>
            <w:r>
              <w:br/>
            </w:r>
            <w:r>
              <w:tab/>
              <w:t xml:space="preserve">viene considerato come il massimo valore ammesso, </w:t>
            </w:r>
            <w:r>
              <w:br/>
            </w:r>
            <w:r>
              <w:tab/>
              <w:t>altrimenti è obbligatorio.</w:t>
            </w:r>
          </w:p>
          <w:p w:rsidR="007F7604" w:rsidRDefault="007F7604" w:rsidP="00407551">
            <w:r>
              <w:t xml:space="preserve">Codice transazione di inizio </w:t>
            </w:r>
            <w:proofErr w:type="spellStart"/>
            <w:r>
              <w:t>range</w:t>
            </w:r>
            <w:proofErr w:type="spellEnd"/>
            <w:r>
              <w:t>.</w:t>
            </w:r>
          </w:p>
          <w:p w:rsidR="007F7604" w:rsidRDefault="007F7604" w:rsidP="00407551">
            <w:r>
              <w:t xml:space="preserve">Se è minore del codice transazione di inizio </w:t>
            </w:r>
            <w:proofErr w:type="spellStart"/>
            <w:r>
              <w:t>range</w:t>
            </w:r>
            <w:proofErr w:type="spellEnd"/>
            <w:r>
              <w:t xml:space="preserve"> il sistema segnala l'errore 9041.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da terminale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 xml:space="preserve">Se viene specificato solo il codice di fine </w:t>
            </w:r>
            <w:proofErr w:type="spellStart"/>
            <w:r>
              <w:t>range</w:t>
            </w:r>
            <w:proofErr w:type="spellEnd"/>
            <w:r>
              <w:t xml:space="preserve"> </w:t>
            </w:r>
            <w:r>
              <w:br/>
            </w:r>
            <w:r>
              <w:tab/>
              <w:t xml:space="preserve">viene considerato come il minimo valore ammesso, </w:t>
            </w:r>
            <w:r>
              <w:br/>
            </w:r>
            <w:r>
              <w:tab/>
              <w:t>altrimenti è obbligatorio.</w:t>
            </w:r>
          </w:p>
          <w:p w:rsidR="007F7604" w:rsidRDefault="007F7604" w:rsidP="00407551">
            <w:r>
              <w:t xml:space="preserve">Codice terminale di inizio </w:t>
            </w:r>
            <w:proofErr w:type="spellStart"/>
            <w:r>
              <w:t>range</w:t>
            </w:r>
            <w:proofErr w:type="spellEnd"/>
            <w:r>
              <w:t>.</w:t>
            </w:r>
          </w:p>
          <w:p w:rsidR="007F7604" w:rsidRDefault="007F7604" w:rsidP="00407551">
            <w:r>
              <w:t xml:space="preserve">Se è maggiore del codice terminale di fine </w:t>
            </w:r>
            <w:proofErr w:type="spellStart"/>
            <w:r>
              <w:t>range</w:t>
            </w:r>
            <w:proofErr w:type="spellEnd"/>
            <w:r>
              <w:t xml:space="preserve"> il sistema segnala l'errore 9041.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a terminale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 xml:space="preserve">Se viene specificato solo il codice di inizio </w:t>
            </w:r>
            <w:proofErr w:type="spellStart"/>
            <w:r>
              <w:t>range</w:t>
            </w:r>
            <w:proofErr w:type="spellEnd"/>
            <w:r>
              <w:t xml:space="preserve"> </w:t>
            </w:r>
            <w:r>
              <w:br/>
            </w:r>
            <w:r>
              <w:tab/>
              <w:t xml:space="preserve">viene considerato come il massimo valore ammesso, </w:t>
            </w:r>
            <w:r>
              <w:br/>
            </w:r>
            <w:r>
              <w:tab/>
              <w:t>altrimenti è obbligatorio.</w:t>
            </w:r>
          </w:p>
          <w:p w:rsidR="007F7604" w:rsidRDefault="007F7604" w:rsidP="00407551">
            <w:pPr>
              <w:ind w:left="1418" w:hanging="1418"/>
            </w:pPr>
            <w:r>
              <w:t xml:space="preserve">Codice terminale di fine </w:t>
            </w:r>
            <w:proofErr w:type="spellStart"/>
            <w:r>
              <w:t>range</w:t>
            </w:r>
            <w:proofErr w:type="spellEnd"/>
            <w:r>
              <w:t>.</w:t>
            </w:r>
          </w:p>
          <w:p w:rsidR="007F7604" w:rsidRDefault="007F7604" w:rsidP="00407551">
            <w:r>
              <w:t xml:space="preserve">Se è minore del codice terminale di inizio </w:t>
            </w:r>
            <w:proofErr w:type="spellStart"/>
            <w:r>
              <w:t>range</w:t>
            </w:r>
            <w:proofErr w:type="spellEnd"/>
            <w:r>
              <w:t xml:space="preserve"> il sistema segnala l'errore 9041.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modello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modello con relativa descrizione.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transazione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transazione con relativa descrizione.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terminale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terminale con relativa descrizione.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lastRenderedPageBreak/>
              <w:t>stampante</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Protetto.</w:t>
            </w:r>
          </w:p>
          <w:p w:rsidR="007F7604" w:rsidRDefault="007F7604" w:rsidP="00407551">
            <w:r>
              <w:t>Codice stampante associata.</w:t>
            </w:r>
          </w:p>
          <w:p w:rsidR="007F7604" w:rsidRDefault="007F7604" w:rsidP="00407551"/>
        </w:tc>
      </w:tr>
    </w:tbl>
    <w:p w:rsidR="007F7604" w:rsidRDefault="007F7604" w:rsidP="007F7604">
      <w:pPr>
        <w:pStyle w:val="Titolo3"/>
        <w:ind w:left="357" w:hanging="357"/>
      </w:pPr>
      <w:bookmarkStart w:id="488" w:name="_Toc494685535"/>
      <w:bookmarkStart w:id="489" w:name="_Toc510349164"/>
      <w:bookmarkStart w:id="490" w:name="_Toc397613776"/>
      <w:r>
        <w:t>Funzioni associate</w:t>
      </w:r>
      <w:bookmarkEnd w:id="488"/>
      <w:bookmarkEnd w:id="489"/>
      <w:bookmarkEnd w:id="490"/>
    </w:p>
    <w:p w:rsidR="007F7604" w:rsidRDefault="007F7604" w:rsidP="007F7604">
      <w:r>
        <w:t>Gestione Associazioni Stampanti (APRT).</w:t>
      </w:r>
    </w:p>
    <w:p w:rsidR="007F7604" w:rsidRDefault="007F7604" w:rsidP="007F7604">
      <w:r>
        <w:t>Gestione Modelli di stampa (GMDL);</w:t>
      </w:r>
    </w:p>
    <w:p w:rsidR="007F7604" w:rsidRDefault="007F7604" w:rsidP="007F7604">
      <w:r>
        <w:t>Controllo Associazioni Stampanti (CPRT).</w:t>
      </w:r>
    </w:p>
    <w:p w:rsidR="007F7604" w:rsidRDefault="007F7604" w:rsidP="007F7604">
      <w:pPr>
        <w:pStyle w:val="Titolo2"/>
      </w:pPr>
      <w:r>
        <w:br w:type="page"/>
      </w:r>
      <w:bookmarkStart w:id="491" w:name="_Toc494685536"/>
      <w:bookmarkStart w:id="492" w:name="_Toc510349165"/>
      <w:bookmarkStart w:id="493" w:name="_Toc397613777"/>
      <w:proofErr w:type="spellStart"/>
      <w:r>
        <w:lastRenderedPageBreak/>
        <w:t>Inquiry</w:t>
      </w:r>
      <w:proofErr w:type="spellEnd"/>
      <w:r>
        <w:t xml:space="preserve"> Terminali (ITER)</w:t>
      </w:r>
      <w:bookmarkEnd w:id="491"/>
      <w:bookmarkEnd w:id="492"/>
      <w:bookmarkEnd w:id="493"/>
    </w:p>
    <w:p w:rsidR="007F7604" w:rsidRDefault="007F7604" w:rsidP="007F7604">
      <w:pPr>
        <w:pStyle w:val="Titolo3"/>
        <w:ind w:left="357" w:hanging="357"/>
      </w:pPr>
      <w:bookmarkStart w:id="494" w:name="_Toc494685537"/>
      <w:bookmarkStart w:id="495" w:name="_Toc510349166"/>
      <w:bookmarkStart w:id="496" w:name="_Toc397613778"/>
      <w:r>
        <w:t>Utilizzo della transazione</w:t>
      </w:r>
      <w:bookmarkEnd w:id="494"/>
      <w:bookmarkEnd w:id="495"/>
      <w:bookmarkEnd w:id="496"/>
    </w:p>
    <w:p w:rsidR="007F7604" w:rsidRDefault="007F7604" w:rsidP="007F7604">
      <w:pPr>
        <w:tabs>
          <w:tab w:val="left" w:pos="567"/>
        </w:tabs>
        <w:spacing w:after="240"/>
      </w:pPr>
      <w:r>
        <w:t>La transazione ITER (</w:t>
      </w:r>
      <w:proofErr w:type="spellStart"/>
      <w:r>
        <w:t>Inquiry</w:t>
      </w:r>
      <w:proofErr w:type="spellEnd"/>
      <w:r>
        <w:t xml:space="preserve"> Terminali) permette di effettuare un'interrogazione dei dati censiti nell'Archivio Terminali con la funzione GTER (Gestione Terminali).</w:t>
      </w:r>
    </w:p>
    <w:p w:rsidR="007F7604" w:rsidRDefault="007F7604" w:rsidP="007F7604">
      <w:pPr>
        <w:tabs>
          <w:tab w:val="left" w:pos="567"/>
        </w:tabs>
      </w:pPr>
      <w:r>
        <w:t xml:space="preserve">Per l'estrazione dei dati desiderati è necessario specificare un intervallo che contenga i codici terminali di inizio e fine ricerca. E' possibile non valorizzare il valore di inizio o fine </w:t>
      </w:r>
      <w:proofErr w:type="spellStart"/>
      <w:r>
        <w:t>range</w:t>
      </w:r>
      <w:proofErr w:type="spellEnd"/>
      <w:r>
        <w:t>; ciò equivale a considerare implicitamente quel valore come rispettivamente il minimo o il massimo ammesso.</w:t>
      </w:r>
    </w:p>
    <w:p w:rsidR="007F7604" w:rsidRDefault="007F7604" w:rsidP="007F7604">
      <w:pPr>
        <w:tabs>
          <w:tab w:val="left" w:pos="567"/>
        </w:tabs>
      </w:pPr>
      <w:r>
        <w:t xml:space="preserve">Una volta valorizzato il </w:t>
      </w:r>
      <w:proofErr w:type="spellStart"/>
      <w:r>
        <w:t>range</w:t>
      </w:r>
      <w:proofErr w:type="spellEnd"/>
      <w:r>
        <w:t xml:space="preserve"> compare a video la lista dei record estratti dall'archivio Terminali; è possibile scegliere quello/i di cui interessa la visione dettagliata digitando un carattere nel campo di selezione corrispondente e premendo il tasto </w:t>
      </w:r>
      <w:r>
        <w:rPr>
          <w:b/>
        </w:rPr>
        <w:t>'INVIO'</w:t>
      </w:r>
      <w:r>
        <w:t>.</w:t>
      </w:r>
    </w:p>
    <w:p w:rsidR="007F7604" w:rsidRDefault="007F7604" w:rsidP="007F7604">
      <w:r>
        <w:t>Oltre al codice, vengono visualizzati una descrizione, un istituto, una dipendenza ed un tipo; quest'ultimo ne specifica le caratteristiche tecniche (ad esempio il numero di righe e di caratteri per pollice) definite con la transazione GTTE (Gestione Tipi Terminali).</w:t>
      </w:r>
    </w:p>
    <w:p w:rsidR="007F7604" w:rsidRDefault="007F7604" w:rsidP="007F7604">
      <w:pPr>
        <w:pStyle w:val="Titolo3"/>
        <w:ind w:left="357" w:hanging="357"/>
      </w:pPr>
      <w:bookmarkStart w:id="497" w:name="_Toc494685538"/>
      <w:bookmarkStart w:id="498" w:name="_Toc510349167"/>
      <w:bookmarkStart w:id="499" w:name="_Toc397613779"/>
      <w:r>
        <w:t>Interfaccia utente</w:t>
      </w:r>
      <w:bookmarkEnd w:id="497"/>
      <w:bookmarkEnd w:id="498"/>
      <w:bookmarkEnd w:id="499"/>
    </w:p>
    <w:p w:rsidR="007F7604" w:rsidRDefault="007F7604" w:rsidP="007F7604">
      <w:pPr>
        <w:spacing w:after="240"/>
      </w:pPr>
      <w:r>
        <w:t>L'</w:t>
      </w:r>
      <w:proofErr w:type="spellStart"/>
      <w:r>
        <w:t>inquiry</w:t>
      </w:r>
      <w:proofErr w:type="spellEnd"/>
      <w:r>
        <w:t xml:space="preserve"> è articolata su due mappe:</w:t>
      </w:r>
    </w:p>
    <w:p w:rsidR="007F7604" w:rsidRDefault="007F7604" w:rsidP="007F7604">
      <w:pPr>
        <w:spacing w:after="240"/>
        <w:ind w:left="709" w:hanging="357"/>
      </w:pPr>
      <w:r>
        <w:fldChar w:fldCharType="begin"/>
      </w:r>
      <w:r>
        <w:instrText>SYMBOL 183 \f "Symbol" \s 10 \h</w:instrText>
      </w:r>
      <w:r>
        <w:fldChar w:fldCharType="end"/>
      </w:r>
      <w:r>
        <w:tab/>
        <w:t>nella prima (zzM071T) viene specificato l'intervallo di ricerca e viene esposto l'elenco dei terminali trovati;</w:t>
      </w:r>
    </w:p>
    <w:p w:rsidR="007F7604" w:rsidRDefault="007F7604" w:rsidP="007F7604">
      <w:pPr>
        <w:ind w:left="709" w:hanging="360"/>
      </w:pPr>
      <w:r>
        <w:fldChar w:fldCharType="begin"/>
      </w:r>
      <w:r>
        <w:instrText>SYMBOL 183 \f "Symbol" \s 10 \h</w:instrText>
      </w:r>
      <w:r>
        <w:fldChar w:fldCharType="end"/>
      </w:r>
      <w:r>
        <w:tab/>
        <w:t>la seconda (zzM072T) mostra le caratteristiche dei terminali selezionati nella prima mappa.</w:t>
      </w:r>
    </w:p>
    <w:p w:rsidR="007F7604" w:rsidRDefault="007F7604" w:rsidP="007F7604">
      <w:pPr>
        <w:pStyle w:val="ParagNoNum"/>
      </w:pPr>
      <w:r>
        <w:br w:type="page"/>
      </w:r>
      <w:r>
        <w:lastRenderedPageBreak/>
        <w:t>Mappa 1</w:t>
      </w:r>
    </w:p>
    <w:p w:rsidR="007F7604" w:rsidRDefault="007F7604" w:rsidP="007F7604">
      <w:pPr>
        <w:tabs>
          <w:tab w:val="left" w:pos="426"/>
          <w:tab w:val="left" w:pos="4537"/>
          <w:tab w:val="left" w:pos="9356"/>
        </w:tabs>
        <w:spacing w:after="120"/>
      </w:pPr>
      <w:r>
        <w:t xml:space="preserve">Digitando il nome della transazione (ITER) e premendo il tasto </w:t>
      </w:r>
      <w:r>
        <w:rPr>
          <w:b/>
        </w:rPr>
        <w:t>'INVIO'</w:t>
      </w:r>
      <w:r>
        <w:t xml:space="preserve"> viene presentata la seguente mappa:</w:t>
      </w:r>
    </w:p>
    <w:p w:rsidR="007F7604" w:rsidRDefault="007F7604" w:rsidP="007F7604">
      <w:pPr>
        <w:pStyle w:val="Mappa"/>
      </w:pPr>
      <w:r>
        <w:t xml:space="preserve"> :::::::: :::::::: * :::::::::::::::::::::::::::::::::::::: * :::::::: ::::::::</w:t>
      </w:r>
    </w:p>
    <w:p w:rsidR="007F7604" w:rsidRDefault="007F7604" w:rsidP="007F7604">
      <w:pPr>
        <w:pStyle w:val="Mappa"/>
      </w:pPr>
      <w:r>
        <w:t xml:space="preserve"> ITER Z : :::::::: * :::::::::::INQUIRY TERMINALI::::::::::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Dal terminale ________     al terminale ________                </w:t>
      </w:r>
    </w:p>
    <w:p w:rsidR="007F7604" w:rsidRDefault="007F7604" w:rsidP="007F7604">
      <w:pPr>
        <w:pStyle w:val="Mappa"/>
      </w:pPr>
      <w:r>
        <w:t xml:space="preserve">                                                                               </w:t>
      </w:r>
    </w:p>
    <w:p w:rsidR="007F7604" w:rsidRDefault="007F7604" w:rsidP="007F7604">
      <w:pPr>
        <w:pStyle w:val="Mappa"/>
      </w:pPr>
      <w:r>
        <w:t xml:space="preserve"> </w:t>
      </w:r>
      <w:proofErr w:type="spellStart"/>
      <w:r>
        <w:t>Sel</w:t>
      </w:r>
      <w:proofErr w:type="spellEnd"/>
      <w:r>
        <w:t xml:space="preserve">. Terminale   Istituto  Dipendenza  Tipo </w:t>
      </w:r>
      <w:proofErr w:type="spellStart"/>
      <w:r>
        <w:t>Term</w:t>
      </w:r>
      <w:proofErr w:type="spellEnd"/>
      <w:r>
        <w:t xml:space="preserve">.  </w:t>
      </w:r>
      <w:proofErr w:type="spellStart"/>
      <w:r>
        <w:t>Funz</w:t>
      </w:r>
      <w:proofErr w:type="spellEnd"/>
      <w:r>
        <w:t xml:space="preserve">. attiva.  </w:t>
      </w:r>
      <w:proofErr w:type="spellStart"/>
      <w:r>
        <w:t>Oper</w:t>
      </w:r>
      <w:proofErr w:type="spellEnd"/>
      <w:r>
        <w:t>. attivo</w:t>
      </w:r>
    </w:p>
    <w:p w:rsidR="007F7604" w:rsidRDefault="007F7604" w:rsidP="007F7604">
      <w:pPr>
        <w:pStyle w:val="Mappa"/>
      </w:pPr>
      <w:r>
        <w:t xml:space="preserve">  :    ::::::::     :::::      :::::     ::::::::      ::::          ::::::::  </w:t>
      </w:r>
    </w:p>
    <w:p w:rsidR="007F7604" w:rsidRDefault="007F7604" w:rsidP="007F7604">
      <w:pPr>
        <w:pStyle w:val="Mappa"/>
      </w:pPr>
      <w:r>
        <w:t xml:space="preserve">  :    ::::::::     :::::      :::::     ::::::::      ::::          ::::::::  </w:t>
      </w:r>
    </w:p>
    <w:p w:rsidR="007F7604" w:rsidRDefault="007F7604" w:rsidP="007F7604">
      <w:pPr>
        <w:pStyle w:val="Mappa"/>
      </w:pPr>
      <w:r>
        <w:t xml:space="preserve">  :    ::::::::     :::::      :::::     ::::::::      ::::          ::::::::  </w:t>
      </w:r>
    </w:p>
    <w:p w:rsidR="007F7604" w:rsidRDefault="007F7604" w:rsidP="007F7604">
      <w:pPr>
        <w:pStyle w:val="Mappa"/>
      </w:pPr>
      <w:r>
        <w:t xml:space="preserve">  :    ::::::::     :::::      :::::     ::::::::      ::::          ::::::::  </w:t>
      </w:r>
    </w:p>
    <w:p w:rsidR="007F7604" w:rsidRDefault="007F7604" w:rsidP="007F7604">
      <w:pPr>
        <w:pStyle w:val="Mappa"/>
      </w:pPr>
      <w:r>
        <w:t xml:space="preserve">  :    ::::::::     :::::      :::::     ::::::::      ::::          ::::::::  </w:t>
      </w:r>
    </w:p>
    <w:p w:rsidR="007F7604" w:rsidRDefault="007F7604" w:rsidP="007F7604">
      <w:pPr>
        <w:pStyle w:val="Mappa"/>
      </w:pPr>
      <w:r>
        <w:t xml:space="preserve">  :    ::::::::     :::::      :::::     ::::::::      ::::          ::::::::  </w:t>
      </w:r>
    </w:p>
    <w:p w:rsidR="007F7604" w:rsidRDefault="007F7604" w:rsidP="007F7604">
      <w:pPr>
        <w:pStyle w:val="Mappa"/>
      </w:pPr>
      <w:r>
        <w:t xml:space="preserve">  :    ::::::::     :::::      :::::     ::::::::      ::::          ::::::::  </w:t>
      </w:r>
    </w:p>
    <w:p w:rsidR="007F7604" w:rsidRDefault="007F7604" w:rsidP="007F7604">
      <w:pPr>
        <w:pStyle w:val="Mappa"/>
      </w:pPr>
      <w:r>
        <w:t xml:space="preserve">  :    ::::::::     :::::      :::::     ::::::::      ::::          ::::::::  </w:t>
      </w:r>
    </w:p>
    <w:p w:rsidR="007F7604" w:rsidRDefault="007F7604" w:rsidP="007F7604">
      <w:pPr>
        <w:pStyle w:val="Mappa"/>
      </w:pPr>
      <w:r>
        <w:t xml:space="preserve">  :    ::::::::     :::::      :::::     ::::::::      ::::          ::::::::  </w:t>
      </w:r>
    </w:p>
    <w:p w:rsidR="007F7604" w:rsidRDefault="007F7604" w:rsidP="007F7604">
      <w:pPr>
        <w:pStyle w:val="Mappa"/>
      </w:pPr>
      <w:r>
        <w:t xml:space="preserve">  :    ::::::::     :::::      :::::     ::::::::      ::::          ::::::::  </w:t>
      </w:r>
    </w:p>
    <w:p w:rsidR="007F7604" w:rsidRDefault="007F7604" w:rsidP="007F7604">
      <w:pPr>
        <w:pStyle w:val="Mappa"/>
      </w:pPr>
      <w:r>
        <w:t xml:space="preserve">  :    ::::::::     :::::      :::::     ::::::::      ::::          ::::::::  </w:t>
      </w:r>
    </w:p>
    <w:p w:rsidR="007F7604" w:rsidRDefault="007F7604" w:rsidP="007F7604">
      <w:pPr>
        <w:pStyle w:val="Mappa"/>
      </w:pPr>
      <w:r>
        <w:t xml:space="preserve">  :    ::::::::     :::::      :::::     ::::::::      ::::          ::::::::  </w:t>
      </w:r>
    </w:p>
    <w:p w:rsidR="007F7604" w:rsidRDefault="007F7604" w:rsidP="007F7604">
      <w:pPr>
        <w:pStyle w:val="Mappa"/>
      </w:pPr>
      <w:r>
        <w:t xml:space="preserve">  :    ::::::::     :::::      :::::     ::::::::      ::::          ::::::::  </w:t>
      </w:r>
    </w:p>
    <w:p w:rsidR="007F7604" w:rsidRDefault="007F7604" w:rsidP="007F7604">
      <w:pPr>
        <w:pStyle w:val="Mappa"/>
      </w:pPr>
      <w:r>
        <w:t xml:space="preserve">  :    ::::::::     :::::      :::::     ::::::::      ::::          ::::::::  </w:t>
      </w:r>
    </w:p>
    <w:p w:rsidR="007F7604" w:rsidRDefault="007F7604" w:rsidP="007F7604">
      <w:pPr>
        <w:pStyle w:val="Mappa"/>
      </w:pPr>
      <w:r>
        <w:t xml:space="preserve">  :    ::::::::     :::::      :::::     ::::::::      ::::          ::::::::  </w:t>
      </w:r>
    </w:p>
    <w:p w:rsidR="007F7604" w:rsidRDefault="007F7604" w:rsidP="007F7604">
      <w:pPr>
        <w:pStyle w:val="Mappa"/>
      </w:pPr>
      <w:r>
        <w:t xml:space="preserve">  :    ::::::::     :::::      :::::     ::::::::      ::::          ::::::::  </w:t>
      </w:r>
    </w:p>
    <w:p w:rsidR="007F7604" w:rsidRDefault="007F7604" w:rsidP="00464905">
      <w:pPr>
        <w:pStyle w:val="Titolo9"/>
        <w:numPr>
          <w:ilvl w:val="0"/>
          <w:numId w:val="0"/>
        </w:numPr>
        <w:ind w:left="1584" w:firstLine="543"/>
        <w:jc w:val="both"/>
      </w:pPr>
      <w:bookmarkStart w:id="500" w:name="_Toc494685610"/>
      <w:bookmarkStart w:id="501" w:name="_Toc510349239"/>
      <w:r>
        <w:t xml:space="preserve">Mappa </w:t>
      </w:r>
      <w:r>
        <w:fldChar w:fldCharType="begin"/>
      </w:r>
      <w:r>
        <w:instrText>SEQ mappa</w:instrText>
      </w:r>
      <w:r>
        <w:fldChar w:fldCharType="separate"/>
      </w:r>
      <w:r>
        <w:rPr>
          <w:noProof/>
        </w:rPr>
        <w:t>58</w:t>
      </w:r>
      <w:r>
        <w:fldChar w:fldCharType="end"/>
      </w:r>
      <w:r>
        <w:t xml:space="preserve">:   ZZM071T </w:t>
      </w:r>
      <w:proofErr w:type="spellStart"/>
      <w:r>
        <w:t>Inquiry</w:t>
      </w:r>
      <w:proofErr w:type="spellEnd"/>
      <w:r>
        <w:t xml:space="preserve"> terminali – 1</w:t>
      </w:r>
      <w:bookmarkEnd w:id="500"/>
      <w:bookmarkEnd w:id="501"/>
    </w:p>
    <w:p w:rsidR="007F7604" w:rsidRDefault="007F7604" w:rsidP="007F7604">
      <w:pPr>
        <w:pStyle w:val="ParagNoNum"/>
      </w:pPr>
      <w:r>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dal terminale</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 xml:space="preserve">Se viene specificato solo il codice di fine </w:t>
            </w:r>
            <w:proofErr w:type="spellStart"/>
            <w:r>
              <w:t>range</w:t>
            </w:r>
            <w:proofErr w:type="spellEnd"/>
            <w:r>
              <w:t xml:space="preserve"> viene </w:t>
            </w:r>
            <w:r>
              <w:tab/>
              <w:t xml:space="preserve">considerato come il minimo valore ammesso, </w:t>
            </w:r>
            <w:r>
              <w:tab/>
              <w:t>altrimenti è obbligatorio.</w:t>
            </w:r>
          </w:p>
          <w:p w:rsidR="007F7604" w:rsidRDefault="007F7604" w:rsidP="00407551">
            <w:r>
              <w:t>Codice terminale di inizio ricerca.</w:t>
            </w:r>
          </w:p>
          <w:p w:rsidR="007F7604" w:rsidRDefault="007F7604" w:rsidP="00407551">
            <w:r>
              <w:t>Se è maggiore del codice terminale di fine ricerca il sistema segnala l'errore 9041.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al terminale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 xml:space="preserve">Se viene specificato solo il codice di inizio </w:t>
            </w:r>
            <w:proofErr w:type="spellStart"/>
            <w:r>
              <w:t>range</w:t>
            </w:r>
            <w:proofErr w:type="spellEnd"/>
            <w:r>
              <w:t xml:space="preserve"> </w:t>
            </w:r>
            <w:r>
              <w:tab/>
              <w:t xml:space="preserve">viene considerato come il massimo valore ammesso, </w:t>
            </w:r>
            <w:r>
              <w:tab/>
              <w:t>altrimenti è obbligatorio.</w:t>
            </w:r>
          </w:p>
          <w:p w:rsidR="007F7604" w:rsidRDefault="007F7604" w:rsidP="00407551">
            <w:r>
              <w:t>Codice terminale di fine ricerca.</w:t>
            </w:r>
          </w:p>
          <w:p w:rsidR="007F7604" w:rsidRDefault="007F7604" w:rsidP="00407551">
            <w:r>
              <w:t>Se è minore del codice terminale di inizio ricerca il sistema segnala l'errore 9041.</w:t>
            </w:r>
          </w:p>
          <w:p w:rsidR="007F7604" w:rsidRDefault="007F7604" w:rsidP="00407551">
            <w:r>
              <w:t xml:space="preserve">Se nessun terminale è compreso nel </w:t>
            </w:r>
            <w:proofErr w:type="spellStart"/>
            <w:r>
              <w:t>range</w:t>
            </w:r>
            <w:proofErr w:type="spellEnd"/>
            <w:r>
              <w:t xml:space="preserve"> specificato il sistema segnala l'errore 9038.</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proofErr w:type="spellStart"/>
            <w:r>
              <w:rPr>
                <w:smallCaps/>
              </w:rPr>
              <w:t>sel</w:t>
            </w:r>
            <w:proofErr w:type="spellEnd"/>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Campo di selezione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terminale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terminale.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lastRenderedPageBreak/>
              <w:t>istituto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istituto di appartenenza del terminale.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dipendenza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dipendenza di appartenenza del terminale.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tipo terminale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Tipo di terminale.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funzione attiva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Funzione attiva sul terminale in esame.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operatore attivo</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Protetto.</w:t>
            </w:r>
          </w:p>
          <w:p w:rsidR="007F7604" w:rsidRDefault="007F7604" w:rsidP="00407551">
            <w:r>
              <w:t>Operatore attivo sul terminale in esame.</w:t>
            </w:r>
          </w:p>
          <w:p w:rsidR="007F7604" w:rsidRDefault="007F7604" w:rsidP="00407551"/>
        </w:tc>
      </w:tr>
    </w:tbl>
    <w:p w:rsidR="007F7604" w:rsidRDefault="007F7604" w:rsidP="007F7604">
      <w:pPr>
        <w:pStyle w:val="ParagNoNum"/>
      </w:pPr>
      <w:r>
        <w:t>Mappa 2</w:t>
      </w:r>
    </w:p>
    <w:p w:rsidR="007F7604" w:rsidRDefault="007F7604" w:rsidP="007F7604">
      <w:pPr>
        <w:pStyle w:val="Mappa"/>
      </w:pPr>
      <w:r>
        <w:t xml:space="preserve"> :::::::: :::::::: * :::::::::::::::::::::::::::::::::::::: * :::::::: ::::::::</w:t>
      </w:r>
    </w:p>
    <w:p w:rsidR="007F7604" w:rsidRDefault="007F7604" w:rsidP="007F7604">
      <w:pPr>
        <w:pStyle w:val="Mappa"/>
      </w:pPr>
      <w:r>
        <w:t xml:space="preserve"> ITER Z : :::::::: * :::::::::::INQUIRY TERMINALI::::::::::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Terminale ::::::::                                              </w:t>
      </w:r>
    </w:p>
    <w:p w:rsidR="007F7604" w:rsidRDefault="007F7604" w:rsidP="007F7604">
      <w:pPr>
        <w:pStyle w:val="Mappa"/>
      </w:pPr>
      <w:r>
        <w:t xml:space="preserve">                                                                               </w:t>
      </w:r>
    </w:p>
    <w:p w:rsidR="007F7604" w:rsidRDefault="007F7604" w:rsidP="007F7604">
      <w:pPr>
        <w:pStyle w:val="Mappa"/>
      </w:pPr>
      <w:r>
        <w:t xml:space="preserve">             Descrizione ::::::::::::::::::::::::::::::::::::::::              </w:t>
      </w:r>
    </w:p>
    <w:p w:rsidR="007F7604" w:rsidRDefault="007F7604" w:rsidP="007F7604">
      <w:pPr>
        <w:pStyle w:val="Mappa"/>
      </w:pPr>
      <w:r>
        <w:t xml:space="preserve">                                                                               </w:t>
      </w:r>
    </w:p>
    <w:p w:rsidR="007F7604" w:rsidRDefault="007F7604" w:rsidP="007F7604">
      <w:pPr>
        <w:pStyle w:val="Mappa"/>
      </w:pPr>
      <w:r>
        <w:t xml:space="preserve">           Istituto      ::::: ::::::::::::::::::::::::::::::::::::::::        </w:t>
      </w:r>
    </w:p>
    <w:p w:rsidR="007F7604" w:rsidRDefault="007F7604" w:rsidP="007F7604">
      <w:pPr>
        <w:pStyle w:val="Mappa"/>
      </w:pPr>
      <w:r>
        <w:t xml:space="preserve">           Dipendenza    ::::: ::::::::::::::::::::::::::::::::::::::::        </w:t>
      </w:r>
    </w:p>
    <w:p w:rsidR="007F7604" w:rsidRDefault="007F7604" w:rsidP="007F7604">
      <w:pPr>
        <w:pStyle w:val="Mappa"/>
      </w:pPr>
      <w:r>
        <w:t xml:space="preserve">                                                                               </w:t>
      </w:r>
    </w:p>
    <w:p w:rsidR="007F7604" w:rsidRDefault="007F7604" w:rsidP="007F7604">
      <w:pPr>
        <w:pStyle w:val="Mappa"/>
      </w:pPr>
      <w:r>
        <w:t xml:space="preserve">             Tipo:    :::::::: ::::::::::::::::::::::::::::::::::::::::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464905">
      <w:pPr>
        <w:pStyle w:val="Titolo9"/>
        <w:numPr>
          <w:ilvl w:val="0"/>
          <w:numId w:val="0"/>
        </w:numPr>
        <w:ind w:left="1584" w:firstLine="543"/>
        <w:jc w:val="both"/>
      </w:pPr>
      <w:bookmarkStart w:id="502" w:name="_Toc494685611"/>
      <w:bookmarkStart w:id="503" w:name="_Toc510349240"/>
      <w:r>
        <w:t xml:space="preserve">Mappa </w:t>
      </w:r>
      <w:r>
        <w:fldChar w:fldCharType="begin"/>
      </w:r>
      <w:r>
        <w:instrText>SEQ mappa</w:instrText>
      </w:r>
      <w:r>
        <w:fldChar w:fldCharType="separate"/>
      </w:r>
      <w:r>
        <w:rPr>
          <w:noProof/>
        </w:rPr>
        <w:t>59</w:t>
      </w:r>
      <w:r>
        <w:fldChar w:fldCharType="end"/>
      </w:r>
      <w:r>
        <w:t xml:space="preserve">:   ZZM072T </w:t>
      </w:r>
      <w:proofErr w:type="spellStart"/>
      <w:r>
        <w:t>Inquiry</w:t>
      </w:r>
      <w:proofErr w:type="spellEnd"/>
      <w:r>
        <w:t xml:space="preserve"> terminali – 2</w:t>
      </w:r>
      <w:bookmarkEnd w:id="502"/>
      <w:bookmarkEnd w:id="503"/>
    </w:p>
    <w:p w:rsidR="007F7604" w:rsidRDefault="007F7604" w:rsidP="007F7604">
      <w:pPr>
        <w:pStyle w:val="ParagNoNum"/>
      </w:pPr>
      <w:r>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terminale</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terminale selezionato.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descrizione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Descrizione del terminale selezionato.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lastRenderedPageBreak/>
              <w:t>istituto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e descrizione dell'istituto di appartenenza del terminale selezionato.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dipendenza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e descrizione della dipendenza di appartenenza del terminale selezionato.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tipo</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Protetto.</w:t>
            </w:r>
          </w:p>
          <w:p w:rsidR="007F7604" w:rsidRDefault="007F7604" w:rsidP="00407551">
            <w:r>
              <w:t>Codice e descrizione del tipo di terminale selezionato.</w:t>
            </w:r>
          </w:p>
          <w:p w:rsidR="007F7604" w:rsidRDefault="007F7604" w:rsidP="00407551"/>
        </w:tc>
      </w:tr>
    </w:tbl>
    <w:p w:rsidR="007F7604" w:rsidRDefault="007F7604" w:rsidP="007F7604">
      <w:pPr>
        <w:pStyle w:val="Titolo3"/>
        <w:ind w:left="357" w:hanging="357"/>
      </w:pPr>
      <w:bookmarkStart w:id="504" w:name="_Toc494685539"/>
      <w:bookmarkStart w:id="505" w:name="_Toc510349168"/>
      <w:bookmarkStart w:id="506" w:name="_Toc397613780"/>
      <w:r>
        <w:t>Funzioni associate</w:t>
      </w:r>
      <w:bookmarkEnd w:id="504"/>
      <w:bookmarkEnd w:id="505"/>
      <w:bookmarkEnd w:id="506"/>
    </w:p>
    <w:p w:rsidR="007F7604" w:rsidRDefault="007F7604" w:rsidP="007F7604">
      <w:r>
        <w:t>Gestione Terminali (GTER);</w:t>
      </w:r>
    </w:p>
    <w:p w:rsidR="007F7604" w:rsidRDefault="007F7604" w:rsidP="007F7604">
      <w:proofErr w:type="spellStart"/>
      <w:r>
        <w:t>Inquiry</w:t>
      </w:r>
      <w:proofErr w:type="spellEnd"/>
      <w:r>
        <w:t xml:space="preserve"> Istituto (IIST);</w:t>
      </w:r>
    </w:p>
    <w:p w:rsidR="007F7604" w:rsidRDefault="007F7604" w:rsidP="007F7604">
      <w:proofErr w:type="spellStart"/>
      <w:r>
        <w:t>Inquiry</w:t>
      </w:r>
      <w:proofErr w:type="spellEnd"/>
      <w:r>
        <w:t xml:space="preserve"> Dipendenze (IDIP);</w:t>
      </w:r>
    </w:p>
    <w:p w:rsidR="007F7604" w:rsidRDefault="007F7604" w:rsidP="007F7604">
      <w:r>
        <w:t>Gestione Tipi Terminali (GTTE).</w:t>
      </w:r>
    </w:p>
    <w:p w:rsidR="007F7604" w:rsidRDefault="007F7604" w:rsidP="007F7604">
      <w:pPr>
        <w:pStyle w:val="Titolo2"/>
      </w:pPr>
      <w:r>
        <w:br w:type="page"/>
      </w:r>
      <w:bookmarkStart w:id="507" w:name="_Toc494685540"/>
      <w:bookmarkStart w:id="508" w:name="_Toc510349169"/>
      <w:bookmarkStart w:id="509" w:name="_Toc397613781"/>
      <w:proofErr w:type="spellStart"/>
      <w:r>
        <w:lastRenderedPageBreak/>
        <w:t>Inquiry</w:t>
      </w:r>
      <w:proofErr w:type="spellEnd"/>
      <w:r>
        <w:t xml:space="preserve"> Transazioni (ITRX)</w:t>
      </w:r>
      <w:bookmarkEnd w:id="507"/>
      <w:bookmarkEnd w:id="508"/>
      <w:bookmarkEnd w:id="509"/>
    </w:p>
    <w:p w:rsidR="007F7604" w:rsidRDefault="007F7604" w:rsidP="007F7604">
      <w:pPr>
        <w:pStyle w:val="Titolo3"/>
        <w:ind w:left="357" w:hanging="357"/>
      </w:pPr>
      <w:bookmarkStart w:id="510" w:name="_Toc494685541"/>
      <w:bookmarkStart w:id="511" w:name="_Toc510349170"/>
      <w:bookmarkStart w:id="512" w:name="_Toc397613782"/>
      <w:r>
        <w:t>Utilizzo della transazione</w:t>
      </w:r>
      <w:bookmarkEnd w:id="510"/>
      <w:bookmarkEnd w:id="511"/>
      <w:bookmarkEnd w:id="512"/>
    </w:p>
    <w:p w:rsidR="007F7604" w:rsidRDefault="007F7604" w:rsidP="007F7604">
      <w:pPr>
        <w:tabs>
          <w:tab w:val="left" w:pos="567"/>
        </w:tabs>
        <w:spacing w:after="240"/>
      </w:pPr>
      <w:r>
        <w:t>La transazione ITRX (</w:t>
      </w:r>
      <w:proofErr w:type="spellStart"/>
      <w:r>
        <w:t>Inquiry</w:t>
      </w:r>
      <w:proofErr w:type="spellEnd"/>
      <w:r>
        <w:t xml:space="preserve"> Transazioni) permette di effettuare un'interrogazione dei dati censiti nell'Archivio Funzioni.</w:t>
      </w:r>
    </w:p>
    <w:p w:rsidR="007F7604" w:rsidRDefault="007F7604" w:rsidP="007F7604">
      <w:pPr>
        <w:tabs>
          <w:tab w:val="left" w:pos="567"/>
        </w:tabs>
      </w:pPr>
      <w:r>
        <w:t>Per l'estrazione dei dati desiderati è necessario specificare un intervallo che contenga i codici transazione di inizio e fine ricerca.</w:t>
      </w:r>
    </w:p>
    <w:p w:rsidR="007F7604" w:rsidRDefault="007F7604" w:rsidP="007F7604">
      <w:pPr>
        <w:tabs>
          <w:tab w:val="left" w:pos="567"/>
        </w:tabs>
      </w:pPr>
      <w:r>
        <w:t xml:space="preserve">Una volta valorizzato il </w:t>
      </w:r>
      <w:proofErr w:type="spellStart"/>
      <w:r>
        <w:t>range</w:t>
      </w:r>
      <w:proofErr w:type="spellEnd"/>
      <w:r>
        <w:t xml:space="preserve"> compare a video la lista dei record estratti dall'archivio Funzioni; è possibile scegliere quello/i di cui interessa la visione dettagliata digitando un carattere nel campo di selezione corrispondente e premendo il tasto </w:t>
      </w:r>
      <w:r>
        <w:rPr>
          <w:b/>
        </w:rPr>
        <w:t>'INVIO'</w:t>
      </w:r>
      <w:r>
        <w:t>.</w:t>
      </w:r>
    </w:p>
    <w:p w:rsidR="007F7604" w:rsidRDefault="007F7604" w:rsidP="007F7604">
      <w:r>
        <w:t xml:space="preserve">Il sistema associa ad ogni programma </w:t>
      </w:r>
      <w:proofErr w:type="spellStart"/>
      <w:r>
        <w:t>Tp</w:t>
      </w:r>
      <w:proofErr w:type="spellEnd"/>
      <w:r>
        <w:t xml:space="preserve"> una transazione ed ad ogni transazione una funzione il cui nome viene utilizzato per lanciare l'esecuzione del programma; inoltre, ad ogni funzione, vengono associati un menu, una sicurezza interna o esterna, il log, lo stato.</w:t>
      </w:r>
    </w:p>
    <w:p w:rsidR="007F7604" w:rsidRDefault="007F7604" w:rsidP="007F7604">
      <w:r>
        <w:t>E' prevista la gestione, per ogni transazione, di un archivio che conserva i dati relativi a tutti gli operatori che effettuano un utilizzo della transazione.</w:t>
      </w:r>
    </w:p>
    <w:p w:rsidR="007F7604" w:rsidRDefault="007F7604" w:rsidP="007F7604">
      <w:r>
        <w:t>Per non appesantire eccessivamente il lavoro del sistema, l'utilizzo di tale possibilità è consigliato per quelle transazioni per le quali è necessario un controllo di sicurezza strettissimo.</w:t>
      </w:r>
    </w:p>
    <w:p w:rsidR="007F7604" w:rsidRDefault="007F7604" w:rsidP="007F7604">
      <w:r>
        <w:t>La possibilità di storicizzare tutti gli utilizzi di tali transazioni rappresenta un valido ausilio ai controllori della sicurezza di Istituto.</w:t>
      </w:r>
    </w:p>
    <w:p w:rsidR="007F7604" w:rsidRDefault="007F7604" w:rsidP="007F7604">
      <w:pPr>
        <w:pStyle w:val="Titolo3"/>
        <w:ind w:left="357" w:hanging="357"/>
      </w:pPr>
      <w:r>
        <w:br w:type="page"/>
      </w:r>
      <w:bookmarkStart w:id="513" w:name="_Toc494685542"/>
      <w:bookmarkStart w:id="514" w:name="_Toc510349171"/>
      <w:bookmarkStart w:id="515" w:name="_Toc397613783"/>
      <w:r>
        <w:lastRenderedPageBreak/>
        <w:t>Interfaccia utente</w:t>
      </w:r>
      <w:bookmarkEnd w:id="513"/>
      <w:bookmarkEnd w:id="514"/>
      <w:bookmarkEnd w:id="515"/>
    </w:p>
    <w:p w:rsidR="007F7604" w:rsidRDefault="007F7604" w:rsidP="007F7604">
      <w:pPr>
        <w:spacing w:after="240"/>
      </w:pPr>
      <w:r>
        <w:t>L'</w:t>
      </w:r>
      <w:proofErr w:type="spellStart"/>
      <w:r>
        <w:t>inquiry</w:t>
      </w:r>
      <w:proofErr w:type="spellEnd"/>
      <w:r>
        <w:t xml:space="preserve"> è articolata su due mappe:</w:t>
      </w:r>
    </w:p>
    <w:p w:rsidR="007F7604" w:rsidRDefault="007F7604" w:rsidP="007F7604">
      <w:pPr>
        <w:numPr>
          <w:ilvl w:val="0"/>
          <w:numId w:val="15"/>
        </w:numPr>
        <w:spacing w:after="240"/>
      </w:pPr>
      <w:r>
        <w:t>nella prima (zzM451T) viene specificato l'intervallo di ricerca e viene visualizzato l'elenco delle funzioni trovate;</w:t>
      </w:r>
    </w:p>
    <w:p w:rsidR="007F7604" w:rsidRDefault="007F7604" w:rsidP="007F7604">
      <w:pPr>
        <w:numPr>
          <w:ilvl w:val="0"/>
          <w:numId w:val="15"/>
        </w:numPr>
      </w:pPr>
      <w:r>
        <w:t>la seconda (zzM452T) visualizza le caratteristiche delle funzioni selezionate nella prima mappa.</w:t>
      </w:r>
    </w:p>
    <w:p w:rsidR="007F7604" w:rsidRDefault="007F7604" w:rsidP="007F7604">
      <w:pPr>
        <w:pStyle w:val="ParagNoNum"/>
      </w:pPr>
      <w:r>
        <w:t>Mappa 1</w:t>
      </w:r>
    </w:p>
    <w:p w:rsidR="007F7604" w:rsidRDefault="007F7604" w:rsidP="007F7604">
      <w:pPr>
        <w:tabs>
          <w:tab w:val="left" w:pos="426"/>
          <w:tab w:val="left" w:pos="4537"/>
          <w:tab w:val="left" w:pos="9356"/>
        </w:tabs>
        <w:spacing w:after="240"/>
      </w:pPr>
      <w:r>
        <w:t xml:space="preserve">Digitando il nome della transazione (ITRX) e premendo il tasto </w:t>
      </w:r>
      <w:r>
        <w:rPr>
          <w:b/>
        </w:rPr>
        <w:t>'INVIO'</w:t>
      </w:r>
      <w:r>
        <w:t xml:space="preserve"> viene presentata la seguente mappa:</w:t>
      </w:r>
    </w:p>
    <w:p w:rsidR="007F7604" w:rsidRDefault="007F7604" w:rsidP="007F7604">
      <w:pPr>
        <w:pStyle w:val="Mappa"/>
      </w:pPr>
      <w:r>
        <w:t xml:space="preserve"> :::::::: :::::::: * :::::::::::::::::::::::::::::::::::::: * :::::::: ::::::::</w:t>
      </w:r>
    </w:p>
    <w:p w:rsidR="007F7604" w:rsidRDefault="007F7604" w:rsidP="007F7604">
      <w:pPr>
        <w:pStyle w:val="Mappa"/>
      </w:pPr>
      <w:r>
        <w:t xml:space="preserve"> ITRX Z : :::::::: * ::::::INQUIRY DI SOLE TRANSAZIONI:::::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Da Funzione ____           a Funzione ____                      </w:t>
      </w:r>
    </w:p>
    <w:p w:rsidR="007F7604" w:rsidRDefault="007F7604" w:rsidP="007F7604">
      <w:pPr>
        <w:pStyle w:val="Mappa"/>
      </w:pPr>
      <w:r>
        <w:t xml:space="preserve">                                                                               </w:t>
      </w:r>
    </w:p>
    <w:p w:rsidR="007F7604" w:rsidRDefault="007F7604" w:rsidP="007F7604">
      <w:pPr>
        <w:pStyle w:val="Mappa"/>
      </w:pPr>
      <w:r>
        <w:t xml:space="preserve">     </w:t>
      </w:r>
      <w:proofErr w:type="spellStart"/>
      <w:r>
        <w:t>Cod</w:t>
      </w:r>
      <w:proofErr w:type="spellEnd"/>
      <w:r>
        <w:t xml:space="preserve">    Descrizione funzione                     </w:t>
      </w:r>
      <w:proofErr w:type="spellStart"/>
      <w:r>
        <w:t>Pgm</w:t>
      </w:r>
      <w:proofErr w:type="spellEnd"/>
      <w:r>
        <w:t xml:space="preserve">        </w:t>
      </w:r>
      <w:proofErr w:type="spellStart"/>
      <w:r>
        <w:t>Trx</w:t>
      </w:r>
      <w:proofErr w:type="spellEnd"/>
      <w:r>
        <w:t xml:space="preserve">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464905">
      <w:pPr>
        <w:pStyle w:val="Titolo9"/>
        <w:numPr>
          <w:ilvl w:val="0"/>
          <w:numId w:val="0"/>
        </w:numPr>
        <w:ind w:left="1584" w:firstLine="543"/>
        <w:jc w:val="both"/>
      </w:pPr>
      <w:bookmarkStart w:id="516" w:name="_Toc494685612"/>
      <w:bookmarkStart w:id="517" w:name="_Toc510349241"/>
      <w:r>
        <w:t xml:space="preserve">Mappa </w:t>
      </w:r>
      <w:r>
        <w:fldChar w:fldCharType="begin"/>
      </w:r>
      <w:r>
        <w:instrText>SEQ mappa</w:instrText>
      </w:r>
      <w:r>
        <w:fldChar w:fldCharType="separate"/>
      </w:r>
      <w:r>
        <w:rPr>
          <w:noProof/>
        </w:rPr>
        <w:t>60</w:t>
      </w:r>
      <w:r>
        <w:fldChar w:fldCharType="end"/>
      </w:r>
      <w:r>
        <w:t xml:space="preserve">:   ZZM451T </w:t>
      </w:r>
      <w:proofErr w:type="spellStart"/>
      <w:r>
        <w:t>Inquiry</w:t>
      </w:r>
      <w:proofErr w:type="spellEnd"/>
      <w:r>
        <w:t xml:space="preserve"> transazioni – 1</w:t>
      </w:r>
      <w:bookmarkEnd w:id="516"/>
      <w:bookmarkEnd w:id="517"/>
    </w:p>
    <w:p w:rsidR="007F7604" w:rsidRDefault="007F7604" w:rsidP="007F7604">
      <w:pPr>
        <w:pStyle w:val="ParagNoNum"/>
      </w:pPr>
      <w:r>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da funzione</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 xml:space="preserve">Se viene specificato solo il codice di fine </w:t>
            </w:r>
            <w:proofErr w:type="spellStart"/>
            <w:r>
              <w:t>range</w:t>
            </w:r>
            <w:proofErr w:type="spellEnd"/>
            <w:r>
              <w:t xml:space="preserve"> viene </w:t>
            </w:r>
            <w:r>
              <w:tab/>
              <w:t xml:space="preserve">considerato come il minimo valore ammesso, </w:t>
            </w:r>
            <w:r>
              <w:tab/>
              <w:t>altrimenti è obbligatorio.</w:t>
            </w:r>
          </w:p>
          <w:p w:rsidR="007F7604" w:rsidRDefault="007F7604" w:rsidP="00407551">
            <w:r>
              <w:t>Codice funzione di inizio ricerca.</w:t>
            </w:r>
          </w:p>
          <w:p w:rsidR="007F7604" w:rsidRDefault="007F7604" w:rsidP="00407551">
            <w:r>
              <w:t>Se è maggiore del codice funzione di fine ricerca il sistema segnala l'errore 9041</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lastRenderedPageBreak/>
              <w:t>a funzione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pPr>
              <w:tabs>
                <w:tab w:val="left" w:pos="1418"/>
              </w:tabs>
            </w:pPr>
            <w:r>
              <w:t>Condizionato</w:t>
            </w:r>
            <w:r>
              <w:tab/>
              <w:t xml:space="preserve">Se viene specificato solo il codice di inizio </w:t>
            </w:r>
            <w:proofErr w:type="spellStart"/>
            <w:r>
              <w:t>range</w:t>
            </w:r>
            <w:proofErr w:type="spellEnd"/>
            <w:r>
              <w:t xml:space="preserve"> </w:t>
            </w:r>
            <w:r>
              <w:tab/>
              <w:t xml:space="preserve">viene considerato come il massimo valore ammesso, </w:t>
            </w:r>
            <w:r>
              <w:tab/>
              <w:t>altrimenti è obbligatorio.</w:t>
            </w:r>
          </w:p>
          <w:p w:rsidR="007F7604" w:rsidRDefault="007F7604" w:rsidP="00407551">
            <w:r>
              <w:t>Codice funzione di fine ricerca.</w:t>
            </w:r>
          </w:p>
          <w:p w:rsidR="007F7604" w:rsidRDefault="007F7604" w:rsidP="00407551">
            <w:r>
              <w:t>Se non digitato il sistema segnala l'errore 9031.</w:t>
            </w:r>
          </w:p>
          <w:p w:rsidR="007F7604" w:rsidRDefault="007F7604" w:rsidP="00407551">
            <w:r>
              <w:t>Se è minore del codice funzione di inizio ricerca il sistema segnala l'errore 9041.</w:t>
            </w:r>
          </w:p>
          <w:p w:rsidR="007F7604" w:rsidRDefault="007F7604" w:rsidP="00407551">
            <w:r>
              <w:t xml:space="preserve">Se nessuna funzione è compresa nel </w:t>
            </w:r>
            <w:proofErr w:type="spellStart"/>
            <w:r>
              <w:t>range</w:t>
            </w:r>
            <w:proofErr w:type="spellEnd"/>
            <w:r>
              <w:t xml:space="preserve"> specificato il sistema segnala l'errore 9038.</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codice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della funzione.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descrizione funzione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Descrizione della funzione.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programma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Nome del programma associato alla funzione.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transazione</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Protetto.</w:t>
            </w:r>
          </w:p>
          <w:p w:rsidR="007F7604" w:rsidRDefault="007F7604" w:rsidP="00407551">
            <w:r>
              <w:t>Nome della transazione associata alla funzione.</w:t>
            </w:r>
          </w:p>
          <w:p w:rsidR="007F7604" w:rsidRDefault="007F7604" w:rsidP="00407551"/>
        </w:tc>
      </w:tr>
    </w:tbl>
    <w:p w:rsidR="007F7604" w:rsidRDefault="007F7604" w:rsidP="007F7604">
      <w:pPr>
        <w:pStyle w:val="ParagNoNum"/>
      </w:pPr>
      <w:r>
        <w:t>Mappa 2</w:t>
      </w:r>
    </w:p>
    <w:p w:rsidR="007F7604" w:rsidRDefault="007F7604" w:rsidP="007F7604">
      <w:pPr>
        <w:pStyle w:val="Mappa"/>
      </w:pPr>
      <w:r>
        <w:t xml:space="preserve"> :::::::: :::::::: * :::::::::::::::::::::::::::::::::::::: * :::::::: ::::::::</w:t>
      </w:r>
    </w:p>
    <w:p w:rsidR="007F7604" w:rsidRDefault="007F7604" w:rsidP="007F7604">
      <w:pPr>
        <w:pStyle w:val="Mappa"/>
      </w:pPr>
      <w:r>
        <w:t xml:space="preserve"> ITRX Z : :::::::: * ::::::INQUIRY DI SOLE TRANSAZIONI:::::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Funzione ::::                                                </w:t>
      </w:r>
    </w:p>
    <w:p w:rsidR="007F7604" w:rsidRDefault="007F7604" w:rsidP="007F7604">
      <w:pPr>
        <w:pStyle w:val="Mappa"/>
      </w:pPr>
      <w:r>
        <w:t xml:space="preserve">                                                                               </w:t>
      </w:r>
    </w:p>
    <w:p w:rsidR="007F7604" w:rsidRDefault="007F7604" w:rsidP="007F7604">
      <w:pPr>
        <w:pStyle w:val="Mappa"/>
      </w:pPr>
      <w:r>
        <w:t xml:space="preserve">               Descrizione ::::::::::::::::::::::::::::::::::::::              </w:t>
      </w:r>
    </w:p>
    <w:p w:rsidR="007F7604" w:rsidRDefault="007F7604" w:rsidP="007F7604">
      <w:pPr>
        <w:pStyle w:val="Mappa"/>
      </w:pPr>
      <w:r>
        <w:t xml:space="preserve">                                                                               </w:t>
      </w:r>
    </w:p>
    <w:p w:rsidR="007F7604" w:rsidRDefault="007F7604" w:rsidP="007F7604">
      <w:pPr>
        <w:pStyle w:val="Mappa"/>
      </w:pPr>
      <w:r>
        <w:t xml:space="preserve">        Programma ::::::::                                                     </w:t>
      </w:r>
    </w:p>
    <w:p w:rsidR="007F7604" w:rsidRDefault="007F7604" w:rsidP="007F7604">
      <w:pPr>
        <w:pStyle w:val="Mappa"/>
      </w:pPr>
      <w:r>
        <w:t xml:space="preserve">                                                                               </w:t>
      </w:r>
    </w:p>
    <w:p w:rsidR="007F7604" w:rsidRDefault="007F7604" w:rsidP="007F7604">
      <w:pPr>
        <w:pStyle w:val="Mappa"/>
      </w:pPr>
      <w:r>
        <w:t xml:space="preserve">      Transazione ::::::::        Time out :::                                 </w:t>
      </w:r>
    </w:p>
    <w:p w:rsidR="007F7604" w:rsidRDefault="007F7604" w:rsidP="007F7604">
      <w:pPr>
        <w:pStyle w:val="Mappa"/>
      </w:pPr>
      <w:r>
        <w:t xml:space="preserve">                                                                               </w:t>
      </w:r>
    </w:p>
    <w:p w:rsidR="007F7604" w:rsidRDefault="007F7604" w:rsidP="007F7604">
      <w:pPr>
        <w:pStyle w:val="Mappa"/>
      </w:pPr>
      <w:r>
        <w:t xml:space="preserve"> Menu collegato (PF3) :::: ::::::::::::::::::::::::::::::::::::::              </w:t>
      </w:r>
    </w:p>
    <w:p w:rsidR="007F7604" w:rsidRDefault="007F7604" w:rsidP="007F7604">
      <w:pPr>
        <w:pStyle w:val="Mappa"/>
      </w:pPr>
      <w:r>
        <w:t xml:space="preserve">                                                                               </w:t>
      </w:r>
    </w:p>
    <w:p w:rsidR="007F7604" w:rsidRDefault="007F7604" w:rsidP="007F7604">
      <w:pPr>
        <w:pStyle w:val="Mappa"/>
      </w:pPr>
      <w:r>
        <w:t xml:space="preserve">                                                                               </w:t>
      </w:r>
    </w:p>
    <w:p w:rsidR="007F7604" w:rsidRDefault="007F7604" w:rsidP="007F7604">
      <w:pPr>
        <w:pStyle w:val="Mappa"/>
      </w:pPr>
      <w:r>
        <w:t xml:space="preserve">                     Log : Non attivo         : Attivo                         </w:t>
      </w:r>
    </w:p>
    <w:p w:rsidR="007F7604" w:rsidRDefault="007F7604" w:rsidP="007F7604">
      <w:pPr>
        <w:pStyle w:val="Mappa"/>
      </w:pPr>
      <w:r>
        <w:t xml:space="preserve">                     Uso : Non frequente      : Frequente                      </w:t>
      </w:r>
    </w:p>
    <w:p w:rsidR="007F7604" w:rsidRDefault="007F7604" w:rsidP="007F7604">
      <w:pPr>
        <w:pStyle w:val="Mappa"/>
      </w:pPr>
      <w:r>
        <w:t xml:space="preserve">                                                                               </w:t>
      </w:r>
    </w:p>
    <w:p w:rsidR="007F7604" w:rsidRDefault="007F7604" w:rsidP="007F7604">
      <w:pPr>
        <w:pStyle w:val="Mappa"/>
      </w:pPr>
      <w:r>
        <w:t xml:space="preserve">                   </w:t>
      </w:r>
      <w:proofErr w:type="spellStart"/>
      <w:r>
        <w:t>Debug</w:t>
      </w:r>
      <w:proofErr w:type="spellEnd"/>
      <w:r>
        <w:t xml:space="preserve"> : Non attivo         : Attivo                         </w:t>
      </w:r>
    </w:p>
    <w:p w:rsidR="007F7604" w:rsidRDefault="007F7604" w:rsidP="007F7604">
      <w:pPr>
        <w:pStyle w:val="Mappa"/>
      </w:pPr>
      <w:r>
        <w:t xml:space="preserve">                   Stato : Bloccata           : Attiva       : Attiva su schema</w:t>
      </w:r>
    </w:p>
    <w:p w:rsidR="007F7604" w:rsidRDefault="007F7604" w:rsidP="007F7604">
      <w:pPr>
        <w:pStyle w:val="Mappa"/>
      </w:pPr>
      <w:r>
        <w:t xml:space="preserve">                                                                               </w:t>
      </w:r>
    </w:p>
    <w:p w:rsidR="007F7604" w:rsidRDefault="007F7604" w:rsidP="007F7604">
      <w:pPr>
        <w:pStyle w:val="Mappa"/>
      </w:pPr>
      <w:r>
        <w:t xml:space="preserve">                Conferma : Obbligatoria       : Si per default    : Nessuna    </w:t>
      </w:r>
    </w:p>
    <w:p w:rsidR="007F7604" w:rsidRDefault="007F7604" w:rsidP="007F7604">
      <w:pPr>
        <w:pStyle w:val="Mappa"/>
      </w:pPr>
      <w:r>
        <w:t xml:space="preserve">               Sicurezza : Nessuna            : Esterna           : Interna    </w:t>
      </w:r>
    </w:p>
    <w:p w:rsidR="007F7604" w:rsidRDefault="007F7604" w:rsidP="00464905">
      <w:pPr>
        <w:pStyle w:val="Titolo9"/>
        <w:numPr>
          <w:ilvl w:val="0"/>
          <w:numId w:val="0"/>
        </w:numPr>
        <w:ind w:left="1584" w:firstLine="543"/>
        <w:jc w:val="both"/>
      </w:pPr>
      <w:bookmarkStart w:id="518" w:name="_Toc494685613"/>
      <w:bookmarkStart w:id="519" w:name="_Toc510349242"/>
      <w:r>
        <w:t xml:space="preserve">Mappa </w:t>
      </w:r>
      <w:r>
        <w:fldChar w:fldCharType="begin"/>
      </w:r>
      <w:r>
        <w:instrText>SEQ mappa</w:instrText>
      </w:r>
      <w:r>
        <w:fldChar w:fldCharType="separate"/>
      </w:r>
      <w:r>
        <w:rPr>
          <w:noProof/>
        </w:rPr>
        <w:t>61</w:t>
      </w:r>
      <w:r>
        <w:fldChar w:fldCharType="end"/>
      </w:r>
      <w:r>
        <w:t xml:space="preserve">:   ZZM452T </w:t>
      </w:r>
      <w:proofErr w:type="spellStart"/>
      <w:r>
        <w:t>Inquiry</w:t>
      </w:r>
      <w:proofErr w:type="spellEnd"/>
      <w:r>
        <w:t xml:space="preserve"> transazioni – 2</w:t>
      </w:r>
      <w:bookmarkEnd w:id="518"/>
      <w:bookmarkEnd w:id="519"/>
    </w:p>
    <w:p w:rsidR="007F7604" w:rsidRDefault="007F7604" w:rsidP="007F7604">
      <w:pPr>
        <w:pStyle w:val="ParagNoNum"/>
      </w:pPr>
      <w:r>
        <w:br w:type="page"/>
      </w:r>
      <w:r>
        <w:lastRenderedPageBreak/>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funzione</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funzione selezionata.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descrizione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Descrizione della funzione selezionata.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programma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Nome del programma associato alla funzione selezionata.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transazione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Nome della transazione associata alla funzione selezionata.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time out</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Limite di tempo massimo riservato all'esecuzione della funzione selezionata.</w:t>
            </w:r>
          </w:p>
          <w:p w:rsidR="007F7604" w:rsidRDefault="007F7604" w:rsidP="00407551">
            <w:r>
              <w:t>Viene fissato per interrompere esecuzioni troppo complesse dovute spesso ad una impostazione errata dei parametri.</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menu collegato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Codice del menu che chiama la funzione selezionata.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log</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Indica che la funzione memorizza la data, l'ora, l'operatore e il terminale d'accesso ogniqualvolta viene richiamata.</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uso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Indica se la transazione viene usata frequentemente.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proofErr w:type="spellStart"/>
            <w:r>
              <w:rPr>
                <w:smallCaps/>
              </w:rPr>
              <w:t>debug</w:t>
            </w:r>
            <w:proofErr w:type="spellEnd"/>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 xml:space="preserve">Indica se la transazione viene eseguita in </w:t>
            </w:r>
            <w:proofErr w:type="spellStart"/>
            <w:r>
              <w:t>debug</w:t>
            </w:r>
            <w:proofErr w:type="spellEnd"/>
            <w:r>
              <w:t xml:space="preserve"> o no.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stato</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pPr>
              <w:ind w:left="1701" w:hanging="1701"/>
              <w:rPr>
                <w:b/>
              </w:rPr>
            </w:pPr>
            <w:r>
              <w:t>Valori che può assumere il campo:</w:t>
            </w:r>
          </w:p>
          <w:p w:rsidR="007F7604" w:rsidRDefault="007F7604" w:rsidP="00407551">
            <w:pPr>
              <w:ind w:left="1701" w:hanging="1701"/>
              <w:rPr>
                <w:b/>
              </w:rPr>
            </w:pPr>
            <w:r>
              <w:rPr>
                <w:b/>
              </w:rPr>
              <w:t>Bloccata</w:t>
            </w:r>
            <w:r>
              <w:rPr>
                <w:b/>
              </w:rPr>
              <w:tab/>
            </w:r>
            <w:r>
              <w:t>la funzione non è attivabile;</w:t>
            </w:r>
          </w:p>
          <w:p w:rsidR="007F7604" w:rsidRDefault="007F7604" w:rsidP="00407551">
            <w:pPr>
              <w:ind w:left="1701" w:hanging="1701"/>
              <w:rPr>
                <w:b/>
              </w:rPr>
            </w:pPr>
            <w:r>
              <w:rPr>
                <w:b/>
              </w:rPr>
              <w:t>Attiva</w:t>
            </w:r>
            <w:r>
              <w:rPr>
                <w:b/>
              </w:rPr>
              <w:tab/>
            </w:r>
            <w:r>
              <w:t>la funzione è attivabile;</w:t>
            </w:r>
          </w:p>
          <w:p w:rsidR="007F7604" w:rsidRDefault="007F7604" w:rsidP="00407551">
            <w:pPr>
              <w:ind w:left="1701" w:hanging="1701"/>
            </w:pPr>
            <w:r>
              <w:rPr>
                <w:b/>
              </w:rPr>
              <w:t>Attiva su schema</w:t>
            </w:r>
            <w:r>
              <w:rPr>
                <w:b/>
              </w:rPr>
              <w:tab/>
            </w:r>
            <w:r>
              <w:t>la funzione è attivabile solo nell'ambito di uno schema di collegamento.</w:t>
            </w:r>
          </w:p>
          <w:p w:rsidR="007F7604" w:rsidRDefault="007F7604" w:rsidP="00407551">
            <w:r>
              <w:t>Indica lo stato della funzione: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conferma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Protetto.</w:t>
            </w:r>
          </w:p>
          <w:p w:rsidR="007F7604" w:rsidRDefault="007F7604" w:rsidP="00407551">
            <w:r>
              <w:t>Indica se la transazione vuole la conferma prima di inserire i dati nell'archivio.</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sicurezza</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Protetto.</w:t>
            </w:r>
          </w:p>
          <w:p w:rsidR="007F7604" w:rsidRDefault="007F7604" w:rsidP="00407551">
            <w:r>
              <w:t>Valori che può assumere:</w:t>
            </w:r>
          </w:p>
          <w:p w:rsidR="007F7604" w:rsidRDefault="007F7604" w:rsidP="00407551">
            <w:r>
              <w:rPr>
                <w:b/>
              </w:rPr>
              <w:t>Nessuna</w:t>
            </w:r>
          </w:p>
          <w:p w:rsidR="007F7604" w:rsidRDefault="007F7604" w:rsidP="00407551">
            <w:pPr>
              <w:rPr>
                <w:b/>
              </w:rPr>
            </w:pPr>
            <w:r>
              <w:rPr>
                <w:b/>
              </w:rPr>
              <w:t>Esterna</w:t>
            </w:r>
          </w:p>
          <w:p w:rsidR="007F7604" w:rsidRDefault="007F7604" w:rsidP="00407551">
            <w:r>
              <w:rPr>
                <w:b/>
              </w:rPr>
              <w:t>Interna</w:t>
            </w:r>
          </w:p>
          <w:p w:rsidR="007F7604" w:rsidRDefault="007F7604" w:rsidP="00407551">
            <w:r>
              <w:t>Indica il tipo di sicurezza associato alla funzione.</w:t>
            </w:r>
          </w:p>
          <w:p w:rsidR="007F7604" w:rsidRDefault="007F7604" w:rsidP="00407551"/>
        </w:tc>
      </w:tr>
    </w:tbl>
    <w:p w:rsidR="007F7604" w:rsidRDefault="007F7604" w:rsidP="007F7604">
      <w:pPr>
        <w:pStyle w:val="Titolo3"/>
        <w:ind w:left="357" w:hanging="357"/>
      </w:pPr>
      <w:bookmarkStart w:id="520" w:name="_Toc494685543"/>
      <w:bookmarkStart w:id="521" w:name="_Toc510349172"/>
      <w:bookmarkStart w:id="522" w:name="_Toc397613784"/>
      <w:r>
        <w:lastRenderedPageBreak/>
        <w:t>Funzioni associate</w:t>
      </w:r>
      <w:bookmarkEnd w:id="520"/>
      <w:bookmarkEnd w:id="521"/>
      <w:bookmarkEnd w:id="522"/>
    </w:p>
    <w:p w:rsidR="007F7604" w:rsidRDefault="007F7604" w:rsidP="007F7604">
      <w:r>
        <w:t>Gestione Menù (GMEN);</w:t>
      </w:r>
    </w:p>
    <w:p w:rsidR="007F7604" w:rsidRDefault="007F7604" w:rsidP="007F7604">
      <w:r>
        <w:t>Gestione Transazioni (GTRX);</w:t>
      </w:r>
    </w:p>
    <w:p w:rsidR="007F7604" w:rsidRDefault="007F7604" w:rsidP="007F7604">
      <w:r>
        <w:t>Gestione Funzioni (GFUN);</w:t>
      </w:r>
    </w:p>
    <w:p w:rsidR="007F7604" w:rsidRDefault="007F7604" w:rsidP="007F7604">
      <w:proofErr w:type="spellStart"/>
      <w:r>
        <w:t>Inquiry</w:t>
      </w:r>
      <w:proofErr w:type="spellEnd"/>
      <w:r>
        <w:t xml:space="preserve"> Transazioni (ITRX);</w:t>
      </w:r>
    </w:p>
    <w:p w:rsidR="007F7604" w:rsidRDefault="007F7604" w:rsidP="007F7604">
      <w:proofErr w:type="spellStart"/>
      <w:r>
        <w:t>Inquiry</w:t>
      </w:r>
      <w:proofErr w:type="spellEnd"/>
      <w:r>
        <w:t xml:space="preserve"> Funzioni (IFUN).</w:t>
      </w:r>
    </w:p>
    <w:p w:rsidR="007F7604" w:rsidRDefault="007F7604" w:rsidP="007F7604">
      <w:pPr>
        <w:pStyle w:val="Titolo2"/>
      </w:pPr>
      <w:r>
        <w:br w:type="page"/>
      </w:r>
      <w:bookmarkStart w:id="523" w:name="_Toc494685544"/>
      <w:bookmarkStart w:id="524" w:name="_Toc510349173"/>
      <w:bookmarkStart w:id="525" w:name="_Toc397613785"/>
      <w:r>
        <w:lastRenderedPageBreak/>
        <w:t>Apertura Sessione (ZZ00)</w:t>
      </w:r>
      <w:bookmarkEnd w:id="523"/>
      <w:bookmarkEnd w:id="524"/>
      <w:bookmarkEnd w:id="525"/>
    </w:p>
    <w:p w:rsidR="007F7604" w:rsidRDefault="007F7604" w:rsidP="007F7604">
      <w:pPr>
        <w:pStyle w:val="Titolo3"/>
        <w:ind w:left="357" w:hanging="357"/>
      </w:pPr>
      <w:bookmarkStart w:id="526" w:name="_Toc494685545"/>
      <w:bookmarkStart w:id="527" w:name="_Toc510349174"/>
      <w:bookmarkStart w:id="528" w:name="_Toc397613786"/>
      <w:r>
        <w:t>Utilizzo della Transazione</w:t>
      </w:r>
      <w:bookmarkEnd w:id="526"/>
      <w:bookmarkEnd w:id="527"/>
      <w:bookmarkEnd w:id="528"/>
    </w:p>
    <w:p w:rsidR="007F7604" w:rsidRDefault="007F7604" w:rsidP="007F7604">
      <w:r>
        <w:t>La prima transazione da attivare è quella di 'Apertura Sessione', funzione che permette di abilitare l'operatore all'accesso alla Procedura, ne identifica il 'profilo' guidandolo successivamente attraverso le transazioni a cui esso è stato abilitato.</w:t>
      </w:r>
    </w:p>
    <w:p w:rsidR="007F7604" w:rsidRDefault="007F7604" w:rsidP="007F7604"/>
    <w:p w:rsidR="007F7604" w:rsidRDefault="007F7604" w:rsidP="007F7604">
      <w:r>
        <w:t>Mediante tale funzione, dopo la verifica di abilitazione, è possibile accedere a qualsiasi transazione della Procedura.</w:t>
      </w:r>
    </w:p>
    <w:p w:rsidR="007F7604" w:rsidRDefault="007F7604" w:rsidP="007F7604">
      <w:pPr>
        <w:pStyle w:val="Titolo3"/>
        <w:ind w:left="357" w:hanging="357"/>
      </w:pPr>
      <w:bookmarkStart w:id="529" w:name="_Toc494685546"/>
      <w:bookmarkStart w:id="530" w:name="_Toc510349175"/>
      <w:bookmarkStart w:id="531" w:name="_Toc397613787"/>
      <w:r>
        <w:t>Interfaccia utente</w:t>
      </w:r>
      <w:bookmarkEnd w:id="529"/>
      <w:bookmarkEnd w:id="530"/>
      <w:bookmarkEnd w:id="531"/>
    </w:p>
    <w:p w:rsidR="007F7604" w:rsidRDefault="007F7604" w:rsidP="007F7604">
      <w:r>
        <w:t>In questa transazione è impiegata una sola mappa (zzM001T)</w:t>
      </w:r>
    </w:p>
    <w:p w:rsidR="007F7604" w:rsidRDefault="007F7604" w:rsidP="007F7604">
      <w:pPr>
        <w:pStyle w:val="ParagNoNum"/>
        <w:jc w:val="both"/>
      </w:pPr>
      <w:r>
        <w:t>Mappa 1</w:t>
      </w:r>
    </w:p>
    <w:p w:rsidR="007F7604" w:rsidRDefault="007F7604" w:rsidP="007F7604">
      <w:r>
        <w:t>Dopo aver ottenuto il collegamento con l'ambiente dedicato alla Procedura, si pulisca il video con il tasto 'ANNUL' o</w:t>
      </w:r>
      <w:r>
        <w:rPr>
          <w:b/>
        </w:rPr>
        <w:t xml:space="preserve"> '</w:t>
      </w:r>
      <w:r>
        <w:t>CLEAR</w:t>
      </w:r>
      <w:r>
        <w:rPr>
          <w:b/>
        </w:rPr>
        <w:t>'</w:t>
      </w:r>
      <w:r>
        <w:t xml:space="preserve"> e, nella posizione in cui si viene a trovare il cursore, si digiti il codice della transazione di Apertura Sessione </w:t>
      </w:r>
      <w:r>
        <w:rPr>
          <w:b/>
        </w:rPr>
        <w:t>"ZZ00"</w:t>
      </w:r>
      <w:r>
        <w:t xml:space="preserve"> ed </w:t>
      </w:r>
      <w:r>
        <w:rPr>
          <w:b/>
        </w:rPr>
        <w:t>'INVIO'</w:t>
      </w:r>
      <w:r>
        <w:t>; verrà quindi presentata dal Sistema la seguente mappa:</w:t>
      </w:r>
    </w:p>
    <w:p w:rsidR="007F7604" w:rsidRDefault="007F7604" w:rsidP="007F7604"/>
    <w:p w:rsidR="007F7604" w:rsidRDefault="007F7604" w:rsidP="007F7604">
      <w:pPr>
        <w:pStyle w:val="Mappa"/>
      </w:pPr>
      <w:r>
        <w:t xml:space="preserve">          :::::::: * :::::::::::::::::::::::::::::::::::::: * :::::::: ::::::::</w:t>
      </w:r>
    </w:p>
    <w:p w:rsidR="007F7604" w:rsidRDefault="007F7604" w:rsidP="007F7604">
      <w:pPr>
        <w:pStyle w:val="Mappa"/>
      </w:pPr>
      <w:r>
        <w:t xml:space="preserve"> ZZ00 : : :::::::: * ::::::::::APERTURA SESSIONE::::::::::: * ::: :::: ::: ::::</w:t>
      </w:r>
    </w:p>
    <w:p w:rsidR="007F7604" w:rsidRDefault="007F7604" w:rsidP="007F7604">
      <w:pPr>
        <w:pStyle w:val="Mappa"/>
      </w:pPr>
      <w:r>
        <w:t xml:space="preserve"> :::: :   :::: :   :::: :   :::: :   :::: :   :::: :   :::: :   :::: :   :::: :</w:t>
      </w:r>
    </w:p>
    <w:p w:rsidR="007F7604" w:rsidRDefault="007F7604" w:rsidP="007F7604">
      <w:pPr>
        <w:pStyle w:val="Mappa"/>
      </w:pPr>
      <w:r>
        <w:t xml:space="preserve"> :::: :::::::::::::::::::::::::::::::::::::::::::::::::::::::::::::::::::: ::::</w:t>
      </w:r>
    </w:p>
    <w:p w:rsidR="007F7604" w:rsidRDefault="007F7604" w:rsidP="007F7604">
      <w:pPr>
        <w:pStyle w:val="Mappa"/>
      </w:pPr>
      <w:r>
        <w:t xml:space="preserve">                                                                               </w:t>
      </w:r>
    </w:p>
    <w:p w:rsidR="007F7604" w:rsidRDefault="007F7604" w:rsidP="007F7604">
      <w:pPr>
        <w:pStyle w:val="Mappa"/>
      </w:pPr>
      <w:r>
        <w:t xml:space="preserve">                        **********   **  ************ **        **             </w:t>
      </w:r>
    </w:p>
    <w:p w:rsidR="007F7604" w:rsidRDefault="007F7604" w:rsidP="007F7604">
      <w:pPr>
        <w:pStyle w:val="Mappa"/>
      </w:pPr>
      <w:r>
        <w:t xml:space="preserve">                      ************  ** **************  **      **              </w:t>
      </w:r>
    </w:p>
    <w:p w:rsidR="007F7604" w:rsidRDefault="007F7604" w:rsidP="007F7604">
      <w:pPr>
        <w:pStyle w:val="Mappa"/>
      </w:pPr>
      <w:r>
        <w:t xml:space="preserve">                     **        **  **       **          **    **               </w:t>
      </w:r>
    </w:p>
    <w:p w:rsidR="007F7604" w:rsidRDefault="007F7604" w:rsidP="007F7604">
      <w:pPr>
        <w:pStyle w:val="Mappa"/>
      </w:pPr>
      <w:r>
        <w:t xml:space="preserve">                    **            **       **            **  **                </w:t>
      </w:r>
    </w:p>
    <w:p w:rsidR="007F7604" w:rsidRDefault="007F7604" w:rsidP="007F7604">
      <w:pPr>
        <w:pStyle w:val="Mappa"/>
      </w:pPr>
      <w:r>
        <w:t xml:space="preserve">                   **            **       **              ****                 </w:t>
      </w:r>
    </w:p>
    <w:p w:rsidR="007F7604" w:rsidRDefault="007F7604" w:rsidP="007F7604">
      <w:pPr>
        <w:pStyle w:val="Mappa"/>
      </w:pPr>
      <w:r>
        <w:t xml:space="preserve">                  **            **       **               ***                  </w:t>
      </w:r>
    </w:p>
    <w:p w:rsidR="007F7604" w:rsidRDefault="007F7604" w:rsidP="007F7604">
      <w:pPr>
        <w:pStyle w:val="Mappa"/>
      </w:pPr>
      <w:r>
        <w:t xml:space="preserve">                 **            **       **                **                   </w:t>
      </w:r>
    </w:p>
    <w:p w:rsidR="007F7604" w:rsidRDefault="007F7604" w:rsidP="007F7604">
      <w:pPr>
        <w:pStyle w:val="Mappa"/>
      </w:pPr>
      <w:r>
        <w:t xml:space="preserve">                **            **       **                **                    </w:t>
      </w:r>
    </w:p>
    <w:p w:rsidR="007F7604" w:rsidRDefault="007F7604" w:rsidP="007F7604">
      <w:pPr>
        <w:pStyle w:val="Mappa"/>
      </w:pPr>
      <w:r>
        <w:t xml:space="preserve">               **            **       **                **      C ad           </w:t>
      </w:r>
    </w:p>
    <w:p w:rsidR="007F7604" w:rsidRDefault="007F7604" w:rsidP="007F7604">
      <w:pPr>
        <w:pStyle w:val="Mappa"/>
      </w:pPr>
      <w:r>
        <w:t xml:space="preserve">              **         ** **       **                **      I </w:t>
      </w:r>
      <w:proofErr w:type="spellStart"/>
      <w:r>
        <w:t>ntegration</w:t>
      </w:r>
      <w:proofErr w:type="spellEnd"/>
      <w:r>
        <w:t xml:space="preserve">    </w:t>
      </w:r>
    </w:p>
    <w:p w:rsidR="007F7604" w:rsidRDefault="007F7604" w:rsidP="007F7604">
      <w:pPr>
        <w:pStyle w:val="Mappa"/>
      </w:pPr>
      <w:r>
        <w:t xml:space="preserve">              ************ **       **                **      T o              </w:t>
      </w:r>
    </w:p>
    <w:p w:rsidR="007F7604" w:rsidRDefault="007F7604" w:rsidP="007F7604">
      <w:pPr>
        <w:pStyle w:val="Mappa"/>
      </w:pPr>
      <w:r>
        <w:t xml:space="preserve">              **********  **       **                **      Y </w:t>
      </w:r>
      <w:proofErr w:type="spellStart"/>
      <w:r>
        <w:t>ou</w:t>
      </w:r>
      <w:proofErr w:type="spellEnd"/>
      <w:r>
        <w:t xml:space="preserve">              </w:t>
      </w:r>
    </w:p>
    <w:p w:rsidR="007F7604" w:rsidRDefault="007F7604" w:rsidP="007F7604">
      <w:pPr>
        <w:pStyle w:val="Mappa"/>
      </w:pPr>
      <w:r>
        <w:t xml:space="preserve">                                                                               </w:t>
      </w:r>
    </w:p>
    <w:p w:rsidR="007F7604" w:rsidRDefault="007F7604" w:rsidP="007F7604">
      <w:pPr>
        <w:pStyle w:val="Mappa"/>
      </w:pPr>
      <w:r>
        <w:t xml:space="preserve">              Operatore ________ Password ________ Nuova password ________     </w:t>
      </w:r>
    </w:p>
    <w:p w:rsidR="007F7604" w:rsidRDefault="007F7604" w:rsidP="007F7604">
      <w:pPr>
        <w:pStyle w:val="Mappa"/>
      </w:pPr>
      <w:r>
        <w:t xml:space="preserve">                                          Conferma nuova password ________     </w:t>
      </w:r>
    </w:p>
    <w:p w:rsidR="007F7604" w:rsidRDefault="007F7604" w:rsidP="007F7604">
      <w:pPr>
        <w:pStyle w:val="Mappa"/>
      </w:pPr>
      <w:r>
        <w:t xml:space="preserve">                                                                               </w:t>
      </w:r>
    </w:p>
    <w:p w:rsidR="007F7604" w:rsidRDefault="007F7604" w:rsidP="007F7604">
      <w:pPr>
        <w:pStyle w:val="Mappa"/>
      </w:pPr>
      <w:r>
        <w:t xml:space="preserve">                            Data sessione 99.99.9999                           </w:t>
      </w:r>
    </w:p>
    <w:p w:rsidR="007F7604" w:rsidRDefault="007F7604" w:rsidP="007F7604">
      <w:pPr>
        <w:pStyle w:val="Mappa"/>
      </w:pPr>
      <w:r>
        <w:t xml:space="preserve">                                                                               </w:t>
      </w:r>
    </w:p>
    <w:p w:rsidR="007F7604" w:rsidRDefault="007F7604" w:rsidP="007F7604">
      <w:pPr>
        <w:pStyle w:val="Mappa"/>
      </w:pPr>
      <w:r>
        <w:t xml:space="preserve">                   Funzione ____ Dipendenza ZZZZ9 Istituto ZZZZ9               </w:t>
      </w:r>
    </w:p>
    <w:p w:rsidR="007F7604" w:rsidRDefault="007F7604" w:rsidP="00464905">
      <w:pPr>
        <w:pStyle w:val="Titolo9"/>
        <w:numPr>
          <w:ilvl w:val="0"/>
          <w:numId w:val="0"/>
        </w:numPr>
        <w:ind w:left="1584" w:firstLine="543"/>
        <w:jc w:val="both"/>
      </w:pPr>
      <w:bookmarkStart w:id="532" w:name="_Toc494685614"/>
      <w:bookmarkStart w:id="533" w:name="_Toc510349243"/>
      <w:r>
        <w:t xml:space="preserve">Mappa </w:t>
      </w:r>
      <w:r>
        <w:fldChar w:fldCharType="begin"/>
      </w:r>
      <w:r>
        <w:instrText>SEQ mappa</w:instrText>
      </w:r>
      <w:r>
        <w:fldChar w:fldCharType="separate"/>
      </w:r>
      <w:r>
        <w:rPr>
          <w:noProof/>
        </w:rPr>
        <w:t>62</w:t>
      </w:r>
      <w:r>
        <w:fldChar w:fldCharType="end"/>
      </w:r>
      <w:r>
        <w:t>:   ZZM001T Apertura sessione</w:t>
      </w:r>
      <w:bookmarkEnd w:id="532"/>
      <w:bookmarkEnd w:id="533"/>
    </w:p>
    <w:p w:rsidR="007F7604" w:rsidRDefault="007F7604" w:rsidP="007F7604">
      <w:pPr>
        <w:pStyle w:val="ParagNoNum"/>
        <w:jc w:val="both"/>
      </w:pPr>
      <w:r>
        <w:br w:type="page"/>
      </w:r>
      <w:r>
        <w:lastRenderedPageBreak/>
        <w:t>Descrizione dei campi</w:t>
      </w:r>
    </w:p>
    <w:tbl>
      <w:tblPr>
        <w:tblW w:w="0" w:type="auto"/>
        <w:tblInd w:w="567" w:type="dxa"/>
        <w:tblLayout w:type="fixed"/>
        <w:tblCellMar>
          <w:left w:w="70" w:type="dxa"/>
          <w:right w:w="70" w:type="dxa"/>
        </w:tblCellMar>
        <w:tblLook w:val="0000" w:firstRow="0" w:lastRow="0" w:firstColumn="0" w:lastColumn="0" w:noHBand="0" w:noVBand="0"/>
      </w:tblPr>
      <w:tblGrid>
        <w:gridCol w:w="2835"/>
        <w:gridCol w:w="6237"/>
      </w:tblGrid>
      <w:tr w:rsidR="007F7604" w:rsidTr="00407551">
        <w:trPr>
          <w:cantSplit/>
        </w:trPr>
        <w:tc>
          <w:tcPr>
            <w:tcW w:w="2835" w:type="dxa"/>
            <w:tcBorders>
              <w:top w:val="single" w:sz="12"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operatore</w:t>
            </w:r>
          </w:p>
        </w:tc>
        <w:tc>
          <w:tcPr>
            <w:tcW w:w="6237" w:type="dxa"/>
            <w:tcBorders>
              <w:top w:val="single" w:sz="12"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Codice dell'operatore che richiede l'accesso alla Procedura.</w:t>
            </w:r>
          </w:p>
          <w:p w:rsidR="007F7604" w:rsidRDefault="007F7604" w:rsidP="00407551">
            <w:r>
              <w:t>L'operatore deve essere presente nell'Archivio Operatori.</w:t>
            </w:r>
          </w:p>
          <w:p w:rsidR="007F7604" w:rsidRDefault="007F7604" w:rsidP="00407551">
            <w:pPr>
              <w:tabs>
                <w:tab w:val="left" w:pos="851"/>
              </w:tabs>
            </w:pP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password</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Parola segreta associata all'operatore mediante la transazione  GOPR.</w:t>
            </w:r>
          </w:p>
          <w:p w:rsidR="007F7604" w:rsidRDefault="007F7604" w:rsidP="00407551">
            <w:pPr>
              <w:tabs>
                <w:tab w:val="left" w:pos="851"/>
              </w:tabs>
            </w:pP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nuova password</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Condizionato.</w:t>
            </w:r>
          </w:p>
          <w:p w:rsidR="007F7604" w:rsidRDefault="007F7604" w:rsidP="00407551">
            <w:r>
              <w:t>Campo da digitare qualora sia previsto il cambio periodico della password per gli operatori abilitati alla Procedura.</w:t>
            </w:r>
          </w:p>
          <w:p w:rsidR="007F7604" w:rsidRDefault="007F7604" w:rsidP="00407551">
            <w:r>
              <w:t>La digitazione sarà obbligatoria con la password scaduta e se è richiesta una password per l'operatore.</w:t>
            </w:r>
          </w:p>
          <w:p w:rsidR="007F7604" w:rsidRDefault="007F7604" w:rsidP="00407551">
            <w:pPr>
              <w:tabs>
                <w:tab w:val="left" w:pos="851"/>
              </w:tabs>
            </w:pP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conferma nuova password</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Il campo è obbligatorio solo se la password è scaduta e se è richiesta una password per l'operatore.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data sessione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Viene proposta la data di richiesta di apertura sessione.</w:t>
            </w:r>
          </w:p>
          <w:p w:rsidR="007F7604" w:rsidRDefault="007F7604" w:rsidP="00407551">
            <w:r>
              <w:t>Il campo è modificabile, ma esclusivamente se l'operatore è specificatamente abilitato a farlo (GMOD).</w:t>
            </w:r>
          </w:p>
          <w:p w:rsidR="007F7604" w:rsidRDefault="007F7604" w:rsidP="00407551">
            <w:r>
              <w:t>Se viene digitata deve essere formalmente corretta, in caso contrario  il Sistema espone l'errore: 6.</w:t>
            </w:r>
          </w:p>
          <w:p w:rsidR="007F7604" w:rsidRDefault="007F7604" w:rsidP="00407551">
            <w:pPr>
              <w:tabs>
                <w:tab w:val="left" w:pos="851"/>
              </w:tabs>
            </w:pP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FUNZIONE</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Obbligatorio.</w:t>
            </w:r>
          </w:p>
          <w:p w:rsidR="007F7604" w:rsidRDefault="007F7604" w:rsidP="00407551">
            <w:r>
              <w:t>Per default viene proposta la transazione definita nei dati operativi dell'Istituto (GOIS) che generalmente corrisponde al Menu principale.</w:t>
            </w:r>
          </w:p>
          <w:p w:rsidR="007F7604" w:rsidRDefault="007F7604" w:rsidP="00407551">
            <w:r>
              <w:t>Il dato proposto è modificabile ed il Sistema consente così di accedere direttamente ad una transazione specifica senza transitare dai vari Menu.</w:t>
            </w:r>
          </w:p>
          <w:p w:rsidR="007F7604" w:rsidRDefault="007F7604" w:rsidP="00407551">
            <w:r>
              <w:t>Se viene digitato deve essere presente nell'Archivio Transazioni, in caso contrario il Sistema espone l'errore: 5.</w:t>
            </w:r>
          </w:p>
          <w:p w:rsidR="007F7604" w:rsidRDefault="007F7604" w:rsidP="00407551">
            <w:r>
              <w:t>Se la funzione è bloccata il Sistema espone l'errore: 9075.</w:t>
            </w:r>
          </w:p>
          <w:p w:rsidR="007F7604" w:rsidRDefault="007F7604" w:rsidP="00407551">
            <w:pPr>
              <w:tabs>
                <w:tab w:val="left" w:pos="851"/>
              </w:tabs>
            </w:pPr>
          </w:p>
        </w:tc>
      </w:tr>
      <w:tr w:rsidR="007F7604" w:rsidTr="00407551">
        <w:trPr>
          <w:cantSplit/>
        </w:trPr>
        <w:tc>
          <w:tcPr>
            <w:tcW w:w="2835" w:type="dxa"/>
            <w:tcBorders>
              <w:top w:val="single" w:sz="6" w:space="0" w:color="FFFF00"/>
              <w:left w:val="single" w:sz="12" w:space="0" w:color="FFFF00"/>
              <w:bottom w:val="single" w:sz="6" w:space="0" w:color="FFFF00"/>
              <w:right w:val="single" w:sz="6" w:space="0" w:color="FFFF00"/>
            </w:tcBorders>
          </w:tcPr>
          <w:p w:rsidR="007F7604" w:rsidRDefault="007F7604" w:rsidP="00407551">
            <w:pPr>
              <w:rPr>
                <w:smallCaps/>
              </w:rPr>
            </w:pPr>
            <w:r>
              <w:rPr>
                <w:smallCaps/>
              </w:rPr>
              <w:t>dipendenza</w:t>
            </w:r>
          </w:p>
        </w:tc>
        <w:tc>
          <w:tcPr>
            <w:tcW w:w="6237" w:type="dxa"/>
            <w:tcBorders>
              <w:top w:val="single" w:sz="6" w:space="0" w:color="FFFF00"/>
              <w:left w:val="single" w:sz="6" w:space="0" w:color="FFFF00"/>
              <w:bottom w:val="single" w:sz="6" w:space="0" w:color="FFFF00"/>
              <w:right w:val="single" w:sz="12" w:space="0" w:color="FFFF00"/>
            </w:tcBorders>
          </w:tcPr>
          <w:p w:rsidR="007F7604" w:rsidRDefault="007F7604" w:rsidP="00407551">
            <w:r>
              <w:t>Automatico protetto.</w:t>
            </w:r>
          </w:p>
          <w:p w:rsidR="007F7604" w:rsidRDefault="007F7604" w:rsidP="00407551">
            <w:r>
              <w:t>Il codice della Dipendenza viene proposto dall'associazione con il terminale operante.</w:t>
            </w:r>
          </w:p>
          <w:p w:rsidR="007F7604" w:rsidRDefault="007F7604" w:rsidP="00407551"/>
        </w:tc>
      </w:tr>
      <w:tr w:rsidR="007F7604" w:rsidTr="00407551">
        <w:trPr>
          <w:cantSplit/>
        </w:trPr>
        <w:tc>
          <w:tcPr>
            <w:tcW w:w="2835" w:type="dxa"/>
            <w:tcBorders>
              <w:top w:val="single" w:sz="6" w:space="0" w:color="FFFF00"/>
              <w:left w:val="single" w:sz="12" w:space="0" w:color="FFFF00"/>
              <w:bottom w:val="single" w:sz="12" w:space="0" w:color="FFFF00"/>
              <w:right w:val="single" w:sz="6" w:space="0" w:color="FFFF00"/>
            </w:tcBorders>
          </w:tcPr>
          <w:p w:rsidR="007F7604" w:rsidRDefault="007F7604" w:rsidP="00407551">
            <w:pPr>
              <w:rPr>
                <w:smallCaps/>
              </w:rPr>
            </w:pPr>
            <w:r>
              <w:rPr>
                <w:smallCaps/>
              </w:rPr>
              <w:t>istituto</w:t>
            </w:r>
          </w:p>
        </w:tc>
        <w:tc>
          <w:tcPr>
            <w:tcW w:w="6237" w:type="dxa"/>
            <w:tcBorders>
              <w:top w:val="single" w:sz="6" w:space="0" w:color="FFFF00"/>
              <w:left w:val="single" w:sz="6" w:space="0" w:color="FFFF00"/>
              <w:bottom w:val="single" w:sz="12" w:space="0" w:color="FFFF00"/>
              <w:right w:val="single" w:sz="12" w:space="0" w:color="FFFF00"/>
            </w:tcBorders>
          </w:tcPr>
          <w:p w:rsidR="007F7604" w:rsidRDefault="007F7604" w:rsidP="00407551">
            <w:r>
              <w:t>Automatico protetto.</w:t>
            </w:r>
          </w:p>
          <w:p w:rsidR="007F7604" w:rsidRDefault="007F7604" w:rsidP="00407551">
            <w:pPr>
              <w:tabs>
                <w:tab w:val="left" w:pos="851"/>
              </w:tabs>
            </w:pPr>
            <w:r>
              <w:t>Il codice di Istituto viene proposto dall'associazione della Dipendenza operante.</w:t>
            </w:r>
          </w:p>
        </w:tc>
      </w:tr>
    </w:tbl>
    <w:p w:rsidR="007F7604" w:rsidRDefault="007F7604" w:rsidP="007F7604">
      <w:r>
        <w:br w:type="page"/>
      </w:r>
    </w:p>
    <w:p w:rsidR="007F7604" w:rsidRDefault="007F7604" w:rsidP="007F7604">
      <w:r>
        <w:lastRenderedPageBreak/>
        <w:t>Dopo aver digitato l'ultimo dato richiesto, il Sistema effettua tutti gli accessi alle tabelle verificando il livello di abilitazione dell'operatore.</w:t>
      </w:r>
    </w:p>
    <w:p w:rsidR="007F7604" w:rsidRDefault="007F7604" w:rsidP="007F7604">
      <w:r>
        <w:t>Qualora l'operatore non venisse riconosciuto, abilitato, verrà presentato il messaggio relativo, in caso contrario il Sistema aprirà direttamente la transazione indicata in mappa.</w:t>
      </w:r>
    </w:p>
    <w:p w:rsidR="007F7604" w:rsidRDefault="007F7604" w:rsidP="007F7604">
      <w:pPr>
        <w:pStyle w:val="Titolo3"/>
        <w:ind w:left="357" w:hanging="357"/>
      </w:pPr>
      <w:bookmarkStart w:id="534" w:name="_Toc494685547"/>
      <w:bookmarkStart w:id="535" w:name="_Toc510349176"/>
      <w:bookmarkStart w:id="536" w:name="_Toc397613788"/>
      <w:r>
        <w:t>Funzioni associate</w:t>
      </w:r>
      <w:bookmarkEnd w:id="534"/>
      <w:bookmarkEnd w:id="535"/>
      <w:bookmarkEnd w:id="536"/>
    </w:p>
    <w:p w:rsidR="007F7604" w:rsidRDefault="007F7604" w:rsidP="007F7604">
      <w:r>
        <w:t>Gestione Operatori (GOPR);</w:t>
      </w:r>
    </w:p>
    <w:p w:rsidR="007F7604" w:rsidRDefault="007F7604" w:rsidP="007F7604">
      <w:r>
        <w:t>Gestione Moduli di Autorizzazione (GMOD);</w:t>
      </w:r>
    </w:p>
    <w:p w:rsidR="007F7604" w:rsidRDefault="007F7604" w:rsidP="007F7604">
      <w:r>
        <w:t>Gestione Transazioni (GTRX);</w:t>
      </w:r>
    </w:p>
    <w:p w:rsidR="007F7604" w:rsidRDefault="007F7604" w:rsidP="007F7604">
      <w:r>
        <w:t>Gestione Dipendenze (GDIP);</w:t>
      </w:r>
    </w:p>
    <w:p w:rsidR="007F7604" w:rsidRDefault="007F7604" w:rsidP="007F7604">
      <w:r>
        <w:t>Gestione Istituto (GIST).</w:t>
      </w:r>
    </w:p>
    <w:p w:rsidR="007F7604" w:rsidRDefault="007F7604" w:rsidP="007F7604">
      <w:pPr>
        <w:pStyle w:val="Titolo2"/>
      </w:pPr>
      <w:r>
        <w:br w:type="page"/>
      </w:r>
      <w:bookmarkStart w:id="537" w:name="_Toc494685548"/>
      <w:bookmarkStart w:id="538" w:name="_Toc510349177"/>
      <w:bookmarkStart w:id="539" w:name="_Toc397613789"/>
      <w:r>
        <w:lastRenderedPageBreak/>
        <w:t>Chiusura Sessione (STOP - FINE)</w:t>
      </w:r>
      <w:bookmarkEnd w:id="537"/>
      <w:bookmarkEnd w:id="538"/>
      <w:bookmarkEnd w:id="539"/>
    </w:p>
    <w:p w:rsidR="007F7604" w:rsidRDefault="007F7604" w:rsidP="007F7604">
      <w:pPr>
        <w:pStyle w:val="Titolo3"/>
        <w:ind w:left="357" w:hanging="357"/>
      </w:pPr>
      <w:bookmarkStart w:id="540" w:name="_Toc494685549"/>
      <w:bookmarkStart w:id="541" w:name="_Toc510349178"/>
      <w:bookmarkStart w:id="542" w:name="_Toc397613790"/>
      <w:r>
        <w:t>Utilizzo della Transazione</w:t>
      </w:r>
      <w:bookmarkEnd w:id="540"/>
      <w:bookmarkEnd w:id="541"/>
      <w:bookmarkEnd w:id="542"/>
    </w:p>
    <w:p w:rsidR="007F7604" w:rsidRDefault="007F7604" w:rsidP="007F7604">
      <w:r>
        <w:t>Per uscire dalla Procedura sono previste diverse possibilità:</w:t>
      </w:r>
    </w:p>
    <w:p w:rsidR="007F7604" w:rsidRDefault="007F7604" w:rsidP="007F7604"/>
    <w:p w:rsidR="007F7604" w:rsidRDefault="007F7604" w:rsidP="007F7604">
      <w:pPr>
        <w:ind w:left="504" w:hanging="504"/>
        <w:rPr>
          <w:b/>
        </w:rPr>
      </w:pPr>
      <w:r>
        <w:t>1.</w:t>
      </w:r>
      <w:r>
        <w:tab/>
        <w:t xml:space="preserve">digitare </w:t>
      </w:r>
      <w:r>
        <w:rPr>
          <w:b/>
        </w:rPr>
        <w:t xml:space="preserve">'STOP' </w:t>
      </w:r>
      <w:r>
        <w:t xml:space="preserve">in alto a sinistra, nel campo di digitazione transazione del video, e quindi il tasto </w:t>
      </w:r>
      <w:r>
        <w:rPr>
          <w:b/>
        </w:rPr>
        <w:t>'INVIO'</w:t>
      </w:r>
      <w:r>
        <w:t xml:space="preserve">; il video verrà pulito e comparirà il messaggio </w:t>
      </w:r>
      <w:r>
        <w:rPr>
          <w:b/>
        </w:rPr>
        <w:t xml:space="preserve">'Fine Sessione di </w:t>
      </w:r>
      <w:proofErr w:type="spellStart"/>
      <w:r>
        <w:rPr>
          <w:b/>
        </w:rPr>
        <w:t>Lavoro'</w:t>
      </w:r>
      <w:proofErr w:type="spellEnd"/>
    </w:p>
    <w:p w:rsidR="007F7604" w:rsidRDefault="007F7604" w:rsidP="007F7604"/>
    <w:p w:rsidR="007F7604" w:rsidRDefault="007F7604" w:rsidP="007F7604">
      <w:pPr>
        <w:ind w:left="505" w:hanging="505"/>
      </w:pPr>
      <w:r>
        <w:t>2.</w:t>
      </w:r>
      <w:r>
        <w:tab/>
        <w:t>digitare</w:t>
      </w:r>
      <w:r>
        <w:rPr>
          <w:b/>
        </w:rPr>
        <w:t xml:space="preserve"> 'FINE'</w:t>
      </w:r>
      <w:r>
        <w:t xml:space="preserve"> in alto a sinistra, nel campo di digitazione transazione del video, e quindi il tasto </w:t>
      </w:r>
      <w:r>
        <w:rPr>
          <w:b/>
        </w:rPr>
        <w:t>'INVIO'</w:t>
      </w:r>
      <w:r>
        <w:t xml:space="preserve">; il video verrà pulito e comparirà il messaggio </w:t>
      </w:r>
      <w:r>
        <w:rPr>
          <w:b/>
        </w:rPr>
        <w:t xml:space="preserve">'Fine Sessione di </w:t>
      </w:r>
      <w:proofErr w:type="spellStart"/>
      <w:r>
        <w:rPr>
          <w:b/>
        </w:rPr>
        <w:t>Lavoro'</w:t>
      </w:r>
      <w:proofErr w:type="spellEnd"/>
      <w:r>
        <w:t>.</w:t>
      </w:r>
    </w:p>
    <w:p w:rsidR="007F7604" w:rsidRDefault="007F7604" w:rsidP="007F7604"/>
    <w:p w:rsidR="007F7604" w:rsidRDefault="007F7604" w:rsidP="007F7604">
      <w:r>
        <w:t>Attenzione: se si opta per la funzione 'FINE' verificare che non vi siano più sessioni di lavoro aperte contemporaneamente.</w:t>
      </w:r>
    </w:p>
    <w:p w:rsidR="007F7604" w:rsidRDefault="007F7604" w:rsidP="007F7604">
      <w:r>
        <w:t>In questo caso, infatti, il Sistema si limiterebbe a chiudere la transazione corrente riportandosi sulla prima ancora aperta.</w:t>
      </w:r>
    </w:p>
    <w:p w:rsidR="007F7604" w:rsidRDefault="007F7604" w:rsidP="007F7604"/>
    <w:p w:rsidR="007F7604" w:rsidRDefault="007F7604" w:rsidP="007F7604">
      <w:r>
        <w:t xml:space="preserve">Per facilitare l'uscita dalla Procedura sono stati previsti due tasti funzione, </w:t>
      </w:r>
      <w:r>
        <w:rPr>
          <w:b/>
        </w:rPr>
        <w:t xml:space="preserve">PF4 </w:t>
      </w:r>
      <w:r>
        <w:t xml:space="preserve">e </w:t>
      </w:r>
      <w:r>
        <w:rPr>
          <w:b/>
        </w:rPr>
        <w:t>PF10</w:t>
      </w:r>
      <w:r>
        <w:t>, che se digitati producono il medesimo effetto di 'STOP'.</w:t>
      </w:r>
    </w:p>
    <w:p w:rsidR="007F7604" w:rsidRDefault="007F7604" w:rsidP="007F7604">
      <w:pPr>
        <w:ind w:left="567"/>
      </w:pPr>
    </w:p>
    <w:p w:rsidR="007F7604" w:rsidRDefault="007F7604" w:rsidP="007F7604">
      <w:pPr>
        <w:rPr>
          <w:b/>
          <w:sz w:val="20"/>
        </w:rPr>
      </w:pPr>
      <w:r>
        <w:rPr>
          <w:b/>
          <w:sz w:val="20"/>
        </w:rPr>
        <w:t>Attenzione :</w:t>
      </w:r>
    </w:p>
    <w:p w:rsidR="007F7604" w:rsidRDefault="007F7604" w:rsidP="007F7604">
      <w:pPr>
        <w:ind w:left="567"/>
        <w:rPr>
          <w:sz w:val="20"/>
        </w:rPr>
      </w:pPr>
      <w:r>
        <w:rPr>
          <w:sz w:val="20"/>
        </w:rPr>
        <w:t>se il comando di 'STOP' o 'FINE' viene impartito durante l'inserimento o la variazione di dati mediante una qualsiasi transazione di gestione, se quest'ultimi non sono stati confermati verranno irrimediabilmente perduti.</w:t>
      </w:r>
    </w:p>
    <w:p w:rsidR="007F7604" w:rsidRPr="007F7604" w:rsidRDefault="007F7604" w:rsidP="007F7604"/>
    <w:bookmarkEnd w:id="3"/>
    <w:bookmarkEnd w:id="4"/>
    <w:bookmarkEnd w:id="5"/>
    <w:bookmarkEnd w:id="9"/>
    <w:bookmarkEnd w:id="10"/>
    <w:p w:rsidR="00405CC8" w:rsidRDefault="00405CC8" w:rsidP="000F35E4"/>
    <w:p w:rsidR="00405CC8" w:rsidRPr="00405CC8" w:rsidRDefault="00405CC8" w:rsidP="000F35E4"/>
    <w:sectPr w:rsidR="00405CC8" w:rsidRPr="00405CC8" w:rsidSect="00C607B3">
      <w:headerReference w:type="even" r:id="rId20"/>
      <w:headerReference w:type="default" r:id="rId21"/>
      <w:footerReference w:type="even" r:id="rId22"/>
      <w:footerReference w:type="default" r:id="rId23"/>
      <w:type w:val="continuous"/>
      <w:pgSz w:w="11907" w:h="16840" w:code="9"/>
      <w:pgMar w:top="1418" w:right="851" w:bottom="1701" w:left="851" w:header="720" w:footer="284" w:gutter="567"/>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480A" w:rsidRDefault="0007480A">
      <w:r>
        <w:separator/>
      </w:r>
    </w:p>
  </w:endnote>
  <w:endnote w:type="continuationSeparator" w:id="0">
    <w:p w:rsidR="0007480A" w:rsidRDefault="00074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News Gothic MT">
    <w:charset w:val="00"/>
    <w:family w:val="swiss"/>
    <w:pitch w:val="variable"/>
    <w:sig w:usb0="00001A83" w:usb1="090E0000" w:usb2="00000010" w:usb3="00000000" w:csb0="001C002D"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Monotype Sorts">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551" w:rsidRDefault="00407551">
    <w:pPr>
      <w:autoSpaceDE w:val="0"/>
      <w:autoSpaceDN w:val="0"/>
      <w:adjustRightInd w:val="0"/>
      <w:jc w:val="center"/>
      <w:rPr>
        <w:b/>
        <w:bCs/>
        <w:i/>
        <w:iCs/>
        <w:color w:val="000080"/>
        <w:sz w:val="24"/>
      </w:rPr>
    </w:pPr>
    <w:r>
      <w:rPr>
        <w:b/>
        <w:bCs/>
        <w:i/>
        <w:iCs/>
        <w:color w:val="000080"/>
        <w:sz w:val="24"/>
      </w:rPr>
      <w:t>"I testi inseriti nel presente manuale sono protetti da copyright e non possono essere riprodotti</w:t>
    </w:r>
  </w:p>
  <w:p w:rsidR="00407551" w:rsidRDefault="00407551">
    <w:pPr>
      <w:autoSpaceDE w:val="0"/>
      <w:autoSpaceDN w:val="0"/>
      <w:adjustRightInd w:val="0"/>
      <w:jc w:val="center"/>
      <w:rPr>
        <w:b/>
        <w:bCs/>
        <w:i/>
        <w:iCs/>
        <w:color w:val="000080"/>
        <w:sz w:val="24"/>
      </w:rPr>
    </w:pPr>
    <w:r>
      <w:rPr>
        <w:b/>
        <w:bCs/>
        <w:i/>
        <w:iCs/>
        <w:color w:val="000080"/>
        <w:sz w:val="24"/>
      </w:rPr>
      <w:t>per scopi commerciali o divulgati senza specifica autorizzazione scritta della società CAD IT S.p.A."</w:t>
    </w:r>
  </w:p>
  <w:p w:rsidR="00407551" w:rsidRDefault="00407551">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551" w:rsidRDefault="00407551">
    <w:pPr>
      <w:pStyle w:val="Pidipagina"/>
      <w:framePr w:wrap="around" w:vAnchor="page" w:hAnchor="page" w:x="10801" w:y="15985"/>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i</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407551">
      <w:trPr>
        <w:cantSplit/>
        <w:jc w:val="center"/>
      </w:trPr>
      <w:tc>
        <w:tcPr>
          <w:tcW w:w="3212" w:type="dxa"/>
        </w:tcPr>
        <w:p w:rsidR="00407551" w:rsidRDefault="00407551">
          <w:pPr>
            <w:pStyle w:val="Pidipagina"/>
            <w:ind w:right="360" w:firstLine="360"/>
          </w:pPr>
        </w:p>
      </w:tc>
      <w:tc>
        <w:tcPr>
          <w:tcW w:w="3212" w:type="dxa"/>
        </w:tcPr>
        <w:p w:rsidR="00407551" w:rsidRDefault="00407551">
          <w:pPr>
            <w:pStyle w:val="Pidipagina"/>
            <w:spacing w:before="200"/>
            <w:jc w:val="center"/>
          </w:pPr>
          <w:r>
            <w:rPr>
              <w:noProof/>
            </w:rPr>
            <w:drawing>
              <wp:inline distT="0" distB="0" distL="0" distR="0" wp14:anchorId="4E189192" wp14:editId="1F9565B5">
                <wp:extent cx="1181100" cy="314325"/>
                <wp:effectExtent l="0" t="0" r="0" b="9525"/>
                <wp:docPr id="4" name="Immagine 4" descr="CADIT_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DIT_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314325"/>
                        </a:xfrm>
                        <a:prstGeom prst="rect">
                          <a:avLst/>
                        </a:prstGeom>
                        <a:noFill/>
                        <a:ln>
                          <a:noFill/>
                        </a:ln>
                      </pic:spPr>
                    </pic:pic>
                  </a:graphicData>
                </a:graphic>
              </wp:inline>
            </w:drawing>
          </w:r>
        </w:p>
      </w:tc>
      <w:tc>
        <w:tcPr>
          <w:tcW w:w="3212" w:type="dxa"/>
        </w:tcPr>
        <w:p w:rsidR="00407551" w:rsidRDefault="00407551">
          <w:pPr>
            <w:pStyle w:val="Pidipagina"/>
            <w:spacing w:before="480"/>
            <w:jc w:val="right"/>
          </w:pPr>
        </w:p>
      </w:tc>
    </w:tr>
  </w:tbl>
  <w:p w:rsidR="00407551" w:rsidRDefault="00407551">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551" w:rsidRDefault="00407551">
    <w:pPr>
      <w:pStyle w:val="Pidipagina"/>
      <w:framePr w:wrap="around" w:vAnchor="page" w:hAnchor="page" w:x="865" w:y="15985"/>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ii</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407551">
      <w:trPr>
        <w:cantSplit/>
        <w:jc w:val="center"/>
      </w:trPr>
      <w:tc>
        <w:tcPr>
          <w:tcW w:w="3212" w:type="dxa"/>
        </w:tcPr>
        <w:p w:rsidR="00407551" w:rsidRDefault="00407551">
          <w:pPr>
            <w:pStyle w:val="Pidipagina"/>
            <w:ind w:right="360" w:firstLine="360"/>
          </w:pPr>
        </w:p>
      </w:tc>
      <w:tc>
        <w:tcPr>
          <w:tcW w:w="3212" w:type="dxa"/>
        </w:tcPr>
        <w:p w:rsidR="00407551" w:rsidRDefault="00407551">
          <w:pPr>
            <w:pStyle w:val="Pidipagina"/>
            <w:spacing w:before="200"/>
            <w:jc w:val="center"/>
          </w:pPr>
          <w:r>
            <w:rPr>
              <w:noProof/>
            </w:rPr>
            <w:drawing>
              <wp:inline distT="0" distB="0" distL="0" distR="0" wp14:anchorId="5FF97B9D" wp14:editId="01081306">
                <wp:extent cx="1181100" cy="314325"/>
                <wp:effectExtent l="0" t="0" r="0" b="9525"/>
                <wp:docPr id="5" name="Immagine 5" descr="CADIT_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ADIT_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314325"/>
                        </a:xfrm>
                        <a:prstGeom prst="rect">
                          <a:avLst/>
                        </a:prstGeom>
                        <a:noFill/>
                        <a:ln>
                          <a:noFill/>
                        </a:ln>
                      </pic:spPr>
                    </pic:pic>
                  </a:graphicData>
                </a:graphic>
              </wp:inline>
            </w:drawing>
          </w:r>
        </w:p>
      </w:tc>
      <w:tc>
        <w:tcPr>
          <w:tcW w:w="3212" w:type="dxa"/>
        </w:tcPr>
        <w:p w:rsidR="00407551" w:rsidRDefault="00407551">
          <w:pPr>
            <w:pStyle w:val="Pidipagina"/>
            <w:spacing w:before="480"/>
            <w:jc w:val="right"/>
          </w:pPr>
        </w:p>
      </w:tc>
    </w:tr>
  </w:tbl>
  <w:p w:rsidR="00407551" w:rsidRDefault="00407551">
    <w:pPr>
      <w:pStyle w:val="Pidipa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551" w:rsidRDefault="00407551">
    <w:pPr>
      <w:pStyle w:val="Pidipagina"/>
      <w:framePr w:wrap="around" w:vAnchor="page" w:hAnchor="page" w:x="10882" w:y="16025"/>
      <w:rPr>
        <w:rStyle w:val="Numeropagina"/>
      </w:rPr>
    </w:pPr>
    <w:r>
      <w:rPr>
        <w:rStyle w:val="Numeropagina"/>
      </w:rPr>
      <w:fldChar w:fldCharType="begin"/>
    </w:r>
    <w:r>
      <w:rPr>
        <w:rStyle w:val="Numeropagina"/>
      </w:rPr>
      <w:instrText xml:space="preserve">PAGE  </w:instrText>
    </w:r>
    <w:r>
      <w:rPr>
        <w:rStyle w:val="Numeropagina"/>
      </w:rPr>
      <w:fldChar w:fldCharType="separate"/>
    </w:r>
    <w:r w:rsidR="00B97D30">
      <w:rPr>
        <w:rStyle w:val="Numeropagina"/>
        <w:noProof/>
      </w:rPr>
      <w:t>i</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407551">
      <w:trPr>
        <w:cantSplit/>
        <w:jc w:val="center"/>
      </w:trPr>
      <w:tc>
        <w:tcPr>
          <w:tcW w:w="3212" w:type="dxa"/>
        </w:tcPr>
        <w:p w:rsidR="00407551" w:rsidRDefault="00407551">
          <w:pPr>
            <w:pStyle w:val="Pidipagina"/>
            <w:ind w:right="360" w:firstLine="360"/>
          </w:pPr>
        </w:p>
      </w:tc>
      <w:tc>
        <w:tcPr>
          <w:tcW w:w="3212" w:type="dxa"/>
        </w:tcPr>
        <w:p w:rsidR="00407551" w:rsidRDefault="00407551">
          <w:pPr>
            <w:pStyle w:val="Pidipagina"/>
            <w:spacing w:before="200"/>
            <w:jc w:val="center"/>
          </w:pPr>
          <w:r>
            <w:rPr>
              <w:noProof/>
            </w:rPr>
            <w:drawing>
              <wp:inline distT="0" distB="0" distL="0" distR="0" wp14:anchorId="2DCE909E" wp14:editId="688EC328">
                <wp:extent cx="1181100" cy="304800"/>
                <wp:effectExtent l="0" t="0" r="0" b="0"/>
                <wp:docPr id="6" name="Immagine 6" descr="CADIT_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ADIT_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304800"/>
                        </a:xfrm>
                        <a:prstGeom prst="rect">
                          <a:avLst/>
                        </a:prstGeom>
                        <a:noFill/>
                        <a:ln>
                          <a:noFill/>
                        </a:ln>
                      </pic:spPr>
                    </pic:pic>
                  </a:graphicData>
                </a:graphic>
              </wp:inline>
            </w:drawing>
          </w:r>
        </w:p>
      </w:tc>
      <w:tc>
        <w:tcPr>
          <w:tcW w:w="3212" w:type="dxa"/>
        </w:tcPr>
        <w:p w:rsidR="00407551" w:rsidRDefault="00407551">
          <w:pPr>
            <w:pStyle w:val="Pidipagina"/>
            <w:spacing w:before="480"/>
            <w:jc w:val="right"/>
          </w:pPr>
        </w:p>
      </w:tc>
    </w:tr>
  </w:tbl>
  <w:p w:rsidR="00407551" w:rsidRDefault="00407551">
    <w:pPr>
      <w:pStyle w:val="Pidipa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551" w:rsidRDefault="00407551">
    <w:pPr>
      <w:pStyle w:val="Pidipagina"/>
      <w:framePr w:wrap="around" w:vAnchor="page" w:hAnchor="page" w:x="865" w:y="15985"/>
      <w:rPr>
        <w:rStyle w:val="Numeropagina"/>
      </w:rPr>
    </w:pPr>
    <w:r>
      <w:rPr>
        <w:rStyle w:val="Numeropagina"/>
      </w:rPr>
      <w:fldChar w:fldCharType="begin"/>
    </w:r>
    <w:r>
      <w:rPr>
        <w:rStyle w:val="Numeropagina"/>
      </w:rPr>
      <w:instrText xml:space="preserve">PAGE  </w:instrText>
    </w:r>
    <w:r>
      <w:rPr>
        <w:rStyle w:val="Numeropagina"/>
      </w:rPr>
      <w:fldChar w:fldCharType="separate"/>
    </w:r>
    <w:r w:rsidR="00B97D30">
      <w:rPr>
        <w:rStyle w:val="Numeropagina"/>
        <w:noProof/>
      </w:rPr>
      <w:t>iv</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407551">
      <w:trPr>
        <w:cantSplit/>
        <w:jc w:val="center"/>
      </w:trPr>
      <w:tc>
        <w:tcPr>
          <w:tcW w:w="3212" w:type="dxa"/>
        </w:tcPr>
        <w:p w:rsidR="00407551" w:rsidRDefault="00407551">
          <w:pPr>
            <w:pStyle w:val="Pidipagina"/>
            <w:ind w:right="360" w:firstLine="360"/>
          </w:pPr>
        </w:p>
      </w:tc>
      <w:tc>
        <w:tcPr>
          <w:tcW w:w="3212" w:type="dxa"/>
        </w:tcPr>
        <w:p w:rsidR="00407551" w:rsidRDefault="00407551">
          <w:pPr>
            <w:pStyle w:val="Pidipagina"/>
            <w:spacing w:before="200"/>
            <w:jc w:val="center"/>
          </w:pPr>
          <w:r>
            <w:rPr>
              <w:noProof/>
            </w:rPr>
            <w:drawing>
              <wp:inline distT="0" distB="0" distL="0" distR="0" wp14:anchorId="47E1BEFE" wp14:editId="3A68F62F">
                <wp:extent cx="1180465" cy="307340"/>
                <wp:effectExtent l="0" t="0" r="635" b="0"/>
                <wp:docPr id="9" name="Immagine 9" descr="CADIT_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ADIT_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0465" cy="307340"/>
                        </a:xfrm>
                        <a:prstGeom prst="rect">
                          <a:avLst/>
                        </a:prstGeom>
                        <a:noFill/>
                        <a:ln>
                          <a:noFill/>
                        </a:ln>
                      </pic:spPr>
                    </pic:pic>
                  </a:graphicData>
                </a:graphic>
              </wp:inline>
            </w:drawing>
          </w:r>
        </w:p>
      </w:tc>
      <w:tc>
        <w:tcPr>
          <w:tcW w:w="3212" w:type="dxa"/>
        </w:tcPr>
        <w:p w:rsidR="00407551" w:rsidRDefault="00407551">
          <w:pPr>
            <w:pStyle w:val="Pidipagina"/>
            <w:spacing w:before="480"/>
            <w:jc w:val="right"/>
          </w:pPr>
        </w:p>
      </w:tc>
    </w:tr>
  </w:tbl>
  <w:p w:rsidR="00407551" w:rsidRDefault="00407551">
    <w:pPr>
      <w:pStyle w:val="Pidipa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551" w:rsidRDefault="00407551">
    <w:pPr>
      <w:pStyle w:val="Pidipagina"/>
      <w:framePr w:wrap="around" w:vAnchor="page" w:hAnchor="page" w:x="865" w:y="15985"/>
      <w:rPr>
        <w:rStyle w:val="Numeropagina"/>
      </w:rPr>
    </w:pPr>
    <w:r>
      <w:rPr>
        <w:rStyle w:val="Numeropagina"/>
      </w:rPr>
      <w:fldChar w:fldCharType="begin"/>
    </w:r>
    <w:r>
      <w:rPr>
        <w:rStyle w:val="Numeropagina"/>
      </w:rPr>
      <w:instrText xml:space="preserve">PAGE  </w:instrText>
    </w:r>
    <w:r>
      <w:rPr>
        <w:rStyle w:val="Numeropagina"/>
      </w:rPr>
      <w:fldChar w:fldCharType="separate"/>
    </w:r>
    <w:r w:rsidR="00B97D30">
      <w:rPr>
        <w:rStyle w:val="Numeropagina"/>
        <w:noProof/>
      </w:rPr>
      <w:t>10</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407551">
      <w:trPr>
        <w:cantSplit/>
        <w:jc w:val="center"/>
      </w:trPr>
      <w:tc>
        <w:tcPr>
          <w:tcW w:w="3212" w:type="dxa"/>
        </w:tcPr>
        <w:p w:rsidR="00407551" w:rsidRDefault="00407551">
          <w:pPr>
            <w:pStyle w:val="Pidipagina"/>
            <w:ind w:right="360" w:firstLine="360"/>
          </w:pPr>
        </w:p>
      </w:tc>
      <w:tc>
        <w:tcPr>
          <w:tcW w:w="3212" w:type="dxa"/>
        </w:tcPr>
        <w:p w:rsidR="00407551" w:rsidRDefault="00407551">
          <w:pPr>
            <w:pStyle w:val="Pidipagina"/>
            <w:spacing w:before="200"/>
            <w:jc w:val="center"/>
          </w:pPr>
          <w:r>
            <w:rPr>
              <w:noProof/>
            </w:rPr>
            <w:drawing>
              <wp:inline distT="0" distB="0" distL="0" distR="0" wp14:anchorId="788813BD" wp14:editId="176A4089">
                <wp:extent cx="1181100" cy="314325"/>
                <wp:effectExtent l="0" t="0" r="0" b="9525"/>
                <wp:docPr id="10" name="Immagine 10" descr="CADIT_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ADIT_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314325"/>
                        </a:xfrm>
                        <a:prstGeom prst="rect">
                          <a:avLst/>
                        </a:prstGeom>
                        <a:noFill/>
                        <a:ln>
                          <a:noFill/>
                        </a:ln>
                      </pic:spPr>
                    </pic:pic>
                  </a:graphicData>
                </a:graphic>
              </wp:inline>
            </w:drawing>
          </w:r>
        </w:p>
      </w:tc>
      <w:tc>
        <w:tcPr>
          <w:tcW w:w="3212" w:type="dxa"/>
        </w:tcPr>
        <w:p w:rsidR="00407551" w:rsidRDefault="00407551">
          <w:pPr>
            <w:pStyle w:val="Pidipagina"/>
            <w:spacing w:before="480"/>
            <w:jc w:val="right"/>
          </w:pPr>
        </w:p>
      </w:tc>
    </w:tr>
  </w:tbl>
  <w:p w:rsidR="00407551" w:rsidRDefault="00407551">
    <w:pPr>
      <w:pStyle w:val="Pidipagin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551" w:rsidRDefault="00407551">
    <w:pPr>
      <w:pStyle w:val="Pidipagina"/>
      <w:framePr w:wrap="around" w:vAnchor="page" w:hAnchor="margin" w:xAlign="outside" w:y="16019"/>
      <w:rPr>
        <w:rStyle w:val="Numeropagina"/>
      </w:rPr>
    </w:pPr>
    <w:r>
      <w:rPr>
        <w:rStyle w:val="Numeropagina"/>
      </w:rPr>
      <w:fldChar w:fldCharType="begin"/>
    </w:r>
    <w:r>
      <w:rPr>
        <w:rStyle w:val="Numeropagina"/>
      </w:rPr>
      <w:instrText xml:space="preserve">PAGE  </w:instrText>
    </w:r>
    <w:r>
      <w:rPr>
        <w:rStyle w:val="Numeropagina"/>
      </w:rPr>
      <w:fldChar w:fldCharType="separate"/>
    </w:r>
    <w:r w:rsidR="00B97D30">
      <w:rPr>
        <w:rStyle w:val="Numeropagina"/>
        <w:noProof/>
      </w:rPr>
      <w:t>9</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407551">
      <w:trPr>
        <w:cantSplit/>
        <w:jc w:val="center"/>
      </w:trPr>
      <w:tc>
        <w:tcPr>
          <w:tcW w:w="3212" w:type="dxa"/>
        </w:tcPr>
        <w:p w:rsidR="00407551" w:rsidRDefault="00407551">
          <w:pPr>
            <w:pStyle w:val="Pidipagina"/>
            <w:ind w:right="360" w:firstLine="360"/>
          </w:pPr>
        </w:p>
      </w:tc>
      <w:tc>
        <w:tcPr>
          <w:tcW w:w="3212" w:type="dxa"/>
        </w:tcPr>
        <w:p w:rsidR="00407551" w:rsidRDefault="00407551">
          <w:pPr>
            <w:pStyle w:val="Pidipagina"/>
            <w:spacing w:before="200"/>
            <w:jc w:val="center"/>
          </w:pPr>
          <w:r>
            <w:rPr>
              <w:noProof/>
            </w:rPr>
            <w:drawing>
              <wp:inline distT="0" distB="0" distL="0" distR="0" wp14:anchorId="623A7972" wp14:editId="7851F4A9">
                <wp:extent cx="1181100" cy="314325"/>
                <wp:effectExtent l="0" t="0" r="0" b="9525"/>
                <wp:docPr id="11" name="Immagine 11" descr="CADIT_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ADIT_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314325"/>
                        </a:xfrm>
                        <a:prstGeom prst="rect">
                          <a:avLst/>
                        </a:prstGeom>
                        <a:noFill/>
                        <a:ln>
                          <a:noFill/>
                        </a:ln>
                      </pic:spPr>
                    </pic:pic>
                  </a:graphicData>
                </a:graphic>
              </wp:inline>
            </w:drawing>
          </w:r>
        </w:p>
      </w:tc>
      <w:tc>
        <w:tcPr>
          <w:tcW w:w="3212" w:type="dxa"/>
        </w:tcPr>
        <w:p w:rsidR="00407551" w:rsidRDefault="00407551">
          <w:pPr>
            <w:pStyle w:val="Pidipagina"/>
            <w:spacing w:before="480"/>
            <w:jc w:val="right"/>
          </w:pPr>
        </w:p>
      </w:tc>
    </w:tr>
  </w:tbl>
  <w:p w:rsidR="00407551" w:rsidRDefault="0040755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480A" w:rsidRDefault="0007480A">
      <w:r>
        <w:separator/>
      </w:r>
    </w:p>
  </w:footnote>
  <w:footnote w:type="continuationSeparator" w:id="0">
    <w:p w:rsidR="0007480A" w:rsidRDefault="000748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551" w:rsidRDefault="00407551">
    <w:pPr>
      <w:pStyle w:val="Intestazione"/>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551" w:rsidRDefault="00407551">
    <w:pPr>
      <w:pStyle w:val="Intestazione"/>
      <w:pBdr>
        <w:bottom w:val="none" w:sz="0" w:space="0" w:color="auto"/>
      </w:pBdr>
    </w:pPr>
  </w:p>
  <w:p w:rsidR="00407551" w:rsidRDefault="00407551">
    <w:pPr>
      <w:pStyle w:val="Intestazione"/>
    </w:pPr>
  </w:p>
  <w:p w:rsidR="00407551" w:rsidRDefault="00407551">
    <w:pPr>
      <w:pStyle w:val="Intestazione"/>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551" w:rsidRDefault="00407551">
    <w:pPr>
      <w:pStyle w:val="Intestazione"/>
      <w:pBdr>
        <w:bottom w:val="none" w:sz="0" w:space="0" w:color="auto"/>
      </w:pBdr>
    </w:pPr>
    <w:r>
      <w:t xml:space="preserve">Modello della struttura </w:t>
    </w:r>
  </w:p>
  <w:p w:rsidR="00407551" w:rsidRDefault="00407551">
    <w:pPr>
      <w:pStyle w:val="Intestazione"/>
    </w:pPr>
  </w:p>
  <w:p w:rsidR="00407551" w:rsidRDefault="00407551">
    <w:pPr>
      <w:pStyle w:val="Intestazione"/>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551" w:rsidRDefault="00407551">
    <w:pPr>
      <w:pStyle w:val="Intestazione"/>
      <w:jc w:val="right"/>
    </w:pPr>
  </w:p>
  <w:p w:rsidR="00407551" w:rsidRDefault="00407551">
    <w:pPr>
      <w:pStyle w:val="Intestazione"/>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551" w:rsidRDefault="00B63095">
    <w:pPr>
      <w:pStyle w:val="Intestazione"/>
      <w:pBdr>
        <w:bottom w:val="none" w:sz="0" w:space="0" w:color="auto"/>
      </w:pBdr>
    </w:pPr>
    <w:r>
      <w:t>Manuale Utente City</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551" w:rsidRDefault="00B63095">
    <w:pPr>
      <w:pStyle w:val="Intestazione"/>
      <w:jc w:val="right"/>
    </w:pPr>
    <w:r>
      <w:t>Manuale Utente City</w:t>
    </w:r>
  </w:p>
  <w:p w:rsidR="00407551" w:rsidRDefault="00407551">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E12B552"/>
    <w:lvl w:ilvl="0">
      <w:start w:val="1"/>
      <w:numFmt w:val="bullet"/>
      <w:lvlText w:val=""/>
      <w:lvlJc w:val="left"/>
      <w:pPr>
        <w:tabs>
          <w:tab w:val="num" w:pos="360"/>
        </w:tabs>
        <w:ind w:left="360" w:hanging="360"/>
      </w:pPr>
      <w:rPr>
        <w:rFonts w:ascii="Symbol" w:hAnsi="Symbol" w:hint="default"/>
      </w:rPr>
    </w:lvl>
  </w:abstractNum>
  <w:abstractNum w:abstractNumId="1">
    <w:nsid w:val="07771DFD"/>
    <w:multiLevelType w:val="multilevel"/>
    <w:tmpl w:val="5BA0987E"/>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576"/>
        </w:tabs>
        <w:ind w:left="576"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2">
    <w:nsid w:val="1F885FC4"/>
    <w:multiLevelType w:val="hybridMultilevel"/>
    <w:tmpl w:val="65D88398"/>
    <w:lvl w:ilvl="0" w:tplc="B2388B5A">
      <w:start w:val="1"/>
      <w:numFmt w:val="decimal"/>
      <w:lvlText w:val="%1."/>
      <w:lvlJc w:val="left"/>
      <w:pPr>
        <w:tabs>
          <w:tab w:val="num" w:pos="3479"/>
        </w:tabs>
        <w:ind w:left="3479" w:hanging="360"/>
      </w:pPr>
      <w:rPr>
        <w:rFonts w:hint="default"/>
      </w:rPr>
    </w:lvl>
    <w:lvl w:ilvl="1" w:tplc="04100019" w:tentative="1">
      <w:start w:val="1"/>
      <w:numFmt w:val="lowerLetter"/>
      <w:lvlText w:val="%2."/>
      <w:lvlJc w:val="left"/>
      <w:pPr>
        <w:tabs>
          <w:tab w:val="num" w:pos="4199"/>
        </w:tabs>
        <w:ind w:left="4199" w:hanging="360"/>
      </w:pPr>
    </w:lvl>
    <w:lvl w:ilvl="2" w:tplc="0410001B" w:tentative="1">
      <w:start w:val="1"/>
      <w:numFmt w:val="lowerRoman"/>
      <w:lvlText w:val="%3."/>
      <w:lvlJc w:val="right"/>
      <w:pPr>
        <w:tabs>
          <w:tab w:val="num" w:pos="4919"/>
        </w:tabs>
        <w:ind w:left="4919" w:hanging="180"/>
      </w:pPr>
    </w:lvl>
    <w:lvl w:ilvl="3" w:tplc="0410000F" w:tentative="1">
      <w:start w:val="1"/>
      <w:numFmt w:val="decimal"/>
      <w:lvlText w:val="%4."/>
      <w:lvlJc w:val="left"/>
      <w:pPr>
        <w:tabs>
          <w:tab w:val="num" w:pos="5639"/>
        </w:tabs>
        <w:ind w:left="5639" w:hanging="360"/>
      </w:pPr>
    </w:lvl>
    <w:lvl w:ilvl="4" w:tplc="04100019" w:tentative="1">
      <w:start w:val="1"/>
      <w:numFmt w:val="lowerLetter"/>
      <w:lvlText w:val="%5."/>
      <w:lvlJc w:val="left"/>
      <w:pPr>
        <w:tabs>
          <w:tab w:val="num" w:pos="6359"/>
        </w:tabs>
        <w:ind w:left="6359" w:hanging="360"/>
      </w:pPr>
    </w:lvl>
    <w:lvl w:ilvl="5" w:tplc="0410001B" w:tentative="1">
      <w:start w:val="1"/>
      <w:numFmt w:val="lowerRoman"/>
      <w:lvlText w:val="%6."/>
      <w:lvlJc w:val="right"/>
      <w:pPr>
        <w:tabs>
          <w:tab w:val="num" w:pos="7079"/>
        </w:tabs>
        <w:ind w:left="7079" w:hanging="180"/>
      </w:pPr>
    </w:lvl>
    <w:lvl w:ilvl="6" w:tplc="0410000F" w:tentative="1">
      <w:start w:val="1"/>
      <w:numFmt w:val="decimal"/>
      <w:lvlText w:val="%7."/>
      <w:lvlJc w:val="left"/>
      <w:pPr>
        <w:tabs>
          <w:tab w:val="num" w:pos="7799"/>
        </w:tabs>
        <w:ind w:left="7799" w:hanging="360"/>
      </w:pPr>
    </w:lvl>
    <w:lvl w:ilvl="7" w:tplc="04100019" w:tentative="1">
      <w:start w:val="1"/>
      <w:numFmt w:val="lowerLetter"/>
      <w:lvlText w:val="%8."/>
      <w:lvlJc w:val="left"/>
      <w:pPr>
        <w:tabs>
          <w:tab w:val="num" w:pos="8519"/>
        </w:tabs>
        <w:ind w:left="8519" w:hanging="360"/>
      </w:pPr>
    </w:lvl>
    <w:lvl w:ilvl="8" w:tplc="0410001B" w:tentative="1">
      <w:start w:val="1"/>
      <w:numFmt w:val="lowerRoman"/>
      <w:lvlText w:val="%9."/>
      <w:lvlJc w:val="right"/>
      <w:pPr>
        <w:tabs>
          <w:tab w:val="num" w:pos="9239"/>
        </w:tabs>
        <w:ind w:left="9239" w:hanging="180"/>
      </w:pPr>
    </w:lvl>
  </w:abstractNum>
  <w:abstractNum w:abstractNumId="3">
    <w:nsid w:val="230E0ED0"/>
    <w:multiLevelType w:val="hybridMultilevel"/>
    <w:tmpl w:val="5CFA7C68"/>
    <w:lvl w:ilvl="0" w:tplc="BFDE574C">
      <w:start w:val="2"/>
      <w:numFmt w:val="decimal"/>
      <w:lvlText w:val="%1."/>
      <w:lvlJc w:val="left"/>
      <w:pPr>
        <w:tabs>
          <w:tab w:val="num" w:pos="3478"/>
        </w:tabs>
        <w:ind w:left="3478" w:hanging="360"/>
      </w:pPr>
      <w:rPr>
        <w:rFonts w:hint="default"/>
      </w:rPr>
    </w:lvl>
    <w:lvl w:ilvl="1" w:tplc="04100019" w:tentative="1">
      <w:start w:val="1"/>
      <w:numFmt w:val="lowerLetter"/>
      <w:lvlText w:val="%2."/>
      <w:lvlJc w:val="left"/>
      <w:pPr>
        <w:tabs>
          <w:tab w:val="num" w:pos="4198"/>
        </w:tabs>
        <w:ind w:left="4198" w:hanging="360"/>
      </w:pPr>
    </w:lvl>
    <w:lvl w:ilvl="2" w:tplc="0410001B" w:tentative="1">
      <w:start w:val="1"/>
      <w:numFmt w:val="lowerRoman"/>
      <w:lvlText w:val="%3."/>
      <w:lvlJc w:val="right"/>
      <w:pPr>
        <w:tabs>
          <w:tab w:val="num" w:pos="4918"/>
        </w:tabs>
        <w:ind w:left="4918" w:hanging="180"/>
      </w:pPr>
    </w:lvl>
    <w:lvl w:ilvl="3" w:tplc="0410000F" w:tentative="1">
      <w:start w:val="1"/>
      <w:numFmt w:val="decimal"/>
      <w:lvlText w:val="%4."/>
      <w:lvlJc w:val="left"/>
      <w:pPr>
        <w:tabs>
          <w:tab w:val="num" w:pos="5638"/>
        </w:tabs>
        <w:ind w:left="5638" w:hanging="360"/>
      </w:pPr>
    </w:lvl>
    <w:lvl w:ilvl="4" w:tplc="04100019" w:tentative="1">
      <w:start w:val="1"/>
      <w:numFmt w:val="lowerLetter"/>
      <w:lvlText w:val="%5."/>
      <w:lvlJc w:val="left"/>
      <w:pPr>
        <w:tabs>
          <w:tab w:val="num" w:pos="6358"/>
        </w:tabs>
        <w:ind w:left="6358" w:hanging="360"/>
      </w:pPr>
    </w:lvl>
    <w:lvl w:ilvl="5" w:tplc="0410001B" w:tentative="1">
      <w:start w:val="1"/>
      <w:numFmt w:val="lowerRoman"/>
      <w:lvlText w:val="%6."/>
      <w:lvlJc w:val="right"/>
      <w:pPr>
        <w:tabs>
          <w:tab w:val="num" w:pos="7078"/>
        </w:tabs>
        <w:ind w:left="7078" w:hanging="180"/>
      </w:pPr>
    </w:lvl>
    <w:lvl w:ilvl="6" w:tplc="0410000F" w:tentative="1">
      <w:start w:val="1"/>
      <w:numFmt w:val="decimal"/>
      <w:lvlText w:val="%7."/>
      <w:lvlJc w:val="left"/>
      <w:pPr>
        <w:tabs>
          <w:tab w:val="num" w:pos="7798"/>
        </w:tabs>
        <w:ind w:left="7798" w:hanging="360"/>
      </w:pPr>
    </w:lvl>
    <w:lvl w:ilvl="7" w:tplc="04100019" w:tentative="1">
      <w:start w:val="1"/>
      <w:numFmt w:val="lowerLetter"/>
      <w:lvlText w:val="%8."/>
      <w:lvlJc w:val="left"/>
      <w:pPr>
        <w:tabs>
          <w:tab w:val="num" w:pos="8518"/>
        </w:tabs>
        <w:ind w:left="8518" w:hanging="360"/>
      </w:pPr>
    </w:lvl>
    <w:lvl w:ilvl="8" w:tplc="0410001B" w:tentative="1">
      <w:start w:val="1"/>
      <w:numFmt w:val="lowerRoman"/>
      <w:lvlText w:val="%9."/>
      <w:lvlJc w:val="right"/>
      <w:pPr>
        <w:tabs>
          <w:tab w:val="num" w:pos="9238"/>
        </w:tabs>
        <w:ind w:left="9238" w:hanging="180"/>
      </w:pPr>
    </w:lvl>
  </w:abstractNum>
  <w:abstractNum w:abstractNumId="4">
    <w:nsid w:val="4AEE6293"/>
    <w:multiLevelType w:val="singleLevel"/>
    <w:tmpl w:val="30045A3A"/>
    <w:lvl w:ilvl="0">
      <w:start w:val="1"/>
      <w:numFmt w:val="bullet"/>
      <w:pStyle w:val="Numeroelenco"/>
      <w:lvlText w:val=""/>
      <w:lvlJc w:val="left"/>
      <w:pPr>
        <w:tabs>
          <w:tab w:val="num" w:pos="360"/>
        </w:tabs>
        <w:ind w:left="284" w:hanging="284"/>
      </w:pPr>
      <w:rPr>
        <w:rFonts w:ascii="Symbol" w:hAnsi="Symbol" w:hint="default"/>
      </w:rPr>
    </w:lvl>
  </w:abstractNum>
  <w:abstractNum w:abstractNumId="5">
    <w:nsid w:val="4DCB39E6"/>
    <w:multiLevelType w:val="singleLevel"/>
    <w:tmpl w:val="30045A3A"/>
    <w:lvl w:ilvl="0">
      <w:start w:val="1"/>
      <w:numFmt w:val="bullet"/>
      <w:pStyle w:val="Numeroelenco3"/>
      <w:lvlText w:val=""/>
      <w:lvlJc w:val="left"/>
      <w:pPr>
        <w:tabs>
          <w:tab w:val="num" w:pos="360"/>
        </w:tabs>
        <w:ind w:left="284" w:hanging="284"/>
      </w:pPr>
      <w:rPr>
        <w:rFonts w:ascii="Symbol" w:hAnsi="Symbol" w:hint="default"/>
      </w:rPr>
    </w:lvl>
  </w:abstractNum>
  <w:abstractNum w:abstractNumId="6">
    <w:nsid w:val="51E45375"/>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7">
    <w:nsid w:val="54046AF7"/>
    <w:multiLevelType w:val="multilevel"/>
    <w:tmpl w:val="A1B2D0A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440"/>
        </w:tabs>
        <w:ind w:left="1296" w:hanging="1296"/>
      </w:pPr>
    </w:lvl>
    <w:lvl w:ilvl="7">
      <w:start w:val="1"/>
      <w:numFmt w:val="decimal"/>
      <w:lvlText w:val="%1.%2.%3.%4.%5.%6.%7.%8"/>
      <w:lvlJc w:val="left"/>
      <w:pPr>
        <w:tabs>
          <w:tab w:val="num" w:pos="1800"/>
        </w:tabs>
        <w:ind w:left="1440" w:hanging="1440"/>
      </w:pPr>
    </w:lvl>
    <w:lvl w:ilvl="8">
      <w:start w:val="1"/>
      <w:numFmt w:val="decimal"/>
      <w:lvlText w:val="%1.%2.%3.%4.%5.%6.%7.%8.%9"/>
      <w:lvlJc w:val="left"/>
      <w:pPr>
        <w:tabs>
          <w:tab w:val="num" w:pos="1800"/>
        </w:tabs>
        <w:ind w:left="1584" w:hanging="1584"/>
      </w:pPr>
    </w:lvl>
  </w:abstractNum>
  <w:abstractNum w:abstractNumId="8">
    <w:nsid w:val="54865A55"/>
    <w:multiLevelType w:val="singleLevel"/>
    <w:tmpl w:val="30045A3A"/>
    <w:lvl w:ilvl="0">
      <w:start w:val="1"/>
      <w:numFmt w:val="bullet"/>
      <w:pStyle w:val="Numeroelenco4"/>
      <w:lvlText w:val=""/>
      <w:lvlJc w:val="left"/>
      <w:pPr>
        <w:tabs>
          <w:tab w:val="num" w:pos="360"/>
        </w:tabs>
        <w:ind w:left="284" w:hanging="284"/>
      </w:pPr>
      <w:rPr>
        <w:rFonts w:ascii="Symbol" w:hAnsi="Symbol" w:hint="default"/>
      </w:rPr>
    </w:lvl>
  </w:abstractNum>
  <w:abstractNum w:abstractNumId="9">
    <w:nsid w:val="574425C1"/>
    <w:multiLevelType w:val="singleLevel"/>
    <w:tmpl w:val="30045A3A"/>
    <w:lvl w:ilvl="0">
      <w:start w:val="1"/>
      <w:numFmt w:val="bullet"/>
      <w:pStyle w:val="Numeroelenco5"/>
      <w:lvlText w:val=""/>
      <w:lvlJc w:val="left"/>
      <w:pPr>
        <w:tabs>
          <w:tab w:val="num" w:pos="360"/>
        </w:tabs>
        <w:ind w:left="284" w:hanging="284"/>
      </w:pPr>
      <w:rPr>
        <w:rFonts w:ascii="Symbol" w:hAnsi="Symbol" w:hint="default"/>
      </w:rPr>
    </w:lvl>
  </w:abstractNum>
  <w:abstractNum w:abstractNumId="10">
    <w:nsid w:val="5FCE1BF3"/>
    <w:multiLevelType w:val="singleLevel"/>
    <w:tmpl w:val="1960FD2C"/>
    <w:lvl w:ilvl="0">
      <w:start w:val="3"/>
      <w:numFmt w:val="bullet"/>
      <w:pStyle w:val="Puntoelenco3"/>
      <w:lvlText w:val="-"/>
      <w:lvlJc w:val="left"/>
      <w:pPr>
        <w:tabs>
          <w:tab w:val="num" w:pos="360"/>
        </w:tabs>
        <w:ind w:left="360" w:hanging="360"/>
      </w:pPr>
      <w:rPr>
        <w:rFonts w:hint="default"/>
      </w:rPr>
    </w:lvl>
  </w:abstractNum>
  <w:abstractNum w:abstractNumId="11">
    <w:nsid w:val="61D6148E"/>
    <w:multiLevelType w:val="singleLevel"/>
    <w:tmpl w:val="30045A3A"/>
    <w:lvl w:ilvl="0">
      <w:start w:val="1"/>
      <w:numFmt w:val="bullet"/>
      <w:pStyle w:val="Puntoelenco5"/>
      <w:lvlText w:val=""/>
      <w:lvlJc w:val="left"/>
      <w:pPr>
        <w:tabs>
          <w:tab w:val="num" w:pos="360"/>
        </w:tabs>
        <w:ind w:left="284" w:hanging="284"/>
      </w:pPr>
      <w:rPr>
        <w:rFonts w:ascii="Symbol" w:hAnsi="Symbol" w:hint="default"/>
      </w:rPr>
    </w:lvl>
  </w:abstractNum>
  <w:abstractNum w:abstractNumId="12">
    <w:nsid w:val="67C67034"/>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3">
    <w:nsid w:val="6AF3321C"/>
    <w:multiLevelType w:val="singleLevel"/>
    <w:tmpl w:val="21B8D4C6"/>
    <w:lvl w:ilvl="0">
      <w:start w:val="1"/>
      <w:numFmt w:val="upperLetter"/>
      <w:pStyle w:val="Puntoelenco2"/>
      <w:lvlText w:val="%1."/>
      <w:lvlJc w:val="left"/>
      <w:pPr>
        <w:tabs>
          <w:tab w:val="num" w:pos="360"/>
        </w:tabs>
        <w:ind w:left="284" w:hanging="284"/>
      </w:pPr>
    </w:lvl>
  </w:abstractNum>
  <w:abstractNum w:abstractNumId="14">
    <w:nsid w:val="6BDB7470"/>
    <w:multiLevelType w:val="singleLevel"/>
    <w:tmpl w:val="30045A3A"/>
    <w:lvl w:ilvl="0">
      <w:start w:val="1"/>
      <w:numFmt w:val="bullet"/>
      <w:pStyle w:val="Puntoelenco4"/>
      <w:lvlText w:val=""/>
      <w:lvlJc w:val="left"/>
      <w:pPr>
        <w:tabs>
          <w:tab w:val="num" w:pos="360"/>
        </w:tabs>
        <w:ind w:left="284" w:hanging="284"/>
      </w:pPr>
      <w:rPr>
        <w:rFonts w:ascii="Symbol" w:hAnsi="Symbol" w:hint="default"/>
      </w:rPr>
    </w:lvl>
  </w:abstractNum>
  <w:abstractNum w:abstractNumId="15">
    <w:nsid w:val="6F194EDF"/>
    <w:multiLevelType w:val="singleLevel"/>
    <w:tmpl w:val="30045A3A"/>
    <w:lvl w:ilvl="0">
      <w:start w:val="1"/>
      <w:numFmt w:val="bullet"/>
      <w:pStyle w:val="Numeroelenco2"/>
      <w:lvlText w:val=""/>
      <w:lvlJc w:val="left"/>
      <w:pPr>
        <w:tabs>
          <w:tab w:val="num" w:pos="360"/>
        </w:tabs>
        <w:ind w:left="284" w:hanging="284"/>
      </w:pPr>
      <w:rPr>
        <w:rFonts w:ascii="Symbol" w:hAnsi="Symbol" w:hint="default"/>
      </w:rPr>
    </w:lvl>
  </w:abstractNum>
  <w:num w:numId="1">
    <w:abstractNumId w:val="1"/>
  </w:num>
  <w:num w:numId="2">
    <w:abstractNumId w:val="13"/>
  </w:num>
  <w:num w:numId="3">
    <w:abstractNumId w:val="10"/>
  </w:num>
  <w:num w:numId="4">
    <w:abstractNumId w:val="14"/>
  </w:num>
  <w:num w:numId="5">
    <w:abstractNumId w:val="11"/>
  </w:num>
  <w:num w:numId="6">
    <w:abstractNumId w:val="4"/>
  </w:num>
  <w:num w:numId="7">
    <w:abstractNumId w:val="15"/>
  </w:num>
  <w:num w:numId="8">
    <w:abstractNumId w:val="5"/>
  </w:num>
  <w:num w:numId="9">
    <w:abstractNumId w:val="8"/>
  </w:num>
  <w:num w:numId="10">
    <w:abstractNumId w:val="9"/>
  </w:num>
  <w:num w:numId="11">
    <w:abstractNumId w:val="3"/>
  </w:num>
  <w:num w:numId="12">
    <w:abstractNumId w:val="2"/>
  </w:num>
  <w:num w:numId="13">
    <w:abstractNumId w:val="0"/>
  </w:num>
  <w:num w:numId="14">
    <w:abstractNumId w:val="6"/>
  </w:num>
  <w:num w:numId="15">
    <w:abstractNumId w:val="12"/>
  </w:num>
  <w:num w:numId="1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620"/>
    <w:rsid w:val="00013DB3"/>
    <w:rsid w:val="000266E7"/>
    <w:rsid w:val="00032A45"/>
    <w:rsid w:val="00041987"/>
    <w:rsid w:val="000512CA"/>
    <w:rsid w:val="0006104A"/>
    <w:rsid w:val="00072BB9"/>
    <w:rsid w:val="0007480A"/>
    <w:rsid w:val="000751C9"/>
    <w:rsid w:val="0008199D"/>
    <w:rsid w:val="000900E7"/>
    <w:rsid w:val="00091741"/>
    <w:rsid w:val="000973AB"/>
    <w:rsid w:val="000A0919"/>
    <w:rsid w:val="000A14CD"/>
    <w:rsid w:val="000A2636"/>
    <w:rsid w:val="000B04CF"/>
    <w:rsid w:val="000C2CD0"/>
    <w:rsid w:val="000F35E4"/>
    <w:rsid w:val="00100497"/>
    <w:rsid w:val="00102444"/>
    <w:rsid w:val="00120EB1"/>
    <w:rsid w:val="0013108A"/>
    <w:rsid w:val="001643D2"/>
    <w:rsid w:val="00172F8F"/>
    <w:rsid w:val="00174188"/>
    <w:rsid w:val="001828E7"/>
    <w:rsid w:val="00184D01"/>
    <w:rsid w:val="001A31E6"/>
    <w:rsid w:val="001C3811"/>
    <w:rsid w:val="001C40ED"/>
    <w:rsid w:val="001D418B"/>
    <w:rsid w:val="001D4CF3"/>
    <w:rsid w:val="0020334B"/>
    <w:rsid w:val="002213E5"/>
    <w:rsid w:val="002278AE"/>
    <w:rsid w:val="00232054"/>
    <w:rsid w:val="00234577"/>
    <w:rsid w:val="00244499"/>
    <w:rsid w:val="0024496E"/>
    <w:rsid w:val="002573CA"/>
    <w:rsid w:val="00261AAF"/>
    <w:rsid w:val="0026395C"/>
    <w:rsid w:val="00270E6F"/>
    <w:rsid w:val="00271F31"/>
    <w:rsid w:val="00273523"/>
    <w:rsid w:val="00285F0D"/>
    <w:rsid w:val="00292515"/>
    <w:rsid w:val="00292829"/>
    <w:rsid w:val="002B1B5D"/>
    <w:rsid w:val="002D59C0"/>
    <w:rsid w:val="002F0AC0"/>
    <w:rsid w:val="00317454"/>
    <w:rsid w:val="00323940"/>
    <w:rsid w:val="00323ECD"/>
    <w:rsid w:val="00327B4F"/>
    <w:rsid w:val="00332C35"/>
    <w:rsid w:val="00342CBE"/>
    <w:rsid w:val="0034534F"/>
    <w:rsid w:val="00355EC6"/>
    <w:rsid w:val="00396915"/>
    <w:rsid w:val="003C2ECA"/>
    <w:rsid w:val="00401E20"/>
    <w:rsid w:val="00405CC8"/>
    <w:rsid w:val="00407551"/>
    <w:rsid w:val="00421A5A"/>
    <w:rsid w:val="00430FCC"/>
    <w:rsid w:val="00435A1D"/>
    <w:rsid w:val="0045210E"/>
    <w:rsid w:val="00453001"/>
    <w:rsid w:val="00464905"/>
    <w:rsid w:val="004805BC"/>
    <w:rsid w:val="00481D4E"/>
    <w:rsid w:val="004925F3"/>
    <w:rsid w:val="004966CA"/>
    <w:rsid w:val="00497D9A"/>
    <w:rsid w:val="004A581B"/>
    <w:rsid w:val="004A5EDA"/>
    <w:rsid w:val="004C4E0C"/>
    <w:rsid w:val="004C50F3"/>
    <w:rsid w:val="004D21FD"/>
    <w:rsid w:val="004F0948"/>
    <w:rsid w:val="004F0D31"/>
    <w:rsid w:val="00506FDA"/>
    <w:rsid w:val="00515025"/>
    <w:rsid w:val="0052239D"/>
    <w:rsid w:val="00526610"/>
    <w:rsid w:val="0052744B"/>
    <w:rsid w:val="00544906"/>
    <w:rsid w:val="0055683F"/>
    <w:rsid w:val="005774B2"/>
    <w:rsid w:val="005960EF"/>
    <w:rsid w:val="0059751D"/>
    <w:rsid w:val="005A3A47"/>
    <w:rsid w:val="005B5620"/>
    <w:rsid w:val="005D17BA"/>
    <w:rsid w:val="005E3F3C"/>
    <w:rsid w:val="005E7154"/>
    <w:rsid w:val="005F11D2"/>
    <w:rsid w:val="005F3186"/>
    <w:rsid w:val="005F7010"/>
    <w:rsid w:val="006061EA"/>
    <w:rsid w:val="00620C53"/>
    <w:rsid w:val="00623D50"/>
    <w:rsid w:val="0066295D"/>
    <w:rsid w:val="006674F1"/>
    <w:rsid w:val="006679FC"/>
    <w:rsid w:val="006710F0"/>
    <w:rsid w:val="00673DD5"/>
    <w:rsid w:val="00682E2E"/>
    <w:rsid w:val="00693FDC"/>
    <w:rsid w:val="006978BB"/>
    <w:rsid w:val="006A1FA0"/>
    <w:rsid w:val="006A359B"/>
    <w:rsid w:val="006A7132"/>
    <w:rsid w:val="006B4B21"/>
    <w:rsid w:val="006B6DE6"/>
    <w:rsid w:val="006D2C89"/>
    <w:rsid w:val="006E03EA"/>
    <w:rsid w:val="006F6F29"/>
    <w:rsid w:val="00702454"/>
    <w:rsid w:val="007273F1"/>
    <w:rsid w:val="00742384"/>
    <w:rsid w:val="00770653"/>
    <w:rsid w:val="00777EB3"/>
    <w:rsid w:val="007A01EC"/>
    <w:rsid w:val="007B04FD"/>
    <w:rsid w:val="007B2773"/>
    <w:rsid w:val="007C53FA"/>
    <w:rsid w:val="007C70E0"/>
    <w:rsid w:val="007C7348"/>
    <w:rsid w:val="007D1451"/>
    <w:rsid w:val="007D5353"/>
    <w:rsid w:val="007E1600"/>
    <w:rsid w:val="007E2A14"/>
    <w:rsid w:val="007F0C9C"/>
    <w:rsid w:val="007F7604"/>
    <w:rsid w:val="00810428"/>
    <w:rsid w:val="00811076"/>
    <w:rsid w:val="00812807"/>
    <w:rsid w:val="008140A0"/>
    <w:rsid w:val="008231C2"/>
    <w:rsid w:val="00825941"/>
    <w:rsid w:val="0083772C"/>
    <w:rsid w:val="008413E3"/>
    <w:rsid w:val="00866040"/>
    <w:rsid w:val="00892923"/>
    <w:rsid w:val="00894486"/>
    <w:rsid w:val="008A2597"/>
    <w:rsid w:val="008B6D41"/>
    <w:rsid w:val="008D2DD9"/>
    <w:rsid w:val="00910147"/>
    <w:rsid w:val="00933D08"/>
    <w:rsid w:val="00944ADE"/>
    <w:rsid w:val="00950686"/>
    <w:rsid w:val="0095437C"/>
    <w:rsid w:val="009721B9"/>
    <w:rsid w:val="00987B7E"/>
    <w:rsid w:val="009929AD"/>
    <w:rsid w:val="00995F06"/>
    <w:rsid w:val="009A3917"/>
    <w:rsid w:val="009B2C96"/>
    <w:rsid w:val="009C6912"/>
    <w:rsid w:val="009F41C3"/>
    <w:rsid w:val="00A0087E"/>
    <w:rsid w:val="00A21F7C"/>
    <w:rsid w:val="00A25991"/>
    <w:rsid w:val="00A34379"/>
    <w:rsid w:val="00A3769C"/>
    <w:rsid w:val="00A5398E"/>
    <w:rsid w:val="00A73FC6"/>
    <w:rsid w:val="00A81482"/>
    <w:rsid w:val="00A81B29"/>
    <w:rsid w:val="00AB77E8"/>
    <w:rsid w:val="00AD1568"/>
    <w:rsid w:val="00AD1873"/>
    <w:rsid w:val="00AD36D9"/>
    <w:rsid w:val="00AD5A06"/>
    <w:rsid w:val="00AD74A6"/>
    <w:rsid w:val="00AE50BB"/>
    <w:rsid w:val="00AF104F"/>
    <w:rsid w:val="00B001D8"/>
    <w:rsid w:val="00B018FD"/>
    <w:rsid w:val="00B13164"/>
    <w:rsid w:val="00B14811"/>
    <w:rsid w:val="00B1625D"/>
    <w:rsid w:val="00B2588A"/>
    <w:rsid w:val="00B27FBA"/>
    <w:rsid w:val="00B43142"/>
    <w:rsid w:val="00B436F3"/>
    <w:rsid w:val="00B63095"/>
    <w:rsid w:val="00B846B7"/>
    <w:rsid w:val="00B96193"/>
    <w:rsid w:val="00B97D30"/>
    <w:rsid w:val="00BA136E"/>
    <w:rsid w:val="00BA5E0C"/>
    <w:rsid w:val="00BB107F"/>
    <w:rsid w:val="00BB2241"/>
    <w:rsid w:val="00BB2606"/>
    <w:rsid w:val="00BB3A10"/>
    <w:rsid w:val="00BB7711"/>
    <w:rsid w:val="00BE0D5B"/>
    <w:rsid w:val="00BF08A5"/>
    <w:rsid w:val="00BF1D99"/>
    <w:rsid w:val="00C075A6"/>
    <w:rsid w:val="00C10205"/>
    <w:rsid w:val="00C1549A"/>
    <w:rsid w:val="00C20184"/>
    <w:rsid w:val="00C209F1"/>
    <w:rsid w:val="00C35605"/>
    <w:rsid w:val="00C41876"/>
    <w:rsid w:val="00C45D9D"/>
    <w:rsid w:val="00C53982"/>
    <w:rsid w:val="00C607B3"/>
    <w:rsid w:val="00C65C24"/>
    <w:rsid w:val="00C70C05"/>
    <w:rsid w:val="00C80296"/>
    <w:rsid w:val="00C829C4"/>
    <w:rsid w:val="00C83F20"/>
    <w:rsid w:val="00CA3D3A"/>
    <w:rsid w:val="00CC297D"/>
    <w:rsid w:val="00CD3119"/>
    <w:rsid w:val="00CF0A9C"/>
    <w:rsid w:val="00CF3B74"/>
    <w:rsid w:val="00D07920"/>
    <w:rsid w:val="00D63705"/>
    <w:rsid w:val="00D86B5C"/>
    <w:rsid w:val="00D921AD"/>
    <w:rsid w:val="00D949CF"/>
    <w:rsid w:val="00D97CA6"/>
    <w:rsid w:val="00DA61B7"/>
    <w:rsid w:val="00DB1F88"/>
    <w:rsid w:val="00DC108A"/>
    <w:rsid w:val="00DC4148"/>
    <w:rsid w:val="00DC7074"/>
    <w:rsid w:val="00DE0146"/>
    <w:rsid w:val="00DE40DC"/>
    <w:rsid w:val="00DE4302"/>
    <w:rsid w:val="00DF168B"/>
    <w:rsid w:val="00DF6087"/>
    <w:rsid w:val="00E01528"/>
    <w:rsid w:val="00E05AEF"/>
    <w:rsid w:val="00E11514"/>
    <w:rsid w:val="00E2575D"/>
    <w:rsid w:val="00E3382A"/>
    <w:rsid w:val="00E338FF"/>
    <w:rsid w:val="00E37860"/>
    <w:rsid w:val="00E40B8E"/>
    <w:rsid w:val="00E6266A"/>
    <w:rsid w:val="00E65A5F"/>
    <w:rsid w:val="00E665D5"/>
    <w:rsid w:val="00E6689B"/>
    <w:rsid w:val="00E67B7E"/>
    <w:rsid w:val="00E81183"/>
    <w:rsid w:val="00E905F8"/>
    <w:rsid w:val="00E91855"/>
    <w:rsid w:val="00E92253"/>
    <w:rsid w:val="00E92928"/>
    <w:rsid w:val="00E954E5"/>
    <w:rsid w:val="00EB2185"/>
    <w:rsid w:val="00F02B40"/>
    <w:rsid w:val="00F13C34"/>
    <w:rsid w:val="00F175A4"/>
    <w:rsid w:val="00F202DB"/>
    <w:rsid w:val="00F35B51"/>
    <w:rsid w:val="00F758A4"/>
    <w:rsid w:val="00F960AC"/>
    <w:rsid w:val="00FA1D11"/>
    <w:rsid w:val="00FA2473"/>
    <w:rsid w:val="00FC0DE4"/>
    <w:rsid w:val="00FE6488"/>
    <w:rsid w:val="00FE74E0"/>
    <w:rsid w:val="00FF4F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4925F3"/>
    <w:pPr>
      <w:jc w:val="both"/>
    </w:pPr>
    <w:rPr>
      <w:sz w:val="22"/>
    </w:rPr>
  </w:style>
  <w:style w:type="paragraph" w:styleId="Titolo1">
    <w:name w:val="heading 1"/>
    <w:basedOn w:val="Normale"/>
    <w:next w:val="Normale"/>
    <w:autoRedefine/>
    <w:qFormat/>
    <w:pPr>
      <w:keepNext/>
      <w:pageBreakBefore/>
      <w:numPr>
        <w:numId w:val="1"/>
      </w:numPr>
      <w:spacing w:after="240"/>
      <w:ind w:left="431" w:hanging="431"/>
      <w:jc w:val="left"/>
      <w:outlineLvl w:val="0"/>
    </w:pPr>
    <w:rPr>
      <w:b/>
      <w:sz w:val="26"/>
    </w:rPr>
  </w:style>
  <w:style w:type="paragraph" w:styleId="Titolo2">
    <w:name w:val="heading 2"/>
    <w:basedOn w:val="Titolo1"/>
    <w:next w:val="Normale"/>
    <w:autoRedefine/>
    <w:qFormat/>
    <w:pPr>
      <w:pageBreakBefore w:val="0"/>
      <w:numPr>
        <w:ilvl w:val="1"/>
      </w:numPr>
      <w:spacing w:before="120" w:after="120"/>
      <w:ind w:left="578" w:hanging="578"/>
      <w:outlineLvl w:val="1"/>
    </w:pPr>
    <w:rPr>
      <w:color w:val="000000"/>
    </w:rPr>
  </w:style>
  <w:style w:type="paragraph" w:styleId="Titolo3">
    <w:name w:val="heading 3"/>
    <w:basedOn w:val="Titolo2"/>
    <w:next w:val="Normale"/>
    <w:autoRedefine/>
    <w:qFormat/>
    <w:pPr>
      <w:numPr>
        <w:ilvl w:val="2"/>
      </w:numPr>
      <w:spacing w:before="240"/>
      <w:outlineLvl w:val="2"/>
    </w:pPr>
  </w:style>
  <w:style w:type="paragraph" w:styleId="Titolo4">
    <w:name w:val="heading 4"/>
    <w:basedOn w:val="Titolo3"/>
    <w:next w:val="Normale"/>
    <w:autoRedefine/>
    <w:qFormat/>
    <w:pPr>
      <w:numPr>
        <w:ilvl w:val="3"/>
      </w:numPr>
      <w:outlineLvl w:val="3"/>
    </w:pPr>
  </w:style>
  <w:style w:type="paragraph" w:styleId="Titolo5">
    <w:name w:val="heading 5"/>
    <w:basedOn w:val="Titolo4"/>
    <w:next w:val="Rientronormale"/>
    <w:autoRedefine/>
    <w:qFormat/>
    <w:pPr>
      <w:numPr>
        <w:ilvl w:val="4"/>
      </w:numPr>
      <w:outlineLvl w:val="4"/>
    </w:pPr>
  </w:style>
  <w:style w:type="paragraph" w:styleId="Titolo6">
    <w:name w:val="heading 6"/>
    <w:basedOn w:val="Normale"/>
    <w:next w:val="Rientronormale"/>
    <w:autoRedefine/>
    <w:qFormat/>
    <w:pPr>
      <w:numPr>
        <w:ilvl w:val="5"/>
        <w:numId w:val="1"/>
      </w:numPr>
      <w:outlineLvl w:val="5"/>
    </w:pPr>
    <w:rPr>
      <w:sz w:val="20"/>
      <w:u w:val="single"/>
    </w:rPr>
  </w:style>
  <w:style w:type="paragraph" w:styleId="Titolo7">
    <w:name w:val="heading 7"/>
    <w:basedOn w:val="Normale"/>
    <w:next w:val="Rientronormale"/>
    <w:autoRedefine/>
    <w:qFormat/>
    <w:pPr>
      <w:numPr>
        <w:ilvl w:val="6"/>
        <w:numId w:val="1"/>
      </w:numPr>
      <w:outlineLvl w:val="6"/>
    </w:pPr>
    <w:rPr>
      <w:i/>
      <w:sz w:val="20"/>
    </w:rPr>
  </w:style>
  <w:style w:type="paragraph" w:styleId="Titolo8">
    <w:name w:val="heading 8"/>
    <w:basedOn w:val="xxxDidasc"/>
    <w:next w:val="Normale"/>
    <w:autoRedefine/>
    <w:qFormat/>
    <w:pPr>
      <w:numPr>
        <w:ilvl w:val="7"/>
        <w:numId w:val="1"/>
      </w:numPr>
      <w:ind w:right="-1"/>
      <w:jc w:val="center"/>
      <w:outlineLvl w:val="7"/>
    </w:pPr>
  </w:style>
  <w:style w:type="paragraph" w:styleId="Titolo9">
    <w:name w:val="heading 9"/>
    <w:basedOn w:val="xxxDidasc"/>
    <w:next w:val="Normale"/>
    <w:autoRedefine/>
    <w:qFormat/>
    <w:pPr>
      <w:numPr>
        <w:ilvl w:val="8"/>
        <w:numId w:val="1"/>
      </w:numPr>
      <w:ind w:right="-1"/>
      <w:jc w:val="cente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normale">
    <w:name w:val="Normal Indent"/>
    <w:basedOn w:val="Normale"/>
    <w:pPr>
      <w:ind w:left="567"/>
    </w:pPr>
  </w:style>
  <w:style w:type="paragraph" w:customStyle="1" w:styleId="xxxDidasc">
    <w:name w:val="xxxDidasc"/>
    <w:basedOn w:val="Normale"/>
    <w:next w:val="Normale"/>
    <w:pPr>
      <w:keepLines/>
      <w:spacing w:before="240" w:after="480"/>
      <w:ind w:left="3261" w:right="2552" w:hanging="993"/>
      <w:jc w:val="left"/>
    </w:pPr>
    <w:rPr>
      <w:rFonts w:ascii="Arial" w:hAnsi="Arial"/>
      <w:sz w:val="20"/>
    </w:rPr>
  </w:style>
  <w:style w:type="character" w:styleId="Rimandocommento">
    <w:name w:val="annotation reference"/>
    <w:semiHidden/>
    <w:rPr>
      <w:sz w:val="16"/>
    </w:rPr>
  </w:style>
  <w:style w:type="paragraph" w:styleId="Testocommento">
    <w:name w:val="annotation text"/>
    <w:basedOn w:val="Normale"/>
    <w:semiHidden/>
    <w:rPr>
      <w:sz w:val="20"/>
    </w:rPr>
  </w:style>
  <w:style w:type="paragraph" w:styleId="Sommario8">
    <w:name w:val="toc 8"/>
    <w:basedOn w:val="Sommario1"/>
    <w:next w:val="Normale"/>
    <w:semiHidden/>
    <w:pPr>
      <w:tabs>
        <w:tab w:val="clear" w:pos="8640"/>
        <w:tab w:val="right" w:leader="dot" w:pos="8641"/>
      </w:tabs>
    </w:pPr>
  </w:style>
  <w:style w:type="paragraph" w:styleId="Sommario1">
    <w:name w:val="toc 1"/>
    <w:aliases w:val="Toc 1"/>
    <w:basedOn w:val="Normale"/>
    <w:next w:val="Normale"/>
    <w:uiPriority w:val="39"/>
    <w:rsid w:val="0052239D"/>
    <w:pPr>
      <w:tabs>
        <w:tab w:val="right" w:leader="dot" w:pos="8640"/>
      </w:tabs>
      <w:spacing w:before="120"/>
      <w:ind w:left="567" w:right="1276" w:hanging="567"/>
    </w:pPr>
  </w:style>
  <w:style w:type="paragraph" w:styleId="Sommario7">
    <w:name w:val="toc 7"/>
    <w:basedOn w:val="Normale"/>
    <w:next w:val="Normale"/>
    <w:semiHidden/>
    <w:pPr>
      <w:tabs>
        <w:tab w:val="left" w:leader="dot" w:pos="8646"/>
        <w:tab w:val="right" w:pos="9072"/>
      </w:tabs>
      <w:ind w:left="4253" w:right="850"/>
    </w:pPr>
  </w:style>
  <w:style w:type="paragraph" w:styleId="Sommario6">
    <w:name w:val="toc 6"/>
    <w:basedOn w:val="Normale"/>
    <w:next w:val="Normale"/>
    <w:semiHidden/>
    <w:pPr>
      <w:tabs>
        <w:tab w:val="left" w:leader="dot" w:pos="8646"/>
        <w:tab w:val="right" w:pos="9072"/>
      </w:tabs>
      <w:ind w:left="3544" w:right="850"/>
    </w:pPr>
  </w:style>
  <w:style w:type="paragraph" w:styleId="Sommario5">
    <w:name w:val="toc 5"/>
    <w:basedOn w:val="Sommario4"/>
    <w:next w:val="Normale"/>
    <w:semiHidden/>
    <w:pPr>
      <w:ind w:left="1134"/>
    </w:pPr>
  </w:style>
  <w:style w:type="paragraph" w:styleId="Sommario4">
    <w:name w:val="toc 4"/>
    <w:basedOn w:val="Sommario3"/>
    <w:next w:val="Normale"/>
    <w:rsid w:val="0052239D"/>
    <w:pPr>
      <w:ind w:left="3119" w:hanging="1134"/>
    </w:pPr>
  </w:style>
  <w:style w:type="paragraph" w:styleId="Sommario3">
    <w:name w:val="toc 3"/>
    <w:aliases w:val="Toc 3"/>
    <w:basedOn w:val="Sommario2"/>
    <w:next w:val="Normale"/>
    <w:uiPriority w:val="39"/>
    <w:rsid w:val="0052239D"/>
    <w:pPr>
      <w:ind w:left="1985" w:hanging="851"/>
    </w:pPr>
  </w:style>
  <w:style w:type="paragraph" w:styleId="Sommario2">
    <w:name w:val="toc 2"/>
    <w:aliases w:val="Toc 2"/>
    <w:basedOn w:val="Sommario1"/>
    <w:next w:val="Normale"/>
    <w:uiPriority w:val="39"/>
    <w:rsid w:val="0052239D"/>
    <w:pPr>
      <w:ind w:left="1134"/>
    </w:pPr>
  </w:style>
  <w:style w:type="paragraph" w:styleId="Indice7">
    <w:name w:val="index 7"/>
    <w:basedOn w:val="Normale"/>
    <w:next w:val="Normale"/>
    <w:semiHidden/>
    <w:pPr>
      <w:ind w:left="1698"/>
    </w:pPr>
  </w:style>
  <w:style w:type="paragraph" w:styleId="Indice6">
    <w:name w:val="index 6"/>
    <w:basedOn w:val="Normale"/>
    <w:next w:val="Normale"/>
    <w:semiHidden/>
    <w:pPr>
      <w:ind w:left="1415"/>
    </w:pPr>
  </w:style>
  <w:style w:type="paragraph" w:styleId="Indice5">
    <w:name w:val="index 5"/>
    <w:basedOn w:val="Normale"/>
    <w:next w:val="Normale"/>
    <w:semiHidden/>
    <w:pPr>
      <w:ind w:left="1132"/>
    </w:pPr>
  </w:style>
  <w:style w:type="paragraph" w:styleId="Indice4">
    <w:name w:val="index 4"/>
    <w:basedOn w:val="Normale"/>
    <w:next w:val="Normale"/>
    <w:semiHidden/>
    <w:pPr>
      <w:ind w:left="849"/>
    </w:pPr>
  </w:style>
  <w:style w:type="paragraph" w:styleId="Indice3">
    <w:name w:val="index 3"/>
    <w:basedOn w:val="Normale"/>
    <w:next w:val="Normale"/>
    <w:semiHidden/>
    <w:pPr>
      <w:ind w:left="566"/>
    </w:pPr>
  </w:style>
  <w:style w:type="paragraph" w:styleId="Indice2">
    <w:name w:val="index 2"/>
    <w:basedOn w:val="Normale"/>
    <w:next w:val="Normale"/>
    <w:semiHidden/>
    <w:pPr>
      <w:ind w:left="283"/>
    </w:pPr>
  </w:style>
  <w:style w:type="paragraph" w:styleId="Indice1">
    <w:name w:val="index 1"/>
    <w:basedOn w:val="Normale"/>
    <w:next w:val="Normale"/>
    <w:semiHidden/>
  </w:style>
  <w:style w:type="character" w:styleId="Numeroriga">
    <w:name w:val="line number"/>
    <w:basedOn w:val="Carpredefinitoparagrafo"/>
  </w:style>
  <w:style w:type="paragraph" w:styleId="Titoloindice">
    <w:name w:val="index heading"/>
    <w:basedOn w:val="Normale"/>
    <w:next w:val="Indice1"/>
    <w:semiHidden/>
  </w:style>
  <w:style w:type="paragraph" w:styleId="Pidipagina">
    <w:name w:val="footer"/>
    <w:basedOn w:val="Normale"/>
    <w:pPr>
      <w:jc w:val="left"/>
    </w:pPr>
    <w:rPr>
      <w:rFonts w:ascii="Arial" w:hAnsi="Arial"/>
      <w:sz w:val="24"/>
    </w:rPr>
  </w:style>
  <w:style w:type="paragraph" w:styleId="Intestazione">
    <w:name w:val="header"/>
    <w:basedOn w:val="Normale"/>
    <w:pPr>
      <w:pBdr>
        <w:bottom w:val="single" w:sz="6" w:space="1" w:color="auto"/>
      </w:pBdr>
    </w:pPr>
    <w:rPr>
      <w:rFonts w:ascii="Arial" w:hAnsi="Arial"/>
      <w:sz w:val="16"/>
    </w:rPr>
  </w:style>
  <w:style w:type="character" w:styleId="Rimandonotaapidipagina">
    <w:name w:val="footnote reference"/>
    <w:semiHidden/>
    <w:rPr>
      <w:position w:val="6"/>
      <w:sz w:val="16"/>
    </w:rPr>
  </w:style>
  <w:style w:type="paragraph" w:styleId="Testonotaapidipagina">
    <w:name w:val="footnote text"/>
    <w:basedOn w:val="Normale"/>
    <w:semiHidden/>
    <w:rPr>
      <w:rFonts w:ascii="Arial" w:hAnsi="Arial"/>
      <w:sz w:val="18"/>
    </w:rPr>
  </w:style>
  <w:style w:type="character" w:styleId="Collegamentoipertestuale">
    <w:name w:val="Hyperlink"/>
    <w:rPr>
      <w:color w:val="0000FF"/>
      <w:u w:val="single"/>
    </w:rPr>
  </w:style>
  <w:style w:type="character" w:styleId="Numeropagina">
    <w:name w:val="page number"/>
    <w:basedOn w:val="Carpredefinitoparagrafo"/>
  </w:style>
  <w:style w:type="paragraph" w:styleId="Sommario9">
    <w:name w:val="toc 9"/>
    <w:basedOn w:val="Normale"/>
    <w:next w:val="Normale"/>
    <w:semiHidden/>
    <w:pPr>
      <w:tabs>
        <w:tab w:val="right" w:leader="dot" w:pos="8641"/>
      </w:tabs>
      <w:spacing w:before="120"/>
      <w:ind w:right="1276"/>
    </w:pPr>
  </w:style>
  <w:style w:type="paragraph" w:customStyle="1" w:styleId="FunNome">
    <w:name w:val="FunNome"/>
    <w:basedOn w:val="Normale"/>
    <w:pPr>
      <w:pageBreakBefore/>
      <w:spacing w:after="360"/>
    </w:pPr>
    <w:rPr>
      <w:b/>
      <w:sz w:val="28"/>
    </w:rPr>
  </w:style>
  <w:style w:type="paragraph" w:customStyle="1" w:styleId="FunDescrBreve">
    <w:name w:val="FunDescrBreve"/>
    <w:basedOn w:val="Normale"/>
    <w:pPr>
      <w:spacing w:before="120" w:after="480"/>
    </w:pPr>
    <w:rPr>
      <w:rFonts w:ascii="Helvetica" w:hAnsi="Helvetica"/>
    </w:rPr>
  </w:style>
  <w:style w:type="paragraph" w:customStyle="1" w:styleId="FunDescrEstesa">
    <w:name w:val="FunDescrEstesa"/>
    <w:basedOn w:val="Normale"/>
  </w:style>
  <w:style w:type="paragraph" w:styleId="Rientrocorpodeltesto">
    <w:name w:val="Body Text Indent"/>
    <w:basedOn w:val="Normale"/>
    <w:pPr>
      <w:keepNext/>
      <w:ind w:left="781"/>
      <w:jc w:val="left"/>
    </w:pPr>
    <w:rPr>
      <w:rFonts w:ascii="News Gothic MT" w:hAnsi="News Gothic MT"/>
      <w:color w:val="000080"/>
      <w:sz w:val="72"/>
      <w14:shadow w14:blurRad="50800" w14:dist="38100" w14:dir="2700000" w14:sx="100000" w14:sy="100000" w14:kx="0" w14:ky="0" w14:algn="tl">
        <w14:srgbClr w14:val="000000">
          <w14:alpha w14:val="60000"/>
        </w14:srgbClr>
      </w14:shadow>
    </w:rPr>
  </w:style>
  <w:style w:type="paragraph" w:customStyle="1" w:styleId="ParagNoNum">
    <w:name w:val="ParagNoNum"/>
    <w:basedOn w:val="Normale"/>
    <w:next w:val="Normale"/>
    <w:pPr>
      <w:spacing w:before="360" w:after="120"/>
      <w:jc w:val="left"/>
    </w:pPr>
    <w:rPr>
      <w:b/>
    </w:rPr>
  </w:style>
  <w:style w:type="paragraph" w:customStyle="1" w:styleId="CodiceCOBOL">
    <w:name w:val="CodiceCOBOL"/>
    <w:basedOn w:val="Normale"/>
    <w:pPr>
      <w:tabs>
        <w:tab w:val="left" w:pos="851"/>
        <w:tab w:val="left" w:pos="1701"/>
        <w:tab w:val="left" w:pos="2552"/>
        <w:tab w:val="left" w:pos="3402"/>
      </w:tabs>
      <w:ind w:left="567"/>
    </w:pPr>
    <w:rPr>
      <w:rFonts w:ascii="Courier New" w:hAnsi="Courier New"/>
      <w:sz w:val="20"/>
    </w:rPr>
  </w:style>
  <w:style w:type="paragraph" w:customStyle="1" w:styleId="stilenuovo">
    <w:name w:val="stilenuovo"/>
    <w:basedOn w:val="Titolo1"/>
    <w:pPr>
      <w:keepNext w:val="0"/>
      <w:pageBreakBefore w:val="0"/>
      <w:spacing w:before="1440" w:after="1440"/>
      <w:ind w:left="0" w:firstLine="0"/>
      <w:jc w:val="center"/>
    </w:pPr>
    <w:rPr>
      <w:rFonts w:ascii="Arial" w:hAnsi="Arial"/>
      <w:i/>
      <w:smallCaps/>
      <w:strike/>
      <w:sz w:val="24"/>
    </w:rPr>
  </w:style>
  <w:style w:type="paragraph" w:customStyle="1" w:styleId="Figura">
    <w:name w:val="Figura"/>
    <w:basedOn w:val="Normale"/>
    <w:next w:val="Normale"/>
    <w:pPr>
      <w:keepNext/>
      <w:framePr w:hSpace="142" w:wrap="notBeside" w:vAnchor="text" w:hAnchor="text" w:xAlign="center" w:y="1"/>
      <w:spacing w:before="480" w:after="120"/>
      <w:jc w:val="center"/>
    </w:pPr>
  </w:style>
  <w:style w:type="paragraph" w:customStyle="1" w:styleId="Esempio">
    <w:name w:val="Esempio"/>
    <w:basedOn w:val="Normale"/>
    <w:rPr>
      <w:sz w:val="20"/>
    </w:rPr>
  </w:style>
  <w:style w:type="paragraph" w:customStyle="1" w:styleId="VoceBibliogr">
    <w:name w:val="VoceBibliogr"/>
    <w:basedOn w:val="Normale"/>
    <w:pPr>
      <w:ind w:left="567" w:hanging="567"/>
    </w:pPr>
  </w:style>
  <w:style w:type="paragraph" w:customStyle="1" w:styleId="Mappa">
    <w:name w:val="Mappa"/>
    <w:basedOn w:val="CodiceCOBOL"/>
    <w:pPr>
      <w:keepNext/>
      <w:pBdr>
        <w:top w:val="single" w:sz="6" w:space="1" w:color="auto"/>
        <w:left w:val="single" w:sz="6" w:space="1" w:color="auto"/>
        <w:bottom w:val="single" w:sz="6" w:space="1" w:color="auto"/>
        <w:right w:val="single" w:sz="6" w:space="1" w:color="auto"/>
      </w:pBdr>
      <w:ind w:left="0"/>
    </w:pPr>
  </w:style>
  <w:style w:type="paragraph" w:customStyle="1" w:styleId="titoloNoNum">
    <w:name w:val="titoloNoNum"/>
    <w:basedOn w:val="Titolo1"/>
    <w:next w:val="Normale"/>
    <w:pPr>
      <w:pageBreakBefore w:val="0"/>
      <w:numPr>
        <w:numId w:val="0"/>
      </w:numPr>
    </w:pPr>
  </w:style>
  <w:style w:type="paragraph" w:styleId="Indicedellefigure">
    <w:name w:val="table of figures"/>
    <w:basedOn w:val="Normale"/>
    <w:next w:val="Normale"/>
    <w:semiHidden/>
    <w:pPr>
      <w:ind w:left="440" w:hanging="440"/>
    </w:pPr>
  </w:style>
  <w:style w:type="paragraph" w:customStyle="1" w:styleId="Normale1">
    <w:name w:val="Normale1"/>
    <w:basedOn w:val="Titolo2"/>
    <w:pPr>
      <w:keepNext w:val="0"/>
      <w:numPr>
        <w:ilvl w:val="0"/>
        <w:numId w:val="0"/>
      </w:numPr>
      <w:spacing w:before="0" w:after="0"/>
    </w:pPr>
    <w:rPr>
      <w:rFonts w:ascii="Helvetica" w:hAnsi="Helvetica"/>
      <w:b w:val="0"/>
      <w:color w:val="auto"/>
      <w:sz w:val="20"/>
    </w:rPr>
  </w:style>
  <w:style w:type="paragraph" w:customStyle="1" w:styleId="proprieta">
    <w:name w:val="proprieta"/>
    <w:basedOn w:val="Normale"/>
    <w:rPr>
      <w:b/>
    </w:rPr>
  </w:style>
  <w:style w:type="paragraph" w:styleId="Corpodeltesto2">
    <w:name w:val="Body Text 2"/>
    <w:basedOn w:val="Normale"/>
    <w:pPr>
      <w:pBdr>
        <w:top w:val="single" w:sz="4" w:space="1" w:color="auto"/>
        <w:left w:val="single" w:sz="4" w:space="4" w:color="auto"/>
        <w:bottom w:val="single" w:sz="4" w:space="1" w:color="auto"/>
        <w:right w:val="single" w:sz="4" w:space="4" w:color="auto"/>
      </w:pBdr>
      <w:shd w:val="pct12" w:color="auto" w:fill="auto"/>
    </w:pPr>
  </w:style>
  <w:style w:type="paragraph" w:styleId="Rientrocorpodeltesto2">
    <w:name w:val="Body Text Indent 2"/>
    <w:basedOn w:val="Normale"/>
    <w:pPr>
      <w:ind w:left="709" w:hanging="425"/>
    </w:pPr>
  </w:style>
  <w:style w:type="paragraph" w:styleId="Testonormale">
    <w:name w:val="Plain Text"/>
    <w:basedOn w:val="Normale"/>
    <w:rPr>
      <w:rFonts w:ascii="Courier New" w:hAnsi="Courier New"/>
      <w:sz w:val="20"/>
    </w:rPr>
  </w:style>
  <w:style w:type="character" w:styleId="Collegamentovisitato">
    <w:name w:val="FollowedHyperlink"/>
    <w:rPr>
      <w:color w:val="800080"/>
      <w:u w:val="single"/>
    </w:rPr>
  </w:style>
  <w:style w:type="table" w:styleId="Grigliatabella">
    <w:name w:val="Table Grid"/>
    <w:basedOn w:val="Tabellanormale"/>
    <w:rsid w:val="005F11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stofumetto">
    <w:name w:val="Balloon Text"/>
    <w:basedOn w:val="Normale"/>
    <w:link w:val="TestofumettoCarattere"/>
    <w:rsid w:val="00B43142"/>
    <w:rPr>
      <w:rFonts w:ascii="Tahoma" w:hAnsi="Tahoma" w:cs="Tahoma"/>
      <w:sz w:val="16"/>
      <w:szCs w:val="16"/>
    </w:rPr>
  </w:style>
  <w:style w:type="character" w:customStyle="1" w:styleId="TestofumettoCarattere">
    <w:name w:val="Testo fumetto Carattere"/>
    <w:link w:val="Testofumetto"/>
    <w:rsid w:val="00B43142"/>
    <w:rPr>
      <w:rFonts w:ascii="Tahoma" w:hAnsi="Tahoma" w:cs="Tahoma"/>
      <w:sz w:val="16"/>
      <w:szCs w:val="16"/>
    </w:rPr>
  </w:style>
  <w:style w:type="paragraph" w:styleId="Didascalia">
    <w:name w:val="caption"/>
    <w:basedOn w:val="Normale"/>
    <w:next w:val="Normale"/>
    <w:qFormat/>
    <w:rsid w:val="00DC7074"/>
    <w:rPr>
      <w:b/>
      <w:bCs/>
      <w:sz w:val="20"/>
    </w:rPr>
  </w:style>
  <w:style w:type="paragraph" w:customStyle="1" w:styleId="Normale2">
    <w:name w:val="Normale2"/>
    <w:basedOn w:val="Titolo2"/>
    <w:rsid w:val="00DC108A"/>
    <w:pPr>
      <w:keepNext w:val="0"/>
      <w:numPr>
        <w:ilvl w:val="0"/>
        <w:numId w:val="0"/>
      </w:numPr>
      <w:spacing w:before="0" w:after="0"/>
    </w:pPr>
    <w:rPr>
      <w:rFonts w:ascii="Helvetica" w:hAnsi="Helvetica"/>
      <w:b w:val="0"/>
      <w:color w:val="auto"/>
      <w:sz w:val="20"/>
    </w:rPr>
  </w:style>
  <w:style w:type="paragraph" w:styleId="Puntoelenco">
    <w:name w:val="List Bullet"/>
    <w:basedOn w:val="Normale"/>
    <w:autoRedefine/>
    <w:rsid w:val="000F35E4"/>
    <w:pPr>
      <w:tabs>
        <w:tab w:val="num" w:pos="432"/>
      </w:tabs>
      <w:ind w:left="432" w:hanging="432"/>
    </w:pPr>
  </w:style>
  <w:style w:type="paragraph" w:styleId="Puntoelenco2">
    <w:name w:val="List Bullet 2"/>
    <w:basedOn w:val="Normale"/>
    <w:autoRedefine/>
    <w:rsid w:val="000F35E4"/>
    <w:pPr>
      <w:numPr>
        <w:numId w:val="2"/>
      </w:numPr>
    </w:pPr>
  </w:style>
  <w:style w:type="paragraph" w:styleId="Puntoelenco3">
    <w:name w:val="List Bullet 3"/>
    <w:basedOn w:val="Normale"/>
    <w:autoRedefine/>
    <w:rsid w:val="000F35E4"/>
    <w:pPr>
      <w:numPr>
        <w:numId w:val="3"/>
      </w:numPr>
    </w:pPr>
  </w:style>
  <w:style w:type="paragraph" w:styleId="Puntoelenco4">
    <w:name w:val="List Bullet 4"/>
    <w:basedOn w:val="Normale"/>
    <w:autoRedefine/>
    <w:rsid w:val="000F35E4"/>
    <w:pPr>
      <w:numPr>
        <w:numId w:val="4"/>
      </w:numPr>
    </w:pPr>
  </w:style>
  <w:style w:type="paragraph" w:styleId="Puntoelenco5">
    <w:name w:val="List Bullet 5"/>
    <w:basedOn w:val="Normale"/>
    <w:autoRedefine/>
    <w:rsid w:val="000F35E4"/>
    <w:pPr>
      <w:numPr>
        <w:numId w:val="5"/>
      </w:numPr>
    </w:pPr>
  </w:style>
  <w:style w:type="paragraph" w:styleId="Numeroelenco">
    <w:name w:val="List Number"/>
    <w:basedOn w:val="Normale"/>
    <w:rsid w:val="000F35E4"/>
    <w:pPr>
      <w:numPr>
        <w:numId w:val="6"/>
      </w:numPr>
    </w:pPr>
  </w:style>
  <w:style w:type="paragraph" w:styleId="Numeroelenco2">
    <w:name w:val="List Number 2"/>
    <w:basedOn w:val="Normale"/>
    <w:rsid w:val="000F35E4"/>
    <w:pPr>
      <w:numPr>
        <w:numId w:val="7"/>
      </w:numPr>
    </w:pPr>
  </w:style>
  <w:style w:type="paragraph" w:styleId="Numeroelenco3">
    <w:name w:val="List Number 3"/>
    <w:basedOn w:val="Normale"/>
    <w:rsid w:val="000F35E4"/>
    <w:pPr>
      <w:numPr>
        <w:numId w:val="8"/>
      </w:numPr>
    </w:pPr>
  </w:style>
  <w:style w:type="paragraph" w:styleId="Numeroelenco4">
    <w:name w:val="List Number 4"/>
    <w:basedOn w:val="Normale"/>
    <w:rsid w:val="000F35E4"/>
    <w:pPr>
      <w:numPr>
        <w:numId w:val="9"/>
      </w:numPr>
    </w:pPr>
  </w:style>
  <w:style w:type="paragraph" w:styleId="Numeroelenco5">
    <w:name w:val="List Number 5"/>
    <w:basedOn w:val="Normale"/>
    <w:rsid w:val="000F35E4"/>
    <w:pPr>
      <w:numPr>
        <w:numId w:val="10"/>
      </w:numPr>
    </w:pPr>
  </w:style>
  <w:style w:type="paragraph" w:customStyle="1" w:styleId="Tracciato">
    <w:name w:val="Tracciato"/>
    <w:basedOn w:val="Normale"/>
    <w:rsid w:val="000F35E4"/>
    <w:rPr>
      <w:rFonts w:ascii="Arial Narrow" w:hAnsi="Arial Narrow"/>
      <w:sz w:val="20"/>
    </w:rPr>
  </w:style>
  <w:style w:type="paragraph" w:customStyle="1" w:styleId="FunParametro">
    <w:name w:val="FunParametro"/>
    <w:basedOn w:val="Normale"/>
    <w:rsid w:val="000F35E4"/>
    <w:pPr>
      <w:tabs>
        <w:tab w:val="left" w:pos="2835"/>
      </w:tabs>
      <w:ind w:left="2835" w:hanging="2268"/>
    </w:pPr>
  </w:style>
  <w:style w:type="paragraph" w:customStyle="1" w:styleId="Testonormale1">
    <w:name w:val="Testo normale1"/>
    <w:basedOn w:val="Normale"/>
    <w:rsid w:val="007F7604"/>
    <w:pPr>
      <w:jc w:val="left"/>
    </w:pPr>
    <w:rPr>
      <w:rFonts w:ascii="Courier New" w:hAnsi="Courier New"/>
      <w:color w:val="000000"/>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4925F3"/>
    <w:pPr>
      <w:jc w:val="both"/>
    </w:pPr>
    <w:rPr>
      <w:sz w:val="22"/>
    </w:rPr>
  </w:style>
  <w:style w:type="paragraph" w:styleId="Titolo1">
    <w:name w:val="heading 1"/>
    <w:basedOn w:val="Normale"/>
    <w:next w:val="Normale"/>
    <w:autoRedefine/>
    <w:qFormat/>
    <w:pPr>
      <w:keepNext/>
      <w:pageBreakBefore/>
      <w:numPr>
        <w:numId w:val="1"/>
      </w:numPr>
      <w:spacing w:after="240"/>
      <w:ind w:left="431" w:hanging="431"/>
      <w:jc w:val="left"/>
      <w:outlineLvl w:val="0"/>
    </w:pPr>
    <w:rPr>
      <w:b/>
      <w:sz w:val="26"/>
    </w:rPr>
  </w:style>
  <w:style w:type="paragraph" w:styleId="Titolo2">
    <w:name w:val="heading 2"/>
    <w:basedOn w:val="Titolo1"/>
    <w:next w:val="Normale"/>
    <w:autoRedefine/>
    <w:qFormat/>
    <w:pPr>
      <w:pageBreakBefore w:val="0"/>
      <w:numPr>
        <w:ilvl w:val="1"/>
      </w:numPr>
      <w:spacing w:before="120" w:after="120"/>
      <w:ind w:left="578" w:hanging="578"/>
      <w:outlineLvl w:val="1"/>
    </w:pPr>
    <w:rPr>
      <w:color w:val="000000"/>
    </w:rPr>
  </w:style>
  <w:style w:type="paragraph" w:styleId="Titolo3">
    <w:name w:val="heading 3"/>
    <w:basedOn w:val="Titolo2"/>
    <w:next w:val="Normale"/>
    <w:autoRedefine/>
    <w:qFormat/>
    <w:pPr>
      <w:numPr>
        <w:ilvl w:val="2"/>
      </w:numPr>
      <w:spacing w:before="240"/>
      <w:outlineLvl w:val="2"/>
    </w:pPr>
  </w:style>
  <w:style w:type="paragraph" w:styleId="Titolo4">
    <w:name w:val="heading 4"/>
    <w:basedOn w:val="Titolo3"/>
    <w:next w:val="Normale"/>
    <w:autoRedefine/>
    <w:qFormat/>
    <w:pPr>
      <w:numPr>
        <w:ilvl w:val="3"/>
      </w:numPr>
      <w:outlineLvl w:val="3"/>
    </w:pPr>
  </w:style>
  <w:style w:type="paragraph" w:styleId="Titolo5">
    <w:name w:val="heading 5"/>
    <w:basedOn w:val="Titolo4"/>
    <w:next w:val="Rientronormale"/>
    <w:autoRedefine/>
    <w:qFormat/>
    <w:pPr>
      <w:numPr>
        <w:ilvl w:val="4"/>
      </w:numPr>
      <w:outlineLvl w:val="4"/>
    </w:pPr>
  </w:style>
  <w:style w:type="paragraph" w:styleId="Titolo6">
    <w:name w:val="heading 6"/>
    <w:basedOn w:val="Normale"/>
    <w:next w:val="Rientronormale"/>
    <w:autoRedefine/>
    <w:qFormat/>
    <w:pPr>
      <w:numPr>
        <w:ilvl w:val="5"/>
        <w:numId w:val="1"/>
      </w:numPr>
      <w:outlineLvl w:val="5"/>
    </w:pPr>
    <w:rPr>
      <w:sz w:val="20"/>
      <w:u w:val="single"/>
    </w:rPr>
  </w:style>
  <w:style w:type="paragraph" w:styleId="Titolo7">
    <w:name w:val="heading 7"/>
    <w:basedOn w:val="Normale"/>
    <w:next w:val="Rientronormale"/>
    <w:autoRedefine/>
    <w:qFormat/>
    <w:pPr>
      <w:numPr>
        <w:ilvl w:val="6"/>
        <w:numId w:val="1"/>
      </w:numPr>
      <w:outlineLvl w:val="6"/>
    </w:pPr>
    <w:rPr>
      <w:i/>
      <w:sz w:val="20"/>
    </w:rPr>
  </w:style>
  <w:style w:type="paragraph" w:styleId="Titolo8">
    <w:name w:val="heading 8"/>
    <w:basedOn w:val="xxxDidasc"/>
    <w:next w:val="Normale"/>
    <w:autoRedefine/>
    <w:qFormat/>
    <w:pPr>
      <w:numPr>
        <w:ilvl w:val="7"/>
        <w:numId w:val="1"/>
      </w:numPr>
      <w:ind w:right="-1"/>
      <w:jc w:val="center"/>
      <w:outlineLvl w:val="7"/>
    </w:pPr>
  </w:style>
  <w:style w:type="paragraph" w:styleId="Titolo9">
    <w:name w:val="heading 9"/>
    <w:basedOn w:val="xxxDidasc"/>
    <w:next w:val="Normale"/>
    <w:autoRedefine/>
    <w:qFormat/>
    <w:pPr>
      <w:numPr>
        <w:ilvl w:val="8"/>
        <w:numId w:val="1"/>
      </w:numPr>
      <w:ind w:right="-1"/>
      <w:jc w:val="cente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normale">
    <w:name w:val="Normal Indent"/>
    <w:basedOn w:val="Normale"/>
    <w:pPr>
      <w:ind w:left="567"/>
    </w:pPr>
  </w:style>
  <w:style w:type="paragraph" w:customStyle="1" w:styleId="xxxDidasc">
    <w:name w:val="xxxDidasc"/>
    <w:basedOn w:val="Normale"/>
    <w:next w:val="Normale"/>
    <w:pPr>
      <w:keepLines/>
      <w:spacing w:before="240" w:after="480"/>
      <w:ind w:left="3261" w:right="2552" w:hanging="993"/>
      <w:jc w:val="left"/>
    </w:pPr>
    <w:rPr>
      <w:rFonts w:ascii="Arial" w:hAnsi="Arial"/>
      <w:sz w:val="20"/>
    </w:rPr>
  </w:style>
  <w:style w:type="character" w:styleId="Rimandocommento">
    <w:name w:val="annotation reference"/>
    <w:semiHidden/>
    <w:rPr>
      <w:sz w:val="16"/>
    </w:rPr>
  </w:style>
  <w:style w:type="paragraph" w:styleId="Testocommento">
    <w:name w:val="annotation text"/>
    <w:basedOn w:val="Normale"/>
    <w:semiHidden/>
    <w:rPr>
      <w:sz w:val="20"/>
    </w:rPr>
  </w:style>
  <w:style w:type="paragraph" w:styleId="Sommario8">
    <w:name w:val="toc 8"/>
    <w:basedOn w:val="Sommario1"/>
    <w:next w:val="Normale"/>
    <w:semiHidden/>
    <w:pPr>
      <w:tabs>
        <w:tab w:val="clear" w:pos="8640"/>
        <w:tab w:val="right" w:leader="dot" w:pos="8641"/>
      </w:tabs>
    </w:pPr>
  </w:style>
  <w:style w:type="paragraph" w:styleId="Sommario1">
    <w:name w:val="toc 1"/>
    <w:aliases w:val="Toc 1"/>
    <w:basedOn w:val="Normale"/>
    <w:next w:val="Normale"/>
    <w:uiPriority w:val="39"/>
    <w:rsid w:val="0052239D"/>
    <w:pPr>
      <w:tabs>
        <w:tab w:val="right" w:leader="dot" w:pos="8640"/>
      </w:tabs>
      <w:spacing w:before="120"/>
      <w:ind w:left="567" w:right="1276" w:hanging="567"/>
    </w:pPr>
  </w:style>
  <w:style w:type="paragraph" w:styleId="Sommario7">
    <w:name w:val="toc 7"/>
    <w:basedOn w:val="Normale"/>
    <w:next w:val="Normale"/>
    <w:semiHidden/>
    <w:pPr>
      <w:tabs>
        <w:tab w:val="left" w:leader="dot" w:pos="8646"/>
        <w:tab w:val="right" w:pos="9072"/>
      </w:tabs>
      <w:ind w:left="4253" w:right="850"/>
    </w:pPr>
  </w:style>
  <w:style w:type="paragraph" w:styleId="Sommario6">
    <w:name w:val="toc 6"/>
    <w:basedOn w:val="Normale"/>
    <w:next w:val="Normale"/>
    <w:semiHidden/>
    <w:pPr>
      <w:tabs>
        <w:tab w:val="left" w:leader="dot" w:pos="8646"/>
        <w:tab w:val="right" w:pos="9072"/>
      </w:tabs>
      <w:ind w:left="3544" w:right="850"/>
    </w:pPr>
  </w:style>
  <w:style w:type="paragraph" w:styleId="Sommario5">
    <w:name w:val="toc 5"/>
    <w:basedOn w:val="Sommario4"/>
    <w:next w:val="Normale"/>
    <w:semiHidden/>
    <w:pPr>
      <w:ind w:left="1134"/>
    </w:pPr>
  </w:style>
  <w:style w:type="paragraph" w:styleId="Sommario4">
    <w:name w:val="toc 4"/>
    <w:basedOn w:val="Sommario3"/>
    <w:next w:val="Normale"/>
    <w:rsid w:val="0052239D"/>
    <w:pPr>
      <w:ind w:left="3119" w:hanging="1134"/>
    </w:pPr>
  </w:style>
  <w:style w:type="paragraph" w:styleId="Sommario3">
    <w:name w:val="toc 3"/>
    <w:aliases w:val="Toc 3"/>
    <w:basedOn w:val="Sommario2"/>
    <w:next w:val="Normale"/>
    <w:uiPriority w:val="39"/>
    <w:rsid w:val="0052239D"/>
    <w:pPr>
      <w:ind w:left="1985" w:hanging="851"/>
    </w:pPr>
  </w:style>
  <w:style w:type="paragraph" w:styleId="Sommario2">
    <w:name w:val="toc 2"/>
    <w:aliases w:val="Toc 2"/>
    <w:basedOn w:val="Sommario1"/>
    <w:next w:val="Normale"/>
    <w:uiPriority w:val="39"/>
    <w:rsid w:val="0052239D"/>
    <w:pPr>
      <w:ind w:left="1134"/>
    </w:pPr>
  </w:style>
  <w:style w:type="paragraph" w:styleId="Indice7">
    <w:name w:val="index 7"/>
    <w:basedOn w:val="Normale"/>
    <w:next w:val="Normale"/>
    <w:semiHidden/>
    <w:pPr>
      <w:ind w:left="1698"/>
    </w:pPr>
  </w:style>
  <w:style w:type="paragraph" w:styleId="Indice6">
    <w:name w:val="index 6"/>
    <w:basedOn w:val="Normale"/>
    <w:next w:val="Normale"/>
    <w:semiHidden/>
    <w:pPr>
      <w:ind w:left="1415"/>
    </w:pPr>
  </w:style>
  <w:style w:type="paragraph" w:styleId="Indice5">
    <w:name w:val="index 5"/>
    <w:basedOn w:val="Normale"/>
    <w:next w:val="Normale"/>
    <w:semiHidden/>
    <w:pPr>
      <w:ind w:left="1132"/>
    </w:pPr>
  </w:style>
  <w:style w:type="paragraph" w:styleId="Indice4">
    <w:name w:val="index 4"/>
    <w:basedOn w:val="Normale"/>
    <w:next w:val="Normale"/>
    <w:semiHidden/>
    <w:pPr>
      <w:ind w:left="849"/>
    </w:pPr>
  </w:style>
  <w:style w:type="paragraph" w:styleId="Indice3">
    <w:name w:val="index 3"/>
    <w:basedOn w:val="Normale"/>
    <w:next w:val="Normale"/>
    <w:semiHidden/>
    <w:pPr>
      <w:ind w:left="566"/>
    </w:pPr>
  </w:style>
  <w:style w:type="paragraph" w:styleId="Indice2">
    <w:name w:val="index 2"/>
    <w:basedOn w:val="Normale"/>
    <w:next w:val="Normale"/>
    <w:semiHidden/>
    <w:pPr>
      <w:ind w:left="283"/>
    </w:pPr>
  </w:style>
  <w:style w:type="paragraph" w:styleId="Indice1">
    <w:name w:val="index 1"/>
    <w:basedOn w:val="Normale"/>
    <w:next w:val="Normale"/>
    <w:semiHidden/>
  </w:style>
  <w:style w:type="character" w:styleId="Numeroriga">
    <w:name w:val="line number"/>
    <w:basedOn w:val="Carpredefinitoparagrafo"/>
  </w:style>
  <w:style w:type="paragraph" w:styleId="Titoloindice">
    <w:name w:val="index heading"/>
    <w:basedOn w:val="Normale"/>
    <w:next w:val="Indice1"/>
    <w:semiHidden/>
  </w:style>
  <w:style w:type="paragraph" w:styleId="Pidipagina">
    <w:name w:val="footer"/>
    <w:basedOn w:val="Normale"/>
    <w:pPr>
      <w:jc w:val="left"/>
    </w:pPr>
    <w:rPr>
      <w:rFonts w:ascii="Arial" w:hAnsi="Arial"/>
      <w:sz w:val="24"/>
    </w:rPr>
  </w:style>
  <w:style w:type="paragraph" w:styleId="Intestazione">
    <w:name w:val="header"/>
    <w:basedOn w:val="Normale"/>
    <w:pPr>
      <w:pBdr>
        <w:bottom w:val="single" w:sz="6" w:space="1" w:color="auto"/>
      </w:pBdr>
    </w:pPr>
    <w:rPr>
      <w:rFonts w:ascii="Arial" w:hAnsi="Arial"/>
      <w:sz w:val="16"/>
    </w:rPr>
  </w:style>
  <w:style w:type="character" w:styleId="Rimandonotaapidipagina">
    <w:name w:val="footnote reference"/>
    <w:semiHidden/>
    <w:rPr>
      <w:position w:val="6"/>
      <w:sz w:val="16"/>
    </w:rPr>
  </w:style>
  <w:style w:type="paragraph" w:styleId="Testonotaapidipagina">
    <w:name w:val="footnote text"/>
    <w:basedOn w:val="Normale"/>
    <w:semiHidden/>
    <w:rPr>
      <w:rFonts w:ascii="Arial" w:hAnsi="Arial"/>
      <w:sz w:val="18"/>
    </w:rPr>
  </w:style>
  <w:style w:type="character" w:styleId="Collegamentoipertestuale">
    <w:name w:val="Hyperlink"/>
    <w:rPr>
      <w:color w:val="0000FF"/>
      <w:u w:val="single"/>
    </w:rPr>
  </w:style>
  <w:style w:type="character" w:styleId="Numeropagina">
    <w:name w:val="page number"/>
    <w:basedOn w:val="Carpredefinitoparagrafo"/>
  </w:style>
  <w:style w:type="paragraph" w:styleId="Sommario9">
    <w:name w:val="toc 9"/>
    <w:basedOn w:val="Normale"/>
    <w:next w:val="Normale"/>
    <w:semiHidden/>
    <w:pPr>
      <w:tabs>
        <w:tab w:val="right" w:leader="dot" w:pos="8641"/>
      </w:tabs>
      <w:spacing w:before="120"/>
      <w:ind w:right="1276"/>
    </w:pPr>
  </w:style>
  <w:style w:type="paragraph" w:customStyle="1" w:styleId="FunNome">
    <w:name w:val="FunNome"/>
    <w:basedOn w:val="Normale"/>
    <w:pPr>
      <w:pageBreakBefore/>
      <w:spacing w:after="360"/>
    </w:pPr>
    <w:rPr>
      <w:b/>
      <w:sz w:val="28"/>
    </w:rPr>
  </w:style>
  <w:style w:type="paragraph" w:customStyle="1" w:styleId="FunDescrBreve">
    <w:name w:val="FunDescrBreve"/>
    <w:basedOn w:val="Normale"/>
    <w:pPr>
      <w:spacing w:before="120" w:after="480"/>
    </w:pPr>
    <w:rPr>
      <w:rFonts w:ascii="Helvetica" w:hAnsi="Helvetica"/>
    </w:rPr>
  </w:style>
  <w:style w:type="paragraph" w:customStyle="1" w:styleId="FunDescrEstesa">
    <w:name w:val="FunDescrEstesa"/>
    <w:basedOn w:val="Normale"/>
  </w:style>
  <w:style w:type="paragraph" w:styleId="Rientrocorpodeltesto">
    <w:name w:val="Body Text Indent"/>
    <w:basedOn w:val="Normale"/>
    <w:pPr>
      <w:keepNext/>
      <w:ind w:left="781"/>
      <w:jc w:val="left"/>
    </w:pPr>
    <w:rPr>
      <w:rFonts w:ascii="News Gothic MT" w:hAnsi="News Gothic MT"/>
      <w:color w:val="000080"/>
      <w:sz w:val="72"/>
      <w14:shadow w14:blurRad="50800" w14:dist="38100" w14:dir="2700000" w14:sx="100000" w14:sy="100000" w14:kx="0" w14:ky="0" w14:algn="tl">
        <w14:srgbClr w14:val="000000">
          <w14:alpha w14:val="60000"/>
        </w14:srgbClr>
      </w14:shadow>
    </w:rPr>
  </w:style>
  <w:style w:type="paragraph" w:customStyle="1" w:styleId="ParagNoNum">
    <w:name w:val="ParagNoNum"/>
    <w:basedOn w:val="Normale"/>
    <w:next w:val="Normale"/>
    <w:pPr>
      <w:spacing w:before="360" w:after="120"/>
      <w:jc w:val="left"/>
    </w:pPr>
    <w:rPr>
      <w:b/>
    </w:rPr>
  </w:style>
  <w:style w:type="paragraph" w:customStyle="1" w:styleId="CodiceCOBOL">
    <w:name w:val="CodiceCOBOL"/>
    <w:basedOn w:val="Normale"/>
    <w:pPr>
      <w:tabs>
        <w:tab w:val="left" w:pos="851"/>
        <w:tab w:val="left" w:pos="1701"/>
        <w:tab w:val="left" w:pos="2552"/>
        <w:tab w:val="left" w:pos="3402"/>
      </w:tabs>
      <w:ind w:left="567"/>
    </w:pPr>
    <w:rPr>
      <w:rFonts w:ascii="Courier New" w:hAnsi="Courier New"/>
      <w:sz w:val="20"/>
    </w:rPr>
  </w:style>
  <w:style w:type="paragraph" w:customStyle="1" w:styleId="stilenuovo">
    <w:name w:val="stilenuovo"/>
    <w:basedOn w:val="Titolo1"/>
    <w:pPr>
      <w:keepNext w:val="0"/>
      <w:pageBreakBefore w:val="0"/>
      <w:spacing w:before="1440" w:after="1440"/>
      <w:ind w:left="0" w:firstLine="0"/>
      <w:jc w:val="center"/>
    </w:pPr>
    <w:rPr>
      <w:rFonts w:ascii="Arial" w:hAnsi="Arial"/>
      <w:i/>
      <w:smallCaps/>
      <w:strike/>
      <w:sz w:val="24"/>
    </w:rPr>
  </w:style>
  <w:style w:type="paragraph" w:customStyle="1" w:styleId="Figura">
    <w:name w:val="Figura"/>
    <w:basedOn w:val="Normale"/>
    <w:next w:val="Normale"/>
    <w:pPr>
      <w:keepNext/>
      <w:framePr w:hSpace="142" w:wrap="notBeside" w:vAnchor="text" w:hAnchor="text" w:xAlign="center" w:y="1"/>
      <w:spacing w:before="480" w:after="120"/>
      <w:jc w:val="center"/>
    </w:pPr>
  </w:style>
  <w:style w:type="paragraph" w:customStyle="1" w:styleId="Esempio">
    <w:name w:val="Esempio"/>
    <w:basedOn w:val="Normale"/>
    <w:rPr>
      <w:sz w:val="20"/>
    </w:rPr>
  </w:style>
  <w:style w:type="paragraph" w:customStyle="1" w:styleId="VoceBibliogr">
    <w:name w:val="VoceBibliogr"/>
    <w:basedOn w:val="Normale"/>
    <w:pPr>
      <w:ind w:left="567" w:hanging="567"/>
    </w:pPr>
  </w:style>
  <w:style w:type="paragraph" w:customStyle="1" w:styleId="Mappa">
    <w:name w:val="Mappa"/>
    <w:basedOn w:val="CodiceCOBOL"/>
    <w:pPr>
      <w:keepNext/>
      <w:pBdr>
        <w:top w:val="single" w:sz="6" w:space="1" w:color="auto"/>
        <w:left w:val="single" w:sz="6" w:space="1" w:color="auto"/>
        <w:bottom w:val="single" w:sz="6" w:space="1" w:color="auto"/>
        <w:right w:val="single" w:sz="6" w:space="1" w:color="auto"/>
      </w:pBdr>
      <w:ind w:left="0"/>
    </w:pPr>
  </w:style>
  <w:style w:type="paragraph" w:customStyle="1" w:styleId="titoloNoNum">
    <w:name w:val="titoloNoNum"/>
    <w:basedOn w:val="Titolo1"/>
    <w:next w:val="Normale"/>
    <w:pPr>
      <w:pageBreakBefore w:val="0"/>
      <w:numPr>
        <w:numId w:val="0"/>
      </w:numPr>
    </w:pPr>
  </w:style>
  <w:style w:type="paragraph" w:styleId="Indicedellefigure">
    <w:name w:val="table of figures"/>
    <w:basedOn w:val="Normale"/>
    <w:next w:val="Normale"/>
    <w:semiHidden/>
    <w:pPr>
      <w:ind w:left="440" w:hanging="440"/>
    </w:pPr>
  </w:style>
  <w:style w:type="paragraph" w:customStyle="1" w:styleId="Normale1">
    <w:name w:val="Normale1"/>
    <w:basedOn w:val="Titolo2"/>
    <w:pPr>
      <w:keepNext w:val="0"/>
      <w:numPr>
        <w:ilvl w:val="0"/>
        <w:numId w:val="0"/>
      </w:numPr>
      <w:spacing w:before="0" w:after="0"/>
    </w:pPr>
    <w:rPr>
      <w:rFonts w:ascii="Helvetica" w:hAnsi="Helvetica"/>
      <w:b w:val="0"/>
      <w:color w:val="auto"/>
      <w:sz w:val="20"/>
    </w:rPr>
  </w:style>
  <w:style w:type="paragraph" w:customStyle="1" w:styleId="proprieta">
    <w:name w:val="proprieta"/>
    <w:basedOn w:val="Normale"/>
    <w:rPr>
      <w:b/>
    </w:rPr>
  </w:style>
  <w:style w:type="paragraph" w:styleId="Corpodeltesto2">
    <w:name w:val="Body Text 2"/>
    <w:basedOn w:val="Normale"/>
    <w:pPr>
      <w:pBdr>
        <w:top w:val="single" w:sz="4" w:space="1" w:color="auto"/>
        <w:left w:val="single" w:sz="4" w:space="4" w:color="auto"/>
        <w:bottom w:val="single" w:sz="4" w:space="1" w:color="auto"/>
        <w:right w:val="single" w:sz="4" w:space="4" w:color="auto"/>
      </w:pBdr>
      <w:shd w:val="pct12" w:color="auto" w:fill="auto"/>
    </w:pPr>
  </w:style>
  <w:style w:type="paragraph" w:styleId="Rientrocorpodeltesto2">
    <w:name w:val="Body Text Indent 2"/>
    <w:basedOn w:val="Normale"/>
    <w:pPr>
      <w:ind w:left="709" w:hanging="425"/>
    </w:pPr>
  </w:style>
  <w:style w:type="paragraph" w:styleId="Testonormale">
    <w:name w:val="Plain Text"/>
    <w:basedOn w:val="Normale"/>
    <w:rPr>
      <w:rFonts w:ascii="Courier New" w:hAnsi="Courier New"/>
      <w:sz w:val="20"/>
    </w:rPr>
  </w:style>
  <w:style w:type="character" w:styleId="Collegamentovisitato">
    <w:name w:val="FollowedHyperlink"/>
    <w:rPr>
      <w:color w:val="800080"/>
      <w:u w:val="single"/>
    </w:rPr>
  </w:style>
  <w:style w:type="table" w:styleId="Grigliatabella">
    <w:name w:val="Table Grid"/>
    <w:basedOn w:val="Tabellanormale"/>
    <w:rsid w:val="005F11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stofumetto">
    <w:name w:val="Balloon Text"/>
    <w:basedOn w:val="Normale"/>
    <w:link w:val="TestofumettoCarattere"/>
    <w:rsid w:val="00B43142"/>
    <w:rPr>
      <w:rFonts w:ascii="Tahoma" w:hAnsi="Tahoma" w:cs="Tahoma"/>
      <w:sz w:val="16"/>
      <w:szCs w:val="16"/>
    </w:rPr>
  </w:style>
  <w:style w:type="character" w:customStyle="1" w:styleId="TestofumettoCarattere">
    <w:name w:val="Testo fumetto Carattere"/>
    <w:link w:val="Testofumetto"/>
    <w:rsid w:val="00B43142"/>
    <w:rPr>
      <w:rFonts w:ascii="Tahoma" w:hAnsi="Tahoma" w:cs="Tahoma"/>
      <w:sz w:val="16"/>
      <w:szCs w:val="16"/>
    </w:rPr>
  </w:style>
  <w:style w:type="paragraph" w:styleId="Didascalia">
    <w:name w:val="caption"/>
    <w:basedOn w:val="Normale"/>
    <w:next w:val="Normale"/>
    <w:qFormat/>
    <w:rsid w:val="00DC7074"/>
    <w:rPr>
      <w:b/>
      <w:bCs/>
      <w:sz w:val="20"/>
    </w:rPr>
  </w:style>
  <w:style w:type="paragraph" w:customStyle="1" w:styleId="Normale2">
    <w:name w:val="Normale2"/>
    <w:basedOn w:val="Titolo2"/>
    <w:rsid w:val="00DC108A"/>
    <w:pPr>
      <w:keepNext w:val="0"/>
      <w:numPr>
        <w:ilvl w:val="0"/>
        <w:numId w:val="0"/>
      </w:numPr>
      <w:spacing w:before="0" w:after="0"/>
    </w:pPr>
    <w:rPr>
      <w:rFonts w:ascii="Helvetica" w:hAnsi="Helvetica"/>
      <w:b w:val="0"/>
      <w:color w:val="auto"/>
      <w:sz w:val="20"/>
    </w:rPr>
  </w:style>
  <w:style w:type="paragraph" w:styleId="Puntoelenco">
    <w:name w:val="List Bullet"/>
    <w:basedOn w:val="Normale"/>
    <w:autoRedefine/>
    <w:rsid w:val="000F35E4"/>
    <w:pPr>
      <w:tabs>
        <w:tab w:val="num" w:pos="432"/>
      </w:tabs>
      <w:ind w:left="432" w:hanging="432"/>
    </w:pPr>
  </w:style>
  <w:style w:type="paragraph" w:styleId="Puntoelenco2">
    <w:name w:val="List Bullet 2"/>
    <w:basedOn w:val="Normale"/>
    <w:autoRedefine/>
    <w:rsid w:val="000F35E4"/>
    <w:pPr>
      <w:numPr>
        <w:numId w:val="2"/>
      </w:numPr>
    </w:pPr>
  </w:style>
  <w:style w:type="paragraph" w:styleId="Puntoelenco3">
    <w:name w:val="List Bullet 3"/>
    <w:basedOn w:val="Normale"/>
    <w:autoRedefine/>
    <w:rsid w:val="000F35E4"/>
    <w:pPr>
      <w:numPr>
        <w:numId w:val="3"/>
      </w:numPr>
    </w:pPr>
  </w:style>
  <w:style w:type="paragraph" w:styleId="Puntoelenco4">
    <w:name w:val="List Bullet 4"/>
    <w:basedOn w:val="Normale"/>
    <w:autoRedefine/>
    <w:rsid w:val="000F35E4"/>
    <w:pPr>
      <w:numPr>
        <w:numId w:val="4"/>
      </w:numPr>
    </w:pPr>
  </w:style>
  <w:style w:type="paragraph" w:styleId="Puntoelenco5">
    <w:name w:val="List Bullet 5"/>
    <w:basedOn w:val="Normale"/>
    <w:autoRedefine/>
    <w:rsid w:val="000F35E4"/>
    <w:pPr>
      <w:numPr>
        <w:numId w:val="5"/>
      </w:numPr>
    </w:pPr>
  </w:style>
  <w:style w:type="paragraph" w:styleId="Numeroelenco">
    <w:name w:val="List Number"/>
    <w:basedOn w:val="Normale"/>
    <w:rsid w:val="000F35E4"/>
    <w:pPr>
      <w:numPr>
        <w:numId w:val="6"/>
      </w:numPr>
    </w:pPr>
  </w:style>
  <w:style w:type="paragraph" w:styleId="Numeroelenco2">
    <w:name w:val="List Number 2"/>
    <w:basedOn w:val="Normale"/>
    <w:rsid w:val="000F35E4"/>
    <w:pPr>
      <w:numPr>
        <w:numId w:val="7"/>
      </w:numPr>
    </w:pPr>
  </w:style>
  <w:style w:type="paragraph" w:styleId="Numeroelenco3">
    <w:name w:val="List Number 3"/>
    <w:basedOn w:val="Normale"/>
    <w:rsid w:val="000F35E4"/>
    <w:pPr>
      <w:numPr>
        <w:numId w:val="8"/>
      </w:numPr>
    </w:pPr>
  </w:style>
  <w:style w:type="paragraph" w:styleId="Numeroelenco4">
    <w:name w:val="List Number 4"/>
    <w:basedOn w:val="Normale"/>
    <w:rsid w:val="000F35E4"/>
    <w:pPr>
      <w:numPr>
        <w:numId w:val="9"/>
      </w:numPr>
    </w:pPr>
  </w:style>
  <w:style w:type="paragraph" w:styleId="Numeroelenco5">
    <w:name w:val="List Number 5"/>
    <w:basedOn w:val="Normale"/>
    <w:rsid w:val="000F35E4"/>
    <w:pPr>
      <w:numPr>
        <w:numId w:val="10"/>
      </w:numPr>
    </w:pPr>
  </w:style>
  <w:style w:type="paragraph" w:customStyle="1" w:styleId="Tracciato">
    <w:name w:val="Tracciato"/>
    <w:basedOn w:val="Normale"/>
    <w:rsid w:val="000F35E4"/>
    <w:rPr>
      <w:rFonts w:ascii="Arial Narrow" w:hAnsi="Arial Narrow"/>
      <w:sz w:val="20"/>
    </w:rPr>
  </w:style>
  <w:style w:type="paragraph" w:customStyle="1" w:styleId="FunParametro">
    <w:name w:val="FunParametro"/>
    <w:basedOn w:val="Normale"/>
    <w:rsid w:val="000F35E4"/>
    <w:pPr>
      <w:tabs>
        <w:tab w:val="left" w:pos="2835"/>
      </w:tabs>
      <w:ind w:left="2835" w:hanging="2268"/>
    </w:pPr>
  </w:style>
  <w:style w:type="paragraph" w:customStyle="1" w:styleId="Testonormale1">
    <w:name w:val="Testo normale1"/>
    <w:basedOn w:val="Normale"/>
    <w:rsid w:val="007F7604"/>
    <w:pPr>
      <w:jc w:val="left"/>
    </w:pPr>
    <w:rPr>
      <w:rFonts w:ascii="Courier New" w:hAnsi="Courier New"/>
      <w:color w:val="000000"/>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2.png"/><Relationship Id="rId3" Type="http://schemas.microsoft.com/office/2007/relationships/stylesWithEffects" Target="stylesWithEffect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2.xml"/><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_rels/footer7.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modelli\cad\CADITOPE.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CADITOPE</Template>
  <TotalTime>811</TotalTime>
  <Pages>129</Pages>
  <Words>37397</Words>
  <Characters>213168</Characters>
  <Application>Microsoft Office Word</Application>
  <DocSecurity>0</DocSecurity>
  <Lines>1776</Lines>
  <Paragraphs>500</Paragraphs>
  <ScaleCrop>false</ScaleCrop>
  <HeadingPairs>
    <vt:vector size="2" baseType="variant">
      <vt:variant>
        <vt:lpstr>Titolo</vt:lpstr>
      </vt:variant>
      <vt:variant>
        <vt:i4>1</vt:i4>
      </vt:variant>
    </vt:vector>
  </HeadingPairs>
  <TitlesOfParts>
    <vt:vector size="1" baseType="lpstr">
      <vt:lpstr>Tabelle gestionali</vt:lpstr>
    </vt:vector>
  </TitlesOfParts>
  <Company>cad informatica</Company>
  <LinksUpToDate>false</LinksUpToDate>
  <CharactersWithSpaces>250065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Manuale Utente City</dc:title>
  <dc:subject>S E T Sistema Esazione Tributi</dc:subject>
  <dc:creator>CAD IT</dc:creator>
  <cp:keywords>standard, documento</cp:keywords>
  <cp:lastModifiedBy>Fae' Massimo</cp:lastModifiedBy>
  <cp:revision>54</cp:revision>
  <cp:lastPrinted>2013-09-27T09:28:00Z</cp:lastPrinted>
  <dcterms:created xsi:type="dcterms:W3CDTF">2014-06-30T09:38:00Z</dcterms:created>
  <dcterms:modified xsi:type="dcterms:W3CDTF">2014-09-04T15:08:00Z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rminato il">
    <vt:lpwstr>22.04.2014</vt:lpwstr>
  </property>
</Properties>
</file>